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20589F35" w:rsidR="00821532" w:rsidRPr="006C1C85" w:rsidRDefault="006C1C85" w:rsidP="00D7061C">
            <w:pPr>
              <w:pStyle w:val="Titreblocmetteur"/>
            </w:pPr>
            <w:r w:rsidRPr="006C1C85">
              <w:t>25PA91503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083038EE" w:rsidR="00770A59" w:rsidRPr="006C1C85" w:rsidRDefault="006C1C85" w:rsidP="00D7061C">
            <w:pPr>
              <w:pStyle w:val="Titreblocmetteur"/>
            </w:pPr>
            <w:r w:rsidRPr="006C1C85">
              <w:t>Marché de travaux</w:t>
            </w:r>
            <w:r w:rsidR="00CB4FC5" w:rsidRPr="006C1C85">
              <w:t xml:space="preserve"> n°2</w:t>
            </w:r>
            <w:r w:rsidRPr="006C1C85">
              <w:t>5P</w:t>
            </w:r>
            <w:r w:rsidR="00CB4FC5" w:rsidRPr="006C1C85">
              <w:t>A915</w:t>
            </w:r>
            <w:r w:rsidRPr="006C1C85">
              <w:t>03</w:t>
            </w:r>
            <w:r w:rsidR="00895D3E">
              <w:t xml:space="preserve"> </w:t>
            </w:r>
            <w:r w:rsidR="00D7061C">
              <w:t xml:space="preserve">– LOT 2 </w:t>
            </w:r>
          </w:p>
          <w:p w14:paraId="27434559" w14:textId="0C09A2DB" w:rsidR="00E65A21" w:rsidRPr="004D7632" w:rsidRDefault="006C1C85" w:rsidP="00D7061C">
            <w:pPr>
              <w:pStyle w:val="Titreblocmetteur"/>
            </w:pPr>
            <w:r>
              <w:t>Réaménagement des salles L010/L012 et J04/J06/J08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D7061C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D7061C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D7061C">
            <w:pPr>
              <w:pStyle w:val="Titreblocmetteur"/>
            </w:pPr>
          </w:p>
          <w:p w14:paraId="6F4DE4E0" w14:textId="4E89D552" w:rsidR="00E65A21" w:rsidRPr="00E65A21" w:rsidRDefault="00E65A21" w:rsidP="00D7061C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D7061C">
      <w:pPr>
        <w:pStyle w:val="Titreblocmetteur"/>
      </w:pPr>
    </w:p>
    <w:p w14:paraId="41951BFA" w14:textId="77777777" w:rsidR="001750FE" w:rsidRDefault="001750FE" w:rsidP="00D7061C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0393824C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10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d’Ouvrage,…).</w:t>
            </w:r>
          </w:p>
          <w:p w14:paraId="76741BF1" w14:textId="54BF49BC" w:rsidR="00771A01" w:rsidRPr="0095705C" w:rsidRDefault="00C579D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Les points spécifiques de l’opération doivent être identifiés dans cette partie. </w:t>
            </w:r>
            <w:r w:rsidR="00C106CB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</w:t>
            </w:r>
            <w:r w:rsidR="00975207" w:rsidRPr="0095705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3283A945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3E883CA7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B148284" w14:textId="02ED3E28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le Macro Lot 02 CVC – Electricité :</w:t>
            </w:r>
          </w:p>
          <w:p w14:paraId="62762725" w14:textId="5C9B7EBE" w:rsidR="00936E25" w:rsidRDefault="00936E25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Eviers</w:t>
            </w:r>
          </w:p>
          <w:p w14:paraId="545A1D0F" w14:textId="011832FD" w:rsidR="00936E25" w:rsidRDefault="00936E25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Bacs de décantation</w:t>
            </w:r>
          </w:p>
          <w:p w14:paraId="1868B961" w14:textId="352F4ADA" w:rsidR="00936E25" w:rsidRDefault="00242CEB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Pompe de relevage </w:t>
            </w:r>
          </w:p>
          <w:p w14:paraId="7257647C" w14:textId="2120EE1C" w:rsidR="00242CEB" w:rsidRPr="00936E25" w:rsidRDefault="00242CEB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Sonde CO2</w:t>
            </w:r>
          </w:p>
          <w:p w14:paraId="4E54C5D9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059E7ACB" w:rsidR="0057401A" w:rsidRDefault="0057401A" w:rsidP="00771A01">
      <w:pPr>
        <w:ind w:left="9912"/>
      </w:pPr>
    </w:p>
    <w:p w14:paraId="2BD96409" w14:textId="77777777" w:rsidR="00D7061C" w:rsidRDefault="00D7061C" w:rsidP="00771A01">
      <w:pPr>
        <w:ind w:left="9912"/>
      </w:pPr>
    </w:p>
    <w:p w14:paraId="7434CC83" w14:textId="0FA1634D" w:rsidR="0057401A" w:rsidRDefault="0057401A" w:rsidP="00771A01">
      <w:pPr>
        <w:ind w:left="9912"/>
      </w:pPr>
    </w:p>
    <w:p w14:paraId="3D6B31C0" w14:textId="77777777" w:rsidR="000000F8" w:rsidRDefault="000000F8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C5D1E26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i/>
                <w:iCs/>
                <w:lang w:eastAsia="fr-FR"/>
              </w:rPr>
              <w:t>(les</w:t>
            </w:r>
            <w:r>
              <w:rPr>
                <w:rFonts w:ascii="Arial Narrow" w:eastAsia="Times New Roman" w:hAnsi="Arial Narrow" w:cs="Arial"/>
                <w:i/>
                <w:iCs/>
                <w:lang w:eastAsia="fr-FR"/>
              </w:rPr>
              <w:t xml:space="preserve"> </w:t>
            </w:r>
            <w:r w:rsidRPr="0057401A">
              <w:rPr>
                <w:rFonts w:ascii="Arial Narrow" w:eastAsia="Times New Roman" w:hAnsi="Arial Narrow" w:cs="Arial"/>
                <w:i/>
                <w:iCs/>
                <w:lang w:eastAsia="fr-FR"/>
              </w:rPr>
              <w:t>travaux dans les salles J04/J06/J08 démarrent au mois de juillet pour optimiser le fonctionnement de l’Université)</w:t>
            </w: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F9EB81A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029AF32D" w14:textId="77777777" w:rsidR="000000F8" w:rsidRDefault="000000F8" w:rsidP="000000F8">
      <w:pPr>
        <w:ind w:left="9912"/>
      </w:pPr>
      <w:r>
        <w:t>Nom et signature du soumissionnaire</w:t>
      </w:r>
    </w:p>
    <w:p w14:paraId="6780D1B0" w14:textId="77777777" w:rsidR="00B15A71" w:rsidRPr="004F06D1" w:rsidRDefault="00B15A71" w:rsidP="000000F8">
      <w:pPr>
        <w:jc w:val="right"/>
      </w:pPr>
      <w:bookmarkStart w:id="0" w:name="_GoBack"/>
      <w:bookmarkEnd w:id="0"/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000F8"/>
    <w:rsid w:val="000354D9"/>
    <w:rsid w:val="000607E9"/>
    <w:rsid w:val="000C064F"/>
    <w:rsid w:val="001067D7"/>
    <w:rsid w:val="0013711B"/>
    <w:rsid w:val="001619D1"/>
    <w:rsid w:val="001750FE"/>
    <w:rsid w:val="001E4D13"/>
    <w:rsid w:val="00204CB0"/>
    <w:rsid w:val="0020622D"/>
    <w:rsid w:val="0021714E"/>
    <w:rsid w:val="0022507F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70670"/>
    <w:rsid w:val="00477BE5"/>
    <w:rsid w:val="004B5A04"/>
    <w:rsid w:val="004D7632"/>
    <w:rsid w:val="004F06D1"/>
    <w:rsid w:val="004F116E"/>
    <w:rsid w:val="004F2BA3"/>
    <w:rsid w:val="0050724D"/>
    <w:rsid w:val="00512E94"/>
    <w:rsid w:val="0052272B"/>
    <w:rsid w:val="00565DBA"/>
    <w:rsid w:val="0057401A"/>
    <w:rsid w:val="005A2715"/>
    <w:rsid w:val="005E1CEC"/>
    <w:rsid w:val="0063607C"/>
    <w:rsid w:val="00695467"/>
    <w:rsid w:val="006B0B26"/>
    <w:rsid w:val="006C1C85"/>
    <w:rsid w:val="006F11E2"/>
    <w:rsid w:val="006F1C22"/>
    <w:rsid w:val="00770A59"/>
    <w:rsid w:val="00771A01"/>
    <w:rsid w:val="0079020E"/>
    <w:rsid w:val="007911CC"/>
    <w:rsid w:val="007B0C36"/>
    <w:rsid w:val="007E3BF3"/>
    <w:rsid w:val="007E5D77"/>
    <w:rsid w:val="00821532"/>
    <w:rsid w:val="00835805"/>
    <w:rsid w:val="00895D3E"/>
    <w:rsid w:val="008A0438"/>
    <w:rsid w:val="008C678B"/>
    <w:rsid w:val="00904B2D"/>
    <w:rsid w:val="00936E25"/>
    <w:rsid w:val="00975207"/>
    <w:rsid w:val="00976F6B"/>
    <w:rsid w:val="00A237E8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57DEF"/>
    <w:rsid w:val="00C71AB9"/>
    <w:rsid w:val="00CB4FC5"/>
    <w:rsid w:val="00CF0249"/>
    <w:rsid w:val="00D13499"/>
    <w:rsid w:val="00D54ACB"/>
    <w:rsid w:val="00D7061C"/>
    <w:rsid w:val="00D95232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D7061C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  <w:style w:type="paragraph" w:styleId="Rvision">
    <w:name w:val="Revision"/>
    <w:hidden/>
    <w:uiPriority w:val="99"/>
    <w:semiHidden/>
    <w:rsid w:val="00D70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F5741-2C4D-41AB-95D3-E90BFFB9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MARIE-NATHALIE PAYET</cp:lastModifiedBy>
  <cp:revision>3</cp:revision>
  <cp:lastPrinted>2017-02-14T11:27:00Z</cp:lastPrinted>
  <dcterms:created xsi:type="dcterms:W3CDTF">2025-01-29T09:58:00Z</dcterms:created>
  <dcterms:modified xsi:type="dcterms:W3CDTF">2025-02-05T09:01:00Z</dcterms:modified>
</cp:coreProperties>
</file>