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9638"/>
      </w:tblGrid>
      <w:tr w:rsidR="00135836" w14:paraId="05468BA1" w14:textId="77777777" w:rsidTr="00041838">
        <w:trPr>
          <w:cantSplit/>
          <w:trHeight w:val="567"/>
        </w:trPr>
        <w:tc>
          <w:tcPr>
            <w:tcW w:w="9638" w:type="dxa"/>
          </w:tcPr>
          <w:p w14:paraId="19C71392" w14:textId="77777777" w:rsidR="00135836" w:rsidRPr="0030655A" w:rsidRDefault="007A7997" w:rsidP="00C956D0">
            <w:pPr>
              <w:pStyle w:val="Titredoc"/>
            </w:pPr>
            <w:r>
              <w:t>Attestation de visite des locaux</w:t>
            </w:r>
          </w:p>
        </w:tc>
      </w:tr>
    </w:tbl>
    <w:p w14:paraId="5BFAEA01" w14:textId="77777777" w:rsidR="00135836" w:rsidRDefault="00135836" w:rsidP="005018F1">
      <w:bookmarkStart w:id="0" w:name="_Toc102191124"/>
    </w:p>
    <w:bookmarkEnd w:id="0"/>
    <w:p w14:paraId="7BB345EA" w14:textId="77777777" w:rsidR="00FB6B06" w:rsidRDefault="007A7997" w:rsidP="00FB6B06">
      <w:pPr>
        <w:pStyle w:val="Titre1"/>
      </w:pPr>
      <w:r>
        <w:t>Objet du marché :</w:t>
      </w:r>
    </w:p>
    <w:p w14:paraId="4F9C8919" w14:textId="3872EB83" w:rsidR="00FB6B06" w:rsidRPr="00FB6B06" w:rsidRDefault="00FB6B06" w:rsidP="00FB6B06">
      <w:pPr>
        <w:pStyle w:val="Titre1"/>
        <w:numPr>
          <w:ilvl w:val="0"/>
          <w:numId w:val="0"/>
        </w:numPr>
        <w:rPr>
          <w:b w:val="0"/>
          <w:bCs w:val="0"/>
          <w:color w:val="002F6C" w:themeColor="text2"/>
          <w:sz w:val="22"/>
          <w:szCs w:val="22"/>
        </w:rPr>
      </w:pPr>
      <w:r w:rsidRPr="00FB6B06">
        <w:rPr>
          <w:b w:val="0"/>
          <w:bCs w:val="0"/>
          <w:color w:val="002F6C" w:themeColor="text2"/>
          <w:sz w:val="22"/>
          <w:szCs w:val="22"/>
        </w:rPr>
        <w:t xml:space="preserve">Entretien des toitures de type terrasse des sites de l’EFS-HFNO. On entend par entretien des prestations de maintenance préventive et corrective. </w:t>
      </w:r>
    </w:p>
    <w:p w14:paraId="2FBA4515" w14:textId="646AD103" w:rsidR="00FB6B06" w:rsidRPr="00FB6B06" w:rsidRDefault="00FB6B06" w:rsidP="00FB6B06">
      <w:pPr>
        <w:pStyle w:val="Titre1"/>
        <w:numPr>
          <w:ilvl w:val="0"/>
          <w:numId w:val="0"/>
        </w:numPr>
        <w:rPr>
          <w:b w:val="0"/>
          <w:bCs w:val="0"/>
          <w:color w:val="002F6C" w:themeColor="text2"/>
          <w:sz w:val="22"/>
          <w:szCs w:val="22"/>
        </w:rPr>
      </w:pPr>
      <w:r w:rsidRPr="00FB6B06">
        <w:rPr>
          <w:b w:val="0"/>
          <w:bCs w:val="0"/>
          <w:color w:val="002F6C" w:themeColor="text2"/>
          <w:sz w:val="22"/>
          <w:szCs w:val="22"/>
        </w:rPr>
        <w:t xml:space="preserve">Le marché est composé de 2 lots : 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854"/>
        <w:gridCol w:w="4820"/>
      </w:tblGrid>
      <w:tr w:rsidR="00FB6B06" w14:paraId="56DC7E35" w14:textId="77777777" w:rsidTr="00FB6B06">
        <w:trPr>
          <w:trHeight w:val="428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8FDE3" w14:textId="77777777" w:rsidR="00FB6B06" w:rsidRPr="00FB6B06" w:rsidRDefault="00FB6B06">
            <w:pPr>
              <w:ind w:left="113"/>
              <w:rPr>
                <w:sz w:val="22"/>
                <w:szCs w:val="22"/>
              </w:rPr>
            </w:pPr>
            <w:r w:rsidRPr="00FB6B06">
              <w:rPr>
                <w:sz w:val="22"/>
                <w:szCs w:val="22"/>
              </w:rPr>
              <w:t>Lot 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0BD57" w14:textId="77777777" w:rsidR="00FB6B06" w:rsidRPr="00FB6B06" w:rsidRDefault="00FB6B06">
            <w:pPr>
              <w:rPr>
                <w:sz w:val="22"/>
                <w:szCs w:val="22"/>
              </w:rPr>
            </w:pPr>
            <w:r w:rsidRPr="00FB6B06">
              <w:rPr>
                <w:sz w:val="22"/>
                <w:szCs w:val="22"/>
              </w:rPr>
              <w:t xml:space="preserve">  Zone Nord : Départements 59, 62</w:t>
            </w:r>
          </w:p>
        </w:tc>
      </w:tr>
      <w:tr w:rsidR="00FB6B06" w14:paraId="7D87834C" w14:textId="77777777" w:rsidTr="00FB6B06">
        <w:trPr>
          <w:trHeight w:val="42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29BA8" w14:textId="77777777" w:rsidR="00FB6B06" w:rsidRPr="00FB6B06" w:rsidRDefault="00FB6B06">
            <w:pPr>
              <w:ind w:left="113"/>
              <w:rPr>
                <w:sz w:val="22"/>
                <w:szCs w:val="22"/>
              </w:rPr>
            </w:pPr>
            <w:r w:rsidRPr="00FB6B06">
              <w:rPr>
                <w:sz w:val="22"/>
                <w:szCs w:val="22"/>
              </w:rPr>
              <w:t>Lot 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A6529" w14:textId="77777777" w:rsidR="00FB6B06" w:rsidRPr="00FB6B06" w:rsidRDefault="00FB6B06">
            <w:pPr>
              <w:rPr>
                <w:sz w:val="22"/>
                <w:szCs w:val="22"/>
              </w:rPr>
            </w:pPr>
            <w:r w:rsidRPr="00FB6B06">
              <w:rPr>
                <w:sz w:val="22"/>
                <w:szCs w:val="22"/>
              </w:rPr>
              <w:t xml:space="preserve">  Zone Sud : Départements 14, 60, 61 et 76</w:t>
            </w:r>
          </w:p>
        </w:tc>
      </w:tr>
    </w:tbl>
    <w:p w14:paraId="47EB6F18" w14:textId="77777777" w:rsidR="00894D06" w:rsidRPr="007A7997" w:rsidRDefault="00894D06" w:rsidP="007A7997"/>
    <w:p w14:paraId="2E11B96C" w14:textId="77777777" w:rsidR="00837A5B" w:rsidRDefault="007A7997" w:rsidP="00837A5B">
      <w:pPr>
        <w:pStyle w:val="Titre1"/>
      </w:pPr>
      <w:r>
        <w:t>Adresse :</w:t>
      </w:r>
    </w:p>
    <w:p w14:paraId="79032592" w14:textId="2EBE6C94" w:rsidR="001D1C85" w:rsidRDefault="001D1C85" w:rsidP="007A7997">
      <w:pPr>
        <w:rPr>
          <w:sz w:val="22"/>
          <w:szCs w:val="22"/>
        </w:rPr>
      </w:pPr>
      <w:r>
        <w:rPr>
          <w:sz w:val="22"/>
          <w:szCs w:val="22"/>
        </w:rPr>
        <w:t xml:space="preserve">EFS _ </w:t>
      </w:r>
      <w:r w:rsidR="00FB6B06">
        <w:rPr>
          <w:sz w:val="22"/>
          <w:szCs w:val="22"/>
        </w:rPr>
        <w:t xml:space="preserve">(à compléter) </w:t>
      </w:r>
    </w:p>
    <w:p w14:paraId="08C53ADE" w14:textId="77777777" w:rsidR="001D1C85" w:rsidRDefault="001D1C85" w:rsidP="007A7997">
      <w:pPr>
        <w:rPr>
          <w:sz w:val="22"/>
        </w:rPr>
      </w:pPr>
    </w:p>
    <w:p w14:paraId="11700E9F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Ce jour, le …………………………………</w:t>
      </w:r>
      <w:r>
        <w:rPr>
          <w:sz w:val="22"/>
        </w:rPr>
        <w:t>………</w:t>
      </w:r>
      <w:r w:rsidRPr="007A7997">
        <w:rPr>
          <w:sz w:val="22"/>
        </w:rPr>
        <w:t xml:space="preserve"> à ……………………</w:t>
      </w:r>
      <w:r>
        <w:rPr>
          <w:sz w:val="22"/>
        </w:rPr>
        <w:t>………………………</w:t>
      </w:r>
      <w:r w:rsidRPr="007A7997">
        <w:rPr>
          <w:sz w:val="22"/>
        </w:rPr>
        <w:t>......</w:t>
      </w:r>
      <w:proofErr w:type="gramStart"/>
      <w:r w:rsidRPr="007A7997">
        <w:rPr>
          <w:sz w:val="22"/>
        </w:rPr>
        <w:t>…….</w:t>
      </w:r>
      <w:proofErr w:type="gramEnd"/>
      <w:r w:rsidRPr="007A7997">
        <w:rPr>
          <w:sz w:val="22"/>
        </w:rPr>
        <w:t>.,</w:t>
      </w:r>
    </w:p>
    <w:p w14:paraId="12EDB78A" w14:textId="77777777" w:rsidR="007A7997" w:rsidRPr="007A7997" w:rsidRDefault="007A7997" w:rsidP="007A7997">
      <w:pPr>
        <w:rPr>
          <w:sz w:val="22"/>
        </w:rPr>
      </w:pPr>
    </w:p>
    <w:p w14:paraId="44A6F170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Mr, Mme………………………………</w:t>
      </w:r>
      <w:proofErr w:type="gramStart"/>
      <w:r w:rsidRPr="007A7997">
        <w:rPr>
          <w:sz w:val="22"/>
        </w:rPr>
        <w:t>…….</w:t>
      </w:r>
      <w:proofErr w:type="gramEnd"/>
      <w:r w:rsidRPr="007A7997">
        <w:rPr>
          <w:sz w:val="22"/>
        </w:rPr>
        <w:t>……</w:t>
      </w:r>
      <w:r>
        <w:rPr>
          <w:sz w:val="22"/>
        </w:rPr>
        <w:t>…………………………….</w:t>
      </w:r>
      <w:r w:rsidRPr="007A7997">
        <w:rPr>
          <w:sz w:val="22"/>
        </w:rPr>
        <w:t>……………………………..</w:t>
      </w:r>
    </w:p>
    <w:p w14:paraId="53893A64" w14:textId="77777777" w:rsidR="007A7997" w:rsidRPr="007A7997" w:rsidRDefault="007A7997" w:rsidP="007A7997">
      <w:pPr>
        <w:rPr>
          <w:sz w:val="22"/>
        </w:rPr>
      </w:pPr>
    </w:p>
    <w:p w14:paraId="5291ECF6" w14:textId="77777777" w:rsidR="007A7997" w:rsidRPr="007A7997" w:rsidRDefault="007A7997" w:rsidP="007A7997">
      <w:pPr>
        <w:rPr>
          <w:sz w:val="22"/>
        </w:rPr>
      </w:pPr>
      <w:r>
        <w:rPr>
          <w:sz w:val="22"/>
        </w:rPr>
        <w:t>……………………………</w:t>
      </w:r>
      <w:r w:rsidRPr="007A7997">
        <w:rPr>
          <w:sz w:val="22"/>
        </w:rPr>
        <w:t>……………………………………………………………………………………</w:t>
      </w:r>
    </w:p>
    <w:p w14:paraId="433C8304" w14:textId="77777777" w:rsidR="007A7997" w:rsidRPr="007A7997" w:rsidRDefault="007A7997" w:rsidP="007A7997">
      <w:pPr>
        <w:rPr>
          <w:sz w:val="22"/>
        </w:rPr>
      </w:pPr>
    </w:p>
    <w:p w14:paraId="037B0EA4" w14:textId="77777777" w:rsidR="007A7997" w:rsidRPr="007A7997" w:rsidRDefault="007A7997" w:rsidP="007A7997">
      <w:pPr>
        <w:rPr>
          <w:sz w:val="22"/>
        </w:rPr>
      </w:pPr>
      <w:proofErr w:type="gramStart"/>
      <w:r w:rsidRPr="007A7997">
        <w:rPr>
          <w:sz w:val="22"/>
        </w:rPr>
        <w:t>de</w:t>
      </w:r>
      <w:proofErr w:type="gramEnd"/>
      <w:r w:rsidRPr="007A7997">
        <w:rPr>
          <w:sz w:val="22"/>
        </w:rPr>
        <w:t xml:space="preserve"> </w:t>
      </w:r>
      <w:smartTag w:uri="urn:schemas-microsoft-com:office:smarttags" w:element="PersonName">
        <w:smartTagPr>
          <w:attr w:name="ProductID" w:val="la Soci￩t￩"/>
        </w:smartTagPr>
        <w:r w:rsidRPr="007A7997">
          <w:rPr>
            <w:sz w:val="22"/>
          </w:rPr>
          <w:t>la Société</w:t>
        </w:r>
      </w:smartTag>
      <w:r w:rsidRPr="007A7997">
        <w:rPr>
          <w:sz w:val="22"/>
        </w:rPr>
        <w:t xml:space="preserve"> ……………………..………………</w:t>
      </w:r>
      <w:r>
        <w:rPr>
          <w:sz w:val="22"/>
        </w:rPr>
        <w:t>……………………………</w:t>
      </w:r>
      <w:r w:rsidRPr="007A7997">
        <w:rPr>
          <w:sz w:val="22"/>
        </w:rPr>
        <w:t>……………………………..</w:t>
      </w:r>
    </w:p>
    <w:p w14:paraId="22ED696B" w14:textId="77777777" w:rsidR="007A7997" w:rsidRPr="007A7997" w:rsidRDefault="007A7997" w:rsidP="007A7997">
      <w:pPr>
        <w:rPr>
          <w:sz w:val="22"/>
        </w:rPr>
      </w:pPr>
    </w:p>
    <w:p w14:paraId="08F1FE6C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Adresse</w:t>
      </w:r>
      <w:proofErr w:type="gramStart"/>
      <w:r w:rsidRPr="007A7997">
        <w:rPr>
          <w:sz w:val="22"/>
        </w:rPr>
        <w:t> :…</w:t>
      </w:r>
      <w:proofErr w:type="gramEnd"/>
      <w:r w:rsidRPr="007A7997">
        <w:rPr>
          <w:sz w:val="22"/>
        </w:rPr>
        <w:t>……………………………………………………</w:t>
      </w:r>
      <w:r>
        <w:rPr>
          <w:sz w:val="22"/>
        </w:rPr>
        <w:t>…….</w:t>
      </w:r>
      <w:r w:rsidRPr="007A7997">
        <w:rPr>
          <w:sz w:val="22"/>
        </w:rPr>
        <w:t>………………………………………………………………………………………………………</w:t>
      </w:r>
      <w:r>
        <w:rPr>
          <w:sz w:val="22"/>
        </w:rPr>
        <w:t>……………………………………………….</w:t>
      </w:r>
    </w:p>
    <w:p w14:paraId="46BA32D3" w14:textId="77777777" w:rsidR="007A7997" w:rsidRPr="007A7997" w:rsidRDefault="007A7997" w:rsidP="007A7997">
      <w:pPr>
        <w:rPr>
          <w:sz w:val="22"/>
        </w:rPr>
      </w:pPr>
    </w:p>
    <w:p w14:paraId="703CAE54" w14:textId="77777777" w:rsidR="007A7997" w:rsidRPr="007A7997" w:rsidRDefault="007A7997" w:rsidP="007A7997">
      <w:pPr>
        <w:rPr>
          <w:sz w:val="22"/>
        </w:rPr>
      </w:pPr>
    </w:p>
    <w:p w14:paraId="62F8B903" w14:textId="77777777" w:rsidR="007A7997" w:rsidRPr="007A7997" w:rsidRDefault="007A7997" w:rsidP="007A7997">
      <w:pPr>
        <w:rPr>
          <w:sz w:val="22"/>
        </w:rPr>
      </w:pPr>
      <w:r w:rsidRPr="007A7997">
        <w:rPr>
          <w:sz w:val="22"/>
        </w:rPr>
        <w:t>A (ont) visité les locaux de l’EFS dans le cadre du marché cité en objet.</w:t>
      </w:r>
    </w:p>
    <w:p w14:paraId="7ADE8286" w14:textId="77777777" w:rsidR="007A7997" w:rsidRPr="00AD560B" w:rsidRDefault="007A7997" w:rsidP="007A7997">
      <w:pPr>
        <w:rPr>
          <w:rFonts w:ascii="Arial" w:eastAsia="Times New Roman" w:hAnsi="Arial" w:cs="Arial"/>
          <w:sz w:val="28"/>
          <w:lang w:eastAsia="ar-SA"/>
        </w:rPr>
      </w:pPr>
    </w:p>
    <w:p w14:paraId="45425819" w14:textId="77777777" w:rsidR="007A7997" w:rsidRDefault="007A7997" w:rsidP="007A7997">
      <w:pPr>
        <w:rPr>
          <w:sz w:val="22"/>
        </w:rPr>
      </w:pPr>
      <w:r w:rsidRPr="007A7997">
        <w:rPr>
          <w:sz w:val="22"/>
        </w:rPr>
        <w:t>Signatures :</w:t>
      </w:r>
    </w:p>
    <w:p w14:paraId="1D3A9605" w14:textId="77777777" w:rsidR="007A7997" w:rsidRPr="007A7997" w:rsidRDefault="007A7997" w:rsidP="007A7997">
      <w:pPr>
        <w:rPr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4606"/>
      </w:tblGrid>
      <w:tr w:rsidR="007A7997" w:rsidRPr="007A7997" w14:paraId="39635A03" w14:textId="77777777" w:rsidTr="00686659">
        <w:trPr>
          <w:jc w:val="center"/>
        </w:trPr>
        <w:tc>
          <w:tcPr>
            <w:tcW w:w="4605" w:type="dxa"/>
            <w:shd w:val="clear" w:color="auto" w:fill="auto"/>
          </w:tcPr>
          <w:p w14:paraId="6B99F69C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Le Représentant de la Société</w:t>
            </w:r>
          </w:p>
          <w:p w14:paraId="0C96B2BD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(Nom et Qualité)</w:t>
            </w:r>
          </w:p>
          <w:p w14:paraId="0C53BE13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03AFA856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04D99F06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325E4865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660C110C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77F6E8B3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564A1815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738ABD9C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C98FDAA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Le Représentant de l’EFS – HFNO</w:t>
            </w:r>
          </w:p>
          <w:p w14:paraId="04481D22" w14:textId="77777777" w:rsidR="007A7997" w:rsidRPr="007A7997" w:rsidRDefault="007A7997" w:rsidP="00686659">
            <w:pPr>
              <w:jc w:val="center"/>
              <w:rPr>
                <w:sz w:val="22"/>
              </w:rPr>
            </w:pPr>
            <w:r w:rsidRPr="007A7997">
              <w:rPr>
                <w:sz w:val="22"/>
              </w:rPr>
              <w:t>(Nom et Qualité)</w:t>
            </w:r>
          </w:p>
          <w:p w14:paraId="5D924192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4EEA5BEC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0FD55D6E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076DFFA2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21F4A5F2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418F0251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2658A941" w14:textId="77777777" w:rsidR="007A7997" w:rsidRDefault="007A7997" w:rsidP="00686659">
            <w:pPr>
              <w:jc w:val="center"/>
              <w:rPr>
                <w:sz w:val="22"/>
              </w:rPr>
            </w:pPr>
          </w:p>
          <w:p w14:paraId="3261F58F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  <w:p w14:paraId="73164BB5" w14:textId="77777777" w:rsidR="007A7997" w:rsidRPr="007A7997" w:rsidRDefault="007A7997" w:rsidP="00686659">
            <w:pPr>
              <w:jc w:val="center"/>
              <w:rPr>
                <w:sz w:val="22"/>
              </w:rPr>
            </w:pPr>
          </w:p>
        </w:tc>
      </w:tr>
    </w:tbl>
    <w:p w14:paraId="3380F74A" w14:textId="77777777" w:rsidR="000D2A28" w:rsidRDefault="000D2A28" w:rsidP="007A7997"/>
    <w:sectPr w:rsidR="000D2A28" w:rsidSect="007A7997">
      <w:footerReference w:type="default" r:id="rId8"/>
      <w:headerReference w:type="first" r:id="rId9"/>
      <w:footerReference w:type="first" r:id="rId10"/>
      <w:pgSz w:w="11906" w:h="16838" w:code="9"/>
      <w:pgMar w:top="1531" w:right="1274" w:bottom="1418" w:left="1134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D60A6" w14:textId="77777777" w:rsidR="00544470" w:rsidRDefault="00544470" w:rsidP="00546D68">
      <w:r>
        <w:separator/>
      </w:r>
    </w:p>
  </w:endnote>
  <w:endnote w:type="continuationSeparator" w:id="0">
    <w:p w14:paraId="18DECA59" w14:textId="77777777" w:rsidR="00544470" w:rsidRDefault="00544470" w:rsidP="0054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 Medium"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207" w:type="dxa"/>
      <w:tblInd w:w="-284" w:type="dxa"/>
      <w:tblBorders>
        <w:top w:val="single" w:sz="4" w:space="0" w:color="002F6C" w:themeColor="text2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418"/>
      <w:gridCol w:w="7797"/>
      <w:gridCol w:w="992"/>
    </w:tblGrid>
    <w:tr w:rsidR="00135836" w14:paraId="2ED25F1E" w14:textId="77777777" w:rsidTr="00C956D0">
      <w:tc>
        <w:tcPr>
          <w:tcW w:w="1418" w:type="dxa"/>
          <w:vAlign w:val="center"/>
        </w:tcPr>
        <w:p w14:paraId="0A19A976" w14:textId="77777777" w:rsidR="00135836" w:rsidRPr="0030655A" w:rsidRDefault="00135836" w:rsidP="00135836">
          <w:pPr>
            <w:pStyle w:val="Pieddepage"/>
            <w:rPr>
              <w:b/>
              <w:bCs/>
              <w:color w:val="E30015" w:themeColor="accent1"/>
            </w:rPr>
          </w:pPr>
          <w:r w:rsidRPr="0030655A">
            <w:rPr>
              <w:b/>
              <w:bCs/>
              <w:color w:val="E30015" w:themeColor="accent1"/>
            </w:rPr>
            <w:t>efs.sante.fr</w:t>
          </w:r>
        </w:p>
      </w:tc>
      <w:tc>
        <w:tcPr>
          <w:tcW w:w="7797" w:type="dxa"/>
          <w:vAlign w:val="center"/>
        </w:tcPr>
        <w:p w14:paraId="1586BAE8" w14:textId="39E38C48" w:rsidR="00135836" w:rsidRDefault="00135836" w:rsidP="00135836">
          <w:pPr>
            <w:pStyle w:val="Pieddepage"/>
          </w:pPr>
          <w:r w:rsidRPr="0030655A">
            <w:t>ÉTABLISSEMENT FRANÇAIS DU SANG</w:t>
          </w:r>
          <w:r>
            <w:t xml:space="preserve"> – </w:t>
          </w:r>
          <w:fldSimple w:instr=" STYLEREF  &quot;_Titre doc&quot;  \* CHARFORMAT ">
            <w:r w:rsidR="00FB6B06">
              <w:rPr>
                <w:noProof/>
              </w:rPr>
              <w:t>Attestation de visite des locaux</w:t>
            </w:r>
          </w:fldSimple>
          <w:r>
            <w:t xml:space="preserve"> – </w:t>
          </w:r>
          <w:r w:rsidR="00EE16E1">
            <w:fldChar w:fldCharType="begin"/>
          </w:r>
          <w:r w:rsidR="00EE16E1">
            <w:instrText xml:space="preserve"> STYLEREF  "_Date doc"  \* CHARFORMAT </w:instrText>
          </w:r>
          <w:r w:rsidR="00EE16E1">
            <w:fldChar w:fldCharType="separate"/>
          </w:r>
          <w:r w:rsidR="00FB6B06">
            <w:rPr>
              <w:b/>
              <w:bCs/>
              <w:noProof/>
            </w:rPr>
            <w:t>Erreur ! Il n'y a pas de texte répondant à ce style dans ce document.</w:t>
          </w:r>
          <w:r w:rsidR="00EE16E1">
            <w:rPr>
              <w:noProof/>
            </w:rPr>
            <w:fldChar w:fldCharType="end"/>
          </w:r>
        </w:p>
      </w:tc>
      <w:tc>
        <w:tcPr>
          <w:tcW w:w="992" w:type="dxa"/>
          <w:vAlign w:val="center"/>
        </w:tcPr>
        <w:p w14:paraId="6CBD221B" w14:textId="77777777" w:rsidR="00135836" w:rsidRPr="0030655A" w:rsidRDefault="00135836" w:rsidP="00135836">
          <w:pPr>
            <w:pStyle w:val="Pieddepage"/>
            <w:jc w:val="right"/>
            <w:rPr>
              <w:b/>
              <w:bCs/>
            </w:rPr>
          </w:pP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PAGE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3</w:t>
          </w:r>
          <w:r w:rsidRPr="0030655A">
            <w:rPr>
              <w:rStyle w:val="Numrodepage"/>
              <w:b/>
              <w:bCs/>
            </w:rPr>
            <w:fldChar w:fldCharType="end"/>
          </w:r>
          <w:r w:rsidRPr="0030655A">
            <w:rPr>
              <w:rStyle w:val="Numrodepage"/>
              <w:b/>
              <w:bCs/>
            </w:rPr>
            <w:t>/</w:t>
          </w: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NUMPAGES   \* MERGEFORMAT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3</w:t>
          </w:r>
          <w:r w:rsidRPr="0030655A">
            <w:rPr>
              <w:rStyle w:val="Numrodepage"/>
              <w:b/>
              <w:bCs/>
            </w:rPr>
            <w:fldChar w:fldCharType="end"/>
          </w:r>
        </w:p>
      </w:tc>
    </w:tr>
  </w:tbl>
  <w:p w14:paraId="5797DEBC" w14:textId="77777777" w:rsidR="00135836" w:rsidRPr="0030655A" w:rsidRDefault="00135836" w:rsidP="00135836">
    <w:pPr>
      <w:pStyle w:val="Pieddepage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207" w:type="dxa"/>
      <w:tblInd w:w="-284" w:type="dxa"/>
      <w:tblBorders>
        <w:top w:val="single" w:sz="4" w:space="0" w:color="002F6C" w:themeColor="text2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1418"/>
      <w:gridCol w:w="7797"/>
      <w:gridCol w:w="992"/>
    </w:tblGrid>
    <w:tr w:rsidR="00C2510F" w14:paraId="4AC86334" w14:textId="77777777" w:rsidTr="00C2510F">
      <w:tc>
        <w:tcPr>
          <w:tcW w:w="1418" w:type="dxa"/>
          <w:vAlign w:val="center"/>
        </w:tcPr>
        <w:p w14:paraId="53FC45A1" w14:textId="77777777" w:rsidR="00C2510F" w:rsidRPr="0030655A" w:rsidRDefault="00C2510F" w:rsidP="00C2510F">
          <w:pPr>
            <w:pStyle w:val="Pieddepage"/>
            <w:rPr>
              <w:b/>
              <w:bCs/>
              <w:color w:val="E30015" w:themeColor="accent1"/>
            </w:rPr>
          </w:pPr>
          <w:r w:rsidRPr="0030655A">
            <w:rPr>
              <w:b/>
              <w:bCs/>
              <w:color w:val="E30015" w:themeColor="accent1"/>
            </w:rPr>
            <w:t>efs.sante.fr</w:t>
          </w:r>
        </w:p>
      </w:tc>
      <w:tc>
        <w:tcPr>
          <w:tcW w:w="7797" w:type="dxa"/>
          <w:vAlign w:val="center"/>
        </w:tcPr>
        <w:p w14:paraId="10080D21" w14:textId="6524F81D" w:rsidR="00C2510F" w:rsidRDefault="00C2510F" w:rsidP="00C2510F">
          <w:pPr>
            <w:pStyle w:val="Pieddepage"/>
          </w:pPr>
          <w:r w:rsidRPr="0030655A">
            <w:t>ÉTABLISSEMENT FRANÇAIS DU SANG</w:t>
          </w:r>
          <w:r>
            <w:t xml:space="preserve"> – </w:t>
          </w:r>
          <w:fldSimple w:instr=" STYLEREF  &quot;_Titre doc&quot;  \* CHARFORMAT ">
            <w:r w:rsidR="0004528A">
              <w:rPr>
                <w:noProof/>
              </w:rPr>
              <w:t>Attestation de visite des locaux</w:t>
            </w:r>
          </w:fldSimple>
          <w:r>
            <w:t xml:space="preserve"> </w:t>
          </w:r>
        </w:p>
      </w:tc>
      <w:tc>
        <w:tcPr>
          <w:tcW w:w="992" w:type="dxa"/>
          <w:vAlign w:val="center"/>
        </w:tcPr>
        <w:p w14:paraId="1FEC6416" w14:textId="77777777" w:rsidR="00C2510F" w:rsidRPr="0030655A" w:rsidRDefault="00C2510F" w:rsidP="00C2510F">
          <w:pPr>
            <w:pStyle w:val="Pieddepage"/>
            <w:jc w:val="right"/>
            <w:rPr>
              <w:b/>
              <w:bCs/>
            </w:rPr>
          </w:pP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PAGE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1</w:t>
          </w:r>
          <w:r w:rsidRPr="0030655A">
            <w:rPr>
              <w:rStyle w:val="Numrodepage"/>
              <w:b/>
              <w:bCs/>
            </w:rPr>
            <w:fldChar w:fldCharType="end"/>
          </w:r>
          <w:r w:rsidRPr="0030655A">
            <w:rPr>
              <w:rStyle w:val="Numrodepage"/>
              <w:b/>
              <w:bCs/>
            </w:rPr>
            <w:t>/</w:t>
          </w: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NUMPAGES   \* MERGEFORMAT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 w:rsidR="0034168B">
            <w:rPr>
              <w:rStyle w:val="Numrodepage"/>
              <w:b/>
              <w:bCs/>
              <w:noProof/>
            </w:rPr>
            <w:t>3</w:t>
          </w:r>
          <w:r w:rsidRPr="0030655A">
            <w:rPr>
              <w:rStyle w:val="Numrodepage"/>
              <w:b/>
              <w:bCs/>
            </w:rPr>
            <w:fldChar w:fldCharType="end"/>
          </w:r>
        </w:p>
      </w:tc>
    </w:tr>
  </w:tbl>
  <w:p w14:paraId="0492991C" w14:textId="77777777" w:rsidR="00C2510F" w:rsidRPr="0030655A" w:rsidRDefault="00C2510F" w:rsidP="00C2510F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B8F52" w14:textId="77777777" w:rsidR="00544470" w:rsidRDefault="00544470" w:rsidP="00546D68">
      <w:r>
        <w:separator/>
      </w:r>
    </w:p>
  </w:footnote>
  <w:footnote w:type="continuationSeparator" w:id="0">
    <w:p w14:paraId="149E31A5" w14:textId="77777777" w:rsidR="00544470" w:rsidRDefault="00544470" w:rsidP="00546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E28E6" w14:textId="77777777" w:rsidR="005018F1" w:rsidRDefault="00FA0845" w:rsidP="00135836">
    <w:pPr>
      <w:pStyle w:val="En-tte"/>
      <w:spacing w:after="2040"/>
    </w:pPr>
    <w:r>
      <w:rPr>
        <w:noProof/>
        <w:lang w:eastAsia="fr-FR"/>
      </w:rPr>
      <w:drawing>
        <wp:anchor distT="0" distB="0" distL="114300" distR="114300" simplePos="0" relativeHeight="251658239" behindDoc="1" locked="1" layoutInCell="1" allowOverlap="1" wp14:anchorId="22666728" wp14:editId="4D903D86">
          <wp:simplePos x="0" y="0"/>
          <wp:positionH relativeFrom="page">
            <wp:posOffset>5328920</wp:posOffset>
          </wp:positionH>
          <wp:positionV relativeFrom="page">
            <wp:posOffset>396240</wp:posOffset>
          </wp:positionV>
          <wp:extent cx="972000" cy="986400"/>
          <wp:effectExtent l="0" t="0" r="0" b="4445"/>
          <wp:wrapNone/>
          <wp:docPr id="20" name="Image 20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&#10;&#10;Description générée automatiquement"/>
                  <pic:cNvPicPr/>
                </pic:nvPicPr>
                <pic:blipFill rotWithShape="1">
                  <a:blip r:embed="rId1" cstate="hq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972000" cy="986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18F1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1952F46" wp14:editId="434351FE">
              <wp:simplePos x="0" y="0"/>
              <wp:positionH relativeFrom="page">
                <wp:posOffset>0</wp:posOffset>
              </wp:positionH>
              <wp:positionV relativeFrom="page">
                <wp:posOffset>200025</wp:posOffset>
              </wp:positionV>
              <wp:extent cx="7560000" cy="1065600"/>
              <wp:effectExtent l="0" t="19050" r="41275" b="39370"/>
              <wp:wrapNone/>
              <wp:docPr id="12" name="Courb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560000" cy="1065600"/>
                      </a:xfrm>
                      <a:custGeom>
                        <a:avLst/>
                        <a:gdLst>
                          <a:gd name="T0" fmla="*/ 699 w 11906"/>
                          <a:gd name="T1" fmla="+- 0 1571 320"/>
                          <a:gd name="T2" fmla="*/ 1571 h 3034"/>
                          <a:gd name="T3" fmla="*/ 1011 w 11906"/>
                          <a:gd name="T4" fmla="+- 0 1645 320"/>
                          <a:gd name="T5" fmla="*/ 1645 h 3034"/>
                          <a:gd name="T6" fmla="*/ 1498 w 11906"/>
                          <a:gd name="T7" fmla="+- 0 1744 320"/>
                          <a:gd name="T8" fmla="*/ 1744 h 3034"/>
                          <a:gd name="T9" fmla="*/ 1971 w 11906"/>
                          <a:gd name="T10" fmla="+- 0 1824 320"/>
                          <a:gd name="T11" fmla="*/ 1824 h 3034"/>
                          <a:gd name="T12" fmla="*/ 2432 w 11906"/>
                          <a:gd name="T13" fmla="+- 0 1887 320"/>
                          <a:gd name="T14" fmla="*/ 1887 h 3034"/>
                          <a:gd name="T15" fmla="*/ 2881 w 11906"/>
                          <a:gd name="T16" fmla="+- 0 1931 320"/>
                          <a:gd name="T17" fmla="*/ 1931 h 3034"/>
                          <a:gd name="T18" fmla="*/ 3317 w 11906"/>
                          <a:gd name="T19" fmla="+- 0 1957 320"/>
                          <a:gd name="T20" fmla="*/ 1957 h 3034"/>
                          <a:gd name="T21" fmla="*/ 3741 w 11906"/>
                          <a:gd name="T22" fmla="+- 0 1967 320"/>
                          <a:gd name="T23" fmla="*/ 1967 h 3034"/>
                          <a:gd name="T24" fmla="*/ 4153 w 11906"/>
                          <a:gd name="T25" fmla="+- 0 1959 320"/>
                          <a:gd name="T26" fmla="*/ 1959 h 3034"/>
                          <a:gd name="T27" fmla="*/ 4553 w 11906"/>
                          <a:gd name="T28" fmla="+- 0 1935 320"/>
                          <a:gd name="T29" fmla="*/ 1935 h 3034"/>
                          <a:gd name="T30" fmla="*/ 4941 w 11906"/>
                          <a:gd name="T31" fmla="+- 0 1894 320"/>
                          <a:gd name="T32" fmla="*/ 1894 h 3034"/>
                          <a:gd name="T33" fmla="*/ 5318 w 11906"/>
                          <a:gd name="T34" fmla="+- 0 1838 320"/>
                          <a:gd name="T35" fmla="*/ 1838 h 3034"/>
                          <a:gd name="T36" fmla="*/ 5683 w 11906"/>
                          <a:gd name="T37" fmla="+- 0 1766 320"/>
                          <a:gd name="T38" fmla="*/ 1766 h 3034"/>
                          <a:gd name="T39" fmla="*/ 6037 w 11906"/>
                          <a:gd name="T40" fmla="+- 0 1679 320"/>
                          <a:gd name="T41" fmla="*/ 1679 h 3034"/>
                          <a:gd name="T42" fmla="*/ 6380 w 11906"/>
                          <a:gd name="T43" fmla="+- 0 1577 320"/>
                          <a:gd name="T44" fmla="*/ 1577 h 3034"/>
                          <a:gd name="T45" fmla="*/ 6712 w 11906"/>
                          <a:gd name="T46" fmla="+- 0 1461 320"/>
                          <a:gd name="T47" fmla="*/ 1461 h 3034"/>
                          <a:gd name="T48" fmla="*/ 7033 w 11906"/>
                          <a:gd name="T49" fmla="+- 0 1330 320"/>
                          <a:gd name="T50" fmla="*/ 1330 h 3034"/>
                          <a:gd name="T51" fmla="*/ 7343 w 11906"/>
                          <a:gd name="T52" fmla="+- 0 1186 320"/>
                          <a:gd name="T53" fmla="*/ 1186 h 3034"/>
                          <a:gd name="T54" fmla="*/ 7642 w 11906"/>
                          <a:gd name="T55" fmla="+- 0 1028 320"/>
                          <a:gd name="T56" fmla="*/ 1028 h 3034"/>
                          <a:gd name="T57" fmla="*/ 7932 w 11906"/>
                          <a:gd name="T58" fmla="+- 0 857 320"/>
                          <a:gd name="T59" fmla="*/ 857 h 3034"/>
                          <a:gd name="T60" fmla="*/ 8205 w 11906"/>
                          <a:gd name="T61" fmla="+- 0 703 320"/>
                          <a:gd name="T62" fmla="*/ 703 h 3034"/>
                          <a:gd name="T63" fmla="*/ 8491 w 11906"/>
                          <a:gd name="T64" fmla="+- 0 573 320"/>
                          <a:gd name="T65" fmla="*/ 573 h 3034"/>
                          <a:gd name="T66" fmla="*/ 8787 w 11906"/>
                          <a:gd name="T67" fmla="+- 0 469 320"/>
                          <a:gd name="T68" fmla="*/ 469 h 3034"/>
                          <a:gd name="T69" fmla="*/ 9090 w 11906"/>
                          <a:gd name="T70" fmla="+- 0 392 320"/>
                          <a:gd name="T71" fmla="*/ 392 h 3034"/>
                          <a:gd name="T72" fmla="*/ 9397 w 11906"/>
                          <a:gd name="T73" fmla="+- 0 342 320"/>
                          <a:gd name="T74" fmla="*/ 342 h 3034"/>
                          <a:gd name="T75" fmla="*/ 9708 w 11906"/>
                          <a:gd name="T76" fmla="+- 0 320 320"/>
                          <a:gd name="T77" fmla="*/ 320 h 3034"/>
                          <a:gd name="T78" fmla="*/ 10020 w 11906"/>
                          <a:gd name="T79" fmla="+- 0 327 320"/>
                          <a:gd name="T80" fmla="*/ 327 h 3034"/>
                          <a:gd name="T81" fmla="*/ 10330 w 11906"/>
                          <a:gd name="T82" fmla="+- 0 363 320"/>
                          <a:gd name="T83" fmla="*/ 363 h 3034"/>
                          <a:gd name="T84" fmla="*/ 10636 w 11906"/>
                          <a:gd name="T85" fmla="+- 0 429 320"/>
                          <a:gd name="T86" fmla="*/ 429 h 3034"/>
                          <a:gd name="T87" fmla="*/ 10936 w 11906"/>
                          <a:gd name="T88" fmla="+- 0 526 320"/>
                          <a:gd name="T89" fmla="*/ 526 h 3034"/>
                          <a:gd name="T90" fmla="*/ 11228 w 11906"/>
                          <a:gd name="T91" fmla="+- 0 655 320"/>
                          <a:gd name="T92" fmla="*/ 655 h 3034"/>
                          <a:gd name="T93" fmla="*/ 11510 w 11906"/>
                          <a:gd name="T94" fmla="+- 0 816 320"/>
                          <a:gd name="T95" fmla="*/ 816 h 3034"/>
                          <a:gd name="T96" fmla="*/ 11778 w 11906"/>
                          <a:gd name="T97" fmla="+- 0 1010 320"/>
                          <a:gd name="T98" fmla="*/ 1010 h 3034"/>
                          <a:gd name="T99" fmla="*/ 12032 w 11906"/>
                          <a:gd name="T100" fmla="+- 0 1237 320"/>
                          <a:gd name="T101" fmla="*/ 1237 h 3034"/>
                          <a:gd name="T102" fmla="*/ 12269 w 11906"/>
                          <a:gd name="T103" fmla="+- 0 1500 320"/>
                          <a:gd name="T104" fmla="*/ 1500 h 3034"/>
                          <a:gd name="T105" fmla="*/ 12486 w 11906"/>
                          <a:gd name="T106" fmla="+- 0 1797 320"/>
                          <a:gd name="T107" fmla="*/ 1797 h 3034"/>
                          <a:gd name="T108" fmla="*/ 12605 w 11906"/>
                          <a:gd name="T109" fmla="+- 0 2000 320"/>
                          <a:gd name="T110" fmla="*/ 2000 h 3034"/>
                          <a:gd name="connsiteX0" fmla="*/ 0 w 10000"/>
                          <a:gd name="connsiteY0" fmla="*/ 4123 h 5537"/>
                          <a:gd name="connsiteX1" fmla="*/ 262 w 10000"/>
                          <a:gd name="connsiteY1" fmla="*/ 4367 h 5537"/>
                          <a:gd name="connsiteX2" fmla="*/ 671 w 10000"/>
                          <a:gd name="connsiteY2" fmla="*/ 4693 h 5537"/>
                          <a:gd name="connsiteX3" fmla="*/ 1068 w 10000"/>
                          <a:gd name="connsiteY3" fmla="*/ 4957 h 5537"/>
                          <a:gd name="connsiteX4" fmla="*/ 1456 w 10000"/>
                          <a:gd name="connsiteY4" fmla="*/ 5165 h 5537"/>
                          <a:gd name="connsiteX5" fmla="*/ 1833 w 10000"/>
                          <a:gd name="connsiteY5" fmla="*/ 5310 h 5537"/>
                          <a:gd name="connsiteX6" fmla="*/ 2199 w 10000"/>
                          <a:gd name="connsiteY6" fmla="*/ 5396 h 5537"/>
                          <a:gd name="connsiteX7" fmla="*/ 2555 w 10000"/>
                          <a:gd name="connsiteY7" fmla="*/ 5428 h 5537"/>
                          <a:gd name="connsiteX8" fmla="*/ 2901 w 10000"/>
                          <a:gd name="connsiteY8" fmla="*/ 5402 h 5537"/>
                          <a:gd name="connsiteX9" fmla="*/ 3237 w 10000"/>
                          <a:gd name="connsiteY9" fmla="*/ 5323 h 5537"/>
                          <a:gd name="connsiteX10" fmla="*/ 3563 w 10000"/>
                          <a:gd name="connsiteY10" fmla="*/ 5188 h 5537"/>
                          <a:gd name="connsiteX11" fmla="*/ 3880 w 10000"/>
                          <a:gd name="connsiteY11" fmla="*/ 5003 h 5537"/>
                          <a:gd name="connsiteX12" fmla="*/ 4186 w 10000"/>
                          <a:gd name="connsiteY12" fmla="*/ 4766 h 5537"/>
                          <a:gd name="connsiteX13" fmla="*/ 4484 w 10000"/>
                          <a:gd name="connsiteY13" fmla="*/ 4479 h 5537"/>
                          <a:gd name="connsiteX14" fmla="*/ 4772 w 10000"/>
                          <a:gd name="connsiteY14" fmla="*/ 4143 h 5537"/>
                          <a:gd name="connsiteX15" fmla="*/ 5050 w 10000"/>
                          <a:gd name="connsiteY15" fmla="*/ 3761 h 5537"/>
                          <a:gd name="connsiteX16" fmla="*/ 5320 w 10000"/>
                          <a:gd name="connsiteY16" fmla="*/ 3329 h 5537"/>
                          <a:gd name="connsiteX17" fmla="*/ 5580 w 10000"/>
                          <a:gd name="connsiteY17" fmla="*/ 2854 h 5537"/>
                          <a:gd name="connsiteX18" fmla="*/ 5832 w 10000"/>
                          <a:gd name="connsiteY18" fmla="*/ 2334 h 5537"/>
                          <a:gd name="connsiteX19" fmla="*/ 6075 w 10000"/>
                          <a:gd name="connsiteY19" fmla="*/ 1770 h 5537"/>
                          <a:gd name="connsiteX20" fmla="*/ 6304 w 10000"/>
                          <a:gd name="connsiteY20" fmla="*/ 1262 h 5537"/>
                          <a:gd name="connsiteX21" fmla="*/ 6545 w 10000"/>
                          <a:gd name="connsiteY21" fmla="*/ 834 h 5537"/>
                          <a:gd name="connsiteX22" fmla="*/ 6793 w 10000"/>
                          <a:gd name="connsiteY22" fmla="*/ 491 h 5537"/>
                          <a:gd name="connsiteX23" fmla="*/ 7048 w 10000"/>
                          <a:gd name="connsiteY23" fmla="*/ 237 h 5537"/>
                          <a:gd name="connsiteX24" fmla="*/ 7306 w 10000"/>
                          <a:gd name="connsiteY24" fmla="*/ 73 h 5537"/>
                          <a:gd name="connsiteX25" fmla="*/ 7567 w 10000"/>
                          <a:gd name="connsiteY25" fmla="*/ 0 h 5537"/>
                          <a:gd name="connsiteX26" fmla="*/ 7829 w 10000"/>
                          <a:gd name="connsiteY26" fmla="*/ 23 h 5537"/>
                          <a:gd name="connsiteX27" fmla="*/ 8089 w 10000"/>
                          <a:gd name="connsiteY27" fmla="*/ 142 h 5537"/>
                          <a:gd name="connsiteX28" fmla="*/ 8346 w 10000"/>
                          <a:gd name="connsiteY28" fmla="*/ 359 h 5537"/>
                          <a:gd name="connsiteX29" fmla="*/ 8598 w 10000"/>
                          <a:gd name="connsiteY29" fmla="*/ 679 h 5537"/>
                          <a:gd name="connsiteX30" fmla="*/ 8844 w 10000"/>
                          <a:gd name="connsiteY30" fmla="*/ 1104 h 5537"/>
                          <a:gd name="connsiteX31" fmla="*/ 9080 w 10000"/>
                          <a:gd name="connsiteY31" fmla="*/ 1635 h 5537"/>
                          <a:gd name="connsiteX32" fmla="*/ 9305 w 10000"/>
                          <a:gd name="connsiteY32" fmla="*/ 2274 h 5537"/>
                          <a:gd name="connsiteX33" fmla="*/ 9519 w 10000"/>
                          <a:gd name="connsiteY33" fmla="*/ 3022 h 5537"/>
                          <a:gd name="connsiteX34" fmla="*/ 9718 w 10000"/>
                          <a:gd name="connsiteY34" fmla="*/ 3889 h 5537"/>
                          <a:gd name="connsiteX35" fmla="*/ 9900 w 10000"/>
                          <a:gd name="connsiteY35" fmla="*/ 4868 h 5537"/>
                          <a:gd name="connsiteX36" fmla="*/ 10000 w 10000"/>
                          <a:gd name="connsiteY36" fmla="*/ 5537 h 5537"/>
                          <a:gd name="connsiteX0" fmla="*/ 0 w 10000"/>
                          <a:gd name="connsiteY0" fmla="*/ 7446 h 10000"/>
                          <a:gd name="connsiteX1" fmla="*/ 262 w 10000"/>
                          <a:gd name="connsiteY1" fmla="*/ 7887 h 10000"/>
                          <a:gd name="connsiteX2" fmla="*/ 671 w 10000"/>
                          <a:gd name="connsiteY2" fmla="*/ 8476 h 10000"/>
                          <a:gd name="connsiteX3" fmla="*/ 1068 w 10000"/>
                          <a:gd name="connsiteY3" fmla="*/ 8953 h 10000"/>
                          <a:gd name="connsiteX4" fmla="*/ 1456 w 10000"/>
                          <a:gd name="connsiteY4" fmla="*/ 9328 h 10000"/>
                          <a:gd name="connsiteX5" fmla="*/ 1833 w 10000"/>
                          <a:gd name="connsiteY5" fmla="*/ 9590 h 10000"/>
                          <a:gd name="connsiteX6" fmla="*/ 2199 w 10000"/>
                          <a:gd name="connsiteY6" fmla="*/ 9745 h 10000"/>
                          <a:gd name="connsiteX7" fmla="*/ 2555 w 10000"/>
                          <a:gd name="connsiteY7" fmla="*/ 9803 h 10000"/>
                          <a:gd name="connsiteX8" fmla="*/ 2901 w 10000"/>
                          <a:gd name="connsiteY8" fmla="*/ 9756 h 10000"/>
                          <a:gd name="connsiteX9" fmla="*/ 3237 w 10000"/>
                          <a:gd name="connsiteY9" fmla="*/ 9614 h 10000"/>
                          <a:gd name="connsiteX10" fmla="*/ 3563 w 10000"/>
                          <a:gd name="connsiteY10" fmla="*/ 9370 h 10000"/>
                          <a:gd name="connsiteX11" fmla="*/ 3880 w 10000"/>
                          <a:gd name="connsiteY11" fmla="*/ 9036 h 10000"/>
                          <a:gd name="connsiteX12" fmla="*/ 4186 w 10000"/>
                          <a:gd name="connsiteY12" fmla="*/ 8608 h 10000"/>
                          <a:gd name="connsiteX13" fmla="*/ 4484 w 10000"/>
                          <a:gd name="connsiteY13" fmla="*/ 8089 h 10000"/>
                          <a:gd name="connsiteX14" fmla="*/ 4772 w 10000"/>
                          <a:gd name="connsiteY14" fmla="*/ 7482 h 10000"/>
                          <a:gd name="connsiteX15" fmla="*/ 5050 w 10000"/>
                          <a:gd name="connsiteY15" fmla="*/ 6792 h 10000"/>
                          <a:gd name="connsiteX16" fmla="*/ 5320 w 10000"/>
                          <a:gd name="connsiteY16" fmla="*/ 6012 h 10000"/>
                          <a:gd name="connsiteX17" fmla="*/ 5580 w 10000"/>
                          <a:gd name="connsiteY17" fmla="*/ 5154 h 10000"/>
                          <a:gd name="connsiteX18" fmla="*/ 5832 w 10000"/>
                          <a:gd name="connsiteY18" fmla="*/ 4215 h 10000"/>
                          <a:gd name="connsiteX19" fmla="*/ 6075 w 10000"/>
                          <a:gd name="connsiteY19" fmla="*/ 3197 h 10000"/>
                          <a:gd name="connsiteX20" fmla="*/ 6304 w 10000"/>
                          <a:gd name="connsiteY20" fmla="*/ 2279 h 10000"/>
                          <a:gd name="connsiteX21" fmla="*/ 6545 w 10000"/>
                          <a:gd name="connsiteY21" fmla="*/ 1506 h 10000"/>
                          <a:gd name="connsiteX22" fmla="*/ 6793 w 10000"/>
                          <a:gd name="connsiteY22" fmla="*/ 887 h 10000"/>
                          <a:gd name="connsiteX23" fmla="*/ 7048 w 10000"/>
                          <a:gd name="connsiteY23" fmla="*/ 428 h 10000"/>
                          <a:gd name="connsiteX24" fmla="*/ 7306 w 10000"/>
                          <a:gd name="connsiteY24" fmla="*/ 132 h 10000"/>
                          <a:gd name="connsiteX25" fmla="*/ 7567 w 10000"/>
                          <a:gd name="connsiteY25" fmla="*/ 0 h 10000"/>
                          <a:gd name="connsiteX26" fmla="*/ 7829 w 10000"/>
                          <a:gd name="connsiteY26" fmla="*/ 42 h 10000"/>
                          <a:gd name="connsiteX27" fmla="*/ 8089 w 10000"/>
                          <a:gd name="connsiteY27" fmla="*/ 256 h 10000"/>
                          <a:gd name="connsiteX28" fmla="*/ 8346 w 10000"/>
                          <a:gd name="connsiteY28" fmla="*/ 648 h 10000"/>
                          <a:gd name="connsiteX29" fmla="*/ 8598 w 10000"/>
                          <a:gd name="connsiteY29" fmla="*/ 1226 h 10000"/>
                          <a:gd name="connsiteX30" fmla="*/ 8844 w 10000"/>
                          <a:gd name="connsiteY30" fmla="*/ 1994 h 10000"/>
                          <a:gd name="connsiteX31" fmla="*/ 9080 w 10000"/>
                          <a:gd name="connsiteY31" fmla="*/ 2953 h 10000"/>
                          <a:gd name="connsiteX32" fmla="*/ 9305 w 10000"/>
                          <a:gd name="connsiteY32" fmla="*/ 4107 h 10000"/>
                          <a:gd name="connsiteX33" fmla="*/ 9519 w 10000"/>
                          <a:gd name="connsiteY33" fmla="*/ 5458 h 10000"/>
                          <a:gd name="connsiteX34" fmla="*/ 9718 w 10000"/>
                          <a:gd name="connsiteY34" fmla="*/ 7024 h 10000"/>
                          <a:gd name="connsiteX35" fmla="*/ 9900 w 10000"/>
                          <a:gd name="connsiteY35" fmla="*/ 8792 h 10000"/>
                          <a:gd name="connsiteX36" fmla="*/ 10000 w 10000"/>
                          <a:gd name="connsiteY36" fmla="*/ 10000 h 1000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  <a:cxn ang="0">
                            <a:pos x="connsiteX14" y="connsiteY14"/>
                          </a:cxn>
                          <a:cxn ang="0">
                            <a:pos x="connsiteX15" y="connsiteY15"/>
                          </a:cxn>
                          <a:cxn ang="0">
                            <a:pos x="connsiteX16" y="connsiteY16"/>
                          </a:cxn>
                          <a:cxn ang="0">
                            <a:pos x="connsiteX17" y="connsiteY17"/>
                          </a:cxn>
                          <a:cxn ang="0">
                            <a:pos x="connsiteX18" y="connsiteY18"/>
                          </a:cxn>
                          <a:cxn ang="0">
                            <a:pos x="connsiteX19" y="connsiteY19"/>
                          </a:cxn>
                          <a:cxn ang="0">
                            <a:pos x="connsiteX20" y="connsiteY20"/>
                          </a:cxn>
                          <a:cxn ang="0">
                            <a:pos x="connsiteX21" y="connsiteY21"/>
                          </a:cxn>
                          <a:cxn ang="0">
                            <a:pos x="connsiteX22" y="connsiteY22"/>
                          </a:cxn>
                          <a:cxn ang="0">
                            <a:pos x="connsiteX23" y="connsiteY23"/>
                          </a:cxn>
                          <a:cxn ang="0">
                            <a:pos x="connsiteX24" y="connsiteY24"/>
                          </a:cxn>
                          <a:cxn ang="0">
                            <a:pos x="connsiteX25" y="connsiteY25"/>
                          </a:cxn>
                          <a:cxn ang="0">
                            <a:pos x="connsiteX26" y="connsiteY26"/>
                          </a:cxn>
                          <a:cxn ang="0">
                            <a:pos x="connsiteX27" y="connsiteY27"/>
                          </a:cxn>
                          <a:cxn ang="0">
                            <a:pos x="connsiteX28" y="connsiteY28"/>
                          </a:cxn>
                          <a:cxn ang="0">
                            <a:pos x="connsiteX29" y="connsiteY29"/>
                          </a:cxn>
                          <a:cxn ang="0">
                            <a:pos x="connsiteX30" y="connsiteY30"/>
                          </a:cxn>
                          <a:cxn ang="0">
                            <a:pos x="connsiteX31" y="connsiteY31"/>
                          </a:cxn>
                          <a:cxn ang="0">
                            <a:pos x="connsiteX32" y="connsiteY32"/>
                          </a:cxn>
                          <a:cxn ang="0">
                            <a:pos x="connsiteX33" y="connsiteY33"/>
                          </a:cxn>
                          <a:cxn ang="0">
                            <a:pos x="connsiteX34" y="connsiteY34"/>
                          </a:cxn>
                          <a:cxn ang="0">
                            <a:pos x="connsiteX35" y="connsiteY35"/>
                          </a:cxn>
                          <a:cxn ang="0">
                            <a:pos x="connsiteX36" y="connsiteY36"/>
                          </a:cxn>
                        </a:cxnLst>
                        <a:rect l="l" t="t" r="r" b="b"/>
                        <a:pathLst>
                          <a:path w="10000" h="10000">
                            <a:moveTo>
                              <a:pt x="0" y="7446"/>
                            </a:moveTo>
                            <a:lnTo>
                              <a:pt x="262" y="7887"/>
                            </a:lnTo>
                            <a:lnTo>
                              <a:pt x="671" y="8476"/>
                            </a:lnTo>
                            <a:lnTo>
                              <a:pt x="1068" y="8953"/>
                            </a:lnTo>
                            <a:lnTo>
                              <a:pt x="1456" y="9328"/>
                            </a:lnTo>
                            <a:lnTo>
                              <a:pt x="1833" y="9590"/>
                            </a:lnTo>
                            <a:lnTo>
                              <a:pt x="2199" y="9745"/>
                            </a:lnTo>
                            <a:lnTo>
                              <a:pt x="2555" y="9803"/>
                            </a:lnTo>
                            <a:lnTo>
                              <a:pt x="2901" y="9756"/>
                            </a:lnTo>
                            <a:lnTo>
                              <a:pt x="3237" y="9614"/>
                            </a:lnTo>
                            <a:lnTo>
                              <a:pt x="3563" y="9370"/>
                            </a:lnTo>
                            <a:lnTo>
                              <a:pt x="3880" y="9036"/>
                            </a:lnTo>
                            <a:lnTo>
                              <a:pt x="4186" y="8608"/>
                            </a:lnTo>
                            <a:lnTo>
                              <a:pt x="4484" y="8089"/>
                            </a:lnTo>
                            <a:lnTo>
                              <a:pt x="4772" y="7482"/>
                            </a:lnTo>
                            <a:lnTo>
                              <a:pt x="5050" y="6792"/>
                            </a:lnTo>
                            <a:lnTo>
                              <a:pt x="5320" y="6012"/>
                            </a:lnTo>
                            <a:cubicBezTo>
                              <a:pt x="5407" y="5727"/>
                              <a:pt x="5493" y="5440"/>
                              <a:pt x="5580" y="5154"/>
                            </a:cubicBezTo>
                            <a:lnTo>
                              <a:pt x="5832" y="4215"/>
                            </a:lnTo>
                            <a:lnTo>
                              <a:pt x="6075" y="3197"/>
                            </a:lnTo>
                            <a:cubicBezTo>
                              <a:pt x="6151" y="2891"/>
                              <a:pt x="6228" y="2585"/>
                              <a:pt x="6304" y="2279"/>
                            </a:cubicBezTo>
                            <a:cubicBezTo>
                              <a:pt x="6384" y="2021"/>
                              <a:pt x="6465" y="1764"/>
                              <a:pt x="6545" y="1506"/>
                            </a:cubicBezTo>
                            <a:cubicBezTo>
                              <a:pt x="6628" y="1300"/>
                              <a:pt x="6710" y="1093"/>
                              <a:pt x="6793" y="887"/>
                            </a:cubicBezTo>
                            <a:lnTo>
                              <a:pt x="7048" y="428"/>
                            </a:lnTo>
                            <a:lnTo>
                              <a:pt x="7306" y="132"/>
                            </a:lnTo>
                            <a:lnTo>
                              <a:pt x="7567" y="0"/>
                            </a:lnTo>
                            <a:lnTo>
                              <a:pt x="7829" y="42"/>
                            </a:lnTo>
                            <a:lnTo>
                              <a:pt x="8089" y="256"/>
                            </a:lnTo>
                            <a:lnTo>
                              <a:pt x="8346" y="648"/>
                            </a:lnTo>
                            <a:lnTo>
                              <a:pt x="8598" y="1226"/>
                            </a:lnTo>
                            <a:lnTo>
                              <a:pt x="8844" y="1994"/>
                            </a:lnTo>
                            <a:cubicBezTo>
                              <a:pt x="8923" y="2314"/>
                              <a:pt x="9001" y="2633"/>
                              <a:pt x="9080" y="2953"/>
                            </a:cubicBezTo>
                            <a:lnTo>
                              <a:pt x="9305" y="4107"/>
                            </a:lnTo>
                            <a:cubicBezTo>
                              <a:pt x="9376" y="4557"/>
                              <a:pt x="9448" y="5008"/>
                              <a:pt x="9519" y="5458"/>
                            </a:cubicBezTo>
                            <a:cubicBezTo>
                              <a:pt x="9585" y="5980"/>
                              <a:pt x="9652" y="6502"/>
                              <a:pt x="9718" y="7024"/>
                            </a:cubicBezTo>
                            <a:cubicBezTo>
                              <a:pt x="9779" y="7612"/>
                              <a:pt x="9839" y="8203"/>
                              <a:pt x="9900" y="8792"/>
                            </a:cubicBezTo>
                            <a:cubicBezTo>
                              <a:pt x="9933" y="9195"/>
                              <a:pt x="9967" y="9597"/>
                              <a:pt x="10000" y="10000"/>
                            </a:cubicBezTo>
                          </a:path>
                        </a:pathLst>
                      </a:custGeom>
                      <a:noFill/>
                      <a:ln w="63500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9245F3" id="Courbe" o:spid="_x0000_s1026" style="position:absolute;margin-left:0;margin-top:15.75pt;width:595.3pt;height:83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10000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" path="m,7446r262,441l671,8476r397,477l1456,9328r377,262l2199,9745r356,58l2901,9756r336,-142l3563,9370r317,-334l4186,8608r298,-519l4772,7482r278,-690l5320,6012v87,-285,173,-572,260,-858l5832,4215,6075,3197v76,-306,153,-612,229,-918c6384,2021,6465,1764,6545,1506v83,-206,165,-413,248,-619l7048,428,7306,132,7567,r262,42l8089,256r257,392l8598,1226r246,768c8923,2314,9001,2633,9080,2953r225,1154c9376,4557,9448,5008,9519,5458v66,522,133,1044,199,1566c9779,7612,9839,8203,9900,8792v33,403,67,805,100,1208e" filled="f" strokecolor="#e30015 [3204]" strokeweight="5pt">
              <v:path arrowok="t" o:connecttype="custom" o:connectlocs="0,793446;198072,840439;507276,903203;807408,954032;1100736,993992;1385748,1021910;1662444,1038427;1931580,1044608;2193156,1039599;2447172,1024468;2693628,998467;2933280,962876;3164616,917268;3389904,861964;3607632,797282;3817800,723756;4021920,640639;4218480,549210;4408992,449150;4592700,340672;4765824,242850;4948020,160479;5135508,94519;5328288,45608;5523336,14066;5720652,0;5918724,4476;6115284,27279;6309576,69051;6500088,130643;6686064,212481;6864480,314672;7034580,437642;7196364,581604;7346808,748477;7484400,936876;7560000,1065600" o:connectangles="0,0,0,0,0,0,0,0,0,0,0,0,0,0,0,0,0,0,0,0,0,0,0,0,0,0,0,0,0,0,0,0,0,0,0,0,0"/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37883"/>
    <w:multiLevelType w:val="hybridMultilevel"/>
    <w:tmpl w:val="564AB252"/>
    <w:lvl w:ilvl="0" w:tplc="4926C00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B4E90"/>
    <w:multiLevelType w:val="multilevel"/>
    <w:tmpl w:val="2C4CB234"/>
    <w:lvl w:ilvl="0">
      <w:start w:val="1"/>
      <w:numFmt w:val="bullet"/>
      <w:pStyle w:val="Puce"/>
      <w:lvlText w:val=""/>
      <w:lvlJc w:val="left"/>
      <w:pPr>
        <w:tabs>
          <w:tab w:val="num" w:pos="57"/>
        </w:tabs>
        <w:ind w:left="284" w:hanging="284"/>
      </w:pPr>
      <w:rPr>
        <w:rFonts w:ascii="Symbol" w:hAnsi="Symbol" w:hint="default"/>
        <w:color w:val="E30015" w:themeColor="accent1"/>
      </w:rPr>
    </w:lvl>
    <w:lvl w:ilvl="1">
      <w:start w:val="1"/>
      <w:numFmt w:val="bullet"/>
      <w:lvlText w:val="–"/>
      <w:lvlJc w:val="left"/>
      <w:pPr>
        <w:ind w:left="284" w:firstLine="0"/>
      </w:pPr>
      <w:rPr>
        <w:rFonts w:ascii="Montserrat Medium" w:hAnsi="Montserrat Medium" w:hint="default"/>
        <w:color w:val="E30015" w:themeColor="accent1"/>
      </w:rPr>
    </w:lvl>
    <w:lvl w:ilvl="2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0" w:firstLine="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0" w:firstLine="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0" w:firstLine="0"/>
      </w:pPr>
      <w:rPr>
        <w:rFonts w:ascii="Symbol" w:hAnsi="Symbol" w:hint="default"/>
      </w:rPr>
    </w:lvl>
  </w:abstractNum>
  <w:abstractNum w:abstractNumId="2" w15:restartNumberingAfterBreak="0">
    <w:nsid w:val="657C1D41"/>
    <w:multiLevelType w:val="multilevel"/>
    <w:tmpl w:val="AB985B2C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1277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68B"/>
    <w:rsid w:val="00041838"/>
    <w:rsid w:val="0004528A"/>
    <w:rsid w:val="00087566"/>
    <w:rsid w:val="00094C7D"/>
    <w:rsid w:val="000D2A28"/>
    <w:rsid w:val="00135836"/>
    <w:rsid w:val="00146E66"/>
    <w:rsid w:val="001B591C"/>
    <w:rsid w:val="001B6FF2"/>
    <w:rsid w:val="001C1169"/>
    <w:rsid w:val="001D1C85"/>
    <w:rsid w:val="001F3258"/>
    <w:rsid w:val="00223320"/>
    <w:rsid w:val="00263221"/>
    <w:rsid w:val="00271887"/>
    <w:rsid w:val="002836DD"/>
    <w:rsid w:val="00293E0C"/>
    <w:rsid w:val="00294E41"/>
    <w:rsid w:val="002C508D"/>
    <w:rsid w:val="002C54A1"/>
    <w:rsid w:val="002E3C1F"/>
    <w:rsid w:val="00304B3F"/>
    <w:rsid w:val="0030655A"/>
    <w:rsid w:val="0034168B"/>
    <w:rsid w:val="00377E30"/>
    <w:rsid w:val="003864AD"/>
    <w:rsid w:val="003E68CC"/>
    <w:rsid w:val="004022B4"/>
    <w:rsid w:val="0042523E"/>
    <w:rsid w:val="00425357"/>
    <w:rsid w:val="00425677"/>
    <w:rsid w:val="00433EDD"/>
    <w:rsid w:val="0044219E"/>
    <w:rsid w:val="0044401A"/>
    <w:rsid w:val="0045216F"/>
    <w:rsid w:val="00464C0F"/>
    <w:rsid w:val="004726A9"/>
    <w:rsid w:val="004D1597"/>
    <w:rsid w:val="004F0F3C"/>
    <w:rsid w:val="005018F1"/>
    <w:rsid w:val="00544345"/>
    <w:rsid w:val="00544470"/>
    <w:rsid w:val="00546D68"/>
    <w:rsid w:val="00557EE8"/>
    <w:rsid w:val="005732EA"/>
    <w:rsid w:val="005B10DA"/>
    <w:rsid w:val="005C2B5D"/>
    <w:rsid w:val="005C775F"/>
    <w:rsid w:val="00611AED"/>
    <w:rsid w:val="0061682B"/>
    <w:rsid w:val="00646166"/>
    <w:rsid w:val="00655A10"/>
    <w:rsid w:val="00682310"/>
    <w:rsid w:val="006905A4"/>
    <w:rsid w:val="006A1FB4"/>
    <w:rsid w:val="006B5C7E"/>
    <w:rsid w:val="006B73F3"/>
    <w:rsid w:val="006E27BF"/>
    <w:rsid w:val="007054D5"/>
    <w:rsid w:val="007145AD"/>
    <w:rsid w:val="007425BB"/>
    <w:rsid w:val="007A46E2"/>
    <w:rsid w:val="007A7997"/>
    <w:rsid w:val="007E317D"/>
    <w:rsid w:val="0080313B"/>
    <w:rsid w:val="00805FAA"/>
    <w:rsid w:val="008124BD"/>
    <w:rsid w:val="008147E4"/>
    <w:rsid w:val="00815B14"/>
    <w:rsid w:val="00837A5B"/>
    <w:rsid w:val="0084148A"/>
    <w:rsid w:val="00844956"/>
    <w:rsid w:val="00877117"/>
    <w:rsid w:val="00880751"/>
    <w:rsid w:val="00894D06"/>
    <w:rsid w:val="008B298B"/>
    <w:rsid w:val="008C2F78"/>
    <w:rsid w:val="008F0F07"/>
    <w:rsid w:val="008F2A13"/>
    <w:rsid w:val="00972FD1"/>
    <w:rsid w:val="009968C5"/>
    <w:rsid w:val="009A23AB"/>
    <w:rsid w:val="009C6B0D"/>
    <w:rsid w:val="009D180E"/>
    <w:rsid w:val="009D22F9"/>
    <w:rsid w:val="009E3EF2"/>
    <w:rsid w:val="00A10CE9"/>
    <w:rsid w:val="00A5431F"/>
    <w:rsid w:val="00A860C4"/>
    <w:rsid w:val="00AB28A2"/>
    <w:rsid w:val="00AC463D"/>
    <w:rsid w:val="00B14490"/>
    <w:rsid w:val="00B32F4C"/>
    <w:rsid w:val="00B64F18"/>
    <w:rsid w:val="00B71D5B"/>
    <w:rsid w:val="00B74792"/>
    <w:rsid w:val="00B92FB1"/>
    <w:rsid w:val="00BB6AF4"/>
    <w:rsid w:val="00C10E75"/>
    <w:rsid w:val="00C21B90"/>
    <w:rsid w:val="00C2510F"/>
    <w:rsid w:val="00C31F14"/>
    <w:rsid w:val="00C51FD1"/>
    <w:rsid w:val="00CF260D"/>
    <w:rsid w:val="00CF6484"/>
    <w:rsid w:val="00D265D9"/>
    <w:rsid w:val="00D54C2A"/>
    <w:rsid w:val="00D55956"/>
    <w:rsid w:val="00DA27E1"/>
    <w:rsid w:val="00DC7837"/>
    <w:rsid w:val="00DE72B9"/>
    <w:rsid w:val="00E14BED"/>
    <w:rsid w:val="00E27DE3"/>
    <w:rsid w:val="00E346C1"/>
    <w:rsid w:val="00E5673A"/>
    <w:rsid w:val="00EE16E1"/>
    <w:rsid w:val="00F5284E"/>
    <w:rsid w:val="00F6566F"/>
    <w:rsid w:val="00F67EB0"/>
    <w:rsid w:val="00F75C33"/>
    <w:rsid w:val="00F921AE"/>
    <w:rsid w:val="00FA062C"/>
    <w:rsid w:val="00FA0845"/>
    <w:rsid w:val="00FB6B06"/>
    <w:rsid w:val="00FD6CFC"/>
    <w:rsid w:val="00FF4596"/>
    <w:rsid w:val="00FF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18433"/>
    <o:shapelayout v:ext="edit">
      <o:idmap v:ext="edit" data="1"/>
    </o:shapelayout>
  </w:shapeDefaults>
  <w:decimalSymbol w:val=","/>
  <w:listSeparator w:val=";"/>
  <w14:docId w14:val="7C94E979"/>
  <w15:chartTrackingRefBased/>
  <w15:docId w15:val="{AF57003F-08C8-4BAE-BE43-3120A171B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D5B"/>
    <w:pPr>
      <w:jc w:val="both"/>
    </w:pPr>
    <w:rPr>
      <w:color w:val="002F6C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rsid w:val="0030655A"/>
    <w:pPr>
      <w:jc w:val="left"/>
    </w:pPr>
    <w:rPr>
      <w:sz w:val="14"/>
    </w:rPr>
  </w:style>
  <w:style w:type="character" w:customStyle="1" w:styleId="En-tteCar">
    <w:name w:val="En-tête Car"/>
    <w:basedOn w:val="Policepardfaut"/>
    <w:link w:val="En-tte"/>
    <w:uiPriority w:val="99"/>
    <w:semiHidden/>
    <w:rsid w:val="0030655A"/>
    <w:rPr>
      <w:color w:val="002F6C" w:themeColor="text2"/>
      <w:sz w:val="14"/>
    </w:rPr>
  </w:style>
  <w:style w:type="paragraph" w:styleId="Pieddepage">
    <w:name w:val="footer"/>
    <w:basedOn w:val="Normal"/>
    <w:link w:val="PieddepageCar"/>
    <w:uiPriority w:val="99"/>
    <w:semiHidden/>
    <w:rsid w:val="0030655A"/>
    <w:pPr>
      <w:jc w:val="left"/>
    </w:pPr>
    <w:rPr>
      <w:sz w:val="14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30655A"/>
    <w:rPr>
      <w:color w:val="002F6C" w:themeColor="text2"/>
      <w:sz w:val="14"/>
    </w:rPr>
  </w:style>
  <w:style w:type="table" w:styleId="Grilledutableau">
    <w:name w:val="Table Grid"/>
    <w:basedOn w:val="TableauNormal"/>
    <w:uiPriority w:val="59"/>
    <w:rsid w:val="00306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rsid w:val="0030655A"/>
  </w:style>
  <w:style w:type="paragraph" w:customStyle="1" w:styleId="Titredoc">
    <w:name w:val="_Titre doc"/>
    <w:basedOn w:val="Normal"/>
    <w:next w:val="Normal"/>
    <w:uiPriority w:val="9"/>
    <w:qFormat/>
    <w:rsid w:val="00135836"/>
    <w:pPr>
      <w:jc w:val="left"/>
    </w:pPr>
    <w:rPr>
      <w:b/>
      <w:bCs/>
      <w:sz w:val="44"/>
      <w:szCs w:val="46"/>
    </w:rPr>
  </w:style>
  <w:style w:type="character" w:styleId="Textedelespacerserv">
    <w:name w:val="Placeholder Text"/>
    <w:basedOn w:val="Policepardfaut"/>
    <w:uiPriority w:val="99"/>
    <w:semiHidden/>
    <w:rsid w:val="007054D5"/>
    <w:rPr>
      <w:color w:val="808080"/>
    </w:rPr>
  </w:style>
  <w:style w:type="paragraph" w:customStyle="1" w:styleId="Datedoc">
    <w:name w:val="_Date doc"/>
    <w:basedOn w:val="Normal"/>
    <w:next w:val="Normal"/>
    <w:uiPriority w:val="11"/>
    <w:qFormat/>
    <w:rsid w:val="004D1597"/>
    <w:pPr>
      <w:jc w:val="left"/>
    </w:pPr>
  </w:style>
  <w:style w:type="paragraph" w:customStyle="1" w:styleId="Titre1">
    <w:name w:val="_Titre 1"/>
    <w:basedOn w:val="Normal"/>
    <w:next w:val="Normal"/>
    <w:uiPriority w:val="4"/>
    <w:qFormat/>
    <w:rsid w:val="0034168B"/>
    <w:pPr>
      <w:keepNext/>
      <w:numPr>
        <w:numId w:val="1"/>
      </w:numPr>
      <w:spacing w:after="240"/>
      <w:jc w:val="left"/>
      <w:outlineLvl w:val="0"/>
    </w:pPr>
    <w:rPr>
      <w:b/>
      <w:bCs/>
      <w:color w:val="E30015" w:themeColor="accent1"/>
      <w:sz w:val="32"/>
      <w:szCs w:val="36"/>
    </w:rPr>
  </w:style>
  <w:style w:type="paragraph" w:customStyle="1" w:styleId="Titre2">
    <w:name w:val="_Titre 2"/>
    <w:basedOn w:val="Normal"/>
    <w:next w:val="Normal"/>
    <w:uiPriority w:val="4"/>
    <w:qFormat/>
    <w:rsid w:val="00263221"/>
    <w:pPr>
      <w:keepNext/>
      <w:numPr>
        <w:ilvl w:val="1"/>
        <w:numId w:val="1"/>
      </w:numPr>
      <w:spacing w:before="360" w:after="240"/>
      <w:ind w:left="0"/>
      <w:jc w:val="left"/>
      <w:outlineLvl w:val="1"/>
    </w:pPr>
    <w:rPr>
      <w:b/>
      <w:bCs/>
      <w:sz w:val="26"/>
      <w:szCs w:val="26"/>
    </w:rPr>
  </w:style>
  <w:style w:type="paragraph" w:customStyle="1" w:styleId="Intertitre">
    <w:name w:val="_Intertitre"/>
    <w:basedOn w:val="Normal"/>
    <w:next w:val="Normal"/>
    <w:uiPriority w:val="5"/>
    <w:qFormat/>
    <w:rsid w:val="00D55956"/>
    <w:pPr>
      <w:keepNext/>
      <w:spacing w:before="200" w:after="120"/>
      <w:jc w:val="left"/>
    </w:pPr>
    <w:rPr>
      <w:b/>
      <w:bCs/>
      <w:i/>
      <w:iCs/>
      <w:sz w:val="22"/>
      <w:szCs w:val="22"/>
    </w:rPr>
  </w:style>
  <w:style w:type="paragraph" w:styleId="TM1">
    <w:name w:val="toc 1"/>
    <w:basedOn w:val="Normal"/>
    <w:next w:val="Normal"/>
    <w:uiPriority w:val="39"/>
    <w:semiHidden/>
    <w:rsid w:val="00263221"/>
    <w:pPr>
      <w:spacing w:before="480"/>
      <w:jc w:val="left"/>
    </w:pPr>
    <w:rPr>
      <w:b/>
      <w:color w:val="E30015" w:themeColor="accent1"/>
      <w:sz w:val="36"/>
    </w:rPr>
  </w:style>
  <w:style w:type="paragraph" w:styleId="TM2">
    <w:name w:val="toc 2"/>
    <w:basedOn w:val="Normal"/>
    <w:next w:val="Normal"/>
    <w:uiPriority w:val="39"/>
    <w:semiHidden/>
    <w:rsid w:val="00263221"/>
    <w:pPr>
      <w:spacing w:before="160"/>
      <w:jc w:val="left"/>
    </w:pPr>
    <w:rPr>
      <w:b/>
      <w:sz w:val="26"/>
    </w:rPr>
  </w:style>
  <w:style w:type="character" w:styleId="Lienhypertexte">
    <w:name w:val="Hyperlink"/>
    <w:basedOn w:val="Policepardfaut"/>
    <w:uiPriority w:val="99"/>
    <w:semiHidden/>
    <w:rsid w:val="00263221"/>
    <w:rPr>
      <w:color w:val="E30015" w:themeColor="hyperlink"/>
      <w:u w:val="none"/>
    </w:rPr>
  </w:style>
  <w:style w:type="table" w:styleId="TableauGrille5Fonc-Accentuation1">
    <w:name w:val="Grid Table 5 Dark Accent 1"/>
    <w:basedOn w:val="TableauNormal"/>
    <w:uiPriority w:val="50"/>
    <w:rsid w:val="00AB28A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6C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001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001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3001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30015" w:themeFill="accent1"/>
      </w:tcPr>
    </w:tblStylePr>
    <w:tblStylePr w:type="band1Vert">
      <w:tblPr/>
      <w:tcPr>
        <w:shd w:val="clear" w:color="auto" w:fill="FF8D97" w:themeFill="accent1" w:themeFillTint="66"/>
      </w:tcPr>
    </w:tblStylePr>
    <w:tblStylePr w:type="band1Horz">
      <w:tblPr/>
      <w:tcPr>
        <w:shd w:val="clear" w:color="auto" w:fill="FF8D97" w:themeFill="accent1" w:themeFillTint="66"/>
      </w:tcPr>
    </w:tblStylePr>
  </w:style>
  <w:style w:type="character" w:styleId="Lienhypertextesuivivisit">
    <w:name w:val="FollowedHyperlink"/>
    <w:basedOn w:val="Policepardfaut"/>
    <w:uiPriority w:val="99"/>
    <w:semiHidden/>
    <w:rsid w:val="00263221"/>
    <w:rPr>
      <w:color w:val="E30015" w:themeColor="followedHyperlink"/>
      <w:u w:val="none"/>
    </w:rPr>
  </w:style>
  <w:style w:type="table" w:styleId="TableauGrille4-Accentuation1">
    <w:name w:val="Grid Table 4 Accent 1"/>
    <w:basedOn w:val="TableauNormal"/>
    <w:uiPriority w:val="49"/>
    <w:rsid w:val="00AB28A2"/>
    <w:tblPr>
      <w:tblStyleRowBandSize w:val="1"/>
      <w:tblStyleColBandSize w:val="1"/>
      <w:tblBorders>
        <w:top w:val="single" w:sz="4" w:space="0" w:color="FF5564" w:themeColor="accent1" w:themeTint="99"/>
        <w:left w:val="single" w:sz="4" w:space="0" w:color="FF5564" w:themeColor="accent1" w:themeTint="99"/>
        <w:bottom w:val="single" w:sz="4" w:space="0" w:color="FF5564" w:themeColor="accent1" w:themeTint="99"/>
        <w:right w:val="single" w:sz="4" w:space="0" w:color="FF5564" w:themeColor="accent1" w:themeTint="99"/>
        <w:insideH w:val="single" w:sz="4" w:space="0" w:color="FF5564" w:themeColor="accent1" w:themeTint="99"/>
        <w:insideV w:val="single" w:sz="4" w:space="0" w:color="FF556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30015" w:themeColor="accent1"/>
          <w:left w:val="single" w:sz="4" w:space="0" w:color="E30015" w:themeColor="accent1"/>
          <w:bottom w:val="single" w:sz="4" w:space="0" w:color="E30015" w:themeColor="accent1"/>
          <w:right w:val="single" w:sz="4" w:space="0" w:color="E30015" w:themeColor="accent1"/>
          <w:insideH w:val="nil"/>
          <w:insideV w:val="nil"/>
        </w:tcBorders>
        <w:shd w:val="clear" w:color="auto" w:fill="E30015" w:themeFill="accent1"/>
      </w:tcPr>
    </w:tblStylePr>
    <w:tblStylePr w:type="lastRow">
      <w:rPr>
        <w:b/>
        <w:bCs/>
      </w:rPr>
      <w:tblPr/>
      <w:tcPr>
        <w:tcBorders>
          <w:top w:val="double" w:sz="4" w:space="0" w:color="E3001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6CB" w:themeFill="accent1" w:themeFillTint="33"/>
      </w:tcPr>
    </w:tblStylePr>
    <w:tblStylePr w:type="band1Horz">
      <w:tblPr/>
      <w:tcPr>
        <w:shd w:val="clear" w:color="auto" w:fill="FFC6CB" w:themeFill="accent1" w:themeFillTint="33"/>
      </w:tcPr>
    </w:tblStylePr>
  </w:style>
  <w:style w:type="paragraph" w:styleId="Paragraphedeliste">
    <w:name w:val="List Paragraph"/>
    <w:basedOn w:val="Normal"/>
    <w:uiPriority w:val="34"/>
    <w:qFormat/>
    <w:rsid w:val="00094C7D"/>
    <w:pPr>
      <w:ind w:left="720"/>
      <w:contextualSpacing/>
    </w:pPr>
  </w:style>
  <w:style w:type="paragraph" w:customStyle="1" w:styleId="Puce">
    <w:name w:val="_Puce"/>
    <w:basedOn w:val="Normal"/>
    <w:uiPriority w:val="5"/>
    <w:qFormat/>
    <w:rsid w:val="00094C7D"/>
    <w:pPr>
      <w:numPr>
        <w:numId w:val="2"/>
      </w:numPr>
    </w:pPr>
  </w:style>
  <w:style w:type="paragraph" w:customStyle="1" w:styleId="Lgende">
    <w:name w:val="_Légende"/>
    <w:basedOn w:val="Normal"/>
    <w:next w:val="Normal"/>
    <w:uiPriority w:val="6"/>
    <w:qFormat/>
    <w:rsid w:val="009D22F9"/>
    <w:pPr>
      <w:spacing w:before="120" w:after="240"/>
      <w:jc w:val="right"/>
    </w:pPr>
    <w:rPr>
      <w:i/>
      <w:iCs/>
      <w:sz w:val="14"/>
      <w:szCs w:val="14"/>
    </w:rPr>
  </w:style>
  <w:style w:type="table" w:customStyle="1" w:styleId="TableauEFS">
    <w:name w:val="_Tableau EFS"/>
    <w:basedOn w:val="TableauNormal"/>
    <w:uiPriority w:val="99"/>
    <w:rsid w:val="00E14BED"/>
    <w:pPr>
      <w:jc w:val="center"/>
    </w:pPr>
    <w:rPr>
      <w:color w:val="002F6C" w:themeColor="text2"/>
      <w:sz w:val="18"/>
    </w:rPr>
    <w:tblPr>
      <w:tblBorders>
        <w:insideH w:val="single" w:sz="4" w:space="0" w:color="FFFFFF" w:themeColor="background1"/>
        <w:insideV w:val="single" w:sz="4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DAF1F5" w:themeFill="accent3" w:themeFillTint="33"/>
      <w:vAlign w:val="center"/>
    </w:tcPr>
    <w:tblStylePr w:type="firstRow">
      <w:rPr>
        <w:b/>
        <w:color w:val="FFFFFF" w:themeColor="background1"/>
      </w:rPr>
      <w:tblPr/>
      <w:tcPr>
        <w:shd w:val="clear" w:color="auto" w:fill="E30015" w:themeFill="accent1"/>
      </w:tcPr>
    </w:tblStylePr>
    <w:tblStylePr w:type="lastRow">
      <w:rPr>
        <w:b/>
        <w:color w:val="FFFFFF" w:themeColor="background1"/>
      </w:rPr>
      <w:tblPr/>
      <w:tcPr>
        <w:tcBorders>
          <w:top w:val="single" w:sz="24" w:space="0" w:color="FFFFFF" w:themeColor="background1"/>
        </w:tcBorders>
        <w:shd w:val="clear" w:color="auto" w:fill="E30015" w:themeFill="accent1"/>
      </w:tcPr>
    </w:tblStylePr>
    <w:tblStylePr w:type="firstCol">
      <w:rPr>
        <w:b/>
      </w:rPr>
    </w:tblStylePr>
  </w:style>
  <w:style w:type="paragraph" w:customStyle="1" w:styleId="Exergue">
    <w:name w:val="_Exergue"/>
    <w:basedOn w:val="Normal"/>
    <w:next w:val="Normal"/>
    <w:link w:val="ExergueCar"/>
    <w:uiPriority w:val="6"/>
    <w:qFormat/>
    <w:rsid w:val="002C54A1"/>
    <w:rPr>
      <w:color w:val="E30015" w:themeColor="accent1"/>
    </w:rPr>
  </w:style>
  <w:style w:type="character" w:customStyle="1" w:styleId="ExergueCar">
    <w:name w:val="_Exergue Car"/>
    <w:basedOn w:val="Policepardfaut"/>
    <w:link w:val="Exergue"/>
    <w:uiPriority w:val="6"/>
    <w:rsid w:val="002C54A1"/>
    <w:rPr>
      <w:color w:val="E30015" w:themeColor="accent1"/>
    </w:rPr>
  </w:style>
  <w:style w:type="paragraph" w:customStyle="1" w:styleId="Sous-titredoc">
    <w:name w:val="_Sous-titre doc"/>
    <w:basedOn w:val="Normal"/>
    <w:next w:val="Normal"/>
    <w:uiPriority w:val="10"/>
    <w:qFormat/>
    <w:rsid w:val="00135836"/>
    <w:pPr>
      <w:jc w:val="left"/>
    </w:pPr>
    <w:rPr>
      <w:b/>
      <w:bCs/>
      <w:color w:val="E30015" w:themeColor="accent1"/>
      <w:sz w:val="2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2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Com%20instit%20et%20Relations%20presse\Com_instit\Refonte_Marque_Corpo\05_PRODUCTIONS\04_GABARITS\01_BUREAUTIQUE\MASQUEWORD\WORD_VDEF\MODELE_WORD_CR_NOTE.dotx" TargetMode="External"/></Relationships>
</file>

<file path=word/theme/theme1.xml><?xml version="1.0" encoding="utf-8"?>
<a:theme xmlns:a="http://schemas.openxmlformats.org/drawingml/2006/main" name="Thème Office">
  <a:themeElements>
    <a:clrScheme name="EFS_Couleurs">
      <a:dk1>
        <a:sysClr val="windowText" lastClr="000000"/>
      </a:dk1>
      <a:lt1>
        <a:sysClr val="window" lastClr="FFFFFF"/>
      </a:lt1>
      <a:dk2>
        <a:srgbClr val="002F6C"/>
      </a:dk2>
      <a:lt2>
        <a:srgbClr val="ECECED"/>
      </a:lt2>
      <a:accent1>
        <a:srgbClr val="E30015"/>
      </a:accent1>
      <a:accent2>
        <a:srgbClr val="002F6C"/>
      </a:accent2>
      <a:accent3>
        <a:srgbClr val="49BDCF"/>
      </a:accent3>
      <a:accent4>
        <a:srgbClr val="C9934F"/>
      </a:accent4>
      <a:accent5>
        <a:srgbClr val="EAAB00"/>
      </a:accent5>
      <a:accent6>
        <a:srgbClr val="484847"/>
      </a:accent6>
      <a:hlink>
        <a:srgbClr val="E30015"/>
      </a:hlink>
      <a:folHlink>
        <a:srgbClr val="E30015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FA0E0-98E3-4C66-9455-42F06846C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MODELE_WORD_CR_NOTE</Template>
  <TotalTime>9</TotalTime>
  <Pages>1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Note</vt:lpstr>
    </vt:vector>
  </TitlesOfParts>
  <Company>EFS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</dc:title>
  <dc:subject/>
  <dc:creator>Manon.Uguen</dc:creator>
  <cp:keywords/>
  <dc:description/>
  <cp:lastModifiedBy>pierre hec</cp:lastModifiedBy>
  <cp:revision>11</cp:revision>
  <cp:lastPrinted>2024-11-29T14:12:00Z</cp:lastPrinted>
  <dcterms:created xsi:type="dcterms:W3CDTF">2022-08-24T09:15:00Z</dcterms:created>
  <dcterms:modified xsi:type="dcterms:W3CDTF">2025-01-28T09:56:00Z</dcterms:modified>
</cp:coreProperties>
</file>