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CF9A8" w14:textId="73928334" w:rsidR="00995AF1" w:rsidRDefault="00995AF1" w:rsidP="00995AF1">
      <w:pPr>
        <w:pStyle w:val="PdgRefmarch"/>
      </w:pPr>
      <w:bookmarkStart w:id="0" w:name="Ref_marché"/>
      <w:r>
        <w:t>AC-NANTES_SCUS_</w:t>
      </w:r>
      <w:r w:rsidR="00B96413">
        <w:t>25</w:t>
      </w:r>
      <w:r w:rsidR="004265C7">
        <w:t>-0</w:t>
      </w:r>
      <w:r w:rsidR="00B96413">
        <w:t>03</w:t>
      </w:r>
      <w:bookmarkEnd w:id="0"/>
    </w:p>
    <w:p w14:paraId="6382805D" w14:textId="77777777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prestations intellectuelles</w:t>
      </w:r>
      <w:bookmarkEnd w:id="1"/>
    </w:p>
    <w:p w14:paraId="208363ED" w14:textId="552F2F60" w:rsidR="00995AF1" w:rsidRPr="00C307FC" w:rsidRDefault="00995AF1" w:rsidP="00995AF1">
      <w:pPr>
        <w:pStyle w:val="PdgObjetdumarch0"/>
      </w:pPr>
      <w:bookmarkStart w:id="2" w:name="Mission_lot"/>
      <w:r w:rsidRPr="003819F9">
        <w:t>Mission</w:t>
      </w:r>
      <w:r w:rsidR="0092355D">
        <w:t>s</w:t>
      </w:r>
      <w:r>
        <w:t xml:space="preserve"> d</w:t>
      </w:r>
      <w:r w:rsidR="0092355D">
        <w:t>e contrôle technique de la construction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58E1E46C" w:rsidR="00995AF1" w:rsidRDefault="00B96413" w:rsidP="00995AF1">
            <w:pPr>
              <w:pStyle w:val="PdgOpration"/>
            </w:pPr>
            <w:bookmarkStart w:id="4" w:name="Opération"/>
            <w:r w:rsidRPr="00B96413">
              <w:t>Rénovation énergétique de l’École nationale supérieure d’ingénieurs du Mans (ENSIM)</w:t>
            </w:r>
            <w:bookmarkEnd w:id="4"/>
          </w:p>
          <w:p w14:paraId="2E2DA2AC" w14:textId="00F6CE82" w:rsidR="00995AF1" w:rsidRPr="00597383" w:rsidRDefault="00B96413" w:rsidP="00B96413">
            <w:pPr>
              <w:pStyle w:val="Pdginfos"/>
            </w:pPr>
            <w:bookmarkStart w:id="5" w:name="Établissementcommune"/>
            <w:r w:rsidRPr="00B96413">
              <w:t>Le Mans Université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420E36FD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</w:t>
      </w:r>
      <w:r w:rsidR="00B96413">
        <w:rPr>
          <w:b/>
        </w:rPr>
        <w:t>en février 2025</w:t>
      </w:r>
      <w:r w:rsidRPr="005A6166">
        <w:rPr>
          <w:b/>
        </w:rPr>
        <w:t xml:space="preserve">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45C16D1E" w:rsidR="00995AF1" w:rsidRPr="00292E33" w:rsidRDefault="002462AF" w:rsidP="00995AF1">
            <w:pPr>
              <w:pStyle w:val="Pdginfos"/>
              <w:spacing w:after="120"/>
              <w:rPr>
                <w:lang w:eastAsia="fr-FR"/>
              </w:rPr>
            </w:pPr>
            <w:r w:rsidRPr="002462AF">
              <w:rPr>
                <w:lang w:eastAsia="fr-FR"/>
              </w:rPr>
              <w:t>71631300-3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DD3ACEB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3C9DA27E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066F7DA4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34C3FE7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r>
        <w:fldChar w:fldCharType="begin"/>
      </w:r>
      <w:r>
        <w:instrText xml:space="preserve"> NUMPAGES  \# "0" \* Arabic  \* MERGEFORMAT </w:instrText>
      </w:r>
      <w:r>
        <w:fldChar w:fldCharType="separate"/>
      </w:r>
      <w:r w:rsidR="00B96413">
        <w:rPr>
          <w:noProof/>
        </w:rPr>
        <w:t>18</w:t>
      </w:r>
      <w: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75CBC8BB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B96413">
        <w:t>AC-NANTES_SCUS_25-003</w:t>
      </w:r>
      <w:r>
        <w:fldChar w:fldCharType="end"/>
      </w:r>
    </w:p>
    <w:p w14:paraId="7635535A" w14:textId="77777777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prestations intellectuelles</w:t>
      </w:r>
    </w:p>
    <w:p w14:paraId="76CB9642" w14:textId="75DD25A3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9206DF" w:rsidRPr="003819F9">
        <w:t>Mission</w:t>
      </w:r>
      <w:r w:rsidR="009206DF">
        <w:t>s de contrôle technique de la construction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56FD6C45" w:rsidR="00995AF1" w:rsidRDefault="00995AF1" w:rsidP="00995AF1">
      <w:pPr>
        <w:pStyle w:val="Corpsitalique"/>
        <w:rPr>
          <w:i w:val="0"/>
        </w:rPr>
      </w:pPr>
      <w:bookmarkStart w:id="8" w:name="_GoBack"/>
      <w:bookmarkEnd w:id="8"/>
    </w:p>
    <w:p w14:paraId="532F784B" w14:textId="77777777" w:rsidR="002170CD" w:rsidRDefault="002170CD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49B783C8" w14:textId="77777777" w:rsidR="00995AF1" w:rsidRDefault="00995AF1" w:rsidP="00995AF1">
      <w:pPr>
        <w:pStyle w:val="Corpsitalique"/>
        <w:rPr>
          <w:i w:val="0"/>
        </w:rPr>
      </w:pPr>
      <w:bookmarkStart w:id="9" w:name="_Hlk127276369"/>
    </w:p>
    <w:p w14:paraId="6F9E33AF" w14:textId="410093F7" w:rsidR="00995AF1" w:rsidRPr="00EC5BF0" w:rsidRDefault="00B96413" w:rsidP="00995AF1">
      <w:pPr>
        <w:pStyle w:val="Corpsitalique"/>
        <w:rPr>
          <w:i w:val="0"/>
        </w:rPr>
      </w:pPr>
      <w:r w:rsidRPr="00051851">
        <w:rPr>
          <w:rFonts w:ascii="Arial" w:hAnsi="Arial"/>
          <w:noProof/>
          <w:sz w:val="22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393EA6" wp14:editId="052550EE">
                <wp:simplePos x="0" y="0"/>
                <wp:positionH relativeFrom="column">
                  <wp:posOffset>-88265</wp:posOffset>
                </wp:positionH>
                <wp:positionV relativeFrom="paragraph">
                  <wp:posOffset>211455</wp:posOffset>
                </wp:positionV>
                <wp:extent cx="6508750" cy="1155065"/>
                <wp:effectExtent l="0" t="0" r="6350" b="698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065"/>
                          <a:chOff x="0" y="0"/>
                          <a:chExt cx="6508750" cy="1155065"/>
                        </a:xfrm>
                      </wpg:grpSpPr>
                      <wpg:grpSp>
                        <wpg:cNvPr id="13" name="Groupe 13"/>
                        <wpg:cNvGrpSpPr/>
                        <wpg:grpSpPr>
                          <a:xfrm>
                            <a:off x="0" y="0"/>
                            <a:ext cx="6508750" cy="1155065"/>
                            <a:chOff x="-6350" y="635"/>
                            <a:chExt cx="6508750" cy="1155065"/>
                          </a:xfrm>
                        </wpg:grpSpPr>
                        <wpg:grpSp>
                          <wpg:cNvPr id="14" name="Groupe 14"/>
                          <wpg:cNvGrpSpPr/>
                          <wpg:grpSpPr>
                            <a:xfrm>
                              <a:off x="99150" y="635"/>
                              <a:ext cx="4007402" cy="723265"/>
                              <a:chOff x="99180" y="636"/>
                              <a:chExt cx="4008864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5" name="Image 1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161894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99585" y="636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F8FCA1" w14:textId="77777777" w:rsidR="00B96413" w:rsidRPr="007B0452" w:rsidRDefault="00B96413" w:rsidP="00B96413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83250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48175" y="47625"/>
                            <a:ext cx="714375" cy="5962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393EA6" id="Groupe 3" o:spid="_x0000_s1026" style="position:absolute;left:0;text-align:left;margin-left:-6.95pt;margin-top:16.65pt;width:512.5pt;height:90.95pt;z-index:251659264" coordsize="65087,1155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">
                <v:group id="Groupe 13" o:spid="_x0000_s1027" style="position:absolute;width:65087;height:11550" coordorigin="-63,6" coordsize="65087,1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Groupe 14" o:spid="_x0000_s1028" style="position:absolute;left:991;top:6;width:40074;height:7233" coordorigin="991,6" coordsize="40088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5" o:spid="_x0000_s1029" type="#_x0000_t75" style="position:absolute;left:31618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">
                      <v:imagedata r:id="rId15" o:title="" croptop="17184f" cropbottom="16887f"/>
                      <v:path arrowok="t"/>
                    </v:shape>
                    <v:shape id="Image 19" o:spid="_x0000_s1030" type="#_x0000_t75" style="position:absolute;left:18995;top:6;width:9316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">
                      <v:imagedata r:id="rId16" o:title=""/>
                      <v:path arrowok="t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">
                      <v:imagedata r:id="rId17" o:title=""/>
                      <v:path arrowok="t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" fillcolor="window" stroked="f" strokeweight=".5pt">
                    <v:textbox>
                      <w:txbxContent>
                        <w:p w14:paraId="4EF8FCA1" w14:textId="77777777" w:rsidR="00B96413" w:rsidRPr="007B0452" w:rsidRDefault="00B96413" w:rsidP="00B96413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832;top:444;width:730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">
                    <v:imagedata r:id="rId18" o:title=""/>
                    <v:path arrowok="t"/>
                  </v:shape>
                </v:group>
                <v:shape id="Image 23" o:spid="_x0000_s1034" type="#_x0000_t75" style="position:absolute;left:44481;top:476;width:7144;height:5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">
                  <v:imagedata r:id="rId19" o:title=""/>
                  <v:path arrowok="t"/>
                </v:shape>
              </v:group>
            </w:pict>
          </mc:Fallback>
        </mc:AlternateContent>
      </w:r>
    </w:p>
    <w:bookmarkEnd w:id="9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B96413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B96413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B96413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B96413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B96413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B96413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995AF1">
      <w:pPr>
        <w:widowControl/>
        <w:numPr>
          <w:ilvl w:val="0"/>
          <w:numId w:val="39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1_a"/>
      <w:bookmarkEnd w:id="10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995AF1">
      <w:pPr>
        <w:widowControl/>
        <w:numPr>
          <w:ilvl w:val="0"/>
          <w:numId w:val="39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77777777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2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2" w:name="A1_p3A_a"/>
      <w:bookmarkEnd w:id="12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77777777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3" w:name="A1_p5_a"/>
      <w:bookmarkEnd w:id="13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3EE6C138" w14:textId="77777777" w:rsidR="00995AF1" w:rsidRDefault="00995AF1" w:rsidP="00995AF1">
      <w:pPr>
        <w:pStyle w:val="Corpsdetexte"/>
        <w:rPr>
          <w:lang w:eastAsia="fr-FR"/>
        </w:rPr>
      </w:pPr>
      <w:r>
        <w:rPr>
          <w:lang w:eastAsia="fr-FR"/>
        </w:rPr>
        <w:t>La bonne exécution des prestations ci-après dépend essentiellement de la/des personne(s) physique(s) suivantes :</w:t>
      </w:r>
    </w:p>
    <w:p w14:paraId="358F5890" w14:textId="77777777" w:rsidR="00995AF1" w:rsidRPr="00E90723" w:rsidRDefault="00995AF1" w:rsidP="00995AF1">
      <w:pPr>
        <w:pStyle w:val="CorpsListe"/>
        <w:rPr>
          <w:lang w:eastAsia="fr-FR"/>
        </w:rPr>
      </w:pPr>
      <w:r>
        <w:rPr>
          <w:lang w:eastAsia="fr-FR"/>
        </w:rPr>
        <w:t>Programmiste (interlocuteur principal)</w:t>
      </w:r>
    </w:p>
    <w:p w14:paraId="57455045" w14:textId="77777777" w:rsidR="00995AF1" w:rsidRPr="00795CD8" w:rsidRDefault="00995AF1" w:rsidP="00995AF1">
      <w:pPr>
        <w:pStyle w:val="Titren1surlign"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7777777" w:rsidR="00995AF1" w:rsidRPr="00795CD8" w:rsidRDefault="00995AF1" w:rsidP="00995AF1">
      <w:pPr>
        <w:pStyle w:val="Corpsdetexte"/>
        <w:rPr>
          <w:lang w:eastAsia="fr-FR"/>
        </w:rPr>
      </w:pPr>
      <w:bookmarkStart w:id="14" w:name="A2_1_p0B_a"/>
      <w:bookmarkEnd w:id="14"/>
      <w:r>
        <w:rPr>
          <w:lang w:eastAsia="fr-FR"/>
        </w:rPr>
        <w:t>Rédaction des livrables</w:t>
      </w:r>
      <w:r w:rsidRPr="00795CD8">
        <w:rPr>
          <w:lang w:eastAsia="fr-FR"/>
        </w:rPr>
        <w:t>.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573184F4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Il n'est pas prévu de décomposition en tranches, l'opération de travaux n'est pas allotie.</w:t>
      </w:r>
    </w:p>
    <w:p w14:paraId="21C65A10" w14:textId="77777777" w:rsidR="00995AF1" w:rsidRPr="00E90723" w:rsidRDefault="00995AF1" w:rsidP="00995AF1">
      <w:pPr>
        <w:pStyle w:val="Corpsdetexte"/>
        <w:rPr>
          <w:lang w:eastAsia="fr-FR"/>
        </w:rPr>
      </w:pPr>
      <w:r w:rsidRPr="00E90723">
        <w:rPr>
          <w:lang w:eastAsia="fr-FR"/>
        </w:rPr>
        <w:t>Les travaux seront rémunérés par application d'un prix global forfaitaire égal à</w:t>
      </w:r>
      <w:r w:rsidRPr="00E90723">
        <w:rPr>
          <w:rFonts w:ascii="Calibri" w:hAnsi="Calibri" w:cs="Calibri"/>
          <w:lang w:eastAsia="fr-FR"/>
        </w:rPr>
        <w:t> </w:t>
      </w:r>
      <w:r w:rsidRPr="00E90723">
        <w:rPr>
          <w:lang w:eastAsia="fr-FR"/>
        </w:rPr>
        <w:t>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995AF1" w:rsidRPr="00E90723" w14:paraId="11194B59" w14:textId="77777777" w:rsidTr="00995AF1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9CDFC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40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8E022E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7B00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BDE01B6" w14:textId="77777777" w:rsidTr="00995AF1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6C556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4E92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10808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87B0F6B" w14:textId="77777777" w:rsidTr="00995AF1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45EAF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42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E148EB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0B76E90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8194249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0B84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59B2870" w14:textId="77777777" w:rsidTr="00995AF1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0B48D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6FEEF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D697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DF50FD9" w14:textId="77777777" w:rsidTr="00995AF1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B1267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2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2ADB85B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D866B13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C6A6F2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F733F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5C5AFF37" w14:textId="77777777" w:rsidTr="00995AF1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6E017A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B72B9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CEF09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6C452C5" w14:textId="77777777" w:rsidTr="00995AF1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FDBDBE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43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4F6E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61677E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5CC299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652188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63DB3F6" w14:textId="77777777" w:rsidTr="00995AF1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82CDB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D8682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DDE7F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FF21D8C" w14:textId="77777777" w:rsidTr="00995AF1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2DA7BA" w14:textId="77777777" w:rsidR="00995AF1" w:rsidRPr="00E90723" w:rsidRDefault="00995AF1" w:rsidP="00995AF1">
            <w:pPr>
              <w:widowControl/>
              <w:numPr>
                <w:ilvl w:val="0"/>
                <w:numId w:val="4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A886FB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2EE7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055103A4" w14:textId="77777777" w:rsidTr="00995AF1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45C0E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C308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F2BD2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0D5DE30" w14:textId="77777777" w:rsidTr="00995AF1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550DF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2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6FC278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4EF1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B115086" w14:textId="77777777" w:rsidTr="00995AF1">
        <w:trPr>
          <w:tblCellSpacing w:w="0" w:type="dxa"/>
        </w:trPr>
        <w:tc>
          <w:tcPr>
            <w:tcW w:w="85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7B9A92F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89C676F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8F4BB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995AF1">
      <w:pPr>
        <w:pStyle w:val="Corpsdetexte"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4335C58E" w14:textId="77777777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color w:val="000000"/>
          <w:lang w:eastAsia="fr-FR"/>
        </w:rPr>
        <w:t>Entreprise</w:t>
      </w:r>
      <w:r w:rsidRPr="00E90723">
        <w:rPr>
          <w:b/>
          <w:lang w:eastAsia="fr-FR"/>
        </w:rPr>
        <w:t xml:space="preserve"> 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45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995AF1">
            <w:pPr>
              <w:keepNext/>
              <w:widowControl/>
              <w:numPr>
                <w:ilvl w:val="0"/>
                <w:numId w:val="46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1E88E11" w:rsidR="00995AF1" w:rsidRPr="00795CD8" w:rsidRDefault="00995AF1" w:rsidP="00E11BB4">
      <w:pPr>
        <w:pStyle w:val="Titren1surlign"/>
        <w:pageBreakBefore/>
      </w:pPr>
      <w:r w:rsidRPr="00795CD8">
        <w:t xml:space="preserve">Délai </w:t>
      </w:r>
      <w:r w:rsidRPr="00485546">
        <w:t>d'exécution</w:t>
      </w:r>
      <w:r w:rsidRPr="00795CD8">
        <w:t xml:space="preserve"> du march</w:t>
      </w:r>
      <w:r w:rsidR="00831BE9">
        <w:t>é</w:t>
      </w:r>
    </w:p>
    <w:p w14:paraId="5232645D" w14:textId="77777777" w:rsidR="00995AF1" w:rsidRPr="00151A0B" w:rsidRDefault="00995AF1" w:rsidP="00995AF1">
      <w:pPr>
        <w:pStyle w:val="Corpsdetexte"/>
      </w:pPr>
      <w:r w:rsidRPr="00151A0B">
        <w:t>Le délai d'exécution part de la date de la notification du marché.</w:t>
      </w:r>
    </w:p>
    <w:p w14:paraId="72411920" w14:textId="77777777" w:rsidR="00995AF1" w:rsidRPr="00151A0B" w:rsidRDefault="00995AF1" w:rsidP="00995AF1">
      <w:pPr>
        <w:pStyle w:val="Corpsdetexte"/>
      </w:pPr>
      <w:r w:rsidRPr="00151A0B">
        <w:t>Le délai d'exécution de chaque partie technique, à l'exception de la première, part de la date précisée dans l'ordre de service de commencer l'exécution de celle-ci.</w:t>
      </w:r>
    </w:p>
    <w:p w14:paraId="466DDC8E" w14:textId="77777777" w:rsidR="00995AF1" w:rsidRDefault="00995AF1" w:rsidP="00995AF1">
      <w:pPr>
        <w:pStyle w:val="Corpsdetexte"/>
      </w:pPr>
      <w:r w:rsidRPr="00151A0B">
        <w:t>Les délais d'exécution des parties techniques sont fixés à</w:t>
      </w:r>
      <w:r w:rsidRPr="00151A0B">
        <w:rPr>
          <w:rFonts w:ascii="Calibri" w:hAnsi="Calibri" w:cs="Calibri"/>
        </w:rPr>
        <w:t> </w:t>
      </w:r>
      <w:r w:rsidRPr="00151A0B">
        <w:t>:</w:t>
      </w:r>
    </w:p>
    <w:tbl>
      <w:tblPr>
        <w:tblStyle w:val="Grilledutableau"/>
        <w:tblW w:w="9923" w:type="dxa"/>
        <w:tblInd w:w="-5" w:type="dxa"/>
        <w:tblLook w:val="04A0" w:firstRow="1" w:lastRow="0" w:firstColumn="1" w:lastColumn="0" w:noHBand="0" w:noVBand="1"/>
      </w:tblPr>
      <w:tblGrid>
        <w:gridCol w:w="3119"/>
        <w:gridCol w:w="4111"/>
        <w:gridCol w:w="2693"/>
      </w:tblGrid>
      <w:tr w:rsidR="00995AF1" w14:paraId="46CC93E4" w14:textId="77777777" w:rsidTr="006737C5">
        <w:tc>
          <w:tcPr>
            <w:tcW w:w="3119" w:type="dxa"/>
            <w:shd w:val="clear" w:color="auto" w:fill="BFBFBF" w:themeFill="background1" w:themeFillShade="BF"/>
          </w:tcPr>
          <w:p w14:paraId="7FB31E35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 w:rsidRPr="00E43E39">
              <w:rPr>
                <w:b/>
              </w:rPr>
              <w:t>Partie technique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159AC34E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 w:rsidRPr="00E43E39">
              <w:rPr>
                <w:b/>
              </w:rPr>
              <w:t>Délai</w:t>
            </w:r>
            <w:r>
              <w:rPr>
                <w:b/>
              </w:rPr>
              <w:t xml:space="preserve"> en jours calendaires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6D43381D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>
              <w:rPr>
                <w:b/>
              </w:rPr>
              <w:t>Po</w:t>
            </w:r>
            <w:r w:rsidRPr="00AC5691">
              <w:rPr>
                <w:b/>
              </w:rPr>
              <w:t>int de départ du délai</w:t>
            </w:r>
          </w:p>
        </w:tc>
      </w:tr>
      <w:tr w:rsidR="00995AF1" w14:paraId="05615F58" w14:textId="77777777" w:rsidTr="006737C5">
        <w:tc>
          <w:tcPr>
            <w:tcW w:w="3119" w:type="dxa"/>
          </w:tcPr>
          <w:p w14:paraId="31526646" w14:textId="0D04EEEE" w:rsidR="00995AF1" w:rsidRDefault="0092355D" w:rsidP="00995AF1">
            <w:pPr>
              <w:pStyle w:val="Tableaucentr"/>
              <w:numPr>
                <w:ilvl w:val="1"/>
                <w:numId w:val="43"/>
              </w:numPr>
              <w:ind w:left="605" w:hanging="284"/>
              <w:jc w:val="left"/>
            </w:pPr>
            <w:r>
              <w:t>Conception</w:t>
            </w:r>
          </w:p>
        </w:tc>
        <w:tc>
          <w:tcPr>
            <w:tcW w:w="4111" w:type="dxa"/>
          </w:tcPr>
          <w:p w14:paraId="412A5A1B" w14:textId="5E21EC6F" w:rsidR="00995AF1" w:rsidRDefault="002F4595" w:rsidP="006737C5">
            <w:pPr>
              <w:pStyle w:val="Tableaucentr"/>
              <w:jc w:val="left"/>
            </w:pPr>
            <w:r>
              <w:t>Jusqu’à validation d</w:t>
            </w:r>
            <w:r w:rsidR="006737C5">
              <w:t xml:space="preserve">es études </w:t>
            </w:r>
            <w:r>
              <w:t>de maîtrise d’œuvre</w:t>
            </w:r>
          </w:p>
        </w:tc>
        <w:tc>
          <w:tcPr>
            <w:tcW w:w="2693" w:type="dxa"/>
          </w:tcPr>
          <w:p w14:paraId="10CF8D03" w14:textId="77777777" w:rsidR="00995AF1" w:rsidRDefault="00995AF1" w:rsidP="00995AF1">
            <w:pPr>
              <w:pStyle w:val="Tableaucentr"/>
              <w:jc w:val="left"/>
            </w:pPr>
            <w:r>
              <w:t>Réunion de lancement</w:t>
            </w:r>
          </w:p>
        </w:tc>
      </w:tr>
      <w:tr w:rsidR="00995AF1" w14:paraId="710424F8" w14:textId="77777777" w:rsidTr="006737C5">
        <w:tc>
          <w:tcPr>
            <w:tcW w:w="3119" w:type="dxa"/>
          </w:tcPr>
          <w:p w14:paraId="03936FBD" w14:textId="2E40F744" w:rsidR="00995AF1" w:rsidRDefault="00DF14D7" w:rsidP="00995AF1">
            <w:pPr>
              <w:pStyle w:val="Tableaucentr"/>
              <w:numPr>
                <w:ilvl w:val="1"/>
                <w:numId w:val="43"/>
              </w:numPr>
              <w:ind w:left="605" w:hanging="284"/>
              <w:jc w:val="left"/>
            </w:pPr>
            <w:r>
              <w:t>Réalisation</w:t>
            </w:r>
          </w:p>
        </w:tc>
        <w:tc>
          <w:tcPr>
            <w:tcW w:w="4111" w:type="dxa"/>
          </w:tcPr>
          <w:p w14:paraId="4A32650D" w14:textId="15BD018D" w:rsidR="00995AF1" w:rsidRDefault="002F4595" w:rsidP="006737C5">
            <w:pPr>
              <w:pStyle w:val="Tableaucentr"/>
              <w:jc w:val="left"/>
            </w:pPr>
            <w:r>
              <w:t>Jusqu’</w:t>
            </w:r>
            <w:r w:rsidR="006737C5">
              <w:t>au</w:t>
            </w:r>
            <w:r>
              <w:t xml:space="preserve"> parfait achèvement des travaux</w:t>
            </w:r>
          </w:p>
        </w:tc>
        <w:tc>
          <w:tcPr>
            <w:tcW w:w="2693" w:type="dxa"/>
          </w:tcPr>
          <w:p w14:paraId="0A5B70D4" w14:textId="76FECD6A" w:rsidR="00995AF1" w:rsidRDefault="00995AF1" w:rsidP="00995AF1">
            <w:pPr>
              <w:pStyle w:val="Tableaucentr"/>
              <w:jc w:val="left"/>
            </w:pPr>
          </w:p>
        </w:tc>
      </w:tr>
    </w:tbl>
    <w:p w14:paraId="3B73C405" w14:textId="77777777" w:rsidR="00995AF1" w:rsidRPr="00795CD8" w:rsidRDefault="00995AF1" w:rsidP="00995AF1">
      <w:pPr>
        <w:pStyle w:val="Titren1surlign"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BE5E77">
        <w:rPr>
          <w:b/>
          <w:lang w:eastAsia="fr-FR"/>
        </w:rPr>
        <w:t>Entreprise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95AF1" w:rsidRPr="00BE5E77" w14:paraId="6D14207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0EFA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5930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685CD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F7F8E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74EDB7D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F373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566A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F3D2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9D50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2D8C69A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1C42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E4C4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035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BD6C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7EE7CF5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D730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27AB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5B31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14A9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27CD1C6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09E47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E9B5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A715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9C4B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10B331D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6F5B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DD2C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B55C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6F3C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5708C42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C24C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BC30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6C4F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FA34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1005B5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AA7D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5FDD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7B19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4C63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44BE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7BD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7EE0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321A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52A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625B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0BA4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276B3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82D8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8C35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A66E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A694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5E64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09DB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148D81D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BCDF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5082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6BC4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2DD3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64BCCADE" w14:textId="77777777" w:rsidTr="00995AF1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BD0E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B058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0592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7D9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E112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20D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6ACFB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FB55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C88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BAAA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F9CC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DF6F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7A9C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85D6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32D4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4437AFB" w14:textId="77777777" w:rsidTr="00995AF1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F8AF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6E31343C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1A0B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F426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4476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E44BA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363A3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649BA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B38A8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D5BCB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B6E09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D2448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9C339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739F9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BF249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ECD8C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443AA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B110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18224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E7487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D30AA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4D000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64E4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5D5E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1AFBA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4B9C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853D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45812D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7970E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EDAB7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D86BC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AC29F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356D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B7CCC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37C82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5920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BFC9B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AA740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57CCE24E" w14:textId="77777777" w:rsidTr="00995AF1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DD4E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C2A06DA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29C1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AB1F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8B010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2C29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DF969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A0C4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A9A6F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770CB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2F06F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2C21B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15D1A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18D6A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AEF762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F93589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BB07E0" w14:textId="77777777" w:rsidR="00995AF1" w:rsidRPr="00BE5E77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3DCD86B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5910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92CA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2F99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0B62686" w14:textId="77777777" w:rsidR="00995AF1" w:rsidRPr="00BE5E77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77777777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F461235" w14:textId="77777777" w:rsidR="002B6CAE" w:rsidRPr="00795CD8" w:rsidRDefault="002B6CAE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36616CD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1842088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A78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36B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491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DFC82C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E77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148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A6B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57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EEA3A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1D4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016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099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3C4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7388BC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903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3A9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A3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7DB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AEE2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77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88B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D592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A28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135C4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DE4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5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AC6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EF8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E349A3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783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E0D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649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C3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0C55E3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D8F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7FE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A2D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A5B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66C5F0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B59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B9C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9A7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FC3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79C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8878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316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1E9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D955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7E0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13F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865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244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20A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342A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F3C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C96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812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C1CFB1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66C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E6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604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D03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FE3E0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8E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689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C1A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211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FAC8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3B7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6F4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D5F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776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A8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A5B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E90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BFC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E3E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C7FB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91047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DAD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EC7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AF73A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774F05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4F1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BD05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9333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CD5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D89D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2AC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362F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C424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B85B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593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1DFD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8698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8958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167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F7B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B999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3CF8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2461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BA40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5BA1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4A78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F33B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26C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75FF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D373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1021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110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EF3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ECC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FC27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8282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46D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7B44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24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446B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2E1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FB6FE0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F36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E41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D3AD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DB90F52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3D19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AE4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23B6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14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EBE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2FBB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728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2554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2B9C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1114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50FC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037F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A2F66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392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7BD8C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B338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D81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B394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FDD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FFB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58560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61D49AF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0CB8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DC2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F7A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EC6620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A15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8D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EC1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4C5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C15AEF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B7D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326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17E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D4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3DF146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6BF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5F1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6C2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8F7D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0485A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EF1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5A2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E8F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53A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BBF4DB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700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728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A2A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081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B9A0A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1535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54F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F08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4CD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22D13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5D2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C23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947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665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D10FA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173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57F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8E6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08E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063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B5D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4E19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067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CB88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4E5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C97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ED9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72D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541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F96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1AB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FA81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DFA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D5D43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319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05D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79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165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12ED3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A46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AE8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B77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826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FBD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95E7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B68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9F6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8E8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ECB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0C3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2C3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5AA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B6D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6426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41DDE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37D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016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6E996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E72CD5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B3E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62B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76C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2CD3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2FA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B7A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B9F5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0A50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B219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9580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7C22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4283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950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84F7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1BFE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F3E5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F03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14B6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10A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EAC4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7E84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9ED8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F6B3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5511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89A3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4A25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9DB8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CE64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FC05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65FA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5651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8515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95BA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199C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5A51D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A7685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663D9F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FBE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717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CDE20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FE42F5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E9D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907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FDE0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A7A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6C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7092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C27C9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31D6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A7C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8C6F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B09F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F3A2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DAF23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DFCB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E98DA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696A0F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B7F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E05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266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0FE3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BA97E1D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79F1741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81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91D6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36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1A67D9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0AD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0D7C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60C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71B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820DD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2E0E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AF1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EF95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AF27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BFD164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96B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85FB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FD3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F10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69FC9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C60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075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D7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F17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6865A1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CE2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5B1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CDF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769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DC114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C00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957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AEA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ABE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64683C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032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A70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181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E3A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11AD81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A4E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EAC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CC3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064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7D18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384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2F1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FCF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3688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BFB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402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F1F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EC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0C4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1BE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C90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E35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AA2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6864C4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0B5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2FD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2D9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D09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76C60E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A2C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313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CAA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BD3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BE90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C1C6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BDF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295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95A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42F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42C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76A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BC2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073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E27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69883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D85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66A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FEC89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9EC953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9B50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ABE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287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C2CA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E175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7655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BCC2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7090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5A07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D5A1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AE31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F6C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A2209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C84A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657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B1AC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261E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14F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3ADF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D96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B129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90DF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DEC5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90A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FFFC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073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5B3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4EB9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36C3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F1E7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C70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5B92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0C9F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59B8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A0BF8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8384AE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EC3BA6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E58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927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B2BEA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164E51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2FD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3E98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3375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3840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55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01B9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2B8D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556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24B3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ACB1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4E3A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205D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FAF6E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2993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DFDBB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837A94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74B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BB7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575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926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A670A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28D5867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713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C31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48A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8F43E1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52E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FC4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F32A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623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F296C8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E2C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F678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6CB6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6C5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5AAC9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36A2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59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355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0A1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C91FE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9B43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0B1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43B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E7C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C069A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95F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014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FFE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263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E27C91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144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D6B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053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99C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8FC065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9E7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D52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3A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914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5D55FF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8C1E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B7C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42BD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251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D93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806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8592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062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1ED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CE1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8EF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016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237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109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D9D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D93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132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7BC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42CBFD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0A1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489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D51B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2C2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D7623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7E8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BEB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389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8B9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3F2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1360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9173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74D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3E6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57D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8CE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B11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962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F1F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A17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93F76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E046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256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AEAF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0D14C9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86C3F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8D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3AB8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C512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7383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B20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60E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CA54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F3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430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B334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48C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CB2E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C6B8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AF9D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2BCB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2C2A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72C0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5994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25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6C1C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44F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A97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E25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EA04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A8EF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05AB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84AD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F90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C837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18F4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7337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8C5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4DD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7CA08B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BE42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52399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347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4922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4C08F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E9393B8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797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998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50C7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0907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82AF6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909A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B59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2C31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709B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FE0E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748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FB02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9A259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1F5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8320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D91BE2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6CF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CF9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5F6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2EA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B39497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5CB2AF7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35B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55E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F5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6D8505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160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E6F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80E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E8C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00E62D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901F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2207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B1F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09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1B819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1A5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5D3A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8703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340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E07564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68E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7B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023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840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9F2501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63C5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669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6F9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4F1C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B82C40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77A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2D8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39D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4AB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83CAB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609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E6A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EE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15C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930C1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04CE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CC1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971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74D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A4B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01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927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CCF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84E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FF4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E786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450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2C7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B4E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342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2E7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95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B2C7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DC844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485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1F9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078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27C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141587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B0B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AF5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029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973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3E5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DFA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F01E8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0F9D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E69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8FC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F1D4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5FF3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C92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A76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E09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CA903B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B6B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996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F961B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A1735FA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01639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559F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E115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5A3E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6CFC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114E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FBE1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451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9A69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A25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1348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E308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CF5E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65AC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853F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EC17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C0C5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1F9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CA6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D02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D030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28C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C1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92E4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54FB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4751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3AE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4976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42DB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CD4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C4D11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9613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82A5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0EF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4114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0B851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F0B12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EB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E1B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B69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73F098D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C86F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B19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D22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20B2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61A7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6754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16FF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26D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895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1F23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94DF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676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10EAC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319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B354F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825A94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E2E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2336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E0A1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9ABB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7DD12FD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57AD200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028D887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232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6C0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524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F67689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A15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008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F82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BDB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EBD982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3BF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BFA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CA1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07A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AA297A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1DF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5658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3C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864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7F5FC9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F94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718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F18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FA7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A14DB1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76B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BF8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B57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4BF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D6F17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5BF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22E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0EF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FF8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59B6AF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909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860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A0F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3BB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AC197E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260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0F0E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F4B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626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5521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05B3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AEE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2F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779A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C7D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55B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A9F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510E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05B9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484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147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C82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9B5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6C04D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D45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FE5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28A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99F5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78A198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2A8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F54B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796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A557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D3A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98E8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31A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D73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B3F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5EE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D58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7F0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352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A2B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1021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ECB0B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21C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B19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E067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2EBFB0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345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F58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4CCC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4110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21B8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BA03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A1B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7A03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514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86CE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7DB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A4E7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1BD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1B9C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49B6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E1D7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059A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E61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CFF1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7B44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1CA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95DD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5769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F8D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9E1C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BFD4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5A15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637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D95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D9A2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3835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708C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D7B6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C8D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C279A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6595C1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8F53EB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C9A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5253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949A2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3A461C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30D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D61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1D54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3313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90FD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39E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F7D2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4BF7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8D7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4FF2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0527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C45B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E8BE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F98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CA98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A78712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075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BABF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4AD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BA98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99A20DD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647DC53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EB98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63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EAF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624A4C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495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F179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BD0E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03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30649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247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CDD6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76A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909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C97EB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F7A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65E5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8D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94DC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61DC36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DFB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7F0D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6F5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32C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90EC4F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D87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1FE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EB8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0BE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856B4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7D2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4692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71A8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7ADD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39BE67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225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765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23E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8A2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5E80EF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59E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C45D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108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0E3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E07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90E7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1E6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2DB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A27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073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C35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760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513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DC4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24E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3A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5362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FDF68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ADAE7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92AC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C349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9A0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A6C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79959A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C21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93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AE1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CCE1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004D8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BAA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959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34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3BA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B3E7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C993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127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227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361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F9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1EFBA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247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403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B5522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7292B2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8AB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46C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CF5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C1F4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FA1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9274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94A0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DDF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E5A0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3FE1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C659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6470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F23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DE3B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96B4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EBB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8FB9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CBF9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3379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BFE3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9699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79EE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B00A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871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417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6F7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E3AF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D083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43B4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5F24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080A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9365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AB3D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6D71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AB876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1A037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1BA912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271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A0C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476EEF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8B98E5D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FAF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8F6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7A74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C5D0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D160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6D0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5855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C861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061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2F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5838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72C1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6896B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B92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E0EB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36B59E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74F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9AA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195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ACD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8640287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0088A5F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1BD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424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7138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3189C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44B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EBD0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EC2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113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E86601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F05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F011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19A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AEC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2EF732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0675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9FF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E8B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523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E35826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204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33A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336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A9D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A6237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9CC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C94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BAD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056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9BEF6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B7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7CCF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E3F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A90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6CF37A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BCD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F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397D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123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C964B3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71E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247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0CE7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81B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173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513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762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A35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9719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6FD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9338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DAEF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19B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491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741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49BC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904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5C9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984ADE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0EC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AA6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14E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CC1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F85B7A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FC8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900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84C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49D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509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0B0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5AD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718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34F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480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17B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030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BBD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8F9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C213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C85C9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2C3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6682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4BB34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08B48CD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406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BCE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90DA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2DB9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280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74B0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A530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4D981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CF80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75C4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03F1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55C0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D917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5DE9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DDAC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E728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BBAA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7EA4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8520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126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141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FDAB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B2D5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C750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BBA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07AB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5724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10D5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DF85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0528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FB1A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D40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1945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98FE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177CD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1EB1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D925D3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748B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351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9E913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0C14DA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0E46E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373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680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62F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AE58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813D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1AB3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5C9C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FF42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A6B8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0514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F199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A4F7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C545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20B21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FE9317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8B2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F76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C30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A248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01B0F2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5D90840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00C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82D3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B3F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A75BE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672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B8C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1449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FB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7CF90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C6E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8F5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EB96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AB7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0555A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AC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807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0C9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792E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1E762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39F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304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5E95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527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6FEC34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86D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33B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D2C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370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FA9E9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53A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A83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D006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84F6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B12386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27F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2A6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9E6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A58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66B36A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BB8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411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B50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06E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B17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550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469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8FA9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097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EE9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F5C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E58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49A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AA3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313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C3F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28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D81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0EBC2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0B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180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E3F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F50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D135A1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5EE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C85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13B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36C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9E2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79F0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0936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7AC4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1E9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C39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B51A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E99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1C5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AA14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D06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264C8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448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A95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8D407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1B9BB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2DF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350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6514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E23C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47E08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7CAC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F64D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0686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5A6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9EE7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289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AB5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9FF2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268D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D74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5CD20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F15D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8FBD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72DA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2671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811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F052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8D81E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DF6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A1B1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1789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D38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7736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5FA1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CEFC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402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D4BC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4098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2CC71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2DD71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45725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5A40EA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24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4106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922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F95E0E6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D31F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D43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8ED0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E0DC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4D7A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0FE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230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FE70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F72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1814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CFC7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2871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29340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AD8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C5B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0A4F9C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1AD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888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768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16E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40E3303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33944EA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7C2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6B22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5CC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441D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9A6E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5E0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205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FD0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936C2A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E2D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32B1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7CF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C57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E1A53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604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FB2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01FA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8B7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95D6B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C47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6E5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D8E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FE51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E24D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B9E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C06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242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9D41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B91C0A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778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751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8AC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E7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8161E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905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0BE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AA8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1EA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5B1E22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636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B68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E56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B1B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0FC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33A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09C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3D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BB1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196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24C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BCD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0DD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B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8F84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90C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EBF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5FC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31DA5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EA6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641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35D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B56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AF67C7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9166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456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43B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54C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73C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693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300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3E0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0B7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E8B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2D0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699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D8948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643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489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C3029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103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5AF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AF623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88625E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6C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391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972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3980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F529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4C10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27FC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83A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6B6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C4B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D318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652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B161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E7C6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A931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E7DC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833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A411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B36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AAFB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C6E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BB03C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8CCC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93D0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B664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165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CD23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D0C4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30A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D56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6497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028C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78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5831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4700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8628B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C6BEB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32A1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558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F99B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65E0BA7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E8C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3E2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0185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5A12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7DC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9707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0150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8D2F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73DF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C54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4B7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4A36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1274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2F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26A39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6A68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1E9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7DE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F42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A689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C6D05D7" w14:textId="7A33F9B5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6FF92A2" w14:textId="77777777" w:rsidR="00B96413" w:rsidRPr="00795CD8" w:rsidRDefault="00B96413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BE5E77">
        <w:rPr>
          <w:b/>
          <w:lang w:eastAsia="fr-FR"/>
        </w:rPr>
        <w:t>Entreprise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refuse</w:t>
      </w:r>
      <w:r w:rsidRPr="00795CD8">
        <w:rPr>
          <w:lang w:eastAsia="fr-FR"/>
        </w:rPr>
        <w:t xml:space="preserve"> de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47BAFEE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ne refuse pas</w:t>
      </w:r>
      <w:r w:rsidRPr="00795CD8">
        <w:rPr>
          <w:lang w:eastAsia="fr-FR"/>
        </w:rPr>
        <w:t xml:space="preserve"> de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2D02EEED" w14:textId="77777777" w:rsidR="00995AF1" w:rsidRPr="00795CD8" w:rsidRDefault="00995AF1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995AF1" w:rsidRPr="00795CD8" w14:paraId="3BC7700C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94CE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995AF1" w:rsidRPr="00795CD8" w14:paraId="381619F9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223E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BF9D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0358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E22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1FAB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0D5EAD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F32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22F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8E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79B4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222BAF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0F5C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995AF1" w:rsidRPr="00795CD8" w14:paraId="7985B1F6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F2C7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DE05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F1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5DFD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E26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2512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954C2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C5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E33F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FAC3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1DEF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7A270" w14:textId="77777777" w:rsidTr="00995AF1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19091B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D6E4E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D615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F0241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932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02F7436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995AF1" w:rsidRPr="00795CD8" w14:paraId="753E1401" w14:textId="77777777" w:rsidTr="00995AF1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8A0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V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isas</w:t>
            </w:r>
          </w:p>
        </w:tc>
      </w:tr>
      <w:tr w:rsidR="00995AF1" w:rsidRPr="00795CD8" w14:paraId="4942614B" w14:textId="77777777" w:rsidTr="00995AF1"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25B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5E8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333F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0DFA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4F4363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67423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63E4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4AAB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BA91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03D15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5C02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CF1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D273C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54B49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4481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3624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 de l'autorité chargée du contrôle budgétaire régional</w:t>
            </w:r>
          </w:p>
          <w:p w14:paraId="5F23CF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CD9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881F7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F945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1DFA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3116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2DBD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36CAE3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20840B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C059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23BBD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D23D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496D3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29B59D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F9A57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F2138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870F0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BF3A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33FE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31D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D7D0417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012BF73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995AF1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995AF1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995AF1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6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N°___ A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5A367C" w:rsidRDefault="00995AF1" w:rsidP="005A367C">
      <w:pPr>
        <w:pStyle w:val="Titren4"/>
        <w:rPr>
          <w:rStyle w:val="Titren1Car"/>
          <w:b/>
          <w:smallCaps w:val="0"/>
          <w:sz w:val="20"/>
          <w:szCs w:val="22"/>
          <w:shd w:val="clear" w:color="auto" w:fill="auto"/>
        </w:rPr>
      </w:pPr>
      <w:r w:rsidRPr="005A367C">
        <w:rPr>
          <w:rStyle w:val="Titren1Car"/>
          <w:b/>
          <w:smallCaps w:val="0"/>
          <w:sz w:val="20"/>
          <w:szCs w:val="22"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ACED78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6F7F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70AC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A9E97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255F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CB0F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29E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4894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349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E70C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CC8B5A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ED06C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229F5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B1EF4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BABC82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FE602CF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3061BF8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0FC740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FC2B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150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40A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9888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94A45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64EF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842825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8F17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893A3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18C71C9" w14:textId="77777777" w:rsidR="00995AF1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F5D8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6E6F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C04D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1661B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3A92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3137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381E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21DC194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EC253F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55D5E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F65D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76B3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EF2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20B4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B3CAA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71EFA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0315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D43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D197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89F0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0E8FC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51CAB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DD7B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E298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DFB6F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94EE90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5D8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E5AB7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FC293A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03F3F6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F1318F" w:rsidRDefault="00995AF1" w:rsidP="005A367C">
      <w:pPr>
        <w:pStyle w:val="Titren4"/>
        <w:pageBreakBefore/>
      </w:pPr>
      <w:r w:rsidRPr="00380C47">
        <w:rPr>
          <w:rStyle w:val="Titren1Car"/>
          <w:b/>
          <w:smallCaps w:val="0"/>
          <w:sz w:val="20"/>
          <w:szCs w:val="22"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D3119A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82AE36C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4F9E77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A809C4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743197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615ED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917569F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995AF1" w:rsidRPr="00795CD8" w14:paraId="21FEA658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4049C6D9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AEA25" w14:textId="77777777" w:rsidR="004265C7" w:rsidRDefault="004265C7" w:rsidP="0079276E">
      <w:r>
        <w:separator/>
      </w:r>
    </w:p>
  </w:endnote>
  <w:endnote w:type="continuationSeparator" w:id="0">
    <w:p w14:paraId="23083257" w14:textId="77777777" w:rsidR="004265C7" w:rsidRDefault="004265C7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D09A" w14:textId="77777777" w:rsidR="004265C7" w:rsidRDefault="004265C7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4265C7" w:rsidRDefault="004265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1"/>
      <w:gridCol w:w="992"/>
    </w:tblGrid>
    <w:tr w:rsidR="004265C7" w:rsidRPr="0093737E" w14:paraId="6C4737C0" w14:textId="77777777" w:rsidTr="00995AF1">
      <w:trPr>
        <w:trHeight w:val="847"/>
        <w:jc w:val="center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17566D" w14:textId="5675F441" w:rsidR="004265C7" w:rsidRPr="00E80D8A" w:rsidRDefault="004265C7" w:rsidP="00270D79">
          <w:pPr>
            <w:pStyle w:val="Piednormal"/>
            <w:framePr w:wrap="notBeside" w:x="1024" w:y="15250"/>
          </w:pPr>
          <w:r>
            <w:fldChar w:fldCharType="begin"/>
          </w:r>
          <w:r>
            <w:instrText xml:space="preserve"> REF Mission_lot \h </w:instrText>
          </w:r>
          <w:r>
            <w:fldChar w:fldCharType="separate"/>
          </w:r>
          <w:r w:rsidR="002B6CAE" w:rsidRPr="003819F9">
            <w:t>Mission</w:t>
          </w:r>
          <w:r w:rsidR="002B6CAE">
            <w:t>s de contrôle technique de la construction</w:t>
          </w:r>
          <w:r>
            <w:fldChar w:fldCharType="end"/>
          </w:r>
          <w:r>
            <w:br/>
          </w:r>
          <w:r>
            <w:rPr>
              <w:rStyle w:val="PiedgrasCar"/>
            </w:rPr>
            <w:fldChar w:fldCharType="begin"/>
          </w:r>
          <w:r>
            <w:rPr>
              <w:rStyle w:val="PiedgrasCar"/>
            </w:rPr>
            <w:instrText xml:space="preserve"> REF Piècecomplet \h  \* MERGEFORMAT </w:instrText>
          </w:r>
          <w:r>
            <w:rPr>
              <w:rStyle w:val="PiedgrasCar"/>
            </w:rPr>
          </w:r>
          <w:r>
            <w:rPr>
              <w:rStyle w:val="PiedgrasCar"/>
            </w:rPr>
            <w:fldChar w:fldCharType="separate"/>
          </w:r>
          <w:r w:rsidR="002B6CAE" w:rsidRPr="002B6CAE">
            <w:rPr>
              <w:rStyle w:val="PiedgrasCar"/>
            </w:rPr>
            <w:t>Acte d’engagement</w:t>
          </w:r>
          <w:r>
            <w:rPr>
              <w:rStyle w:val="PiedgrasCar"/>
            </w:rPr>
            <w:fldChar w:fldCharType="end"/>
          </w:r>
          <w:r w:rsidRPr="00E80D8A">
            <w:br/>
          </w:r>
          <w:r w:rsidRPr="00E80D8A">
            <w:fldChar w:fldCharType="begin"/>
          </w:r>
          <w:r w:rsidRPr="00E80D8A">
            <w:instrText xml:space="preserve"> REF Opération \h  \* MERGEFORMAT </w:instrText>
          </w:r>
          <w:r w:rsidRPr="00E80D8A">
            <w:fldChar w:fldCharType="separate"/>
          </w:r>
          <w:r w:rsidR="00B96413" w:rsidRPr="00B96413">
            <w:t>Rénovation énergétique de l’École nationale supérieure d’ingénieurs du Mans (ENSIM)</w:t>
          </w:r>
          <w:r w:rsidRPr="00E80D8A">
            <w:fldChar w:fldCharType="end"/>
          </w:r>
        </w:p>
        <w:p w14:paraId="1F5B7455" w14:textId="3240B00F" w:rsidR="004265C7" w:rsidRPr="0093737E" w:rsidRDefault="004265C7" w:rsidP="00270D79">
          <w:pPr>
            <w:pStyle w:val="Texte-Ml"/>
            <w:framePr w:wrap="notBeside" w:x="1024" w:y="15250" w:anchorLock="0"/>
            <w:spacing w:after="0"/>
            <w:jc w:val="left"/>
          </w:pPr>
          <w:r w:rsidRPr="00E80D8A">
            <w:rPr>
              <w:rFonts w:ascii="Marianne" w:hAnsi="Marianne"/>
              <w:szCs w:val="16"/>
            </w:rPr>
            <w:fldChar w:fldCharType="begin"/>
          </w:r>
          <w:r w:rsidRPr="00E80D8A"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 w:rsidRPr="00E80D8A">
            <w:rPr>
              <w:rFonts w:ascii="Marianne" w:hAnsi="Marianne"/>
              <w:szCs w:val="16"/>
            </w:rPr>
          </w:r>
          <w:r w:rsidRPr="00E80D8A">
            <w:rPr>
              <w:rFonts w:ascii="Marianne" w:hAnsi="Marianne"/>
              <w:szCs w:val="16"/>
            </w:rPr>
            <w:fldChar w:fldCharType="separate"/>
          </w:r>
          <w:r w:rsidR="00B96413" w:rsidRPr="00B96413">
            <w:rPr>
              <w:rFonts w:ascii="Marianne" w:hAnsi="Marianne"/>
              <w:szCs w:val="16"/>
            </w:rPr>
            <w:t>Le Mans</w:t>
          </w:r>
          <w:r w:rsidR="00B96413" w:rsidRPr="00B96413">
            <w:t xml:space="preserve"> Université</w:t>
          </w:r>
          <w:r w:rsidRPr="00E80D8A"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8AA777" w14:textId="4282D7F6" w:rsidR="004265C7" w:rsidRPr="0093737E" w:rsidRDefault="004265C7" w:rsidP="00270D79">
          <w:pPr>
            <w:pStyle w:val="Date10"/>
            <w:framePr w:w="9979" w:h="964" w:wrap="notBeside" w:vAnchor="page" w:hAnchor="page" w:x="1024" w:y="15250"/>
          </w:pPr>
          <w:r w:rsidRPr="008052F3">
            <w:fldChar w:fldCharType="begin"/>
          </w:r>
          <w:r w:rsidRPr="008052F3">
            <w:instrText xml:space="preserve"> PAGE   \* MERGEFORMAT </w:instrText>
          </w:r>
          <w:r w:rsidRPr="008052F3">
            <w:fldChar w:fldCharType="separate"/>
          </w:r>
          <w:r w:rsidR="002170CD">
            <w:rPr>
              <w:noProof/>
            </w:rPr>
            <w:t>17</w:t>
          </w:r>
          <w:r w:rsidRPr="008052F3">
            <w:fldChar w:fldCharType="end"/>
          </w:r>
          <w:r w:rsidRPr="008052F3"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 w:rsidR="002170CD">
            <w:rPr>
              <w:noProof/>
            </w:rPr>
            <w:t>18</w:t>
          </w:r>
          <w:r>
            <w:fldChar w:fldCharType="end"/>
          </w:r>
        </w:p>
      </w:tc>
    </w:tr>
  </w:tbl>
  <w:p w14:paraId="0332B172" w14:textId="77777777" w:rsidR="004265C7" w:rsidRPr="00270D79" w:rsidRDefault="004265C7" w:rsidP="001212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9720B" w14:textId="77777777" w:rsidR="004265C7" w:rsidRDefault="004265C7" w:rsidP="0079276E">
      <w:r>
        <w:separator/>
      </w:r>
    </w:p>
  </w:footnote>
  <w:footnote w:type="continuationSeparator" w:id="0">
    <w:p w14:paraId="3F4A2A18" w14:textId="77777777" w:rsidR="004265C7" w:rsidRDefault="004265C7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89DF6" w14:textId="77777777" w:rsidR="004265C7" w:rsidRPr="00705E15" w:rsidRDefault="004265C7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4265C7" w:rsidRPr="00260107" w:rsidRDefault="004265C7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BCBA" w14:textId="77777777" w:rsidR="004265C7" w:rsidRPr="00050A75" w:rsidRDefault="004265C7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E9116" w14:textId="77777777" w:rsidR="004265C7" w:rsidRPr="003240AC" w:rsidRDefault="004265C7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82F9F"/>
    <w:multiLevelType w:val="multilevel"/>
    <w:tmpl w:val="91FE478A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2" w15:restartNumberingAfterBreak="0">
    <w:nsid w:val="083B5D1A"/>
    <w:multiLevelType w:val="multilevel"/>
    <w:tmpl w:val="9FE46206"/>
    <w:lvl w:ilvl="0">
      <w:start w:val="1"/>
      <w:numFmt w:val="decimal"/>
      <w:suff w:val="space"/>
      <w:lvlText w:val="Article %1."/>
      <w:lvlJc w:val="left"/>
      <w:pPr>
        <w:ind w:left="1192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3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C5E01"/>
    <w:multiLevelType w:val="multilevel"/>
    <w:tmpl w:val="F0523AEA"/>
    <w:numStyleLink w:val="Liste-a-puces"/>
  </w:abstractNum>
  <w:abstractNum w:abstractNumId="5" w15:restartNumberingAfterBreak="0">
    <w:nsid w:val="18053BFB"/>
    <w:multiLevelType w:val="multilevel"/>
    <w:tmpl w:val="91FE478A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6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7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50354D"/>
    <w:multiLevelType w:val="hybridMultilevel"/>
    <w:tmpl w:val="EE548CCE"/>
    <w:lvl w:ilvl="0" w:tplc="210C2524">
      <w:start w:val="1"/>
      <w:numFmt w:val="upperLetter"/>
      <w:lvlText w:val="%1 -"/>
      <w:lvlJc w:val="left"/>
      <w:pPr>
        <w:ind w:left="213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="Arial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12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9CC2F66"/>
    <w:multiLevelType w:val="multilevel"/>
    <w:tmpl w:val="1FE4D2B4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6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A01EB0"/>
    <w:multiLevelType w:val="hybridMultilevel"/>
    <w:tmpl w:val="0B1EBE30"/>
    <w:lvl w:ilvl="0" w:tplc="C4BA9C6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20" w15:restartNumberingAfterBreak="0">
    <w:nsid w:val="348C0A1E"/>
    <w:multiLevelType w:val="multilevel"/>
    <w:tmpl w:val="69F0B196"/>
    <w:numStyleLink w:val="Liste-titres-contrat"/>
  </w:abstractNum>
  <w:abstractNum w:abstractNumId="21" w15:restartNumberingAfterBreak="0">
    <w:nsid w:val="363E15AD"/>
    <w:multiLevelType w:val="hybridMultilevel"/>
    <w:tmpl w:val="6BB8F5F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93E2F"/>
    <w:multiLevelType w:val="hybridMultilevel"/>
    <w:tmpl w:val="9572C450"/>
    <w:lvl w:ilvl="0" w:tplc="F2A8D142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4" w15:restartNumberingAfterBreak="0">
    <w:nsid w:val="3F073A38"/>
    <w:multiLevelType w:val="multilevel"/>
    <w:tmpl w:val="32E4AD88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5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26" w15:restartNumberingAfterBreak="0">
    <w:nsid w:val="40E844E7"/>
    <w:multiLevelType w:val="multilevel"/>
    <w:tmpl w:val="ABE85EE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7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10734"/>
    <w:multiLevelType w:val="hybridMultilevel"/>
    <w:tmpl w:val="23F0F2BC"/>
    <w:lvl w:ilvl="0" w:tplc="040C0015">
      <w:start w:val="1"/>
      <w:numFmt w:val="upperLetter"/>
      <w:lvlText w:val="%1."/>
      <w:lvlJc w:val="left"/>
      <w:pPr>
        <w:ind w:left="1041" w:hanging="360"/>
      </w:pPr>
    </w:lvl>
    <w:lvl w:ilvl="1" w:tplc="040C0019" w:tentative="1">
      <w:start w:val="1"/>
      <w:numFmt w:val="lowerLetter"/>
      <w:lvlText w:val="%2."/>
      <w:lvlJc w:val="left"/>
      <w:pPr>
        <w:ind w:left="1761" w:hanging="360"/>
      </w:pPr>
    </w:lvl>
    <w:lvl w:ilvl="2" w:tplc="040C001B" w:tentative="1">
      <w:start w:val="1"/>
      <w:numFmt w:val="lowerRoman"/>
      <w:lvlText w:val="%3."/>
      <w:lvlJc w:val="right"/>
      <w:pPr>
        <w:ind w:left="2481" w:hanging="180"/>
      </w:pPr>
    </w:lvl>
    <w:lvl w:ilvl="3" w:tplc="040C000F" w:tentative="1">
      <w:start w:val="1"/>
      <w:numFmt w:val="decimal"/>
      <w:lvlText w:val="%4."/>
      <w:lvlJc w:val="left"/>
      <w:pPr>
        <w:ind w:left="3201" w:hanging="360"/>
      </w:pPr>
    </w:lvl>
    <w:lvl w:ilvl="4" w:tplc="040C0019" w:tentative="1">
      <w:start w:val="1"/>
      <w:numFmt w:val="lowerLetter"/>
      <w:lvlText w:val="%5."/>
      <w:lvlJc w:val="left"/>
      <w:pPr>
        <w:ind w:left="3921" w:hanging="360"/>
      </w:pPr>
    </w:lvl>
    <w:lvl w:ilvl="5" w:tplc="040C001B" w:tentative="1">
      <w:start w:val="1"/>
      <w:numFmt w:val="lowerRoman"/>
      <w:lvlText w:val="%6."/>
      <w:lvlJc w:val="right"/>
      <w:pPr>
        <w:ind w:left="4641" w:hanging="180"/>
      </w:pPr>
    </w:lvl>
    <w:lvl w:ilvl="6" w:tplc="040C000F" w:tentative="1">
      <w:start w:val="1"/>
      <w:numFmt w:val="decimal"/>
      <w:lvlText w:val="%7."/>
      <w:lvlJc w:val="left"/>
      <w:pPr>
        <w:ind w:left="5361" w:hanging="360"/>
      </w:pPr>
    </w:lvl>
    <w:lvl w:ilvl="7" w:tplc="040C0019" w:tentative="1">
      <w:start w:val="1"/>
      <w:numFmt w:val="lowerLetter"/>
      <w:lvlText w:val="%8."/>
      <w:lvlJc w:val="left"/>
      <w:pPr>
        <w:ind w:left="6081" w:hanging="360"/>
      </w:pPr>
    </w:lvl>
    <w:lvl w:ilvl="8" w:tplc="040C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9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30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34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37" w15:restartNumberingAfterBreak="0">
    <w:nsid w:val="59014986"/>
    <w:multiLevelType w:val="hybridMultilevel"/>
    <w:tmpl w:val="C1A0C3D8"/>
    <w:lvl w:ilvl="0" w:tplc="31120194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9A5AF3"/>
    <w:multiLevelType w:val="multilevel"/>
    <w:tmpl w:val="F126F860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39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41" w15:restartNumberingAfterBreak="0">
    <w:nsid w:val="659B3ABD"/>
    <w:multiLevelType w:val="multilevel"/>
    <w:tmpl w:val="C1267C2E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42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43" w15:restartNumberingAfterBreak="0">
    <w:nsid w:val="696B7ECC"/>
    <w:multiLevelType w:val="multilevel"/>
    <w:tmpl w:val="8924A214"/>
    <w:lvl w:ilvl="0">
      <w:start w:val="1"/>
      <w:numFmt w:val="bullet"/>
      <w:lvlText w:val=""/>
      <w:lvlJc w:val="left"/>
      <w:pPr>
        <w:ind w:left="1192" w:hanging="57"/>
      </w:pPr>
      <w:rPr>
        <w:rFonts w:ascii="Symbol" w:hAnsi="Symbol" w:hint="default"/>
        <w:b/>
        <w:i w:val="0"/>
        <w:caps w:val="0"/>
        <w:sz w:val="28"/>
      </w:rPr>
    </w:lvl>
    <w:lvl w:ilvl="1">
      <w:start w:val="1"/>
      <w:numFmt w:val="bullet"/>
      <w:lvlText w:val=""/>
      <w:lvlJc w:val="left"/>
      <w:pPr>
        <w:ind w:left="414" w:hanging="57"/>
      </w:pPr>
      <w:rPr>
        <w:rFonts w:ascii="Symbol" w:hAnsi="Symbol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44" w15:restartNumberingAfterBreak="0">
    <w:nsid w:val="6B491537"/>
    <w:multiLevelType w:val="multilevel"/>
    <w:tmpl w:val="9FE46206"/>
    <w:lvl w:ilvl="0">
      <w:start w:val="1"/>
      <w:numFmt w:val="decimal"/>
      <w:suff w:val="space"/>
      <w:lvlText w:val="Article %1."/>
      <w:lvlJc w:val="left"/>
      <w:pPr>
        <w:ind w:left="1192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45" w15:restartNumberingAfterBreak="0">
    <w:nsid w:val="6E8827E1"/>
    <w:multiLevelType w:val="hybridMultilevel"/>
    <w:tmpl w:val="59441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4A817D7"/>
    <w:multiLevelType w:val="multilevel"/>
    <w:tmpl w:val="86001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5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5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7C91203C"/>
    <w:multiLevelType w:val="multilevel"/>
    <w:tmpl w:val="A51A5E22"/>
    <w:numStyleLink w:val="Liste-a-cocher"/>
  </w:abstractNum>
  <w:abstractNum w:abstractNumId="5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F5E0EC1"/>
    <w:multiLevelType w:val="hybridMultilevel"/>
    <w:tmpl w:val="6FCE8D8E"/>
    <w:lvl w:ilvl="0" w:tplc="040C0001">
      <w:start w:val="1"/>
      <w:numFmt w:val="bullet"/>
      <w:pStyle w:val="Titre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34"/>
  </w:num>
  <w:num w:numId="3">
    <w:abstractNumId w:val="33"/>
  </w:num>
  <w:num w:numId="4">
    <w:abstractNumId w:val="12"/>
  </w:num>
  <w:num w:numId="5">
    <w:abstractNumId w:val="0"/>
  </w:num>
  <w:num w:numId="6">
    <w:abstractNumId w:val="10"/>
  </w:num>
  <w:num w:numId="7">
    <w:abstractNumId w:val="52"/>
  </w:num>
  <w:num w:numId="8">
    <w:abstractNumId w:val="18"/>
  </w:num>
  <w:num w:numId="9">
    <w:abstractNumId w:val="50"/>
  </w:num>
  <w:num w:numId="10">
    <w:abstractNumId w:val="20"/>
  </w:num>
  <w:num w:numId="11">
    <w:abstractNumId w:val="45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1"/>
  </w:num>
  <w:num w:numId="16">
    <w:abstractNumId w:val="2"/>
  </w:num>
  <w:num w:numId="17">
    <w:abstractNumId w:val="43"/>
  </w:num>
  <w:num w:numId="18">
    <w:abstractNumId w:val="44"/>
  </w:num>
  <w:num w:numId="19">
    <w:abstractNumId w:val="22"/>
  </w:num>
  <w:num w:numId="20">
    <w:abstractNumId w:val="4"/>
  </w:num>
  <w:num w:numId="21">
    <w:abstractNumId w:val="40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7"/>
  </w:num>
  <w:num w:numId="25">
    <w:abstractNumId w:val="53"/>
  </w:num>
  <w:num w:numId="26">
    <w:abstractNumId w:val="6"/>
  </w:num>
  <w:num w:numId="27">
    <w:abstractNumId w:val="5"/>
  </w:num>
  <w:num w:numId="28">
    <w:abstractNumId w:val="1"/>
  </w:num>
  <w:num w:numId="29">
    <w:abstractNumId w:val="23"/>
  </w:num>
  <w:num w:numId="30">
    <w:abstractNumId w:val="32"/>
  </w:num>
  <w:num w:numId="31">
    <w:abstractNumId w:val="35"/>
  </w:num>
  <w:num w:numId="32">
    <w:abstractNumId w:val="9"/>
  </w:num>
  <w:num w:numId="33">
    <w:abstractNumId w:val="41"/>
  </w:num>
  <w:num w:numId="34">
    <w:abstractNumId w:val="13"/>
  </w:num>
  <w:num w:numId="35">
    <w:abstractNumId w:val="26"/>
  </w:num>
  <w:num w:numId="36">
    <w:abstractNumId w:val="38"/>
  </w:num>
  <w:num w:numId="37">
    <w:abstractNumId w:val="17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39"/>
  </w:num>
  <w:num w:numId="41">
    <w:abstractNumId w:val="30"/>
  </w:num>
  <w:num w:numId="42">
    <w:abstractNumId w:val="30"/>
    <w:lvlOverride w:ilvl="0">
      <w:startOverride w:val="1"/>
    </w:lvlOverride>
  </w:num>
  <w:num w:numId="43">
    <w:abstractNumId w:val="48"/>
  </w:num>
  <w:num w:numId="44">
    <w:abstractNumId w:val="16"/>
  </w:num>
  <w:num w:numId="45">
    <w:abstractNumId w:val="27"/>
  </w:num>
  <w:num w:numId="46">
    <w:abstractNumId w:val="3"/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47"/>
  </w:num>
  <w:num w:numId="50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F1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B2813"/>
    <w:rsid w:val="000B2CFB"/>
    <w:rsid w:val="000B3B15"/>
    <w:rsid w:val="000B3D6B"/>
    <w:rsid w:val="000B4435"/>
    <w:rsid w:val="000C1EB5"/>
    <w:rsid w:val="000D7A2F"/>
    <w:rsid w:val="000E3B29"/>
    <w:rsid w:val="000E6784"/>
    <w:rsid w:val="000F1CB9"/>
    <w:rsid w:val="001029E1"/>
    <w:rsid w:val="0010679B"/>
    <w:rsid w:val="001200FD"/>
    <w:rsid w:val="0012122C"/>
    <w:rsid w:val="0012751C"/>
    <w:rsid w:val="00145649"/>
    <w:rsid w:val="00153A37"/>
    <w:rsid w:val="00154E71"/>
    <w:rsid w:val="001574FB"/>
    <w:rsid w:val="00163663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2B2A"/>
    <w:rsid w:val="00203AA7"/>
    <w:rsid w:val="002049B9"/>
    <w:rsid w:val="00206DFC"/>
    <w:rsid w:val="00212481"/>
    <w:rsid w:val="00215980"/>
    <w:rsid w:val="002170CD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62AF"/>
    <w:rsid w:val="00247802"/>
    <w:rsid w:val="0026436C"/>
    <w:rsid w:val="00265E09"/>
    <w:rsid w:val="002706B4"/>
    <w:rsid w:val="00270D79"/>
    <w:rsid w:val="002722A4"/>
    <w:rsid w:val="00275F0E"/>
    <w:rsid w:val="002847D2"/>
    <w:rsid w:val="0028585D"/>
    <w:rsid w:val="00290741"/>
    <w:rsid w:val="00290CE8"/>
    <w:rsid w:val="00293194"/>
    <w:rsid w:val="0029360D"/>
    <w:rsid w:val="002A5FAB"/>
    <w:rsid w:val="002B1BCF"/>
    <w:rsid w:val="002B6CAE"/>
    <w:rsid w:val="002C085C"/>
    <w:rsid w:val="002C53DF"/>
    <w:rsid w:val="002D275A"/>
    <w:rsid w:val="002D41B8"/>
    <w:rsid w:val="002D727B"/>
    <w:rsid w:val="002E4030"/>
    <w:rsid w:val="002F4595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7BC3"/>
    <w:rsid w:val="003B45A1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65C7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1733E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37C5"/>
    <w:rsid w:val="006751FB"/>
    <w:rsid w:val="006859B0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5C5"/>
    <w:rsid w:val="00730231"/>
    <w:rsid w:val="00732DC3"/>
    <w:rsid w:val="00742A03"/>
    <w:rsid w:val="00755F17"/>
    <w:rsid w:val="0076691E"/>
    <w:rsid w:val="00773338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802A20"/>
    <w:rsid w:val="008052F3"/>
    <w:rsid w:val="00807CCD"/>
    <w:rsid w:val="0081060F"/>
    <w:rsid w:val="00821F1C"/>
    <w:rsid w:val="00822782"/>
    <w:rsid w:val="008257E7"/>
    <w:rsid w:val="008314DF"/>
    <w:rsid w:val="00831BE9"/>
    <w:rsid w:val="008323F3"/>
    <w:rsid w:val="00832F3D"/>
    <w:rsid w:val="008347E0"/>
    <w:rsid w:val="00845B40"/>
    <w:rsid w:val="00851458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06DF"/>
    <w:rsid w:val="00921487"/>
    <w:rsid w:val="0092355D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900FC"/>
    <w:rsid w:val="009910BE"/>
    <w:rsid w:val="00992DBA"/>
    <w:rsid w:val="00995AF1"/>
    <w:rsid w:val="009A1256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35C5"/>
    <w:rsid w:val="00B84D99"/>
    <w:rsid w:val="00B96413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213A2"/>
    <w:rsid w:val="00C220A3"/>
    <w:rsid w:val="00C307FC"/>
    <w:rsid w:val="00C30F81"/>
    <w:rsid w:val="00C376EA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F5F"/>
    <w:rsid w:val="00CA2D79"/>
    <w:rsid w:val="00CB2A5D"/>
    <w:rsid w:val="00CB5A1D"/>
    <w:rsid w:val="00CB6B4B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64BE"/>
    <w:rsid w:val="00D805EC"/>
    <w:rsid w:val="00D84306"/>
    <w:rsid w:val="00D906A9"/>
    <w:rsid w:val="00D96935"/>
    <w:rsid w:val="00DA2090"/>
    <w:rsid w:val="00DB0A91"/>
    <w:rsid w:val="00DB2A6B"/>
    <w:rsid w:val="00DB4614"/>
    <w:rsid w:val="00DC1848"/>
    <w:rsid w:val="00DC7921"/>
    <w:rsid w:val="00DD2923"/>
    <w:rsid w:val="00DD50D6"/>
    <w:rsid w:val="00DF14D7"/>
    <w:rsid w:val="00DF3162"/>
    <w:rsid w:val="00E05336"/>
    <w:rsid w:val="00E11BB4"/>
    <w:rsid w:val="00E249DF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F5CF0"/>
    <w:rsid w:val="00F043B7"/>
    <w:rsid w:val="00F13579"/>
    <w:rsid w:val="00F22CF7"/>
    <w:rsid w:val="00F2464C"/>
    <w:rsid w:val="00F25DA3"/>
    <w:rsid w:val="00F261BB"/>
    <w:rsid w:val="00F3175C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722A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95AF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1"/>
      </w:numPr>
      <w:shd w:val="clear" w:color="auto" w:fill="auto"/>
      <w:ind w:left="57" w:hanging="57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23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23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23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23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26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D0049-EC27-45B4-880F-42D1882B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105</TotalTime>
  <Pages>18</Pages>
  <Words>2899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Manager>Gilles Blanchard</Manager>
  <Company>Rectorat de l'académie de Nantes</Company>
  <LinksUpToDate>false</LinksUpToDate>
  <CharactersWithSpaces>18811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Marché public de prestations intellectuelles - Mission de programmation architecturale et technique</dc:subject>
  <dc:creator>Sebastien l'Hullier</dc:creator>
  <cp:keywords/>
  <cp:lastModifiedBy>Liebard Christophe</cp:lastModifiedBy>
  <cp:revision>11</cp:revision>
  <cp:lastPrinted>2024-06-03T13:20:00Z</cp:lastPrinted>
  <dcterms:created xsi:type="dcterms:W3CDTF">2024-06-04T12:30:00Z</dcterms:created>
  <dcterms:modified xsi:type="dcterms:W3CDTF">2025-01-16T15:09:00Z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