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CF9A8" w14:textId="523D73DF" w:rsidR="00995AF1" w:rsidRDefault="00995AF1" w:rsidP="00995AF1">
      <w:pPr>
        <w:pStyle w:val="PdgRefmarch"/>
      </w:pPr>
      <w:bookmarkStart w:id="0" w:name="Ref_marché"/>
      <w:commentRangeStart w:id="1"/>
      <w:r>
        <w:t>A</w:t>
      </w:r>
      <w:r w:rsidR="00BA3384">
        <w:t>C-NANTES_SCUS_25</w:t>
      </w:r>
      <w:r>
        <w:t>-00</w:t>
      </w:r>
      <w:bookmarkEnd w:id="0"/>
      <w:commentRangeEnd w:id="1"/>
      <w:r w:rsidR="00BA3384">
        <w:t>2</w:t>
      </w:r>
      <w:r>
        <w:rPr>
          <w:rStyle w:val="Marquedecommentaire"/>
          <w:rFonts w:ascii="Arial" w:hAnsi="Arial"/>
          <w:b w:val="0"/>
          <w:caps w:val="0"/>
        </w:rPr>
        <w:commentReference w:id="1"/>
      </w:r>
    </w:p>
    <w:p w14:paraId="6382805D" w14:textId="77777777" w:rsidR="00995AF1" w:rsidRDefault="00995AF1" w:rsidP="00995AF1">
      <w:pPr>
        <w:pStyle w:val="Pdgtypedemarch"/>
      </w:pPr>
      <w:r>
        <w:t>Marché public de</w:t>
      </w:r>
      <w:bookmarkStart w:id="2" w:name="Type_marché"/>
      <w:r>
        <w:t xml:space="preserve"> prestations intellectuelles</w:t>
      </w:r>
      <w:bookmarkEnd w:id="2"/>
    </w:p>
    <w:p w14:paraId="208363ED" w14:textId="40D67CC6" w:rsidR="00995AF1" w:rsidRPr="00C307FC" w:rsidRDefault="00995AF1" w:rsidP="00995AF1">
      <w:pPr>
        <w:pStyle w:val="PdgObjetdumarch0"/>
      </w:pPr>
      <w:bookmarkStart w:id="3" w:name="Mission_lot"/>
      <w:r w:rsidRPr="003819F9">
        <w:t>Mission</w:t>
      </w:r>
      <w:r>
        <w:t xml:space="preserve"> </w:t>
      </w:r>
      <w:commentRangeStart w:id="4"/>
      <w:r>
        <w:t>d</w:t>
      </w:r>
      <w:r w:rsidR="008011F0">
        <w:t>e coordination</w:t>
      </w:r>
      <w:r w:rsidR="00D23F3F">
        <w:t xml:space="preserve"> sécurité et protection de la santé</w:t>
      </w:r>
      <w:bookmarkEnd w:id="3"/>
      <w:commentRangeEnd w:id="4"/>
      <w:r>
        <w:rPr>
          <w:rStyle w:val="Marquedecommentaire"/>
          <w:rFonts w:ascii="Arial" w:hAnsi="Arial"/>
          <w:b w:val="0"/>
          <w:bCs w:val="0"/>
          <w:smallCaps w:val="0"/>
        </w:rPr>
        <w:commentReference w:id="4"/>
      </w:r>
    </w:p>
    <w:p w14:paraId="6B9D4367" w14:textId="77777777" w:rsidR="00995AF1" w:rsidRPr="002D275A" w:rsidRDefault="00995AF1" w:rsidP="00995AF1">
      <w:pPr>
        <w:pStyle w:val="PdgNomdudocument"/>
      </w:pPr>
      <w:commentRangeStart w:id="5"/>
      <w:r>
        <w:t>Acte d’engagement</w:t>
      </w:r>
      <w:commentRangeEnd w:id="5"/>
      <w:r>
        <w:rPr>
          <w:rStyle w:val="Marquedecommentaire"/>
          <w:rFonts w:ascii="Arial" w:eastAsia="Arial" w:hAnsi="Arial" w:cs="Arial"/>
          <w:b w:val="0"/>
          <w:caps w:val="0"/>
          <w:kern w:val="0"/>
        </w:rPr>
        <w:commentReference w:id="5"/>
      </w:r>
      <w:r>
        <w:t xml:space="preserve"> </w:t>
      </w:r>
      <w:r w:rsidRPr="00C307FC">
        <w:t>(</w:t>
      </w:r>
      <w:commentRangeStart w:id="6"/>
      <w:r w:rsidRPr="00C307FC">
        <w:t>A</w:t>
      </w:r>
      <w:r>
        <w:t>E</w:t>
      </w:r>
      <w:commentRangeEnd w:id="6"/>
      <w:r>
        <w:rPr>
          <w:rStyle w:val="Marquedecommentaire"/>
          <w:rFonts w:ascii="Arial" w:eastAsia="Arial" w:hAnsi="Arial" w:cs="Arial"/>
          <w:b w:val="0"/>
          <w:caps w:val="0"/>
          <w:kern w:val="0"/>
        </w:rPr>
        <w:commentReference w:id="6"/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47CAE15E" w14:textId="77777777" w:rsidR="00E404E4" w:rsidRDefault="00995AF1" w:rsidP="00E404E4">
            <w:pPr>
              <w:pStyle w:val="Pdginfos"/>
              <w:spacing w:after="0"/>
            </w:pPr>
            <w:bookmarkStart w:id="7" w:name="R0_p2_a"/>
            <w:r w:rsidRPr="00C307FC">
              <w:t xml:space="preserve">Rectorat de </w:t>
            </w:r>
            <w:bookmarkEnd w:id="7"/>
            <w:r>
              <w:t>la rég</w:t>
            </w:r>
            <w:r w:rsidR="00E404E4">
              <w:t>ion académique Pays de la Loire</w:t>
            </w:r>
          </w:p>
          <w:p w14:paraId="18AA14D8" w14:textId="1103546F" w:rsidR="00BA3384" w:rsidRPr="00C307FC" w:rsidRDefault="00BA3384" w:rsidP="00E404E4">
            <w:pPr>
              <w:pStyle w:val="Pdginfos"/>
            </w:pPr>
            <w:r w:rsidRPr="00C307FC">
              <w:t>Service des constructions universitaires (SCUS)</w:t>
            </w:r>
            <w:r>
              <w:br/>
            </w:r>
            <w:r w:rsidRPr="00C307FC">
              <w:t>8, rue du Général Margueritte</w:t>
            </w:r>
            <w:r>
              <w:br/>
            </w:r>
            <w:r w:rsidRPr="00C307FC">
              <w:t>BP 72616</w:t>
            </w:r>
            <w:r>
              <w:br/>
            </w:r>
            <w:r w:rsidRPr="00C307FC">
              <w:t>44</w:t>
            </w:r>
            <w:r>
              <w:t xml:space="preserve"> </w:t>
            </w:r>
            <w:r w:rsidRPr="00C307FC">
              <w:t>326 NANTES Cedex 03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7360CD62" w14:textId="49D5E639" w:rsidR="001552BA" w:rsidRDefault="001552BA" w:rsidP="001552BA">
            <w:pPr>
              <w:pStyle w:val="PdgOpration"/>
            </w:pPr>
            <w:bookmarkStart w:id="8" w:name="Opération"/>
            <w:commentRangeStart w:id="9"/>
            <w:r>
              <w:t xml:space="preserve">Rénovation énergétique et restructuration du bâtiment M </w:t>
            </w:r>
          </w:p>
          <w:p w14:paraId="2E2DA2AC" w14:textId="6194E9AC" w:rsidR="00995AF1" w:rsidRPr="00597383" w:rsidRDefault="00995AF1" w:rsidP="001552BA">
            <w:pPr>
              <w:pStyle w:val="Pdginfos"/>
            </w:pPr>
            <w:bookmarkStart w:id="10" w:name="Établissementcommune"/>
            <w:bookmarkEnd w:id="8"/>
            <w:r w:rsidRPr="00BE6504">
              <w:t>É</w:t>
            </w:r>
            <w:r w:rsidR="001552BA">
              <w:t>cole Nationale Supérieure des Arts et Métiers, Campus d’Angers</w:t>
            </w:r>
            <w:bookmarkEnd w:id="10"/>
            <w:commentRangeEnd w:id="9"/>
            <w:r>
              <w:rPr>
                <w:rStyle w:val="Marquedecommentaire"/>
                <w:rFonts w:ascii="Arial" w:hAnsi="Arial"/>
                <w:bCs w:val="0"/>
              </w:rPr>
              <w:commentReference w:id="9"/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7874B71A" w:rsidR="00995AF1" w:rsidRPr="00B951CA" w:rsidRDefault="00BA3384" w:rsidP="00995AF1">
      <w:pPr>
        <w:pStyle w:val="PdgVersion"/>
        <w:jc w:val="right"/>
        <w:rPr>
          <w:b w:val="0"/>
        </w:rPr>
      </w:pPr>
      <w:r>
        <w:rPr>
          <w:b w:val="0"/>
        </w:rPr>
        <w:t>Janvier 2025</w:t>
      </w:r>
    </w:p>
    <w:p w14:paraId="74BE74D0" w14:textId="77777777" w:rsidR="00AE47F9" w:rsidRDefault="00AE47F9" w:rsidP="00995AF1">
      <w:pPr>
        <w:pStyle w:val="Corpsdetexte"/>
        <w:rPr>
          <w:b/>
        </w:rPr>
      </w:pPr>
    </w:p>
    <w:p w14:paraId="4A04A7A3" w14:textId="0C500437" w:rsidR="00995AF1" w:rsidRDefault="00995AF1" w:rsidP="00995AF1">
      <w:pPr>
        <w:pStyle w:val="Corpsdetexte"/>
      </w:pPr>
      <w:r w:rsidRPr="005A6166">
        <w:rPr>
          <w:b/>
        </w:rPr>
        <w:t>L’offre a été établie sur la base des conditions économiques en vigueur</w:t>
      </w:r>
      <w:r w:rsidR="00AE47F9">
        <w:rPr>
          <w:b/>
        </w:rPr>
        <w:t xml:space="preserve"> en février 2025</w:t>
      </w:r>
      <w:r w:rsidRPr="005A6166">
        <w:rPr>
          <w:b/>
        </w:rPr>
        <w:t xml:space="preserve">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  <w:r>
              <w:rPr>
                <w:rStyle w:val="Marquedecommentaire"/>
                <w:rFonts w:ascii="Arial" w:hAnsi="Arial"/>
                <w:bCs w:val="0"/>
              </w:rPr>
              <w:commentReference w:id="11"/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DD3ACEB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3C9DA27E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066F7DA4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7B548AB" w14:textId="77777777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commentRangeStart w:id="12"/>
      <w:r>
        <w:fldChar w:fldCharType="begin"/>
      </w:r>
      <w:r>
        <w:instrText xml:space="preserve"> NUMPAGES  \# "0" \* Arabic  \* MERGEFORMAT </w:instrText>
      </w:r>
      <w:r>
        <w:fldChar w:fldCharType="separate"/>
      </w:r>
      <w:r>
        <w:rPr>
          <w:noProof/>
        </w:rPr>
        <w:t>24</w:t>
      </w:r>
      <w:r>
        <w:fldChar w:fldCharType="end"/>
      </w:r>
      <w:commentRangeEnd w:id="12"/>
      <w:r>
        <w:rPr>
          <w:rStyle w:val="Marquedecommentaire"/>
          <w:rFonts w:ascii="Arial" w:hAnsi="Arial"/>
        </w:rPr>
        <w:commentReference w:id="12"/>
      </w:r>
      <w:r w:rsidRPr="00C307FC">
        <w:t xml:space="preserve"> pages</w:t>
      </w:r>
      <w:r>
        <w:t>.</w:t>
      </w:r>
      <w:r>
        <w:br w:type="page"/>
      </w:r>
    </w:p>
    <w:commentRangeStart w:id="13"/>
    <w:p w14:paraId="40B18B2F" w14:textId="657C560D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>
        <w:t>AC-NANTES_SCUS_</w:t>
      </w:r>
      <w:r w:rsidR="00E404E4">
        <w:t>25</w:t>
      </w:r>
      <w:r>
        <w:t>-00</w:t>
      </w:r>
      <w:r w:rsidR="00E404E4">
        <w:t>2</w:t>
      </w:r>
      <w:r>
        <w:fldChar w:fldCharType="end"/>
      </w:r>
      <w:commentRangeEnd w:id="13"/>
      <w:r>
        <w:rPr>
          <w:rStyle w:val="Marquedecommentaire"/>
          <w:rFonts w:ascii="Arial" w:hAnsi="Arial"/>
          <w:b w:val="0"/>
        </w:rPr>
        <w:commentReference w:id="13"/>
      </w:r>
    </w:p>
    <w:p w14:paraId="7635535A" w14:textId="77777777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prestations intellectuelles</w:t>
      </w:r>
    </w:p>
    <w:p w14:paraId="76CB9642" w14:textId="3076A8A3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D23F3F" w:rsidRPr="003819F9">
        <w:t>Mission</w:t>
      </w:r>
      <w:r w:rsidR="00D23F3F">
        <w:t xml:space="preserve"> de coordination sécurité et protection de la santé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14" w:name="Piècecomplet"/>
      <w:commentRangeStart w:id="15"/>
      <w:r>
        <w:t>Acte d’engagement</w:t>
      </w:r>
      <w:commentRangeEnd w:id="15"/>
      <w:r>
        <w:rPr>
          <w:rStyle w:val="Marquedecommentaire"/>
          <w:rFonts w:ascii="Arial" w:eastAsia="Arial" w:hAnsi="Arial" w:cs="Arial"/>
          <w:b w:val="0"/>
          <w:caps w:val="0"/>
          <w:kern w:val="0"/>
        </w:rPr>
        <w:commentReference w:id="15"/>
      </w:r>
      <w:bookmarkEnd w:id="14"/>
      <w:r>
        <w:t xml:space="preserve"> </w:t>
      </w:r>
      <w:r w:rsidRPr="00C307FC">
        <w:t>(</w:t>
      </w:r>
      <w:bookmarkStart w:id="16" w:name="Piècesigle"/>
      <w:commentRangeStart w:id="17"/>
      <w:r w:rsidRPr="00C307FC">
        <w:t>A</w:t>
      </w:r>
      <w:r>
        <w:t>E</w:t>
      </w:r>
      <w:commentRangeEnd w:id="17"/>
      <w:r>
        <w:rPr>
          <w:rStyle w:val="Marquedecommentaire"/>
          <w:rFonts w:ascii="Arial" w:eastAsia="Arial" w:hAnsi="Arial" w:cs="Arial"/>
          <w:b w:val="0"/>
          <w:caps w:val="0"/>
          <w:kern w:val="0"/>
        </w:rPr>
        <w:commentReference w:id="17"/>
      </w:r>
      <w:bookmarkEnd w:id="16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bookmarkStart w:id="18" w:name="_Hlk127276369"/>
    <w:p w14:paraId="46CD36AE" w14:textId="64F73D65" w:rsidR="00995AF1" w:rsidRDefault="00E404E4" w:rsidP="00995AF1">
      <w:pPr>
        <w:pStyle w:val="Corpsitalique"/>
        <w:rPr>
          <w:i w:val="0"/>
        </w:rPr>
      </w:pPr>
      <w:r w:rsidRPr="00E92AFC">
        <w:rPr>
          <w:rFonts w:ascii="Arial" w:hAnsi="Arial"/>
          <w:noProof/>
          <w:sz w:val="22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104D25" wp14:editId="7BFB2B4C">
                <wp:simplePos x="0" y="0"/>
                <wp:positionH relativeFrom="column">
                  <wp:posOffset>-154940</wp:posOffset>
                </wp:positionH>
                <wp:positionV relativeFrom="paragraph">
                  <wp:posOffset>875665</wp:posOffset>
                </wp:positionV>
                <wp:extent cx="6734175" cy="1165225"/>
                <wp:effectExtent l="0" t="0" r="9525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4175" cy="1165225"/>
                          <a:chOff x="0" y="0"/>
                          <a:chExt cx="6934200" cy="1165225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114300" y="57150"/>
                            <a:ext cx="3830457" cy="723265"/>
                            <a:chOff x="99180" y="44489"/>
                            <a:chExt cx="3596750" cy="723900"/>
                          </a:xfrm>
                        </wpg:grpSpPr>
                        <pic:pic xmlns:pic="http://schemas.openxmlformats.org/drawingml/2006/picture">
                          <pic:nvPicPr>
                            <pic:cNvPr id="4" name="Image 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26221" b="25767"/>
                            <a:stretch/>
                          </pic:blipFill>
                          <pic:spPr bwMode="auto">
                            <a:xfrm>
                              <a:off x="2749780" y="66675"/>
                              <a:ext cx="946150" cy="45402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" name="Imag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94871" y="44489"/>
                              <a:ext cx="931545" cy="7239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9180" y="66675"/>
                              <a:ext cx="1308735" cy="57467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9" name="Zone de texte 9"/>
                        <wps:cNvSpPr txBox="1"/>
                        <wps:spPr>
                          <a:xfrm>
                            <a:off x="0" y="733425"/>
                            <a:ext cx="6934200" cy="431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CC6AC11" w14:textId="77777777" w:rsidR="00E404E4" w:rsidRPr="007B0452" w:rsidRDefault="00E404E4" w:rsidP="00E404E4">
                              <w:pPr>
                                <w:pStyle w:val="Corpsitalique"/>
                                <w:spacing w:before="0" w:after="0"/>
                                <w:rPr>
                                  <w:i w:val="0"/>
                                </w:rPr>
                              </w:pPr>
                              <w:r>
                                <w:rPr>
                                  <w:i w:val="0"/>
                                </w:rPr>
                                <w:t>Ce projet</w:t>
                              </w:r>
                              <w:r w:rsidRPr="00EC5BF0">
                                <w:rPr>
                                  <w:i w:val="0"/>
                                </w:rPr>
                                <w:t xml:space="preserve"> est financé </w:t>
                              </w:r>
                              <w:r>
                                <w:rPr>
                                  <w:i w:val="0"/>
                                </w:rPr>
                                <w:t>dans le cadre du contrat de plan État-Région Pays de la Loire et par le fonds européen de développement régional.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86375" y="57150"/>
                            <a:ext cx="778510" cy="5626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 descr="https://s1.qwant.com/thumbr/340x240/9/c/b5de8d9cdd6181e5f324c3a7f5b00a9117dcbc96b341c47f425cd85f3085f7/th.jpg?u=https%3A%2F%2Ftse.mm.bing.net%2Fth%3Fid%3DOIP.dICOjELwMvEs8lz9FzHAcQAAAA%26pid%3DApi&amp;q=0&amp;b=1&amp;p=0&amp;a=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31" t="5595" r="22976" b="12566"/>
                          <a:stretch/>
                        </pic:blipFill>
                        <pic:spPr bwMode="auto">
                          <a:xfrm>
                            <a:off x="4114800" y="0"/>
                            <a:ext cx="819150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104D25" id="Groupe 2" o:spid="_x0000_s1026" style="position:absolute;left:0;text-align:left;margin-left:-12.2pt;margin-top:68.95pt;width:530.25pt;height:91.75pt;z-index:251659264;mso-width-relative:margin" coordsize="69342,1165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">
                <v:group id="Groupe 3" o:spid="_x0000_s1027" style="position:absolute;left:1143;top:571;width:38304;height:7233" coordorigin="991,444" coordsize="35967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4" o:spid="_x0000_s1028" type="#_x0000_t75" style="position:absolute;left:27497;top:666;width:9462;height:4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">
                    <v:imagedata r:id="rId17" o:title="" croptop="17184f" cropbottom="16887f"/>
                    <v:path arrowok="t"/>
                  </v:shape>
                  <v:shape id="Image 5" o:spid="_x0000_s1029" type="#_x0000_t75" style="position:absolute;left:16948;top:444;width:9316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">
                    <v:imagedata r:id="rId18" o:title=""/>
                    <v:path arrowok="t"/>
                  </v:shape>
                  <v:shape id="Image 7" o:spid="_x0000_s1030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">
                    <v:imagedata r:id="rId19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9" o:spid="_x0000_s1031" type="#_x0000_t202" style="position:absolute;top:7334;width:69342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" fillcolor="window" stroked="f" strokeweight=".5pt">
                  <v:textbox>
                    <w:txbxContent>
                      <w:p w14:paraId="5CC6AC11" w14:textId="77777777" w:rsidR="00E404E4" w:rsidRPr="007B0452" w:rsidRDefault="00E404E4" w:rsidP="00E404E4">
                        <w:pPr>
                          <w:pStyle w:val="Corpsitalique"/>
                          <w:spacing w:before="0" w:after="0"/>
                          <w:rPr>
                            <w:i w:val="0"/>
                          </w:rPr>
                        </w:pPr>
                        <w:r>
                          <w:rPr>
                            <w:i w:val="0"/>
                          </w:rPr>
                          <w:t>Ce projet</w:t>
                        </w:r>
                        <w:r w:rsidRPr="00EC5BF0">
                          <w:rPr>
                            <w:i w:val="0"/>
                          </w:rPr>
                          <w:t xml:space="preserve"> est financé </w:t>
                        </w:r>
                        <w:r>
                          <w:rPr>
                            <w:i w:val="0"/>
                          </w:rPr>
                          <w:t>dans le cadre du contrat de plan État-Région Pays de la Loire et par le fonds européen de développement régional.</w:t>
                        </w:r>
                      </w:p>
                    </w:txbxContent>
                  </v:textbox>
                </v:shape>
                <v:shape id="Image 10" o:spid="_x0000_s1032" type="#_x0000_t75" style="position:absolute;left:52863;top:571;width:7785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">
                  <v:imagedata r:id="rId20" o:title=""/>
                  <v:path arrowok="t"/>
                </v:shape>
                <v:shape id="Image 11" o:spid="_x0000_s1033" type="#_x0000_t75" alt="https://s1.qwant.com/thumbr/340x240/9/c/b5de8d9cdd6181e5f324c3a7f5b00a9117dcbc96b341c47f425cd85f3085f7/th.jpg?u=https%3A%2F%2Ftse.mm.bing.net%2Fth%3Fid%3DOIP.dICOjELwMvEs8lz9FzHAcQAAAA%26pid%3DApi&amp;q=0&amp;b=1&amp;p=0&amp;a=0" style="position:absolute;left:41148;width:8191;height:7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">
                  <v:imagedata r:id="rId21" o:title="th.jpg?u=https%3A%2F%2Ftse.mm.bing.net%2Fth%3Fid%3DOIP" croptop="3667f" cropbottom="8235f" cropleft="13914f" cropright="15058f"/>
                  <v:path arrowok="t"/>
                </v:shape>
              </v:group>
            </w:pict>
          </mc:Fallback>
        </mc:AlternateContent>
      </w:r>
    </w:p>
    <w:p w14:paraId="6F9E33AF" w14:textId="00779C61" w:rsidR="00995AF1" w:rsidRPr="00EC5BF0" w:rsidRDefault="00995AF1" w:rsidP="00995AF1">
      <w:pPr>
        <w:pStyle w:val="Corpsitalique"/>
        <w:rPr>
          <w:i w:val="0"/>
        </w:rPr>
      </w:pPr>
      <w:r>
        <w:rPr>
          <w:rStyle w:val="Marquedecommentaire"/>
          <w:rFonts w:ascii="Arial" w:eastAsia="Arial" w:hAnsi="Arial" w:cs="Arial"/>
          <w:i w:val="0"/>
          <w:color w:val="auto"/>
          <w:kern w:val="0"/>
          <w:shd w:val="clear" w:color="auto" w:fill="auto"/>
        </w:rPr>
        <w:commentReference w:id="19"/>
      </w:r>
    </w:p>
    <w:bookmarkEnd w:id="1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2"/>
          <w:footerReference w:type="even" r:id="rId23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4"/>
          <w:footerReference w:type="default" r:id="rId25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</w:t>
      </w:r>
      <w:commentRangeStart w:id="20"/>
      <w:r w:rsidRPr="00795CD8">
        <w:t>s</w:t>
      </w:r>
      <w:commentRangeEnd w:id="20"/>
      <w:r>
        <w:rPr>
          <w:rStyle w:val="Marquedecommentaire"/>
          <w:rFonts w:ascii="Arial" w:hAnsi="Arial"/>
          <w:b w:val="0"/>
          <w:smallCaps w:val="0"/>
        </w:rPr>
        <w:commentReference w:id="20"/>
      </w:r>
      <w:r w:rsidRPr="00795CD8">
        <w:t>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1864D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1864D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5F29AE2D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5D0BD3F4" w14:textId="77777777" w:rsidR="000F733D" w:rsidRDefault="000F733D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3CD3C230" w14:textId="385C6379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4B60E250" w14:textId="77777777" w:rsidR="001864D1" w:rsidRDefault="001864D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715DD1" w14:textId="50368473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E249ACF" w14:textId="4BFF2290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B6C5918" w14:textId="721C30F6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1864D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6A3B7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4D6EF7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21" w:name="A1_p1_a"/>
      <w:bookmarkEnd w:id="21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4D6EF7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77777777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</w:t>
      </w:r>
      <w:commentRangeStart w:id="22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6.3 du CCAP </w:t>
      </w:r>
      <w:commentRangeEnd w:id="22"/>
      <w:r>
        <w:rPr>
          <w:rStyle w:val="Marquedecommentaire"/>
        </w:rPr>
        <w:commentReference w:id="22"/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23" w:name="A1_p2A_a"/>
      <w:bookmarkEnd w:id="23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</w:t>
      </w:r>
      <w:commentRangeStart w:id="24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6.3 du CCAP </w:t>
      </w:r>
      <w:commentRangeEnd w:id="24"/>
      <w:r>
        <w:rPr>
          <w:rStyle w:val="Marquedecommentaire"/>
        </w:rPr>
        <w:commentReference w:id="24"/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25" w:name="A1_p3A_a"/>
      <w:bookmarkEnd w:id="25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77777777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</w:t>
      </w:r>
      <w:commentRangeStart w:id="26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6.3 du </w:t>
      </w:r>
      <w:commentRangeEnd w:id="26"/>
      <w:r>
        <w:rPr>
          <w:rStyle w:val="Marquedecommentaire"/>
        </w:rPr>
        <w:commentReference w:id="26"/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27" w:name="A1_p5_a"/>
      <w:bookmarkEnd w:id="27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3EE6C138" w14:textId="77777777" w:rsidR="00995AF1" w:rsidRDefault="00995AF1" w:rsidP="00995AF1">
      <w:pPr>
        <w:pStyle w:val="Corpsdetexte"/>
        <w:rPr>
          <w:lang w:eastAsia="fr-FR"/>
        </w:rPr>
      </w:pPr>
      <w:r>
        <w:rPr>
          <w:lang w:eastAsia="fr-FR"/>
        </w:rPr>
        <w:t>La bonne exécution des prestations ci-après dépend essentiellement de la/des personne(s) physique(s) suivantes :</w:t>
      </w:r>
    </w:p>
    <w:p w14:paraId="358F5890" w14:textId="4D597EDD" w:rsidR="00995AF1" w:rsidRPr="00E90723" w:rsidRDefault="005977DE" w:rsidP="00995AF1">
      <w:pPr>
        <w:pStyle w:val="CorpsListe"/>
        <w:rPr>
          <w:lang w:eastAsia="fr-FR"/>
        </w:rPr>
      </w:pPr>
      <w:r>
        <w:rPr>
          <w:lang w:eastAsia="fr-FR"/>
        </w:rPr>
        <w:t>Coordon</w:t>
      </w:r>
      <w:r w:rsidR="004E7539">
        <w:rPr>
          <w:lang w:eastAsia="fr-FR"/>
        </w:rPr>
        <w:t>nateur SPS</w:t>
      </w:r>
      <w:r w:rsidR="00995AF1">
        <w:rPr>
          <w:lang w:eastAsia="fr-FR"/>
        </w:rPr>
        <w:t xml:space="preserve"> (interlocuteur principal)</w:t>
      </w:r>
    </w:p>
    <w:p w14:paraId="2B7A1A3A" w14:textId="3DE757EE" w:rsidR="00660D94" w:rsidRDefault="00660D94" w:rsidP="00995AF1">
      <w:pPr>
        <w:pStyle w:val="Titren1surlign"/>
      </w:pPr>
      <w:bookmarkStart w:id="28" w:name="_Hlk170397511"/>
      <w:r w:rsidRPr="00660D94">
        <w:t xml:space="preserve">Personne(s) physique(s) </w:t>
      </w:r>
      <w:proofErr w:type="spellStart"/>
      <w:r w:rsidRPr="00660D94">
        <w:t>affectee</w:t>
      </w:r>
      <w:proofErr w:type="spellEnd"/>
      <w:r w:rsidRPr="00660D94">
        <w:t>(s) a la mission de coordination</w:t>
      </w:r>
    </w:p>
    <w:p w14:paraId="4F40BE67" w14:textId="2D0226B4" w:rsidR="00660D94" w:rsidRDefault="004D6EF7" w:rsidP="00660D94">
      <w:pPr>
        <w:pStyle w:val="Corpsdetexte"/>
      </w:pPr>
      <w:r w:rsidRPr="004D6EF7">
        <w:t>Les personne</w:t>
      </w:r>
      <w:r w:rsidR="00B226B1">
        <w:t>s</w:t>
      </w:r>
      <w:r w:rsidRPr="004D6EF7">
        <w:t xml:space="preserve"> physique</w:t>
      </w:r>
      <w:r w:rsidR="00B226B1">
        <w:t>s</w:t>
      </w:r>
      <w:r w:rsidRPr="004D6EF7">
        <w:t xml:space="preserve"> chargée</w:t>
      </w:r>
      <w:r w:rsidR="00B226B1">
        <w:t>s</w:t>
      </w:r>
      <w:r w:rsidRPr="004D6EF7">
        <w:t xml:space="preserve"> de l'exécution de la mission de </w:t>
      </w:r>
      <w:r w:rsidR="005849C0">
        <w:t>c</w:t>
      </w:r>
      <w:r w:rsidRPr="004D6EF7">
        <w:t>oordination en matière de Sécurité et de Protection de la Santé des travailleurs est/sont</w:t>
      </w:r>
      <w:r w:rsidRPr="004D6EF7">
        <w:rPr>
          <w:rFonts w:ascii="Calibri" w:hAnsi="Calibri" w:cs="Calibri"/>
        </w:rPr>
        <w:t> </w:t>
      </w:r>
      <w:r w:rsidRPr="004D6EF7">
        <w:t>:</w:t>
      </w:r>
    </w:p>
    <w:tbl>
      <w:tblPr>
        <w:tblW w:w="9938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5"/>
        <w:gridCol w:w="321"/>
        <w:gridCol w:w="7782"/>
      </w:tblGrid>
      <w:tr w:rsidR="004D6EF7" w:rsidRPr="004D6EF7" w14:paraId="35986BCA" w14:textId="77777777" w:rsidTr="00386F34">
        <w:trPr>
          <w:tblHeader/>
          <w:tblCellSpacing w:w="0" w:type="dxa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2A0DD5E" w14:textId="46939145" w:rsidR="004D6EF7" w:rsidRPr="004D6EF7" w:rsidRDefault="004D6EF7" w:rsidP="004D6EF7">
            <w:pPr>
              <w:pStyle w:val="TableauCentr0"/>
              <w:rPr>
                <w:b/>
                <w:lang w:eastAsia="fr-FR"/>
              </w:rPr>
            </w:pP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0593ADD" w14:textId="77777777" w:rsidR="004D6EF7" w:rsidRPr="004D6EF7" w:rsidRDefault="004D6EF7" w:rsidP="004D6EF7">
            <w:pPr>
              <w:pStyle w:val="TableauCentr0"/>
              <w:rPr>
                <w:b/>
                <w:lang w:eastAsia="fr-FR"/>
              </w:rPr>
            </w:pPr>
            <w:r w:rsidRPr="004D6EF7">
              <w:rPr>
                <w:b/>
                <w:lang w:eastAsia="fr-FR"/>
              </w:rPr>
              <w:t>(1)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3F058" w14:textId="77777777" w:rsidR="004D6EF7" w:rsidRPr="004D6EF7" w:rsidRDefault="004D6EF7" w:rsidP="004D6EF7">
            <w:pPr>
              <w:pStyle w:val="TableauCentr0"/>
              <w:rPr>
                <w:b/>
                <w:lang w:eastAsia="fr-FR"/>
              </w:rPr>
            </w:pPr>
            <w:r w:rsidRPr="004D6EF7">
              <w:rPr>
                <w:b/>
                <w:lang w:eastAsia="fr-FR"/>
              </w:rPr>
              <w:t>Désignation de la personne physique</w:t>
            </w:r>
          </w:p>
        </w:tc>
      </w:tr>
      <w:tr w:rsidR="004D6EF7" w:rsidRPr="004D6EF7" w14:paraId="688B13BE" w14:textId="77777777" w:rsidTr="00386F34">
        <w:trPr>
          <w:tblCellSpacing w:w="0" w:type="dxa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36BE3FF" w14:textId="3370C998" w:rsidR="004D6EF7" w:rsidRPr="004D6EF7" w:rsidRDefault="00386F34" w:rsidP="00B226B1">
            <w:pPr>
              <w:pStyle w:val="Tableaudroite0"/>
              <w:jc w:val="left"/>
              <w:rPr>
                <w:lang w:eastAsia="fr-FR"/>
              </w:rPr>
            </w:pPr>
            <w:r>
              <w:rPr>
                <w:lang w:eastAsia="fr-FR"/>
              </w:rPr>
              <w:t>CSPS t</w:t>
            </w:r>
            <w:r w:rsidR="00B226B1">
              <w:rPr>
                <w:lang w:eastAsia="fr-FR"/>
              </w:rPr>
              <w:t xml:space="preserve">itulaire 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D168FA4" w14:textId="77777777" w:rsidR="004D6EF7" w:rsidRPr="004D6EF7" w:rsidRDefault="004D6EF7" w:rsidP="004D6EF7">
            <w:pPr>
              <w:pStyle w:val="TableauCentr0"/>
              <w:rPr>
                <w:lang w:eastAsia="fr-FR"/>
              </w:rPr>
            </w:pP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59176E5" w14:textId="77777777" w:rsidR="004D6EF7" w:rsidRPr="004D6EF7" w:rsidRDefault="004D6EF7" w:rsidP="004D6EF7">
            <w:pPr>
              <w:pStyle w:val="TableauDroite"/>
              <w:rPr>
                <w:lang w:eastAsia="fr-FR"/>
              </w:rPr>
            </w:pPr>
          </w:p>
        </w:tc>
      </w:tr>
      <w:tr w:rsidR="004D6EF7" w:rsidRPr="004D6EF7" w14:paraId="09E9D468" w14:textId="77777777" w:rsidTr="00386F34">
        <w:trPr>
          <w:tblCellSpacing w:w="0" w:type="dxa"/>
        </w:trPr>
        <w:tc>
          <w:tcPr>
            <w:tcW w:w="1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81573C" w14:textId="4830F48E" w:rsidR="004D6EF7" w:rsidRPr="004D6EF7" w:rsidRDefault="00386F34" w:rsidP="00B226B1">
            <w:pPr>
              <w:pStyle w:val="Tableaudroite0"/>
              <w:jc w:val="left"/>
              <w:rPr>
                <w:lang w:eastAsia="fr-FR"/>
              </w:rPr>
            </w:pPr>
            <w:r>
              <w:rPr>
                <w:lang w:eastAsia="fr-FR"/>
              </w:rPr>
              <w:t>CSPS s</w:t>
            </w:r>
            <w:r w:rsidR="00B226B1">
              <w:rPr>
                <w:lang w:eastAsia="fr-FR"/>
              </w:rPr>
              <w:t>uppléant</w:t>
            </w:r>
          </w:p>
        </w:tc>
        <w:tc>
          <w:tcPr>
            <w:tcW w:w="3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EFC7244" w14:textId="77777777" w:rsidR="004D6EF7" w:rsidRPr="004D6EF7" w:rsidRDefault="004D6EF7" w:rsidP="004D6EF7">
            <w:pPr>
              <w:pStyle w:val="TableauCentr0"/>
              <w:rPr>
                <w:lang w:eastAsia="fr-FR"/>
              </w:rPr>
            </w:pPr>
          </w:p>
        </w:tc>
        <w:tc>
          <w:tcPr>
            <w:tcW w:w="77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5B8498A" w14:textId="77777777" w:rsidR="004D6EF7" w:rsidRPr="004D6EF7" w:rsidRDefault="004D6EF7" w:rsidP="004D6EF7">
            <w:pPr>
              <w:pStyle w:val="TableauDroite"/>
              <w:rPr>
                <w:lang w:eastAsia="fr-FR"/>
              </w:rPr>
            </w:pPr>
          </w:p>
        </w:tc>
      </w:tr>
    </w:tbl>
    <w:p w14:paraId="7004F079" w14:textId="0DABE1E8" w:rsidR="00660D94" w:rsidRDefault="004D6EF7" w:rsidP="004D6EF7">
      <w:pPr>
        <w:pStyle w:val="Corpsdetexte"/>
        <w:numPr>
          <w:ilvl w:val="0"/>
          <w:numId w:val="20"/>
        </w:numPr>
        <w:rPr>
          <w:sz w:val="18"/>
        </w:rPr>
      </w:pPr>
      <w:r w:rsidRPr="004D6EF7">
        <w:rPr>
          <w:sz w:val="18"/>
        </w:rPr>
        <w:t>Numéro du cotraitant en cas de groupement</w:t>
      </w:r>
    </w:p>
    <w:p w14:paraId="4C12F0C7" w14:textId="67FA4697" w:rsidR="004D6EF7" w:rsidRPr="004D6EF7" w:rsidRDefault="004D6EF7" w:rsidP="004D6EF7">
      <w:pPr>
        <w:pStyle w:val="Corpsdetexte"/>
      </w:pPr>
      <w:r w:rsidRPr="004D6EF7">
        <w:t xml:space="preserve">Elles sont désignées dans le marché sous le nom de </w:t>
      </w:r>
      <w:r>
        <w:t xml:space="preserve">« </w:t>
      </w:r>
      <w:r w:rsidRPr="004D6EF7">
        <w:t>Coordonnateur SPS</w:t>
      </w:r>
      <w:r>
        <w:t xml:space="preserve"> »</w:t>
      </w:r>
      <w:r w:rsidRPr="004D6EF7">
        <w:t xml:space="preserve"> et doivent respecter les règles d'incompatibilité édictées par les articles R.4532-17 à 19 du Code du Travail.</w:t>
      </w:r>
    </w:p>
    <w:bookmarkEnd w:id="28"/>
    <w:p w14:paraId="57455045" w14:textId="01D55405" w:rsidR="00995AF1" w:rsidRPr="00795CD8" w:rsidRDefault="00995AF1" w:rsidP="00995AF1">
      <w:pPr>
        <w:pStyle w:val="Titren1surlign"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7777777" w:rsidR="00995AF1" w:rsidRPr="00795CD8" w:rsidRDefault="00995AF1" w:rsidP="00995AF1">
      <w:pPr>
        <w:pStyle w:val="Corpsdetexte"/>
        <w:rPr>
          <w:lang w:eastAsia="fr-FR"/>
        </w:rPr>
      </w:pPr>
      <w:bookmarkStart w:id="29" w:name="A2_1_p0B_a"/>
      <w:bookmarkEnd w:id="29"/>
      <w:r>
        <w:rPr>
          <w:lang w:eastAsia="fr-FR"/>
        </w:rPr>
        <w:t>Rédaction des livrables</w:t>
      </w:r>
      <w:r w:rsidRPr="00795CD8">
        <w:rPr>
          <w:lang w:eastAsia="fr-FR"/>
        </w:rPr>
        <w:t>.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 xml:space="preserve">Les modalités de variation des prix sont fixées à </w:t>
      </w:r>
      <w:commentRangeStart w:id="30"/>
      <w:r w:rsidRPr="00795CD8">
        <w:rPr>
          <w:szCs w:val="20"/>
          <w:lang w:eastAsia="fr-FR"/>
        </w:rPr>
        <w:t>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  <w:commentRangeEnd w:id="30"/>
      <w:r>
        <w:rPr>
          <w:rStyle w:val="Marquedecommentaire"/>
          <w:rFonts w:ascii="Arial" w:hAnsi="Arial"/>
        </w:rPr>
        <w:commentReference w:id="30"/>
      </w:r>
    </w:p>
    <w:p w14:paraId="573184F4" w14:textId="2821FE38" w:rsidR="00995AF1" w:rsidRDefault="001864D1" w:rsidP="00995AF1">
      <w:pPr>
        <w:pStyle w:val="Corpsdetexte"/>
        <w:rPr>
          <w:lang w:eastAsia="fr-FR"/>
        </w:rPr>
      </w:pPr>
      <w:r>
        <w:rPr>
          <w:lang w:eastAsia="fr-FR"/>
        </w:rPr>
        <w:t xml:space="preserve">Le marché </w:t>
      </w:r>
      <w:r w:rsidR="000F733D">
        <w:rPr>
          <w:lang w:eastAsia="fr-FR"/>
        </w:rPr>
        <w:t xml:space="preserve">est </w:t>
      </w:r>
      <w:commentRangeStart w:id="31"/>
      <w:r w:rsidR="00995AF1" w:rsidRPr="00795CD8">
        <w:rPr>
          <w:lang w:eastAsia="fr-FR"/>
        </w:rPr>
        <w:t>décompos</w:t>
      </w:r>
      <w:r>
        <w:rPr>
          <w:lang w:eastAsia="fr-FR"/>
        </w:rPr>
        <w:t xml:space="preserve">é </w:t>
      </w:r>
      <w:r w:rsidR="000F733D">
        <w:rPr>
          <w:lang w:eastAsia="fr-FR"/>
        </w:rPr>
        <w:t xml:space="preserve">en </w:t>
      </w:r>
      <w:r>
        <w:rPr>
          <w:lang w:eastAsia="fr-FR"/>
        </w:rPr>
        <w:t>une tranche ferme et une tranche optionnelle</w:t>
      </w:r>
      <w:r w:rsidR="000F733D">
        <w:rPr>
          <w:lang w:eastAsia="fr-FR"/>
        </w:rPr>
        <w:t>. Le marché n'est pas alloti</w:t>
      </w:r>
      <w:r w:rsidR="00995AF1" w:rsidRPr="00795CD8">
        <w:rPr>
          <w:lang w:eastAsia="fr-FR"/>
        </w:rPr>
        <w:t>.</w:t>
      </w:r>
      <w:commentRangeEnd w:id="31"/>
      <w:r w:rsidR="00931A21">
        <w:rPr>
          <w:rStyle w:val="Marquedecommentaire"/>
          <w:rFonts w:ascii="Arial" w:hAnsi="Arial"/>
        </w:rPr>
        <w:commentReference w:id="31"/>
      </w:r>
    </w:p>
    <w:p w14:paraId="00DA0EEF" w14:textId="77777777" w:rsidR="001864D1" w:rsidRDefault="001864D1" w:rsidP="001864D1">
      <w:pPr>
        <w:pStyle w:val="Titren3"/>
        <w:rPr>
          <w:lang w:eastAsia="fr-FR"/>
        </w:rPr>
      </w:pPr>
      <w:r w:rsidRPr="007F6108">
        <w:t>Tranche</w:t>
      </w:r>
      <w:r>
        <w:rPr>
          <w:lang w:eastAsia="fr-FR"/>
        </w:rPr>
        <w:t xml:space="preserve"> ferme – conception et réalisation des travaux de restructuration du bâtiment M</w:t>
      </w:r>
    </w:p>
    <w:p w14:paraId="487BA889" w14:textId="77777777" w:rsidR="001864D1" w:rsidRPr="00E90723" w:rsidRDefault="001864D1" w:rsidP="001864D1">
      <w:pPr>
        <w:pStyle w:val="Corpsdetexte"/>
        <w:rPr>
          <w:lang w:eastAsia="fr-FR"/>
        </w:rPr>
      </w:pPr>
      <w:r w:rsidRPr="00E90723">
        <w:rPr>
          <w:lang w:eastAsia="fr-FR"/>
        </w:rPr>
        <w:t xml:space="preserve">Les </w:t>
      </w:r>
      <w:r>
        <w:rPr>
          <w:lang w:eastAsia="fr-FR"/>
        </w:rPr>
        <w:t xml:space="preserve">prestations </w:t>
      </w:r>
      <w:r w:rsidRPr="00E90723">
        <w:rPr>
          <w:lang w:eastAsia="fr-FR"/>
        </w:rPr>
        <w:t>seront rémunéré</w:t>
      </w:r>
      <w:r>
        <w:rPr>
          <w:lang w:eastAsia="fr-FR"/>
        </w:rPr>
        <w:t>e</w:t>
      </w:r>
      <w:r w:rsidRPr="00E90723">
        <w:rPr>
          <w:lang w:eastAsia="fr-FR"/>
        </w:rPr>
        <w:t>s par application d'un prix global forfaitaire égal à</w:t>
      </w:r>
      <w:r w:rsidRPr="00E90723">
        <w:rPr>
          <w:rFonts w:ascii="Calibri" w:hAnsi="Calibri" w:cs="Calibri"/>
          <w:lang w:eastAsia="fr-FR"/>
        </w:rPr>
        <w:t> </w:t>
      </w:r>
      <w:r w:rsidRPr="00E90723">
        <w:rPr>
          <w:lang w:eastAsia="fr-FR"/>
        </w:rPr>
        <w:t>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1864D1" w:rsidRPr="00E90723" w14:paraId="03E76405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D7513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812F0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5B9D9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70B70370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F4D168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2687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E3CFF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139BAF38" w14:textId="77777777" w:rsidTr="00B67CAC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0BC2BE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63AD1F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995832B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7D5AFF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C31B4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1DAE6DF2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9DAF50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B8433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EB8733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2FA619E5" w14:textId="77777777" w:rsidTr="00B67CAC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C9C27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BF69B3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F46B03A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5E35D63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28145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6C049C24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C3A44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3EE8A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192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2E0B86B7" w14:textId="77777777" w:rsidTr="00B67CAC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E705D2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4D6FCC4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ABBCE1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579B6C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654B6E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3AA91BB1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BE676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F764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93657D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52EC8F5C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982062" w14:textId="77777777" w:rsidR="001864D1" w:rsidRPr="00E90723" w:rsidRDefault="001864D1" w:rsidP="00B67CAC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B1F033A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CBA7AE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43E81582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48B6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A48CC3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9045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1A8E3C0E" w14:textId="77777777" w:rsidTr="00B67CAC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8DF3E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5D25F9A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A4E64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223E0508" w14:textId="77777777" w:rsidTr="00B67CAC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DA2A3E0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375AA75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191B6E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053D4FB" w14:textId="77777777" w:rsidR="001864D1" w:rsidRDefault="001864D1" w:rsidP="001864D1">
      <w:pPr>
        <w:pStyle w:val="Titren3"/>
        <w:numPr>
          <w:ilvl w:val="2"/>
          <w:numId w:val="21"/>
        </w:numPr>
        <w:rPr>
          <w:lang w:eastAsia="fr-FR"/>
        </w:rPr>
      </w:pPr>
      <w:r w:rsidRPr="007F6108">
        <w:t>Tranche</w:t>
      </w:r>
      <w:r>
        <w:rPr>
          <w:lang w:eastAsia="fr-FR"/>
        </w:rPr>
        <w:t xml:space="preserve"> optionnelle 1 – réalisation d’une installation photovoltaïque</w:t>
      </w:r>
    </w:p>
    <w:p w14:paraId="6B1E6930" w14:textId="77777777" w:rsidR="001864D1" w:rsidRPr="00E90723" w:rsidRDefault="001864D1" w:rsidP="001864D1">
      <w:pPr>
        <w:pStyle w:val="Corpsdetexte"/>
        <w:rPr>
          <w:lang w:eastAsia="fr-FR"/>
        </w:rPr>
      </w:pPr>
      <w:r w:rsidRPr="00E90723">
        <w:rPr>
          <w:lang w:eastAsia="fr-FR"/>
        </w:rPr>
        <w:t xml:space="preserve">Les </w:t>
      </w:r>
      <w:r>
        <w:rPr>
          <w:lang w:eastAsia="fr-FR"/>
        </w:rPr>
        <w:t xml:space="preserve">prestations </w:t>
      </w:r>
      <w:r w:rsidRPr="00E90723">
        <w:rPr>
          <w:lang w:eastAsia="fr-FR"/>
        </w:rPr>
        <w:t>seront rémunéré</w:t>
      </w:r>
      <w:r>
        <w:rPr>
          <w:lang w:eastAsia="fr-FR"/>
        </w:rPr>
        <w:t>e</w:t>
      </w:r>
      <w:r w:rsidRPr="00E90723">
        <w:rPr>
          <w:lang w:eastAsia="fr-FR"/>
        </w:rPr>
        <w:t>s par application d'un prix global forfaitaire égal à</w:t>
      </w:r>
      <w:r w:rsidRPr="00E90723">
        <w:rPr>
          <w:rFonts w:ascii="Calibri" w:hAnsi="Calibri" w:cs="Calibri"/>
          <w:lang w:eastAsia="fr-FR"/>
        </w:rPr>
        <w:t> </w:t>
      </w:r>
      <w:r w:rsidRPr="00E90723">
        <w:rPr>
          <w:lang w:eastAsia="fr-FR"/>
        </w:rPr>
        <w:t>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1864D1" w:rsidRPr="00E90723" w14:paraId="21EDEEC7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645A3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A209B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E1C275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5CBB8F50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E0DD4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54713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D45B33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76F49A4F" w14:textId="77777777" w:rsidTr="00B67CAC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5DD76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EBDB2D7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E8293B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2696A09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15A8AC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40743759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D0C203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FA391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22A72E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1EE5FF88" w14:textId="77777777" w:rsidTr="00B67CAC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C2E8B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81262D6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668B81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D028C9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D81D3A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2AEB5A6D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8C67D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3B18E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2F7014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73C0BBA7" w14:textId="77777777" w:rsidTr="00B67CAC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F8D30D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C57030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E6DD2CD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3CFBDC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6E449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4E549761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BEEAD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04A2C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A6654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38DF113C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04F8A" w14:textId="77777777" w:rsidR="001864D1" w:rsidRPr="00E90723" w:rsidRDefault="001864D1" w:rsidP="00B67CAC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43818CE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C6F1B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37A1D421" w14:textId="77777777" w:rsidTr="00B67CAC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50E00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702B9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03C31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470F4B2A" w14:textId="77777777" w:rsidTr="00B67CAC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53D5E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419F36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5BF79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69E85C91" w14:textId="77777777" w:rsidTr="00B67CAC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C36BAA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0637B1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36077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2340E61" w14:textId="77777777" w:rsidR="001864D1" w:rsidRDefault="001864D1" w:rsidP="001864D1">
      <w:pPr>
        <w:pStyle w:val="Corpsdetexte"/>
        <w:rPr>
          <w:lang w:eastAsia="fr-FR"/>
        </w:rPr>
      </w:pPr>
    </w:p>
    <w:p w14:paraId="721861B2" w14:textId="77777777" w:rsidR="001864D1" w:rsidRDefault="001864D1" w:rsidP="001864D1">
      <w:pPr>
        <w:pStyle w:val="Titren3"/>
        <w:numPr>
          <w:ilvl w:val="2"/>
          <w:numId w:val="21"/>
        </w:numPr>
      </w:pPr>
      <w:r>
        <w:t>Décision du maître d'ouvrage</w:t>
      </w:r>
    </w:p>
    <w:p w14:paraId="2C68EE4A" w14:textId="77777777" w:rsidR="001864D1" w:rsidRDefault="001864D1" w:rsidP="001864D1">
      <w:pPr>
        <w:pStyle w:val="Corpsdetexte"/>
        <w:rPr>
          <w:lang w:eastAsia="fr-FR"/>
        </w:rPr>
      </w:pPr>
      <w:r>
        <w:rPr>
          <w:lang w:eastAsia="fr-FR"/>
        </w:rPr>
        <w:t>Compte tenu de l'acceptation ou non de la tranche optionnelle 1 le montant global et forfaitaire révisable est fixé à :</w:t>
      </w:r>
    </w:p>
    <w:tbl>
      <w:tblPr>
        <w:tblW w:w="888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1864D1" w:rsidRPr="00E90723" w14:paraId="207DD21E" w14:textId="77777777" w:rsidTr="00B67CAC">
        <w:trPr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A53D7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BF3978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0C8CAE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450F78F6" w14:textId="77777777" w:rsidTr="00B67CAC">
        <w:trPr>
          <w:trHeight w:hRule="exact" w:val="57"/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299C0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010DDB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7D3964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4EAD8A22" w14:textId="77777777" w:rsidTr="00B67CAC">
        <w:trPr>
          <w:tblCellSpacing w:w="0" w:type="dxa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041B7" w14:textId="77777777" w:rsidR="001864D1" w:rsidRPr="00E90723" w:rsidRDefault="001864D1" w:rsidP="00B67CAC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060D35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B356A51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B3C8AE0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8B17A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47774AF4" w14:textId="77777777" w:rsidTr="00B67CAC">
        <w:trPr>
          <w:trHeight w:hRule="exact" w:val="57"/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91B02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E01B3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84387A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6CD386B3" w14:textId="77777777" w:rsidTr="00B67CAC">
        <w:trPr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835A0B" w14:textId="77777777" w:rsidR="001864D1" w:rsidRPr="00E90723" w:rsidRDefault="001864D1" w:rsidP="00B67CAC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82224F3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F046A9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29E4ABBB" w14:textId="77777777" w:rsidTr="00B67CAC">
        <w:trPr>
          <w:trHeight w:hRule="exact" w:val="57"/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E381E8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B64F0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5C4C38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5E3ABBB9" w14:textId="77777777" w:rsidTr="00B67CAC">
        <w:trPr>
          <w:tblCellSpacing w:w="0" w:type="dxa"/>
          <w:jc w:val="center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CDEEE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1213191" w14:textId="77777777" w:rsidR="001864D1" w:rsidRPr="00E90723" w:rsidRDefault="001864D1" w:rsidP="00B67CAC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77711B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1864D1" w:rsidRPr="00E90723" w14:paraId="6B61D204" w14:textId="77777777" w:rsidTr="00B67CAC">
        <w:trPr>
          <w:tblCellSpacing w:w="0" w:type="dxa"/>
          <w:jc w:val="center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A4D8A1E" w14:textId="77777777" w:rsidR="001864D1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7E78D1" w14:textId="4151CDB6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EDD06E" w14:textId="77777777" w:rsidR="001864D1" w:rsidRPr="00E90723" w:rsidRDefault="001864D1" w:rsidP="00B67CAC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05A804D" w14:textId="77777777" w:rsidR="001864D1" w:rsidRDefault="001864D1" w:rsidP="001864D1">
      <w:pPr>
        <w:pStyle w:val="Corpsdetexte"/>
        <w:spacing w:after="0"/>
        <w:rPr>
          <w:rFonts w:ascii="Wingdings" w:hAnsi="Wingdings"/>
          <w:sz w:val="36"/>
          <w:szCs w:val="36"/>
          <w:lang w:eastAsia="fr-FR"/>
        </w:rPr>
      </w:pPr>
    </w:p>
    <w:p w14:paraId="2F755B20" w14:textId="5949D418" w:rsidR="00995AF1" w:rsidRPr="00E90723" w:rsidRDefault="00995AF1" w:rsidP="001864D1">
      <w:pPr>
        <w:pStyle w:val="Corpsdetexte"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1864D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77777777" w:rsidR="00995AF1" w:rsidRPr="00795CD8" w:rsidRDefault="00995AF1" w:rsidP="001864D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4335C58E" w14:textId="77777777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62016920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AD4DF1">
        <w:rPr>
          <w:b/>
          <w:color w:val="000000"/>
          <w:lang w:eastAsia="fr-FR"/>
        </w:rPr>
        <w:t>Prestataire</w:t>
      </w:r>
      <w:r w:rsidRPr="00E90723">
        <w:rPr>
          <w:b/>
          <w:lang w:eastAsia="fr-FR"/>
        </w:rPr>
        <w:t xml:space="preserve"> 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4D6EF7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</w:t>
      </w:r>
      <w:bookmarkStart w:id="32" w:name="_GoBack"/>
      <w:bookmarkEnd w:id="32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1A63C8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4D6EF7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000E5F3F" w:rsidR="00995AF1" w:rsidRPr="00795CD8" w:rsidRDefault="00995AF1" w:rsidP="00995AF1">
      <w:pPr>
        <w:pStyle w:val="Titren1surlign"/>
      </w:pPr>
      <w:r w:rsidRPr="00795CD8">
        <w:t>D</w:t>
      </w:r>
      <w:r w:rsidR="00E4348E">
        <w:t>urée du marché et d</w:t>
      </w:r>
      <w:r w:rsidRPr="00795CD8">
        <w:t>élai</w:t>
      </w:r>
      <w:r w:rsidR="00DB25EC">
        <w:t>s</w:t>
      </w:r>
      <w:r w:rsidRPr="00795CD8">
        <w:t xml:space="preserve"> </w:t>
      </w:r>
      <w:r w:rsidRPr="00485546">
        <w:t>d'exécution</w:t>
      </w:r>
      <w:r w:rsidRPr="00795CD8">
        <w:t xml:space="preserve"> du marche</w:t>
      </w:r>
    </w:p>
    <w:p w14:paraId="458D1994" w14:textId="6F4564E6" w:rsidR="00DB25EC" w:rsidRDefault="00DB25EC" w:rsidP="00DB25EC">
      <w:pPr>
        <w:pStyle w:val="Titren2"/>
      </w:pPr>
      <w:r w:rsidRPr="00DB25EC">
        <w:t>Durée du marché</w:t>
      </w:r>
    </w:p>
    <w:p w14:paraId="62B97F2F" w14:textId="77777777" w:rsidR="00DB25EC" w:rsidRDefault="00DB25EC" w:rsidP="00DB25EC">
      <w:pPr>
        <w:pStyle w:val="Corpsdetexte"/>
      </w:pPr>
      <w:r>
        <w:t>Les prestations seront exécutées à compter de la date de la notification du marché.</w:t>
      </w:r>
    </w:p>
    <w:p w14:paraId="015115C7" w14:textId="77777777" w:rsidR="00DB25EC" w:rsidRDefault="00DB25EC" w:rsidP="00DB25EC">
      <w:pPr>
        <w:pStyle w:val="Corpsdetexte"/>
      </w:pPr>
      <w:r>
        <w:t>Elles s'achèveront à la plus tardive des deux dates suivantes</w:t>
      </w:r>
      <w:r>
        <w:rPr>
          <w:rFonts w:ascii="Calibri" w:hAnsi="Calibri" w:cs="Calibri"/>
        </w:rPr>
        <w:t> </w:t>
      </w:r>
      <w:r>
        <w:t>:</w:t>
      </w:r>
    </w:p>
    <w:p w14:paraId="1EBD35C2" w14:textId="7FCA6D71" w:rsidR="00DB25EC" w:rsidRDefault="00DB25EC" w:rsidP="00DB25EC">
      <w:pPr>
        <w:pStyle w:val="CorpsListe"/>
      </w:pPr>
      <w:proofErr w:type="gramStart"/>
      <w:r>
        <w:t>la</w:t>
      </w:r>
      <w:proofErr w:type="gramEnd"/>
      <w:r>
        <w:t xml:space="preserve"> date </w:t>
      </w:r>
      <w:r w:rsidR="00F711DE">
        <w:t>d’admission</w:t>
      </w:r>
      <w:r>
        <w:t xml:space="preserve"> du DIUO définitif (du dernier ouvrage) au maître d’ouvrage</w:t>
      </w:r>
    </w:p>
    <w:p w14:paraId="5232645D" w14:textId="6FE7924E" w:rsidR="00995AF1" w:rsidRDefault="00DB25EC" w:rsidP="00DB25EC">
      <w:pPr>
        <w:pStyle w:val="CorpsListe"/>
      </w:pPr>
      <w:proofErr w:type="gramStart"/>
      <w:r>
        <w:t>la</w:t>
      </w:r>
      <w:proofErr w:type="gramEnd"/>
      <w:r>
        <w:t xml:space="preserve"> date de levée de la dernière réserve (du dernier ouvrage).</w:t>
      </w:r>
      <w:r w:rsidR="00995AF1" w:rsidRPr="00151A0B">
        <w:t>Le délai d'exécution part de la date de la notification du marché.</w:t>
      </w:r>
    </w:p>
    <w:p w14:paraId="7F874505" w14:textId="77777777" w:rsidR="00DB25EC" w:rsidRPr="00DB25EC" w:rsidRDefault="00DB25EC" w:rsidP="00DB25EC">
      <w:pPr>
        <w:pStyle w:val="Titren2"/>
        <w:rPr>
          <w:lang w:eastAsia="fr-FR"/>
        </w:rPr>
      </w:pPr>
      <w:r w:rsidRPr="00DB25EC">
        <w:rPr>
          <w:lang w:eastAsia="fr-FR"/>
        </w:rPr>
        <w:t>Délais d'exécution des prestations</w:t>
      </w:r>
    </w:p>
    <w:p w14:paraId="036FDAFD" w14:textId="565CEE48" w:rsidR="00DB25EC" w:rsidRPr="00DB25EC" w:rsidRDefault="00DB25EC" w:rsidP="00DB25EC">
      <w:pPr>
        <w:pStyle w:val="Corpsdetexte"/>
        <w:rPr>
          <w:lang w:eastAsia="fr-FR"/>
        </w:rPr>
      </w:pPr>
      <w:r w:rsidRPr="00DB25EC">
        <w:rPr>
          <w:lang w:eastAsia="fr-FR"/>
        </w:rPr>
        <w:t xml:space="preserve">Les stipulations correspondantes figurent aux articles </w:t>
      </w:r>
      <w:commentRangeStart w:id="33"/>
      <w:r w:rsidRPr="00DB25EC">
        <w:rPr>
          <w:lang w:eastAsia="fr-FR"/>
        </w:rPr>
        <w:t>9</w:t>
      </w:r>
      <w:r>
        <w:rPr>
          <w:lang w:eastAsia="fr-FR"/>
        </w:rPr>
        <w:t>.</w:t>
      </w:r>
      <w:r w:rsidRPr="00DB25EC">
        <w:rPr>
          <w:lang w:eastAsia="fr-FR"/>
        </w:rPr>
        <w:t>3 et 9</w:t>
      </w:r>
      <w:r>
        <w:rPr>
          <w:lang w:eastAsia="fr-FR"/>
        </w:rPr>
        <w:t>.</w:t>
      </w:r>
      <w:r w:rsidRPr="00DB25EC">
        <w:rPr>
          <w:lang w:eastAsia="fr-FR"/>
        </w:rPr>
        <w:t>4 du CCAP.</w:t>
      </w:r>
      <w:commentRangeEnd w:id="33"/>
      <w:r>
        <w:rPr>
          <w:rStyle w:val="Marquedecommentaire"/>
          <w:rFonts w:ascii="Arial" w:hAnsi="Arial"/>
        </w:rPr>
        <w:commentReference w:id="33"/>
      </w:r>
    </w:p>
    <w:p w14:paraId="3B73C405" w14:textId="77777777" w:rsidR="00995AF1" w:rsidRPr="00795CD8" w:rsidRDefault="00995AF1" w:rsidP="00995AF1">
      <w:pPr>
        <w:pStyle w:val="Titren1surlign"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</w:t>
      </w:r>
      <w:commentRangeStart w:id="34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l'article 3-2 du CCAP</w:t>
      </w:r>
      <w:commentRangeEnd w:id="34"/>
      <w:r w:rsidR="00AC7ECA">
        <w:rPr>
          <w:rStyle w:val="Marquedecommentaire"/>
        </w:rPr>
        <w:commentReference w:id="34"/>
      </w: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4FC2996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AD4DF1">
        <w:rPr>
          <w:b/>
          <w:lang w:eastAsia="fr-FR"/>
        </w:rPr>
        <w:t>Prestataire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95AF1" w:rsidRPr="00BE5E77" w14:paraId="6D14207C" w14:textId="77777777" w:rsidTr="00FC00C7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60EFA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bookmarkStart w:id="35" w:name="_Hlk170394870"/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5930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685CD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F7F8E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74EDB7D1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F373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566A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F3D2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9D50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2D8C69A4" w14:textId="77777777" w:rsidTr="00FC2EA9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1C42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E4C4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035C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9BD6C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7EE7CF55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D730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27AB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5B31C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14A9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27CD1C64" w14:textId="77777777" w:rsidTr="00FC2EA9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09E47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E9B5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A715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9C4B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10B331DA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6F5B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DD2C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1B55C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6F3C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5708C42C" w14:textId="77777777" w:rsidTr="00FC2EA9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C24C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BC30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6C4F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FA34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01005B5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AA7D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5FDD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7B19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4C63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44BE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7BD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7EE0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321A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52A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625B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0BA4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276B33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82D8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8C35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A66E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8A694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5E64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09DB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148D81DE" w14:textId="77777777" w:rsidTr="00FC2EA9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BCDFD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5082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6BC4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2DD3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64BCCADE" w14:textId="77777777" w:rsidTr="00995AF1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BD0E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B058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20592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7D9D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3E112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20D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6ACFB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FB55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C88D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BAAA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F9CC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DF6F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7A9C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A85D6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32D4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04437AFB" w14:textId="77777777" w:rsidTr="00FC2EA9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F8AFA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6E31343C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1A0B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F426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4476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E44BA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363A3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649BA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B38A8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D5BCB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B6E09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D2448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9C339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739F9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BF249F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ECD8C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443AA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B110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18224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E7487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D30AA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4D000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064E4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5D5E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1AFBA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4B9C9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853D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45812D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7970E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EDAB7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D86BC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AC29F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356D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B7CCC7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37C82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05920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0BFC9B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8AA7401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57CCE24E" w14:textId="77777777" w:rsidTr="00FC2EA9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DD4E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0C2A06DA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29C1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AB1FC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8B010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2C29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DF969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A0C4C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A9A6F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770CB2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2F06FE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2C21B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15D1A8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18D6A6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AEF7620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F93589B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BB07E0" w14:textId="77777777" w:rsidR="00995AF1" w:rsidRPr="00BE5E77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BE5E77" w14:paraId="3DCD86B8" w14:textId="77777777" w:rsidTr="00FC2EA9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59104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92CA8" w14:textId="0745E9EC" w:rsidR="00995AF1" w:rsidRPr="00BE5E77" w:rsidRDefault="00862426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2F995" w14:textId="77777777" w:rsidR="00995AF1" w:rsidRPr="00BE5E77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bookmarkEnd w:id="35"/>
    </w:tbl>
    <w:p w14:paraId="10B62686" w14:textId="77777777" w:rsidR="00995AF1" w:rsidRPr="00BE5E77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77777777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36616CD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bookmarkStart w:id="36" w:name="_Hlk170395169"/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995AF1" w:rsidRPr="00795CD8" w14:paraId="1842088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A783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036B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4918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DFC82C6" w14:textId="77777777" w:rsidTr="00862426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E77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1489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A6B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5572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EEA3A7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1D4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016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099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3C44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7388BC9" w14:textId="77777777" w:rsidTr="00862426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903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3A9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A3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7DB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AEE20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577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88B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D592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A285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135C44" w14:textId="77777777" w:rsidTr="00862426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1DE4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5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AC6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EF82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E349A3B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783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E0D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649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C389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0C55E32" w14:textId="77777777" w:rsidTr="00862426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D8F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7FE7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A2D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A5B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66C5F08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B59A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B9CC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69A7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FC3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79CD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8878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316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1E93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D955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7E0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13F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1865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244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20A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342A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F3C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C96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2812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C1CFB13" w14:textId="77777777" w:rsidTr="00862426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66C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E6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604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D031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FE3E02" w14:textId="77777777" w:rsidTr="00995AF1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8E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689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3C1A8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211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FAC8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3B7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6F47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D5F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7766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A86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A5B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E90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BFC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9E3E4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C7FB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910477" w14:textId="77777777" w:rsidTr="00862426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DAD5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EC7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AF73A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774F05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4F1C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BD05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9333F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3CD58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D89D9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2AC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362F5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C424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B85BC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593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1DFD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8698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8958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167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F7B4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B999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3CF8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24616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BA40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5BA1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4A78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F33B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26C6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75FF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D373D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1021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E1106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EF3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ECC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FC277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8282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46D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7B44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24B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446B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2E18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FB6FE0C" w14:textId="77777777" w:rsidTr="00862426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1F36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E418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CD3AD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DB90F52" w14:textId="77777777" w:rsidTr="00995AF1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3D19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FAE4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23B6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142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EBEF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2FBB7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728C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2554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2B9C1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11149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50FC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037F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A2F66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392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7BD8C3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B338D" w14:textId="77777777" w:rsidTr="00862426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D81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B394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FDD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FFB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585606A" w14:textId="40C69524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862426" w:rsidRPr="00795CD8" w14:paraId="74ED4B34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5AE742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6A957" w14:textId="50BF16C9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B4AB1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2DB44FF5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011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61BF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3C6EB6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FFFC7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1EE70F74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6C3B99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7555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D2C97F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8D88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3C1F98AB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48A444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D29759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51894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CF1A8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71525877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09B69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C6C2F8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3263E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30985F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72C778A8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8B2E8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45AD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6E3EAD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758D4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61166EBB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6CB559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75FBF7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4FE408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BF4AC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3548EE43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2ECB4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F7707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625E2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7F68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6636322B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93EC1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1957B8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6ED0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F4449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B8734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E91D6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1D7E36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F8B54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0C159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6572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9B176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9A3E1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90C86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65E7B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76794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82617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9ECF1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38FF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380DC3F4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F941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51ACA5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911C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CD9D5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110B812E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33FFC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A5FF0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1F7FA2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706DF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6E61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68A1F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8DD22D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C4FF8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CEA7D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C99A5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F3FC9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ECAC7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5F614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E4989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F7F8A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2F840B6B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67790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9A1D8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B17FD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41CABC7C" w14:textId="77777777" w:rsidTr="001552BA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6DEC9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8DB9D5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1F011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7A7C1F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F868C8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8BCD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1C08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D4B465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1951FF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6B6C2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2180D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5996E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FFA024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AF7F10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A5790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EE057C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55152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A42D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83876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EF3F75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6243B1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CBD57C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C9DD60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E71EF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A5B14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8F716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FF1AB8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0E0A1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A66DE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D2586F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97724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08642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F76C96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0D7B5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C4202C3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70CF3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74F21CE8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DC7C7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5D1E5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7E2054D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1368A46B" w14:textId="77777777" w:rsidTr="001552BA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BEA7E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FA125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85B2DB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B27B1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9E8A9F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3896A8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87AE8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8FED5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914BB7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12AA42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1AA3B5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0728CD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CB51657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26E796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18F597C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62426" w:rsidRPr="00795CD8" w14:paraId="44B83D74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786374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3707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7D1DF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AB390A" w14:textId="77777777" w:rsidR="00862426" w:rsidRPr="00795CD8" w:rsidRDefault="00862426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D5462B1" w14:textId="77777777" w:rsidR="00862426" w:rsidRPr="00795CD8" w:rsidRDefault="0086242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930422D" w14:textId="77777777" w:rsidR="00862426" w:rsidRPr="00795CD8" w:rsidRDefault="0086242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bookmarkEnd w:id="36"/>
    <w:p w14:paraId="29F027D1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572EF8E7" w14:textId="77777777" w:rsidR="00757A69" w:rsidRPr="00795CD8" w:rsidRDefault="00995AF1" w:rsidP="00757A69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57A69" w:rsidRPr="00795CD8" w14:paraId="2E9DB797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F9A8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A8C48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8367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625FF419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8DF3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B8262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BC89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ADAF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7861B7E2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5B4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E270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C23E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B9AE5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6040F35B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8647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9323B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EE2D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0985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1590429A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4DB4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CF7E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E385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47E5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01C5C050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57C3B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FD39E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2F94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42190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6882A5A7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701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BF09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B966E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ACD56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1C1A7966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9F97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354F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5F7DB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67BF1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43A9BDF3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AFFFC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3E78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52FE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0AB9C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61A5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D545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88AA0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990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E43C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B505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14BBD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7627F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78C1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F7118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8051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915A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0ABF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3009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6509EA78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E8F61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365A0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9824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8E58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371CCB96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74DE8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8AA2B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0F1A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2EC0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5C55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21BEE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90C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52463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5C300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AB4F0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40C0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4E106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D8318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120B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82204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314C78E8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BB0F2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07CC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20051B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5B97B9BA" w14:textId="77777777" w:rsidTr="001552BA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72D6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6A3F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6BF2E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522AA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3C603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43828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F46F5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60D3D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ACD56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8282A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DB95D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102A0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292EF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FBFDE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48023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89277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BA9D0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27B96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FFF79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CB040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671B2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A468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C0267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91A93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16272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E8100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BAC93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C6D89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6FF1D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9EC9C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AEF7E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976C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FF18B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435E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F75417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05EB02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7EAF6471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BD094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AF56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E44C11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0CBBEE8D" w14:textId="77777777" w:rsidTr="001552BA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AD36E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1F9BC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A7D7B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0A765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6AEE0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3A572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2DB65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B87B7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65AB5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6A44E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1284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D3230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0F2B6E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F981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05A214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530DC53F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B427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154E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3DA7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F012C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254D103" w14:textId="77777777" w:rsidR="00757A69" w:rsidRDefault="00757A69" w:rsidP="00757A69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57A69" w:rsidRPr="00795CD8" w14:paraId="0C6B39C9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E332B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E3D8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C093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62BAD683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4989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E475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F301A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3875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378F0215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4404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196D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657E4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ACD3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3B636D09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FB05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2C520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544D6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B623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0D8C4A5A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ACDA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17D2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7A2AA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28C4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56BC9711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0D07E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5256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7A26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0E0AA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6D8DE707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C498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EB96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AB48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2D57C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7737EBB7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E4E10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A333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CC00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03CC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083B78CB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AB46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6D27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85084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B7EF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625DD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C21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E4AC4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2DC2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4269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38928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5AC0B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A07E8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1FA0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185E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9F07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89E18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D3CD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43E0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5B696EAC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5C1B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5454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AF667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AF3D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5803C1C4" w14:textId="77777777" w:rsidTr="001552BA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7A81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8012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A1E33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6232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CF39C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954F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CC23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62E2C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3251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D1D42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54B0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DC9B2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9A6F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C77CF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11054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62DA6172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D61B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B217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910C17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34B0AFDE" w14:textId="77777777" w:rsidTr="001552BA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9383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F769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85779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48C10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23059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A1A9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BF20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81773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C8914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79AE6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2470F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0DD15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25309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C5714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98D1D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B725C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05898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C3A63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CD8F5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01996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67149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8D5DE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57AB6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845E5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7E3F1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47AB4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828CA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5B801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D075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201F9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82B6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5723C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047D3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43404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B8C6E86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78C1D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0FDE3E66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7A6F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E6C30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879487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5F8BBF87" w14:textId="77777777" w:rsidTr="001552BA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C8CDF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851B3B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72869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A1443D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C3B0A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5CBE0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F1DCD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211F3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677C0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0F0AB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19E777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D19EC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8C58E11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7DE32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343EA9A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57A69" w:rsidRPr="00795CD8" w14:paraId="6CE26C96" w14:textId="77777777" w:rsidTr="001552BA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3F96F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FEC1C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1A83E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02399" w14:textId="77777777" w:rsidR="00757A69" w:rsidRPr="00795CD8" w:rsidRDefault="00757A69" w:rsidP="001552BA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56CA5B0" w14:textId="77777777" w:rsidR="00757A69" w:rsidRPr="00795CD8" w:rsidRDefault="00757A69" w:rsidP="00757A69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4A65738" w14:textId="3EFBA67E" w:rsidR="00995AF1" w:rsidRPr="00795CD8" w:rsidRDefault="00995AF1" w:rsidP="00757A69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4458F522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3C0FD15" w14:textId="77777777" w:rsidR="008203BD" w:rsidRPr="00795CD8" w:rsidRDefault="008203BD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EBC44EB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8203BD">
        <w:rPr>
          <w:b/>
          <w:lang w:eastAsia="fr-FR"/>
        </w:rPr>
        <w:t>Prestataire</w:t>
      </w:r>
      <w:r w:rsidR="008203BD" w:rsidRPr="00795CD8">
        <w:rPr>
          <w:lang w:eastAsia="fr-FR"/>
        </w:rPr>
        <w:t xml:space="preserve"> </w:t>
      </w:r>
      <w:r w:rsidR="008203BD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795CD8" w:rsidRDefault="00995AF1" w:rsidP="00E3666E">
      <w:pPr>
        <w:pStyle w:val="Corpsdetexte"/>
        <w:ind w:left="851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795CD8">
        <w:rPr>
          <w:b/>
          <w:bCs/>
          <w:u w:val="single"/>
          <w:lang w:eastAsia="fr-FR"/>
        </w:rPr>
        <w:t>refuse</w:t>
      </w:r>
      <w:r w:rsidRPr="00795CD8">
        <w:rPr>
          <w:lang w:eastAsia="fr-FR"/>
        </w:rPr>
        <w:t xml:space="preserve"> de percevoir l'avance prévue à </w:t>
      </w:r>
      <w:commentRangeStart w:id="37"/>
      <w:r w:rsidRPr="00795CD8">
        <w:rPr>
          <w:lang w:eastAsia="fr-FR"/>
        </w:rPr>
        <w:t>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47BAFEEF" w14:textId="77777777" w:rsidR="00995AF1" w:rsidRPr="00795CD8" w:rsidRDefault="00995AF1" w:rsidP="00E3666E">
      <w:pPr>
        <w:pStyle w:val="Corpsdetexte"/>
        <w:ind w:left="851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795CD8">
        <w:rPr>
          <w:b/>
          <w:bCs/>
          <w:u w:val="single"/>
          <w:lang w:eastAsia="fr-FR"/>
        </w:rPr>
        <w:t>ne refuse pas</w:t>
      </w:r>
      <w:r w:rsidRPr="00795CD8">
        <w:rPr>
          <w:lang w:eastAsia="fr-FR"/>
        </w:rPr>
        <w:t xml:space="preserve"> de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</w:t>
      </w:r>
      <w:commentRangeEnd w:id="37"/>
      <w:r w:rsidR="00E3666E">
        <w:rPr>
          <w:rStyle w:val="Marquedecommentaire"/>
          <w:rFonts w:ascii="Arial" w:hAnsi="Arial"/>
        </w:rPr>
        <w:commentReference w:id="37"/>
      </w:r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4E3B8D">
        <w:trPr>
          <w:tblHeader/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4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4E3B8D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4E3B8D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7B5E8B35" w14:textId="77777777" w:rsidR="003B688D" w:rsidRDefault="003B688D" w:rsidP="003B688D">
      <w:pPr>
        <w:pStyle w:val="Corpsdetexte"/>
        <w:rPr>
          <w:lang w:eastAsia="fr-FR"/>
        </w:rPr>
      </w:pPr>
    </w:p>
    <w:p w14:paraId="0041F698" w14:textId="6A0C77D8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4E3B8D">
        <w:trPr>
          <w:tblHeader/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4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4E3B8D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4E3B8D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2D02EEED" w14:textId="77777777" w:rsidR="00995AF1" w:rsidRPr="00795CD8" w:rsidRDefault="00995AF1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995AF1" w:rsidRPr="00795CD8" w14:paraId="3BC7700C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494CE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995AF1" w:rsidRPr="00795CD8" w14:paraId="381619F9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223E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BF9D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0358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6E22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1FAB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90D5EAD" w14:textId="77777777" w:rsidTr="00980510">
        <w:trPr>
          <w:trHeight w:hRule="exact" w:val="62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F32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22F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38E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579B4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222BAF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0F5C8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995AF1" w:rsidRPr="00795CD8" w14:paraId="7985B1F6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F2C7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DE05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F15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5DFD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E26A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2512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954C2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C5A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E33F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FAC32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1DEF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7A270" w14:textId="77777777" w:rsidTr="00980510">
        <w:trPr>
          <w:trHeight w:hRule="exact" w:val="62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19091B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D6E4E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BD615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F0241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932D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02F7436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995AF1" w:rsidRPr="00795CD8" w14:paraId="753E1401" w14:textId="77777777" w:rsidTr="00995AF1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8A07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V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isas</w:t>
            </w:r>
          </w:p>
        </w:tc>
      </w:tr>
      <w:tr w:rsidR="00995AF1" w:rsidRPr="00795CD8" w14:paraId="4942614B" w14:textId="77777777" w:rsidTr="00995AF1"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925B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ED5E8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333F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0DFA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4F4363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67423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63E4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4AAB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BA912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03D15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4481D9" w14:textId="77777777" w:rsidR="00995AF1" w:rsidRPr="00795CD8" w:rsidRDefault="00995AF1" w:rsidP="007D43F8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362484" w14:textId="77777777" w:rsidR="00995AF1" w:rsidRPr="00795CD8" w:rsidRDefault="00995AF1" w:rsidP="00725E3B">
            <w:pPr>
              <w:keepNext/>
              <w:widowControl/>
              <w:autoSpaceDE/>
              <w:autoSpaceDN/>
              <w:spacing w:before="100" w:beforeAutospacing="1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 de l'autorité chargée du contrôle budgétaire régional</w:t>
            </w:r>
          </w:p>
          <w:p w14:paraId="5F23CF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CD9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881F7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F945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3116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2DBD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36CAE3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20840B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496D3A7" w14:textId="77777777" w:rsidR="00995AF1" w:rsidRPr="00795CD8" w:rsidRDefault="00995AF1" w:rsidP="007D43F8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29B59D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AE47F9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F9A57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F2138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870F0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BF3A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33FE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31D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980510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80510">
        <w:trPr>
          <w:cantSplit/>
          <w:trHeight w:hRule="exact" w:val="62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980510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80510">
        <w:trPr>
          <w:cantSplit/>
          <w:trHeight w:hRule="exact" w:val="62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980510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980510">
        <w:trPr>
          <w:cantSplit/>
          <w:trHeight w:hRule="exact" w:val="62"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980510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980510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N°___ A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5A367C" w:rsidRDefault="00995AF1" w:rsidP="005A367C">
      <w:pPr>
        <w:pStyle w:val="Titren4"/>
        <w:rPr>
          <w:rStyle w:val="Titren1Car"/>
          <w:b/>
          <w:smallCaps w:val="0"/>
          <w:sz w:val="20"/>
          <w:szCs w:val="22"/>
          <w:shd w:val="clear" w:color="auto" w:fill="auto"/>
        </w:rPr>
      </w:pPr>
      <w:r w:rsidRPr="005A367C">
        <w:rPr>
          <w:rStyle w:val="Titren1Car"/>
          <w:b/>
          <w:smallCaps w:val="0"/>
          <w:sz w:val="20"/>
          <w:szCs w:val="22"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980510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0EACED78" w14:textId="77777777" w:rsidTr="0098051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6F7F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70AC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A9E97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255F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CB0F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29E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4894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349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E70C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CC8B5A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ED06C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229F5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2BABC82" w14:textId="77777777" w:rsidTr="0098051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4FE602CF" w14:textId="77777777" w:rsidTr="00980510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3061BF8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0FC740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FC2B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150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40A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9888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94A45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64EF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842825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8F17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893A3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18C71C9" w14:textId="77777777" w:rsidR="00995AF1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F5D8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6E6F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C04D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1661B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3A92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3137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381E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EC253F" w14:textId="77777777" w:rsidTr="00980510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55D5E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F65D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876B3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EF2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20B4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B3CAA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71EFA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0315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D43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D197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289F0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0E8FC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51CAB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DD7B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E298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DFB6F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FC293A" w14:textId="77777777" w:rsidTr="00980510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03F3F6" w14:textId="77777777" w:rsidTr="00980510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F1318F" w:rsidRDefault="00995AF1" w:rsidP="005A367C">
      <w:pPr>
        <w:pStyle w:val="Titren4"/>
        <w:pageBreakBefore/>
      </w:pPr>
      <w:r w:rsidRPr="00380C47">
        <w:rPr>
          <w:rStyle w:val="Titren1Car"/>
          <w:b/>
          <w:smallCaps w:val="0"/>
          <w:sz w:val="20"/>
          <w:szCs w:val="22"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995AF1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D3119A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0F7564">
        <w:trPr>
          <w:trHeight w:hRule="exact" w:val="62"/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82AE36C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066790">
        <w:trPr>
          <w:trHeight w:hRule="exact" w:val="62"/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4F9E775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066790">
        <w:trPr>
          <w:trHeight w:hRule="exact" w:val="62"/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A809C4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0F7564">
        <w:trPr>
          <w:trHeight w:hRule="exact" w:val="62"/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7431979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066790">
        <w:trPr>
          <w:trHeight w:hRule="exact" w:val="62"/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615ED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AE47F9">
        <w:trPr>
          <w:trHeight w:hRule="exact" w:val="62"/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917569F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2"/>
        <w:gridCol w:w="2121"/>
        <w:gridCol w:w="1800"/>
        <w:gridCol w:w="2427"/>
      </w:tblGrid>
      <w:tr w:rsidR="00995AF1" w:rsidRPr="00795CD8" w14:paraId="21FEA658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4049C6D9" w14:textId="77777777" w:rsidTr="00995AF1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9A4513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6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L-Hullier Sebastien" w:date="2022-11-21T16:43:00Z" w:initials="LS">
    <w:p w14:paraId="3BD42F69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Attention signet</w:t>
      </w:r>
    </w:p>
    <w:p w14:paraId="562BB0B3" w14:textId="77777777" w:rsidR="001552BA" w:rsidRDefault="001552BA" w:rsidP="00995AF1">
      <w:pPr>
        <w:pStyle w:val="Commentaire"/>
      </w:pPr>
    </w:p>
    <w:p w14:paraId="6526AFE5" w14:textId="77777777" w:rsidR="001552BA" w:rsidRDefault="001552BA" w:rsidP="00995AF1">
      <w:pPr>
        <w:pStyle w:val="Commentaire"/>
      </w:pPr>
      <w:r>
        <w:t>Numéro de marché donné par le secrétariat</w:t>
      </w:r>
    </w:p>
  </w:comment>
  <w:comment w:id="4" w:author="L-Hullier Sebastien" w:date="2022-12-02T16:51:00Z" w:initials="LS">
    <w:p w14:paraId="1836E179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Attention signet, ne pas écraser</w:t>
      </w:r>
    </w:p>
  </w:comment>
  <w:comment w:id="5" w:author="L-Hullier Sebastien" w:date="2022-11-04T08:56:00Z" w:initials="LS">
    <w:p w14:paraId="0C74AD69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Attention signet, ne pas écraser</w:t>
      </w:r>
    </w:p>
  </w:comment>
  <w:comment w:id="6" w:author="L-Hullier Sebastien" w:date="2022-11-04T08:56:00Z" w:initials="LS">
    <w:p w14:paraId="732D4F70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Attention signet, ne pas écraser</w:t>
      </w:r>
    </w:p>
  </w:comment>
  <w:comment w:id="9" w:author="L-Hullier Sebastien" w:date="2022-11-04T10:27:00Z" w:initials="LS">
    <w:p w14:paraId="2C4D61AB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Attention signet, ne pas écraser</w:t>
      </w:r>
    </w:p>
  </w:comment>
  <w:comment w:id="11" w:author="L-Hullier Sebastien" w:date="2022-12-02T16:47:00Z" w:initials="LS">
    <w:p w14:paraId="71FC4106" w14:textId="77777777" w:rsidR="001552BA" w:rsidRDefault="001552BA" w:rsidP="00995AF1">
      <w:pPr>
        <w:widowControl/>
        <w:autoSpaceDE/>
        <w:autoSpaceDN/>
        <w:rPr>
          <w:rFonts w:eastAsia="Times New Roman"/>
          <w:sz w:val="20"/>
          <w:szCs w:val="20"/>
          <w:lang w:eastAsia="fr-FR"/>
        </w:rPr>
      </w:pPr>
      <w:r>
        <w:rPr>
          <w:rStyle w:val="Marquedecommentaire"/>
        </w:rPr>
        <w:annotationRef/>
      </w:r>
      <w:hyperlink r:id="rId1" w:history="1">
        <w:r w:rsidRPr="006A3590">
          <w:rPr>
            <w:rStyle w:val="Lienhypertexte"/>
            <w:rFonts w:eastAsia="Times New Roman"/>
            <w:sz w:val="20"/>
            <w:szCs w:val="20"/>
            <w:lang w:eastAsia="fr-FR"/>
          </w:rPr>
          <w:t>http://www.cpv.enem.pl/fr/</w:t>
        </w:r>
      </w:hyperlink>
    </w:p>
    <w:p w14:paraId="755789F9" w14:textId="77777777" w:rsidR="001552BA" w:rsidRDefault="001552BA" w:rsidP="00995AF1">
      <w:pPr>
        <w:widowControl/>
        <w:autoSpaceDE/>
        <w:autoSpaceDN/>
        <w:rPr>
          <w:rFonts w:eastAsia="Times New Roman"/>
          <w:sz w:val="20"/>
          <w:szCs w:val="20"/>
          <w:lang w:eastAsia="fr-FR"/>
        </w:rPr>
      </w:pPr>
    </w:p>
    <w:p w14:paraId="3A550CF8" w14:textId="77777777" w:rsidR="001552BA" w:rsidRDefault="001552BA" w:rsidP="00995AF1">
      <w:pPr>
        <w:widowControl/>
        <w:autoSpaceDE/>
        <w:autoSpaceDN/>
        <w:rPr>
          <w:rFonts w:eastAsia="Times New Roman"/>
          <w:sz w:val="20"/>
          <w:szCs w:val="20"/>
          <w:lang w:eastAsia="fr-FR"/>
        </w:rPr>
      </w:pPr>
      <w:r w:rsidRPr="008F5C23">
        <w:rPr>
          <w:rFonts w:eastAsia="Times New Roman"/>
          <w:sz w:val="20"/>
          <w:szCs w:val="20"/>
          <w:lang w:eastAsia="fr-FR"/>
        </w:rPr>
        <w:t>71242000-6</w:t>
      </w:r>
      <w:r>
        <w:rPr>
          <w:rFonts w:eastAsia="Times New Roman"/>
          <w:sz w:val="20"/>
          <w:szCs w:val="20"/>
          <w:lang w:eastAsia="fr-FR"/>
        </w:rPr>
        <w:t xml:space="preserve"> : </w:t>
      </w:r>
      <w:r w:rsidRPr="008F5C23">
        <w:rPr>
          <w:rFonts w:eastAsia="Times New Roman"/>
          <w:sz w:val="20"/>
          <w:szCs w:val="20"/>
          <w:lang w:eastAsia="fr-FR"/>
        </w:rPr>
        <w:t>Préparation du projet et de la conception, estimation des coûts</w:t>
      </w:r>
    </w:p>
    <w:p w14:paraId="6BDF5524" w14:textId="77777777" w:rsidR="001552BA" w:rsidRDefault="001552BA" w:rsidP="00995AF1">
      <w:pPr>
        <w:widowControl/>
        <w:autoSpaceDE/>
        <w:autoSpaceDN/>
        <w:rPr>
          <w:rFonts w:eastAsia="Times New Roman"/>
          <w:sz w:val="20"/>
          <w:szCs w:val="20"/>
          <w:lang w:eastAsia="fr-FR"/>
        </w:rPr>
      </w:pPr>
      <w:r w:rsidRPr="006F0745">
        <w:t>71317210-8</w:t>
      </w:r>
      <w:r>
        <w:t> :</w:t>
      </w:r>
      <w:r w:rsidRPr="006F0745">
        <w:t xml:space="preserve"> Services de conseil en matière de santé et de sécurité</w:t>
      </w:r>
    </w:p>
    <w:p w14:paraId="71D2381E" w14:textId="77777777" w:rsidR="001552BA" w:rsidRDefault="001552BA" w:rsidP="00995AF1">
      <w:pPr>
        <w:widowControl/>
        <w:autoSpaceDE/>
        <w:autoSpaceDN/>
        <w:rPr>
          <w:rFonts w:eastAsia="Times New Roman"/>
          <w:sz w:val="20"/>
          <w:szCs w:val="20"/>
          <w:lang w:eastAsia="fr-FR"/>
        </w:rPr>
      </w:pPr>
      <w:r w:rsidRPr="008F5C23">
        <w:rPr>
          <w:rFonts w:eastAsia="Times New Roman"/>
          <w:sz w:val="20"/>
          <w:szCs w:val="20"/>
          <w:lang w:eastAsia="fr-FR"/>
        </w:rPr>
        <w:t>71351500-8</w:t>
      </w:r>
      <w:r>
        <w:rPr>
          <w:rFonts w:eastAsia="Times New Roman"/>
          <w:sz w:val="20"/>
          <w:szCs w:val="20"/>
          <w:lang w:eastAsia="fr-FR"/>
        </w:rPr>
        <w:t xml:space="preserve"> : </w:t>
      </w:r>
      <w:r w:rsidRPr="008F5C23">
        <w:rPr>
          <w:rFonts w:eastAsia="Times New Roman"/>
          <w:sz w:val="20"/>
          <w:szCs w:val="20"/>
          <w:lang w:eastAsia="fr-FR"/>
        </w:rPr>
        <w:t>Services d'étude du sol</w:t>
      </w:r>
    </w:p>
    <w:p w14:paraId="28BFC26C" w14:textId="77777777" w:rsidR="001552BA" w:rsidRDefault="001552BA" w:rsidP="00995AF1">
      <w:pPr>
        <w:widowControl/>
        <w:autoSpaceDE/>
        <w:autoSpaceDN/>
        <w:rPr>
          <w:rFonts w:eastAsia="Times New Roman"/>
          <w:sz w:val="20"/>
          <w:szCs w:val="20"/>
          <w:lang w:eastAsia="fr-FR"/>
        </w:rPr>
      </w:pPr>
      <w:r w:rsidRPr="008F5C23">
        <w:rPr>
          <w:rFonts w:eastAsia="Times New Roman"/>
          <w:sz w:val="20"/>
          <w:szCs w:val="20"/>
          <w:lang w:eastAsia="fr-FR"/>
        </w:rPr>
        <w:t>71351810-4</w:t>
      </w:r>
      <w:r>
        <w:rPr>
          <w:rFonts w:eastAsia="Times New Roman"/>
          <w:sz w:val="20"/>
          <w:szCs w:val="20"/>
          <w:lang w:eastAsia="fr-FR"/>
        </w:rPr>
        <w:t xml:space="preserve"> : </w:t>
      </w:r>
      <w:r w:rsidRPr="008F5C23">
        <w:rPr>
          <w:rFonts w:eastAsia="Times New Roman"/>
          <w:sz w:val="20"/>
          <w:szCs w:val="20"/>
          <w:lang w:eastAsia="fr-FR"/>
        </w:rPr>
        <w:t>Services topographiques</w:t>
      </w:r>
    </w:p>
    <w:p w14:paraId="5F9275E2" w14:textId="77777777" w:rsidR="001552BA" w:rsidRDefault="001552BA" w:rsidP="00995AF1">
      <w:pPr>
        <w:widowControl/>
        <w:autoSpaceDE/>
        <w:autoSpaceDN/>
        <w:rPr>
          <w:rFonts w:eastAsia="Times New Roman"/>
          <w:sz w:val="20"/>
          <w:szCs w:val="20"/>
          <w:lang w:eastAsia="fr-FR"/>
        </w:rPr>
      </w:pPr>
      <w:r w:rsidRPr="00DF6E43">
        <w:rPr>
          <w:rFonts w:eastAsia="Times New Roman"/>
          <w:sz w:val="20"/>
          <w:szCs w:val="20"/>
          <w:lang w:eastAsia="fr-FR"/>
        </w:rPr>
        <w:t>71351914-3</w:t>
      </w:r>
      <w:r>
        <w:rPr>
          <w:rFonts w:eastAsia="Times New Roman"/>
          <w:sz w:val="20"/>
          <w:szCs w:val="20"/>
          <w:lang w:eastAsia="fr-FR"/>
        </w:rPr>
        <w:t xml:space="preserve"> : </w:t>
      </w:r>
      <w:r w:rsidRPr="00DF6E43">
        <w:rPr>
          <w:rFonts w:eastAsia="Times New Roman"/>
          <w:sz w:val="20"/>
          <w:szCs w:val="20"/>
          <w:lang w:eastAsia="fr-FR"/>
        </w:rPr>
        <w:t>Services archéologiques</w:t>
      </w:r>
    </w:p>
    <w:p w14:paraId="10C15857" w14:textId="77777777" w:rsidR="001552BA" w:rsidRPr="008F5C23" w:rsidRDefault="001552BA" w:rsidP="00995AF1">
      <w:pPr>
        <w:widowControl/>
        <w:autoSpaceDE/>
        <w:autoSpaceDN/>
        <w:rPr>
          <w:rFonts w:eastAsia="Times New Roman"/>
          <w:sz w:val="20"/>
          <w:szCs w:val="20"/>
          <w:lang w:eastAsia="fr-FR"/>
        </w:rPr>
      </w:pPr>
      <w:r w:rsidRPr="008F5C23">
        <w:rPr>
          <w:rFonts w:eastAsia="Times New Roman"/>
          <w:sz w:val="20"/>
          <w:szCs w:val="20"/>
          <w:lang w:eastAsia="fr-FR"/>
        </w:rPr>
        <w:t>71631300-3</w:t>
      </w:r>
      <w:r>
        <w:rPr>
          <w:rFonts w:eastAsia="Times New Roman"/>
          <w:sz w:val="20"/>
          <w:szCs w:val="20"/>
          <w:lang w:eastAsia="fr-FR"/>
        </w:rPr>
        <w:t xml:space="preserve"> : </w:t>
      </w:r>
      <w:r w:rsidRPr="008F5C23">
        <w:rPr>
          <w:rFonts w:eastAsia="Times New Roman"/>
          <w:sz w:val="20"/>
          <w:szCs w:val="20"/>
          <w:lang w:eastAsia="fr-FR"/>
        </w:rPr>
        <w:t>Services de contrôle technique de bâtiments</w:t>
      </w:r>
    </w:p>
    <w:p w14:paraId="6466B108" w14:textId="77777777" w:rsidR="001552BA" w:rsidRDefault="001552BA" w:rsidP="00995AF1">
      <w:pPr>
        <w:pStyle w:val="Commentaire"/>
      </w:pPr>
      <w:r w:rsidRPr="002E7925">
        <w:rPr>
          <w:rFonts w:eastAsia="Times New Roman"/>
          <w:lang w:eastAsia="fr-FR"/>
        </w:rPr>
        <w:t>71631400-4</w:t>
      </w:r>
      <w:r>
        <w:rPr>
          <w:rFonts w:eastAsia="Times New Roman"/>
          <w:lang w:eastAsia="fr-FR"/>
        </w:rPr>
        <w:t xml:space="preserve"> : </w:t>
      </w:r>
      <w:r w:rsidRPr="002E7925">
        <w:rPr>
          <w:rFonts w:eastAsia="Times New Roman"/>
          <w:lang w:eastAsia="fr-FR"/>
        </w:rPr>
        <w:t>Services de contrôle technique d'ouvrages de génie civil</w:t>
      </w:r>
    </w:p>
  </w:comment>
  <w:comment w:id="12" w:author="L-Hullier Sebastien" w:date="2022-05-30T10:29:00Z" w:initials="LS">
    <w:p w14:paraId="52A27F49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 xml:space="preserve">Champ à mettre </w:t>
      </w:r>
      <w:proofErr w:type="spellStart"/>
      <w:r>
        <w:t>a</w:t>
      </w:r>
      <w:proofErr w:type="spellEnd"/>
      <w:r>
        <w:t xml:space="preserve"> jour</w:t>
      </w:r>
    </w:p>
  </w:comment>
  <w:comment w:id="13" w:author="L-Hullier Sebastien" w:date="2022-11-09T15:52:00Z" w:initials="LS">
    <w:p w14:paraId="3EF9E544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Champ à mettre à jour</w:t>
      </w:r>
    </w:p>
  </w:comment>
  <w:comment w:id="15" w:author="L-Hullier Sebastien" w:date="2022-11-04T08:56:00Z" w:initials="LS">
    <w:p w14:paraId="13DD4210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Attention signet, ne pas écraser</w:t>
      </w:r>
    </w:p>
  </w:comment>
  <w:comment w:id="17" w:author="L-Hullier Sebastien" w:date="2022-11-04T08:56:00Z" w:initials="LS">
    <w:p w14:paraId="2A3C29EB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Attention signet, ne pas écraser</w:t>
      </w:r>
    </w:p>
  </w:comment>
  <w:comment w:id="19" w:author="L-Hullier Sebastien" w:date="2022-11-16T11:42:00Z" w:initials="LS">
    <w:p w14:paraId="6120E87F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Blocs financeurs avec ou sans FEDER</w:t>
      </w:r>
    </w:p>
    <w:p w14:paraId="46843EF5" w14:textId="77777777" w:rsidR="001552BA" w:rsidRDefault="001552BA" w:rsidP="00995AF1">
      <w:pPr>
        <w:pStyle w:val="Commentaire"/>
      </w:pPr>
      <w:r>
        <w:t>Supprimer le bloc inutile et aligner le bloc conservé à la marge du bas.</w:t>
      </w:r>
    </w:p>
  </w:comment>
  <w:comment w:id="20" w:author="L-Hullier Sebastien" w:date="2023-11-28T18:11:00Z" w:initials="LS">
    <w:p w14:paraId="5A700948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Supprimer les blocs inutiles</w:t>
      </w:r>
    </w:p>
  </w:comment>
  <w:comment w:id="22" w:author="L-Hullier Sebastien" w:date="2022-11-04T18:11:00Z" w:initials="LS">
    <w:p w14:paraId="1720E58D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Renvoi CCAP</w:t>
      </w:r>
    </w:p>
  </w:comment>
  <w:comment w:id="24" w:author="L-Hullier Sebastien" w:date="2022-11-08T13:11:00Z" w:initials="LS">
    <w:p w14:paraId="64131641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Renvoi CCAP</w:t>
      </w:r>
    </w:p>
  </w:comment>
  <w:comment w:id="26" w:author="L-Hullier Sebastien" w:date="2022-11-04T18:12:00Z" w:initials="LS">
    <w:p w14:paraId="4B49B91E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Renvoi CCAP</w:t>
      </w:r>
    </w:p>
  </w:comment>
  <w:comment w:id="30" w:author="L-Hullier Sebastien" w:date="2022-11-04T18:12:00Z" w:initials="LS">
    <w:p w14:paraId="664F9740" w14:textId="77777777" w:rsidR="001552BA" w:rsidRDefault="001552BA" w:rsidP="00995AF1">
      <w:pPr>
        <w:pStyle w:val="Commentaire"/>
      </w:pPr>
      <w:r>
        <w:rPr>
          <w:rStyle w:val="Marquedecommentaire"/>
        </w:rPr>
        <w:annotationRef/>
      </w:r>
      <w:r>
        <w:t>Renvoi CCAP</w:t>
      </w:r>
    </w:p>
  </w:comment>
  <w:comment w:id="31" w:author="L-Hullier Sebastien" w:date="2024-06-27T14:51:00Z" w:initials="LS">
    <w:p w14:paraId="26C9F21C" w14:textId="39ED5DD3" w:rsidR="001552BA" w:rsidRDefault="001552BA">
      <w:pPr>
        <w:pStyle w:val="Commentaire"/>
      </w:pPr>
      <w:r>
        <w:rPr>
          <w:rStyle w:val="Marquedecommentaire"/>
        </w:rPr>
        <w:annotationRef/>
      </w:r>
      <w:r>
        <w:t>Cohérence autres pièces</w:t>
      </w:r>
    </w:p>
  </w:comment>
  <w:comment w:id="33" w:author="L-Hullier Sebastien" w:date="2024-06-27T15:49:00Z" w:initials="LS">
    <w:p w14:paraId="462E2C5A" w14:textId="2678132F" w:rsidR="001552BA" w:rsidRDefault="001552BA">
      <w:pPr>
        <w:pStyle w:val="Commentaire"/>
      </w:pPr>
      <w:r>
        <w:rPr>
          <w:rStyle w:val="Marquedecommentaire"/>
        </w:rPr>
        <w:annotationRef/>
      </w:r>
      <w:r>
        <w:t>Renvoi au CCAP</w:t>
      </w:r>
    </w:p>
  </w:comment>
  <w:comment w:id="34" w:author="L-Hullier Sebastien" w:date="2024-06-27T15:25:00Z" w:initials="LS">
    <w:p w14:paraId="5BF51D47" w14:textId="0E3C2D0C" w:rsidR="001552BA" w:rsidRDefault="001552BA">
      <w:pPr>
        <w:pStyle w:val="Commentaire"/>
      </w:pPr>
      <w:r>
        <w:rPr>
          <w:rStyle w:val="Marquedecommentaire"/>
        </w:rPr>
        <w:annotationRef/>
      </w:r>
      <w:r>
        <w:t>Renvoi CCAP</w:t>
      </w:r>
    </w:p>
  </w:comment>
  <w:comment w:id="37" w:author="L-Hullier Sebastien" w:date="2024-06-27T15:57:00Z" w:initials="LS">
    <w:p w14:paraId="25D49DFD" w14:textId="3B13C4BE" w:rsidR="001552BA" w:rsidRDefault="001552BA">
      <w:pPr>
        <w:pStyle w:val="Commentaire"/>
      </w:pPr>
      <w:r>
        <w:rPr>
          <w:rStyle w:val="Marquedecommentaire"/>
        </w:rPr>
        <w:annotationRef/>
      </w:r>
      <w:r>
        <w:t>Renvoi CCAP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26AFE5" w15:done="0"/>
  <w15:commentEx w15:paraId="1836E179" w15:done="0"/>
  <w15:commentEx w15:paraId="0C74AD69" w15:done="0"/>
  <w15:commentEx w15:paraId="732D4F70" w15:done="0"/>
  <w15:commentEx w15:paraId="2C4D61AB" w15:done="0"/>
  <w15:commentEx w15:paraId="6466B108" w15:done="0"/>
  <w15:commentEx w15:paraId="52A27F49" w15:done="0"/>
  <w15:commentEx w15:paraId="3EF9E544" w15:done="0"/>
  <w15:commentEx w15:paraId="13DD4210" w15:done="0"/>
  <w15:commentEx w15:paraId="2A3C29EB" w15:done="0"/>
  <w15:commentEx w15:paraId="46843EF5" w15:done="0"/>
  <w15:commentEx w15:paraId="5A700948" w15:done="0"/>
  <w15:commentEx w15:paraId="1720E58D" w15:done="0"/>
  <w15:commentEx w15:paraId="64131641" w15:done="0"/>
  <w15:commentEx w15:paraId="4B49B91E" w15:done="0"/>
  <w15:commentEx w15:paraId="664F9740" w15:done="0"/>
  <w15:commentEx w15:paraId="26C9F21C" w15:done="0"/>
  <w15:commentEx w15:paraId="462E2C5A" w15:done="0"/>
  <w15:commentEx w15:paraId="5BF51D47" w15:done="0"/>
  <w15:commentEx w15:paraId="25D49D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26AFE5" w16cid:durableId="2726291F"/>
  <w16cid:commentId w16cid:paraId="1836E179" w16cid:durableId="2734AB7D"/>
  <w16cid:commentId w16cid:paraId="0C74AD69" w16cid:durableId="270F524C"/>
  <w16cid:commentId w16cid:paraId="732D4F70" w16cid:durableId="270F5258"/>
  <w16cid:commentId w16cid:paraId="2C4D61AB" w16cid:durableId="270F67A3"/>
  <w16cid:commentId w16cid:paraId="2FA898D7" w16cid:durableId="2714D0EA"/>
  <w16cid:commentId w16cid:paraId="52A27F49" w16cid:durableId="263F1B22"/>
  <w16cid:commentId w16cid:paraId="3EF9E544" w16cid:durableId="27164B25"/>
  <w16cid:commentId w16cid:paraId="13DD4210" w16cid:durableId="27961614"/>
  <w16cid:commentId w16cid:paraId="2A3C29EB" w16cid:durableId="27961613"/>
  <w16cid:commentId w16cid:paraId="5A700948" w16cid:durableId="2910ABEE"/>
  <w16cid:commentId w16cid:paraId="1720E58D" w16cid:durableId="270FD46B"/>
  <w16cid:commentId w16cid:paraId="64131641" w16cid:durableId="2714D41E"/>
  <w16cid:commentId w16cid:paraId="4B49B91E" w16cid:durableId="270FD481"/>
  <w16cid:commentId w16cid:paraId="664F9740" w16cid:durableId="270FD48A"/>
  <w16cid:commentId w16cid:paraId="26C9F21C" w16cid:durableId="2A27FAF9"/>
  <w16cid:commentId w16cid:paraId="462E2C5A" w16cid:durableId="2A2808A6"/>
  <w16cid:commentId w16cid:paraId="5BF51D47" w16cid:durableId="2A2802E7"/>
  <w16cid:commentId w16cid:paraId="25D49DFD" w16cid:durableId="2A280A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AEA25" w14:textId="77777777" w:rsidR="001552BA" w:rsidRDefault="001552BA" w:rsidP="0079276E">
      <w:r>
        <w:separator/>
      </w:r>
    </w:p>
  </w:endnote>
  <w:endnote w:type="continuationSeparator" w:id="0">
    <w:p w14:paraId="23083257" w14:textId="77777777" w:rsidR="001552BA" w:rsidRDefault="001552BA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D09A" w14:textId="77777777" w:rsidR="001552BA" w:rsidRDefault="001552BA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1552BA" w:rsidRDefault="001552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A9EE0" w14:textId="77777777" w:rsidR="001552BA" w:rsidRDefault="001552BA" w:rsidP="0014148A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1552BA" w14:paraId="093A34D0" w14:textId="77777777" w:rsidTr="005977DE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410DCA19" w14:textId="1AD0B52C" w:rsidR="001552BA" w:rsidRDefault="001552BA" w:rsidP="0014148A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Pr="003819F9">
            <w:t>Mission</w:t>
          </w:r>
          <w:r>
            <w:t xml:space="preserve"> de coordination sécurité et protection de la santé</w:t>
          </w:r>
          <w:r>
            <w:fldChar w:fldCharType="end"/>
          </w:r>
        </w:p>
        <w:p w14:paraId="490EE8F0" w14:textId="4B04B12C" w:rsidR="001552BA" w:rsidRPr="00D50AE7" w:rsidRDefault="001552BA" w:rsidP="0014148A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Pr="0014148A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6FFB49E1" w14:textId="77777777" w:rsidR="001552BA" w:rsidRDefault="001552BA" w:rsidP="001552BA">
          <w:pPr>
            <w:pStyle w:val="Piednormal"/>
            <w:framePr w:h="0" w:wrap="notBesid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>
            <w:t xml:space="preserve">Rénovation énergétique et restructuration du bâtiment M </w:t>
          </w:r>
        </w:p>
        <w:p w14:paraId="31E8866A" w14:textId="1BE8FA4E" w:rsidR="001552BA" w:rsidRDefault="001552BA" w:rsidP="001552BA">
          <w:pPr>
            <w:pStyle w:val="Piednormal"/>
            <w:framePr w:w="0" w:h="0" w:wrap="auto" w:vAnchor="margin" w:hAnchor="text" w:xAlign="left" w:yAlign="inline"/>
          </w:pPr>
          <w:r>
            <w:fldChar w:fldCharType="end"/>
          </w:r>
          <w:r>
            <w:fldChar w:fldCharType="begin"/>
          </w:r>
          <w:r>
            <w:instrText xml:space="preserve"> REF Établissementcommune \h  \* MERGEFORMAT </w:instrText>
          </w:r>
          <w:r>
            <w:fldChar w:fldCharType="separate"/>
          </w:r>
          <w:r w:rsidRPr="00BE6504">
            <w:t>É</w:t>
          </w:r>
          <w:r>
            <w:t>cole Nationale Supérieure des Arts et Métiers, Campus d’Angers</w:t>
          </w:r>
          <w: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4079518C" w14:textId="1F899FD0" w:rsidR="001552BA" w:rsidRDefault="001552BA" w:rsidP="0014148A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A63C8">
            <w:rPr>
              <w:noProof/>
            </w:rPr>
            <w:t>8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 w:rsidR="001A63C8">
            <w:rPr>
              <w:noProof/>
            </w:rPr>
            <w:t>18</w:t>
          </w:r>
          <w:r>
            <w:fldChar w:fldCharType="end"/>
          </w:r>
        </w:p>
      </w:tc>
    </w:tr>
  </w:tbl>
  <w:p w14:paraId="1908D7F2" w14:textId="77777777" w:rsidR="001552BA" w:rsidRDefault="001552BA" w:rsidP="001414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9720B" w14:textId="77777777" w:rsidR="001552BA" w:rsidRDefault="001552BA" w:rsidP="0079276E">
      <w:r>
        <w:separator/>
      </w:r>
    </w:p>
  </w:footnote>
  <w:footnote w:type="continuationSeparator" w:id="0">
    <w:p w14:paraId="3F4A2A18" w14:textId="77777777" w:rsidR="001552BA" w:rsidRDefault="001552BA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89DF6" w14:textId="77777777" w:rsidR="001552BA" w:rsidRPr="00705E15" w:rsidRDefault="001552BA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1552BA" w:rsidRPr="00260107" w:rsidRDefault="001552BA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BCBA" w14:textId="77777777" w:rsidR="001552BA" w:rsidRPr="00050A75" w:rsidRDefault="001552BA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E9116" w14:textId="77777777" w:rsidR="001552BA" w:rsidRPr="003240AC" w:rsidRDefault="001552BA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605D5"/>
    <w:multiLevelType w:val="hybridMultilevel"/>
    <w:tmpl w:val="315C053E"/>
    <w:lvl w:ilvl="0" w:tplc="85FA3E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0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3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4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6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9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1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3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4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27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28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C91203C"/>
    <w:multiLevelType w:val="multilevel"/>
    <w:tmpl w:val="A51A5E22"/>
    <w:numStyleLink w:val="Liste-a-cocher"/>
  </w:abstractNum>
  <w:abstractNum w:abstractNumId="30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5E0EC1"/>
    <w:multiLevelType w:val="hybridMultilevel"/>
    <w:tmpl w:val="6FCE8D8E"/>
    <w:lvl w:ilvl="0" w:tplc="040C0001">
      <w:start w:val="1"/>
      <w:numFmt w:val="bullet"/>
      <w:pStyle w:val="Titre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18"/>
  </w:num>
  <w:num w:numId="4">
    <w:abstractNumId w:val="7"/>
  </w:num>
  <w:num w:numId="5">
    <w:abstractNumId w:val="0"/>
  </w:num>
  <w:num w:numId="6">
    <w:abstractNumId w:val="5"/>
  </w:num>
  <w:num w:numId="7">
    <w:abstractNumId w:val="29"/>
  </w:num>
  <w:num w:numId="8">
    <w:abstractNumId w:val="11"/>
  </w:num>
  <w:num w:numId="9">
    <w:abstractNumId w:val="27"/>
  </w:num>
  <w:num w:numId="10">
    <w:abstractNumId w:val="6"/>
  </w:num>
  <w:num w:numId="11">
    <w:abstractNumId w:val="30"/>
  </w:num>
  <w:num w:numId="12">
    <w:abstractNumId w:val="3"/>
  </w:num>
  <w:num w:numId="13">
    <w:abstractNumId w:val="8"/>
  </w:num>
  <w:num w:numId="14">
    <w:abstractNumId w:val="21"/>
  </w:num>
  <w:num w:numId="15">
    <w:abstractNumId w:val="16"/>
    <w:lvlOverride w:ilvl="0">
      <w:startOverride w:val="1"/>
    </w:lvlOverride>
  </w:num>
  <w:num w:numId="16">
    <w:abstractNumId w:val="25"/>
  </w:num>
  <w:num w:numId="17">
    <w:abstractNumId w:val="10"/>
  </w:num>
  <w:num w:numId="18">
    <w:abstractNumId w:val="14"/>
  </w:num>
  <w:num w:numId="19">
    <w:abstractNumId w:val="1"/>
  </w:num>
  <w:num w:numId="20">
    <w:abstractNumId w:val="2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-Hullier Sebastien">
    <w15:presenceInfo w15:providerId="AD" w15:userId="S-1-5-21-2985703520-769351768-3847456199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F1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63B5E"/>
    <w:rsid w:val="00066790"/>
    <w:rsid w:val="00071ADF"/>
    <w:rsid w:val="000738E7"/>
    <w:rsid w:val="0007604D"/>
    <w:rsid w:val="00080FF3"/>
    <w:rsid w:val="00081F5E"/>
    <w:rsid w:val="000820A4"/>
    <w:rsid w:val="000825AD"/>
    <w:rsid w:val="00090E9E"/>
    <w:rsid w:val="000924D0"/>
    <w:rsid w:val="000B2813"/>
    <w:rsid w:val="000B2CFB"/>
    <w:rsid w:val="000B389E"/>
    <w:rsid w:val="000B3B15"/>
    <w:rsid w:val="000B3D6B"/>
    <w:rsid w:val="000B4435"/>
    <w:rsid w:val="000C1EB5"/>
    <w:rsid w:val="000C6277"/>
    <w:rsid w:val="000D7A2F"/>
    <w:rsid w:val="000E3B29"/>
    <w:rsid w:val="000E6784"/>
    <w:rsid w:val="000F1CB9"/>
    <w:rsid w:val="000F733D"/>
    <w:rsid w:val="000F7564"/>
    <w:rsid w:val="001023DF"/>
    <w:rsid w:val="001029E1"/>
    <w:rsid w:val="0010453F"/>
    <w:rsid w:val="0010679B"/>
    <w:rsid w:val="001200FD"/>
    <w:rsid w:val="0012122C"/>
    <w:rsid w:val="0012751C"/>
    <w:rsid w:val="0014148A"/>
    <w:rsid w:val="00145649"/>
    <w:rsid w:val="00152D10"/>
    <w:rsid w:val="00153A37"/>
    <w:rsid w:val="00154E71"/>
    <w:rsid w:val="001552BA"/>
    <w:rsid w:val="001574FB"/>
    <w:rsid w:val="00163663"/>
    <w:rsid w:val="001648E4"/>
    <w:rsid w:val="001864D1"/>
    <w:rsid w:val="0019411F"/>
    <w:rsid w:val="00196B05"/>
    <w:rsid w:val="001A3B28"/>
    <w:rsid w:val="001A5417"/>
    <w:rsid w:val="001A63C8"/>
    <w:rsid w:val="001B46BB"/>
    <w:rsid w:val="001C79E5"/>
    <w:rsid w:val="001E44C1"/>
    <w:rsid w:val="001E71A8"/>
    <w:rsid w:val="001E7B5A"/>
    <w:rsid w:val="001F209A"/>
    <w:rsid w:val="001F6513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4030"/>
    <w:rsid w:val="00303186"/>
    <w:rsid w:val="00311AF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6F34"/>
    <w:rsid w:val="00387158"/>
    <w:rsid w:val="00390415"/>
    <w:rsid w:val="00392F5C"/>
    <w:rsid w:val="003A5211"/>
    <w:rsid w:val="003A7BC3"/>
    <w:rsid w:val="003B45A1"/>
    <w:rsid w:val="003B688D"/>
    <w:rsid w:val="003C4E48"/>
    <w:rsid w:val="003D1564"/>
    <w:rsid w:val="003D1DE1"/>
    <w:rsid w:val="003D3D28"/>
    <w:rsid w:val="003D6FC8"/>
    <w:rsid w:val="003E3ADA"/>
    <w:rsid w:val="003F2312"/>
    <w:rsid w:val="00405EE3"/>
    <w:rsid w:val="00410BE1"/>
    <w:rsid w:val="004111B0"/>
    <w:rsid w:val="004119A3"/>
    <w:rsid w:val="0042101F"/>
    <w:rsid w:val="0042650E"/>
    <w:rsid w:val="00427071"/>
    <w:rsid w:val="00435D37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D6EF7"/>
    <w:rsid w:val="004E2741"/>
    <w:rsid w:val="004E3B8D"/>
    <w:rsid w:val="004E7415"/>
    <w:rsid w:val="004E7539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849C0"/>
    <w:rsid w:val="005926DD"/>
    <w:rsid w:val="005972E3"/>
    <w:rsid w:val="00597383"/>
    <w:rsid w:val="005977DE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14401"/>
    <w:rsid w:val="0061733E"/>
    <w:rsid w:val="00622E4F"/>
    <w:rsid w:val="00625D93"/>
    <w:rsid w:val="0063163B"/>
    <w:rsid w:val="006347AF"/>
    <w:rsid w:val="00642467"/>
    <w:rsid w:val="0065024C"/>
    <w:rsid w:val="00651077"/>
    <w:rsid w:val="0065292C"/>
    <w:rsid w:val="00654D07"/>
    <w:rsid w:val="0065543A"/>
    <w:rsid w:val="00657635"/>
    <w:rsid w:val="00660D94"/>
    <w:rsid w:val="006618EF"/>
    <w:rsid w:val="006672E3"/>
    <w:rsid w:val="006727DA"/>
    <w:rsid w:val="00672854"/>
    <w:rsid w:val="006751FB"/>
    <w:rsid w:val="006859B0"/>
    <w:rsid w:val="006A3B71"/>
    <w:rsid w:val="006A4ADA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5C5"/>
    <w:rsid w:val="00725E3B"/>
    <w:rsid w:val="00730231"/>
    <w:rsid w:val="00732DC3"/>
    <w:rsid w:val="00742A03"/>
    <w:rsid w:val="00755F17"/>
    <w:rsid w:val="00757A69"/>
    <w:rsid w:val="0076691E"/>
    <w:rsid w:val="00773338"/>
    <w:rsid w:val="00783B03"/>
    <w:rsid w:val="0079276E"/>
    <w:rsid w:val="007942EF"/>
    <w:rsid w:val="007A0683"/>
    <w:rsid w:val="007B25CD"/>
    <w:rsid w:val="007B39D1"/>
    <w:rsid w:val="007B39F0"/>
    <w:rsid w:val="007B4F8D"/>
    <w:rsid w:val="007B6F11"/>
    <w:rsid w:val="007D43F8"/>
    <w:rsid w:val="007E2D34"/>
    <w:rsid w:val="007F1724"/>
    <w:rsid w:val="008011F0"/>
    <w:rsid w:val="00802A20"/>
    <w:rsid w:val="008052F3"/>
    <w:rsid w:val="00807CCD"/>
    <w:rsid w:val="0081060F"/>
    <w:rsid w:val="008203BD"/>
    <w:rsid w:val="0082119B"/>
    <w:rsid w:val="00821F1C"/>
    <w:rsid w:val="00822782"/>
    <w:rsid w:val="008257E7"/>
    <w:rsid w:val="008314DF"/>
    <w:rsid w:val="008323F3"/>
    <w:rsid w:val="00832F3D"/>
    <w:rsid w:val="008347E0"/>
    <w:rsid w:val="00845B40"/>
    <w:rsid w:val="00851458"/>
    <w:rsid w:val="00862426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C40BB"/>
    <w:rsid w:val="008D7C6E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1A21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80510"/>
    <w:rsid w:val="009900FC"/>
    <w:rsid w:val="009910BE"/>
    <w:rsid w:val="00992DBA"/>
    <w:rsid w:val="00995AF1"/>
    <w:rsid w:val="009A1256"/>
    <w:rsid w:val="009A4513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39A"/>
    <w:rsid w:val="00A84CCB"/>
    <w:rsid w:val="00A91788"/>
    <w:rsid w:val="00AA4FEE"/>
    <w:rsid w:val="00AB566A"/>
    <w:rsid w:val="00AB7CC5"/>
    <w:rsid w:val="00AC5A03"/>
    <w:rsid w:val="00AC7ECA"/>
    <w:rsid w:val="00AD4DF1"/>
    <w:rsid w:val="00AD6E9A"/>
    <w:rsid w:val="00AE052B"/>
    <w:rsid w:val="00AE1330"/>
    <w:rsid w:val="00AE47F9"/>
    <w:rsid w:val="00AE48FE"/>
    <w:rsid w:val="00AF1D5B"/>
    <w:rsid w:val="00AF47BC"/>
    <w:rsid w:val="00B03039"/>
    <w:rsid w:val="00B1032E"/>
    <w:rsid w:val="00B226B1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35C5"/>
    <w:rsid w:val="00B84D99"/>
    <w:rsid w:val="00BA03B3"/>
    <w:rsid w:val="00BA3384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213A2"/>
    <w:rsid w:val="00C220A3"/>
    <w:rsid w:val="00C307FC"/>
    <w:rsid w:val="00C30F81"/>
    <w:rsid w:val="00C376EA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5053"/>
    <w:rsid w:val="00CD5E65"/>
    <w:rsid w:val="00CE16E3"/>
    <w:rsid w:val="00CE1BE6"/>
    <w:rsid w:val="00D001D6"/>
    <w:rsid w:val="00D10C52"/>
    <w:rsid w:val="00D23F3F"/>
    <w:rsid w:val="00D319DC"/>
    <w:rsid w:val="00D3556B"/>
    <w:rsid w:val="00D37F51"/>
    <w:rsid w:val="00D42A54"/>
    <w:rsid w:val="00D60FCE"/>
    <w:rsid w:val="00D65CFE"/>
    <w:rsid w:val="00D661C0"/>
    <w:rsid w:val="00D764BE"/>
    <w:rsid w:val="00D805EC"/>
    <w:rsid w:val="00D84306"/>
    <w:rsid w:val="00D906A9"/>
    <w:rsid w:val="00D96935"/>
    <w:rsid w:val="00D96BFE"/>
    <w:rsid w:val="00DA2090"/>
    <w:rsid w:val="00DB0A91"/>
    <w:rsid w:val="00DB25EC"/>
    <w:rsid w:val="00DB2A6B"/>
    <w:rsid w:val="00DB4614"/>
    <w:rsid w:val="00DC1848"/>
    <w:rsid w:val="00DC7921"/>
    <w:rsid w:val="00DD2923"/>
    <w:rsid w:val="00DD50D6"/>
    <w:rsid w:val="00DF3162"/>
    <w:rsid w:val="00E05336"/>
    <w:rsid w:val="00E249DF"/>
    <w:rsid w:val="00E3666E"/>
    <w:rsid w:val="00E404E4"/>
    <w:rsid w:val="00E4348E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F5CF0"/>
    <w:rsid w:val="00F043B7"/>
    <w:rsid w:val="00F13579"/>
    <w:rsid w:val="00F22CF7"/>
    <w:rsid w:val="00F2464C"/>
    <w:rsid w:val="00F25DA3"/>
    <w:rsid w:val="00F261BB"/>
    <w:rsid w:val="00F3175C"/>
    <w:rsid w:val="00F3383B"/>
    <w:rsid w:val="00F36DA2"/>
    <w:rsid w:val="00F471E9"/>
    <w:rsid w:val="00F50E4D"/>
    <w:rsid w:val="00F52A2A"/>
    <w:rsid w:val="00F542FC"/>
    <w:rsid w:val="00F56427"/>
    <w:rsid w:val="00F64B87"/>
    <w:rsid w:val="00F67DD9"/>
    <w:rsid w:val="00F710F9"/>
    <w:rsid w:val="00F711DE"/>
    <w:rsid w:val="00F7722A"/>
    <w:rsid w:val="00FA270E"/>
    <w:rsid w:val="00FA5197"/>
    <w:rsid w:val="00FC00C7"/>
    <w:rsid w:val="00FC2EA9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95AF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1"/>
      </w:numPr>
      <w:shd w:val="clear" w:color="auto" w:fill="auto"/>
      <w:ind w:left="57" w:hanging="57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pv.enem.pl/fr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23" Type="http://schemas.openxmlformats.org/officeDocument/2006/relationships/footer" Target="footer1.xml"/><Relationship Id="rId28" Type="http://schemas.microsoft.com/office/2011/relationships/people" Target="people.xml"/><Relationship Id="rId10" Type="http://schemas.openxmlformats.org/officeDocument/2006/relationships/comments" Target="comments.xml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11764-D1AE-4651-958C-2F2C636F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334</TotalTime>
  <Pages>18</Pages>
  <Words>2537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AE-CSPS</vt:lpstr>
    </vt:vector>
  </TitlesOfParts>
  <Manager>Gilles Blanchard</Manager>
  <Company>Rectorat de la région académique Pays de la Loire</Company>
  <LinksUpToDate>false</LinksUpToDate>
  <CharactersWithSpaces>16460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AE-CSPS</dc:title>
  <dc:subject>Marché public de prestations intellectuelles - Mission de Mission de coordination sécurité et protection de la santé</dc:subject>
  <dc:creator>Sebastien l'Hullier</dc:creator>
  <cp:keywords/>
  <cp:lastModifiedBy>Liebard Christophe</cp:lastModifiedBy>
  <cp:revision>42</cp:revision>
  <cp:lastPrinted>2024-06-03T13:20:00Z</cp:lastPrinted>
  <dcterms:created xsi:type="dcterms:W3CDTF">2024-06-04T12:30:00Z</dcterms:created>
  <dcterms:modified xsi:type="dcterms:W3CDTF">2025-01-14T15:25:00Z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