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758C6" w14:textId="12B64B45" w:rsidR="004C3F20" w:rsidRPr="00712698" w:rsidRDefault="004C3F20" w:rsidP="004C3F20">
      <w:pPr>
        <w:pStyle w:val="Titre"/>
        <w:rPr>
          <w:rFonts w:ascii="Times New Roman" w:hAnsi="Times New Roman"/>
          <w:b w:val="0"/>
          <w:sz w:val="28"/>
          <w:szCs w:val="28"/>
        </w:rPr>
      </w:pPr>
      <w:r w:rsidRPr="00712698">
        <w:rPr>
          <w:rFonts w:ascii="Times New Roman" w:hAnsi="Times New Roman"/>
          <w:b w:val="0"/>
          <w:sz w:val="28"/>
          <w:szCs w:val="28"/>
        </w:rPr>
        <w:t xml:space="preserve">MARCHE DE </w:t>
      </w:r>
      <w:r w:rsidR="00895246" w:rsidRPr="00895246">
        <w:rPr>
          <w:rFonts w:ascii="Times New Roman" w:hAnsi="Times New Roman"/>
          <w:b w:val="0"/>
          <w:sz w:val="28"/>
          <w:szCs w:val="28"/>
        </w:rPr>
        <w:t>PRESTATIONS INTELLECTUELLES</w:t>
      </w:r>
    </w:p>
    <w:p w14:paraId="02458724" w14:textId="07990837" w:rsidR="00EF3E67" w:rsidRDefault="00EF3E67" w:rsidP="004C3F20">
      <w:pPr>
        <w:pStyle w:val="Titre"/>
        <w:rPr>
          <w:rFonts w:ascii="Times New Roman" w:hAnsi="Times New Roman"/>
          <w:b w:val="0"/>
          <w:sz w:val="24"/>
          <w:szCs w:val="24"/>
          <w:u w:val="none"/>
        </w:rPr>
      </w:pPr>
      <w:bookmarkStart w:id="0" w:name="AOO_MPPA"/>
      <w:bookmarkEnd w:id="0"/>
    </w:p>
    <w:p w14:paraId="052008E0" w14:textId="77777777" w:rsidR="00BD111F" w:rsidRPr="00963557" w:rsidRDefault="00BD111F" w:rsidP="00BD111F">
      <w:pPr>
        <w:pBdr>
          <w:top w:val="single" w:sz="4" w:space="1" w:color="1F497D" w:themeColor="text2" w:shadow="1"/>
          <w:left w:val="single" w:sz="4" w:space="4" w:color="1F497D" w:themeColor="text2" w:shadow="1"/>
          <w:bottom w:val="single" w:sz="4" w:space="1" w:color="1F497D" w:themeColor="text2" w:shadow="1"/>
          <w:right w:val="single" w:sz="4" w:space="4" w:color="1F497D" w:themeColor="text2" w:shadow="1"/>
        </w:pBdr>
        <w:jc w:val="center"/>
        <w:rPr>
          <w:rFonts w:asciiTheme="minorHAnsi" w:hAnsiTheme="minorHAnsi" w:cstheme="minorHAnsi"/>
        </w:rPr>
      </w:pPr>
      <w:r w:rsidRPr="00963557">
        <w:rPr>
          <w:rFonts w:asciiTheme="minorHAnsi" w:hAnsiTheme="minorHAnsi" w:cstheme="minorHAnsi"/>
        </w:rPr>
        <w:t xml:space="preserve">Le marché public est passé selon la procédure adaptée, en application des articles L. 2120-1, </w:t>
      </w:r>
      <w:r w:rsidRPr="00963557">
        <w:rPr>
          <w:rFonts w:asciiTheme="minorHAnsi" w:hAnsiTheme="minorHAnsi" w:cstheme="minorHAnsi"/>
        </w:rPr>
        <w:br/>
        <w:t>L. 2123-, R. 2123-1 à R. 2123-7 du code de la commande publique.</w:t>
      </w:r>
    </w:p>
    <w:p w14:paraId="5AE3CBE8" w14:textId="77777777" w:rsidR="00056974" w:rsidRPr="00712698" w:rsidRDefault="00056974" w:rsidP="004C3F20">
      <w:pPr>
        <w:pStyle w:val="Titre"/>
        <w:rPr>
          <w:rFonts w:ascii="Times New Roman" w:hAnsi="Times New Roman"/>
          <w:b w:val="0"/>
          <w:sz w:val="24"/>
          <w:szCs w:val="24"/>
          <w:u w:val="none"/>
        </w:rPr>
      </w:pPr>
    </w:p>
    <w:p w14:paraId="69B20147" w14:textId="77777777" w:rsidR="00E63952" w:rsidRPr="00712698" w:rsidRDefault="00E63952" w:rsidP="00E63952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712698">
        <w:rPr>
          <w:rFonts w:ascii="Times New Roman" w:hAnsi="Times New Roman"/>
          <w:b/>
          <w:bCs/>
          <w:sz w:val="36"/>
          <w:szCs w:val="36"/>
        </w:rPr>
        <w:t>ACTE D’ENGAGEMENT</w:t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8D19EA" w:rsidRPr="00712698" w14:paraId="0B09E1C9" w14:textId="77777777" w:rsidTr="004127E1">
        <w:trPr>
          <w:trHeight w:val="1690"/>
        </w:trPr>
        <w:tc>
          <w:tcPr>
            <w:tcW w:w="10065" w:type="dxa"/>
            <w:gridSpan w:val="2"/>
            <w:vAlign w:val="center"/>
          </w:tcPr>
          <w:p w14:paraId="1674793F" w14:textId="55D55CDD" w:rsidR="008D19EA" w:rsidRDefault="00104226" w:rsidP="008D19EA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008D19EA">
              <w:rPr>
                <w:rFonts w:ascii="Times New Roman" w:hAnsi="Times New Roman"/>
              </w:rPr>
              <w:t>ervice d’infra</w:t>
            </w:r>
            <w:r>
              <w:rPr>
                <w:rFonts w:ascii="Times New Roman" w:hAnsi="Times New Roman"/>
              </w:rPr>
              <w:t>structure de la défense Sud-Est</w:t>
            </w:r>
          </w:p>
          <w:p w14:paraId="0D5C1C70" w14:textId="77777777" w:rsidR="008D19EA" w:rsidRDefault="008D19EA" w:rsidP="008D19EA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BP 97423</w:t>
            </w:r>
          </w:p>
          <w:p w14:paraId="21BBB128" w14:textId="77777777" w:rsidR="008D19EA" w:rsidRDefault="008D19EA" w:rsidP="008D19EA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69347 LYON Cedex 07</w:t>
            </w:r>
          </w:p>
          <w:p w14:paraId="30CB8714" w14:textId="38881569" w:rsidR="008D19EA" w:rsidRPr="00712698" w:rsidRDefault="008D19EA" w:rsidP="00AC21DD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SIRET 13000190200274</w:t>
            </w:r>
          </w:p>
        </w:tc>
      </w:tr>
      <w:tr w:rsidR="004C3F20" w:rsidRPr="00712698" w14:paraId="04556D4C" w14:textId="77777777" w:rsidTr="00744E3F">
        <w:trPr>
          <w:trHeight w:val="1690"/>
        </w:trPr>
        <w:tc>
          <w:tcPr>
            <w:tcW w:w="4820" w:type="dxa"/>
            <w:vAlign w:val="center"/>
          </w:tcPr>
          <w:p w14:paraId="68549881" w14:textId="77777777" w:rsidR="004C3F20" w:rsidRPr="00712698" w:rsidRDefault="004C3F20" w:rsidP="00A94139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 xml:space="preserve">Personne publique </w:t>
            </w:r>
            <w:r w:rsidR="008A0A6C">
              <w:rPr>
                <w:rFonts w:ascii="Times New Roman" w:hAnsi="Times New Roman"/>
                <w:bCs/>
              </w:rPr>
              <w:t xml:space="preserve">habilitée par </w:t>
            </w:r>
            <w:r w:rsidRPr="00712698">
              <w:rPr>
                <w:rFonts w:ascii="Times New Roman" w:hAnsi="Times New Roman"/>
                <w:bCs/>
              </w:rPr>
              <w:t>l’arrêté du 22 juin 200</w:t>
            </w:r>
            <w:r w:rsidR="0054482A" w:rsidRPr="00712698">
              <w:rPr>
                <w:rFonts w:ascii="Times New Roman" w:hAnsi="Times New Roman"/>
                <w:bCs/>
              </w:rPr>
              <w:t>7</w:t>
            </w:r>
            <w:r w:rsidR="00A94139">
              <w:rPr>
                <w:rFonts w:ascii="Times New Roman" w:hAnsi="Times New Roman"/>
                <w:bCs/>
              </w:rPr>
              <w:t xml:space="preserve"> modifié</w:t>
            </w:r>
            <w:r w:rsidRPr="00712698">
              <w:rPr>
                <w:rFonts w:ascii="Times New Roman" w:hAnsi="Times New Roman"/>
                <w:bCs/>
              </w:rPr>
              <w:t xml:space="preserve"> portant désignation des personnes n’appartenant pas à l’administration centrale signataires des marchés publics et accords-ca</w:t>
            </w:r>
            <w:r w:rsidR="00677F3C">
              <w:rPr>
                <w:rFonts w:ascii="Times New Roman" w:hAnsi="Times New Roman"/>
                <w:bCs/>
              </w:rPr>
              <w:t>dres du ministère de la défense</w:t>
            </w:r>
          </w:p>
        </w:tc>
        <w:tc>
          <w:tcPr>
            <w:tcW w:w="5245" w:type="dxa"/>
            <w:vAlign w:val="center"/>
          </w:tcPr>
          <w:p w14:paraId="106B6D86" w14:textId="462B5C5B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712698">
              <w:rPr>
                <w:rFonts w:ascii="Times New Roman" w:hAnsi="Times New Roman"/>
              </w:rPr>
              <w:t>Monsieur</w:t>
            </w:r>
            <w:r w:rsidR="00104226">
              <w:rPr>
                <w:rFonts w:ascii="Times New Roman" w:hAnsi="Times New Roman"/>
              </w:rPr>
              <w:t xml:space="preserve"> le directeur du Service d’I</w:t>
            </w:r>
            <w:r w:rsidRPr="00712698">
              <w:rPr>
                <w:rFonts w:ascii="Times New Roman" w:hAnsi="Times New Roman"/>
              </w:rPr>
              <w:t>nfr</w:t>
            </w:r>
            <w:r w:rsidR="00104226">
              <w:rPr>
                <w:rFonts w:ascii="Times New Roman" w:hAnsi="Times New Roman"/>
              </w:rPr>
              <w:t>astructure de la Défense Sud-Est</w:t>
            </w:r>
          </w:p>
        </w:tc>
      </w:tr>
      <w:tr w:rsidR="004C3F20" w:rsidRPr="00712698" w14:paraId="2A02223B" w14:textId="77777777" w:rsidTr="00AC21DD">
        <w:tc>
          <w:tcPr>
            <w:tcW w:w="4820" w:type="dxa"/>
            <w:vAlign w:val="center"/>
          </w:tcPr>
          <w:p w14:paraId="5C4EB840" w14:textId="49D1A938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>Représentant du pouvoir adjudicateur habilité par décisio</w:t>
            </w:r>
            <w:r w:rsidR="00104226">
              <w:rPr>
                <w:rFonts w:ascii="Times New Roman" w:hAnsi="Times New Roman"/>
                <w:bCs/>
              </w:rPr>
              <w:t>n du directeur du SID Sud-Est</w:t>
            </w:r>
          </w:p>
        </w:tc>
        <w:tc>
          <w:tcPr>
            <w:tcW w:w="5245" w:type="dxa"/>
            <w:vAlign w:val="center"/>
          </w:tcPr>
          <w:p w14:paraId="52FF5F91" w14:textId="1C43ECA7" w:rsidR="004C3F20" w:rsidRPr="00712698" w:rsidRDefault="00784134" w:rsidP="00D04078">
            <w:pPr>
              <w:spacing w:before="60" w:after="60"/>
              <w:jc w:val="center"/>
              <w:rPr>
                <w:rFonts w:ascii="Times New Roman" w:hAnsi="Times New Roman"/>
              </w:rPr>
            </w:pPr>
            <w:bookmarkStart w:id="1" w:name="RPA"/>
            <w:bookmarkEnd w:id="1"/>
            <w:r>
              <w:rPr>
                <w:rFonts w:ascii="Times New Roman" w:hAnsi="Times New Roman"/>
              </w:rPr>
              <w:t>Monsieur le chef de la Division Investissement du SID Sud- Est</w:t>
            </w:r>
          </w:p>
        </w:tc>
      </w:tr>
      <w:tr w:rsidR="004C3F20" w:rsidRPr="00712698" w14:paraId="699AF1CC" w14:textId="77777777" w:rsidTr="00AC21DD">
        <w:tc>
          <w:tcPr>
            <w:tcW w:w="4820" w:type="dxa"/>
            <w:vAlign w:val="center"/>
          </w:tcPr>
          <w:p w14:paraId="008D681E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>Ordonnateur</w:t>
            </w:r>
          </w:p>
        </w:tc>
        <w:tc>
          <w:tcPr>
            <w:tcW w:w="5245" w:type="dxa"/>
            <w:vAlign w:val="center"/>
          </w:tcPr>
          <w:p w14:paraId="4BDFF3DB" w14:textId="759B5D8B" w:rsidR="004C3F20" w:rsidRPr="00712698" w:rsidRDefault="00CE2A8A" w:rsidP="00AC21DD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r w:rsidRPr="00712698">
              <w:rPr>
                <w:rFonts w:ascii="Times New Roman" w:hAnsi="Times New Roman"/>
              </w:rPr>
              <w:t>Monsieur</w:t>
            </w:r>
            <w:r>
              <w:rPr>
                <w:rFonts w:ascii="Times New Roman" w:hAnsi="Times New Roman"/>
              </w:rPr>
              <w:t xml:space="preserve"> le directeur du Service d’I</w:t>
            </w:r>
            <w:r w:rsidRPr="00712698">
              <w:rPr>
                <w:rFonts w:ascii="Times New Roman" w:hAnsi="Times New Roman"/>
              </w:rPr>
              <w:t>nfr</w:t>
            </w:r>
            <w:r>
              <w:rPr>
                <w:rFonts w:ascii="Times New Roman" w:hAnsi="Times New Roman"/>
              </w:rPr>
              <w:t>astructure de la Défense Sud-Est</w:t>
            </w:r>
          </w:p>
        </w:tc>
      </w:tr>
      <w:tr w:rsidR="004C3F20" w:rsidRPr="00712698" w14:paraId="02B631CA" w14:textId="77777777" w:rsidTr="00AC21DD">
        <w:tc>
          <w:tcPr>
            <w:tcW w:w="4820" w:type="dxa"/>
            <w:vAlign w:val="center"/>
          </w:tcPr>
          <w:p w14:paraId="783B1139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712698">
              <w:rPr>
                <w:rFonts w:ascii="Times New Roman" w:hAnsi="Times New Roman"/>
                <w:bCs/>
              </w:rPr>
              <w:t>Comptable public assignataire des paiements</w:t>
            </w:r>
          </w:p>
        </w:tc>
        <w:tc>
          <w:tcPr>
            <w:tcW w:w="5245" w:type="dxa"/>
            <w:vAlign w:val="center"/>
          </w:tcPr>
          <w:p w14:paraId="53586F64" w14:textId="2D8B7557" w:rsidR="000E7954" w:rsidRPr="00712698" w:rsidRDefault="000E7954" w:rsidP="001939C0">
            <w:pPr>
              <w:tabs>
                <w:tab w:val="left" w:pos="10065"/>
              </w:tabs>
              <w:spacing w:line="240" w:lineRule="auto"/>
              <w:rPr>
                <w:rFonts w:ascii="Times New Roman" w:hAnsi="Times New Roman"/>
              </w:rPr>
            </w:pPr>
            <w:bookmarkStart w:id="2" w:name="Comptable"/>
            <w:bookmarkEnd w:id="2"/>
            <w:r>
              <w:rPr>
                <w:rFonts w:ascii="Times New Roman" w:hAnsi="Times New Roman"/>
                <w:lang w:eastAsia="ar-SA"/>
              </w:rPr>
              <w:t>Direction départementale des finances publiques des Landes - 23 rue Armand DULAMON – BP 309 – 40011 MONT DE MARSAN cedex</w:t>
            </w:r>
          </w:p>
        </w:tc>
      </w:tr>
      <w:tr w:rsidR="009276B6" w:rsidRPr="00712698" w14:paraId="622F6F88" w14:textId="77777777" w:rsidTr="009276B6">
        <w:trPr>
          <w:trHeight w:val="1143"/>
        </w:trPr>
        <w:tc>
          <w:tcPr>
            <w:tcW w:w="4820" w:type="dxa"/>
            <w:vAlign w:val="center"/>
          </w:tcPr>
          <w:p w14:paraId="22A0B96C" w14:textId="77777777" w:rsidR="009276B6" w:rsidRPr="00712698" w:rsidRDefault="009276B6" w:rsidP="00AC21DD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00712698">
              <w:rPr>
                <w:rFonts w:ascii="Times New Roman" w:hAnsi="Times New Roman"/>
              </w:rPr>
              <w:t>Correspondant PME/PMI</w:t>
            </w:r>
          </w:p>
        </w:tc>
        <w:tc>
          <w:tcPr>
            <w:tcW w:w="5245" w:type="dxa"/>
            <w:vAlign w:val="center"/>
          </w:tcPr>
          <w:p w14:paraId="7C52BB9B" w14:textId="77777777" w:rsidR="00D2510C" w:rsidRPr="00D2510C" w:rsidRDefault="00D2510C" w:rsidP="00D2510C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00D2510C">
              <w:rPr>
                <w:rFonts w:ascii="Times New Roman" w:hAnsi="Times New Roman"/>
              </w:rPr>
              <w:t>Madame la chef du bureau exécution de la dépense</w:t>
            </w:r>
          </w:p>
          <w:p w14:paraId="219EBFC3" w14:textId="0CF414B0" w:rsidR="009276B6" w:rsidRPr="00712698" w:rsidRDefault="00D2510C" w:rsidP="00D2510C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00D2510C">
              <w:rPr>
                <w:rFonts w:ascii="Times New Roman" w:hAnsi="Times New Roman"/>
              </w:rPr>
              <w:t>04.37.27.23.20</w:t>
            </w:r>
          </w:p>
        </w:tc>
      </w:tr>
    </w:tbl>
    <w:p w14:paraId="50D6B07D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4C3F20" w:rsidRPr="00712698" w14:paraId="6D02C75F" w14:textId="77777777" w:rsidTr="00AC21DD">
        <w:trPr>
          <w:trHeight w:val="711"/>
        </w:trPr>
        <w:tc>
          <w:tcPr>
            <w:tcW w:w="10065" w:type="dxa"/>
            <w:vAlign w:val="center"/>
          </w:tcPr>
          <w:p w14:paraId="0F690100" w14:textId="77777777" w:rsidR="00DB0D66" w:rsidRPr="00DB0D66" w:rsidRDefault="00DB0D66" w:rsidP="00DB0D6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Cs w:val="20"/>
                <w:u w:val="single"/>
                <w:lang w:eastAsia="fr-FR"/>
              </w:rPr>
            </w:pPr>
            <w:bookmarkStart w:id="3" w:name="Objet_marche"/>
            <w:bookmarkEnd w:id="3"/>
            <w:r w:rsidRPr="00DB0D66">
              <w:rPr>
                <w:rFonts w:ascii="Arial" w:eastAsia="Times New Roman" w:hAnsi="Arial" w:cs="Arial"/>
                <w:b/>
                <w:bCs/>
                <w:szCs w:val="20"/>
                <w:u w:val="single"/>
                <w:lang w:eastAsia="fr-FR"/>
              </w:rPr>
              <w:t>Objet du marché</w:t>
            </w:r>
            <w:r w:rsidRPr="00DB0D66">
              <w:rPr>
                <w:rFonts w:ascii="Arial" w:eastAsia="Times New Roman" w:hAnsi="Arial" w:cs="Arial"/>
                <w:szCs w:val="20"/>
                <w:u w:val="single"/>
                <w:lang w:eastAsia="fr-FR"/>
              </w:rPr>
              <w:t xml:space="preserve"> : </w:t>
            </w:r>
          </w:p>
          <w:p w14:paraId="6C414153" w14:textId="77777777" w:rsidR="0031795E" w:rsidRPr="0031795E" w:rsidRDefault="0031795E" w:rsidP="0031795E">
            <w:pPr>
              <w:jc w:val="center"/>
              <w:rPr>
                <w:rFonts w:ascii="Times New Roman" w:hAnsi="Times New Roman"/>
              </w:rPr>
            </w:pPr>
            <w:r w:rsidRPr="0031795E">
              <w:rPr>
                <w:rFonts w:ascii="Times New Roman" w:hAnsi="Times New Roman"/>
              </w:rPr>
              <w:t>ASSISTANCE A MAITRISE D’OUVRAGE POUR REDACTION DU DOSSIER DE CONCEPTION SPECIFIQUE (DCS) ET DE LA NOTICE DE SECURITE FERROVIAIRE (NSF)</w:t>
            </w:r>
          </w:p>
          <w:p w14:paraId="65762AB3" w14:textId="77777777" w:rsidR="0031795E" w:rsidRPr="0031795E" w:rsidRDefault="0031795E" w:rsidP="0031795E">
            <w:pPr>
              <w:jc w:val="center"/>
              <w:rPr>
                <w:rFonts w:ascii="Times New Roman" w:hAnsi="Times New Roman"/>
              </w:rPr>
            </w:pPr>
            <w:r w:rsidRPr="0031795E">
              <w:rPr>
                <w:rFonts w:ascii="Times New Roman" w:hAnsi="Times New Roman"/>
              </w:rPr>
              <w:t xml:space="preserve">LYON (69) – QUARTIER SABATIER </w:t>
            </w:r>
          </w:p>
          <w:p w14:paraId="573D7D75" w14:textId="01510593" w:rsidR="004C3F20" w:rsidRPr="00712698" w:rsidRDefault="0031795E" w:rsidP="0031795E">
            <w:pPr>
              <w:jc w:val="center"/>
              <w:rPr>
                <w:rFonts w:ascii="Times New Roman" w:hAnsi="Times New Roman"/>
              </w:rPr>
            </w:pPr>
            <w:r w:rsidRPr="0031795E">
              <w:rPr>
                <w:rFonts w:ascii="Times New Roman" w:hAnsi="Times New Roman"/>
              </w:rPr>
              <w:t>REFECTION DU MUR D’ENCEINTE COTE SNCF</w:t>
            </w:r>
          </w:p>
        </w:tc>
      </w:tr>
    </w:tbl>
    <w:p w14:paraId="1EA7677F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10065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5"/>
      </w:tblGrid>
      <w:tr w:rsidR="0065626F" w:rsidRPr="006E3998" w14:paraId="7CED4DCC" w14:textId="77777777" w:rsidTr="00BD111F">
        <w:tc>
          <w:tcPr>
            <w:tcW w:w="10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AE197" w14:textId="77777777" w:rsidR="0065626F" w:rsidRPr="006E3998" w:rsidRDefault="0065626F" w:rsidP="00E02237">
            <w:pPr>
              <w:jc w:val="center"/>
              <w:rPr>
                <w:rFonts w:cs="Arial"/>
              </w:rPr>
            </w:pPr>
            <w:r w:rsidRPr="006E3998">
              <w:rPr>
                <w:rFonts w:cs="Arial"/>
              </w:rPr>
              <w:t>Réservé pour la mention "nantissement"</w:t>
            </w:r>
          </w:p>
        </w:tc>
      </w:tr>
      <w:tr w:rsidR="0065626F" w:rsidRPr="006E3998" w14:paraId="3F425D90" w14:textId="77777777" w:rsidTr="00BD111F">
        <w:trPr>
          <w:trHeight w:val="509"/>
        </w:trPr>
        <w:tc>
          <w:tcPr>
            <w:tcW w:w="1006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FEA666" w14:textId="77777777" w:rsidR="0065626F" w:rsidRPr="006E3998" w:rsidRDefault="0065626F" w:rsidP="00E02237">
            <w:pPr>
              <w:rPr>
                <w:rFonts w:cs="Arial"/>
              </w:rPr>
            </w:pPr>
          </w:p>
        </w:tc>
      </w:tr>
      <w:tr w:rsidR="0065626F" w:rsidRPr="006E3998" w14:paraId="708283D5" w14:textId="77777777" w:rsidTr="00BD111F">
        <w:trPr>
          <w:trHeight w:val="509"/>
        </w:trPr>
        <w:tc>
          <w:tcPr>
            <w:tcW w:w="1006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3C89E3" w14:textId="77777777" w:rsidR="0065626F" w:rsidRPr="006E3998" w:rsidRDefault="0065626F" w:rsidP="00E02237">
            <w:pPr>
              <w:rPr>
                <w:rFonts w:cs="Arial"/>
              </w:rPr>
            </w:pPr>
          </w:p>
        </w:tc>
      </w:tr>
    </w:tbl>
    <w:p w14:paraId="491B7D5C" w14:textId="44DB74DF" w:rsidR="004C3F20" w:rsidRPr="00712698" w:rsidRDefault="00895520" w:rsidP="00056974">
      <w:pPr>
        <w:spacing w:after="0" w:line="240" w:lineRule="auto"/>
        <w:rPr>
          <w:b/>
          <w:u w:val="single"/>
        </w:rPr>
      </w:pPr>
      <w:r w:rsidRPr="00712698">
        <w:rPr>
          <w:b/>
          <w:u w:val="single"/>
        </w:rPr>
        <w:br w:type="page"/>
      </w:r>
      <w:r w:rsidR="004C3F20" w:rsidRPr="00712698">
        <w:rPr>
          <w:b/>
          <w:u w:val="single"/>
        </w:rPr>
        <w:lastRenderedPageBreak/>
        <w:t>I – Déclaration du titulaire</w:t>
      </w:r>
    </w:p>
    <w:p w14:paraId="3EA50E70" w14:textId="3769653E" w:rsidR="00AC21DD" w:rsidRDefault="00AC21DD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</w:p>
    <w:p w14:paraId="00AE0CC9" w14:textId="77777777" w:rsidR="00FA3AC5" w:rsidRPr="00FA3AC5" w:rsidRDefault="00FA3AC5" w:rsidP="00FA3AC5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ind w:left="708"/>
        <w:jc w:val="both"/>
        <w:rPr>
          <w:rFonts w:ascii="Times New Roman" w:hAnsi="Times New Roman"/>
          <w:b/>
          <w:u w:val="single"/>
        </w:rPr>
      </w:pPr>
      <w:r w:rsidRPr="00FA3AC5">
        <w:rPr>
          <w:rFonts w:ascii="Times New Roman" w:hAnsi="Times New Roman"/>
          <w:b/>
          <w:u w:val="single"/>
        </w:rPr>
        <w:t>I.1. – Désignation du titulaire</w:t>
      </w:r>
    </w:p>
    <w:p w14:paraId="615DD177" w14:textId="77777777" w:rsidR="00FA3AC5" w:rsidRPr="00712698" w:rsidRDefault="00FA3AC5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</w:p>
    <w:p w14:paraId="5D27AB43" w14:textId="77777777" w:rsidR="00AC21DD" w:rsidRPr="00712698" w:rsidRDefault="00AC21DD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  <w:r w:rsidRPr="00712698">
        <w:rPr>
          <w:rFonts w:ascii="Times New Roman" w:hAnsi="Times New Roman"/>
          <w:b/>
          <w:color w:val="000000"/>
        </w:rPr>
        <w:t xml:space="preserve">Je, soussigné, </w:t>
      </w:r>
    </w:p>
    <w:p w14:paraId="55E21B9B" w14:textId="77777777" w:rsidR="006D4689" w:rsidRPr="00712698" w:rsidRDefault="006D4689" w:rsidP="006D4689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Dénomination sociale : </w:t>
      </w:r>
      <w:r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4" w:name="Texte2"/>
      <w:r w:rsidRPr="00712698">
        <w:rPr>
          <w:rFonts w:ascii="Times New Roman" w:hAnsi="Times New Roman"/>
        </w:rPr>
        <w:instrText xml:space="preserve"> FORMTEXT </w:instrText>
      </w:r>
      <w:r w:rsidRPr="00712698">
        <w:rPr>
          <w:rFonts w:ascii="Times New Roman" w:hAnsi="Times New Roman"/>
        </w:rPr>
      </w:r>
      <w:r w:rsidRPr="00712698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</w:rPr>
        <w:fldChar w:fldCharType="end"/>
      </w:r>
      <w:bookmarkEnd w:id="4"/>
    </w:p>
    <w:p w14:paraId="5E49E339" w14:textId="77777777" w:rsidR="006D4689" w:rsidRPr="00712698" w:rsidRDefault="006D4689" w:rsidP="006D4689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Ayant son siège social à : </w:t>
      </w:r>
      <w:r w:rsidRPr="00712698">
        <w:rPr>
          <w:rFonts w:ascii="Times New Roman" w:hAnsi="Times New Roman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5" w:name="Texte3"/>
      <w:r w:rsidRPr="00712698">
        <w:rPr>
          <w:rFonts w:ascii="Times New Roman" w:hAnsi="Times New Roman"/>
        </w:rPr>
        <w:instrText xml:space="preserve"> FORMTEXT </w:instrText>
      </w:r>
      <w:r w:rsidRPr="00712698">
        <w:rPr>
          <w:rFonts w:ascii="Times New Roman" w:hAnsi="Times New Roman"/>
        </w:rPr>
      </w:r>
      <w:r w:rsidRPr="00712698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</w:rPr>
        <w:fldChar w:fldCharType="end"/>
      </w:r>
      <w:bookmarkEnd w:id="5"/>
    </w:p>
    <w:p w14:paraId="539EDA59" w14:textId="77777777" w:rsidR="006D4689" w:rsidRPr="00712698" w:rsidRDefault="006D4689" w:rsidP="006D4689">
      <w:pPr>
        <w:pStyle w:val="Retraitcorpsdetexte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"/>
      </w:r>
      <w:r w:rsidRPr="00712698">
        <w:rPr>
          <w:rFonts w:ascii="Times New Roman" w:hAnsi="Times New Roman"/>
          <w:lang w:eastAsia="ar-SA"/>
        </w:rPr>
        <w:t>: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6" w:name="Texte4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  <w:bookmarkEnd w:id="6"/>
    </w:p>
    <w:p w14:paraId="102B5D9B" w14:textId="77777777" w:rsidR="006D4689" w:rsidRPr="00712698" w:rsidRDefault="006D4689" w:rsidP="006D4689">
      <w:pPr>
        <w:pStyle w:val="Retraitcorpsdetexte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Représentée par :</w:t>
      </w:r>
    </w:p>
    <w:p w14:paraId="6AB2AB8B" w14:textId="77777777" w:rsidR="006D4689" w:rsidRDefault="006D4689" w:rsidP="006D4689">
      <w:pPr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 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7" w:name="Texte5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  <w:bookmarkEnd w:id="7"/>
    </w:p>
    <w:p w14:paraId="636BE217" w14:textId="77777777" w:rsidR="00AA78CA" w:rsidRDefault="00AA78CA" w:rsidP="006D4689">
      <w:pPr>
        <w:ind w:left="284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Courriel :</w:t>
      </w:r>
    </w:p>
    <w:p w14:paraId="3CCD6A17" w14:textId="77777777" w:rsidR="00AA78CA" w:rsidRPr="00712698" w:rsidRDefault="00AA78CA" w:rsidP="006D4689">
      <w:pPr>
        <w:ind w:left="284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Téléphone : </w:t>
      </w:r>
    </w:p>
    <w:p w14:paraId="2F6BD71D" w14:textId="2381DBB0" w:rsidR="00BE1F1B" w:rsidRPr="00712698" w:rsidRDefault="006D4689" w:rsidP="00D97AAC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2"/>
      </w:r>
      <w:r w:rsidRPr="00712698">
        <w:rPr>
          <w:rFonts w:ascii="Times New Roman" w:hAnsi="Times New Roman"/>
          <w:lang w:eastAsia="ar-SA"/>
        </w:rPr>
        <w:t xml:space="preserve"> :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0E901B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183.75pt;height:21pt" o:ole="">
            <v:imagedata r:id="rId11" o:title=""/>
          </v:shape>
          <w:control r:id="rId12" w:name="OptionButton8" w:shapeid="_x0000_i1075"/>
        </w:object>
      </w:r>
    </w:p>
    <w:p w14:paraId="57283672" w14:textId="16B76931" w:rsidR="006D4689" w:rsidRPr="00712698" w:rsidRDefault="00FC313D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497CF6D7">
          <v:shape id="_x0000_i1077" type="#_x0000_t75" style="width:290.25pt;height:21pt" o:ole="">
            <v:imagedata r:id="rId13" o:title=""/>
          </v:shape>
          <w:control r:id="rId14" w:name="OptionButton81" w:shapeid="_x0000_i1077"/>
        </w:object>
      </w:r>
    </w:p>
    <w:p w14:paraId="3CBD951F" w14:textId="77777777" w:rsidR="006D4689" w:rsidRPr="00712698" w:rsidRDefault="006D4689" w:rsidP="006D4689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3"/>
      </w:r>
      <w:r w:rsidRPr="00712698">
        <w:rPr>
          <w:rFonts w:ascii="Times New Roman" w:hAnsi="Times New Roman"/>
          <w:lang w:eastAsia="ar-SA"/>
        </w:rPr>
        <w:t> :</w:t>
      </w:r>
    </w:p>
    <w:p w14:paraId="500E9AB5" w14:textId="069269E4" w:rsidR="006D4689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5A16660D">
          <v:shape id="_x0000_i1079" type="#_x0000_t75" style="width:108pt;height:21pt" o:ole="">
            <v:imagedata r:id="rId15" o:title=""/>
          </v:shape>
          <w:control r:id="rId16" w:name="OptionButton9" w:shapeid="_x0000_i1079"/>
        </w:object>
      </w:r>
    </w:p>
    <w:p w14:paraId="5B51E06D" w14:textId="2FF28110" w:rsidR="00BE1F1B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2855F9A9">
          <v:shape id="_x0000_i1081" type="#_x0000_t75" style="width:159.75pt;height:21pt" o:ole="">
            <v:imagedata r:id="rId17" o:title=""/>
          </v:shape>
          <w:control r:id="rId18" w:name="OptionButton10" w:shapeid="_x0000_i1081"/>
        </w:object>
      </w:r>
    </w:p>
    <w:p w14:paraId="6F1BAB28" w14:textId="77777777" w:rsidR="00BE1F1B" w:rsidRPr="00712698" w:rsidRDefault="006D4689" w:rsidP="006D4689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BE1F1B"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00712698">
        <w:rPr>
          <w:rFonts w:ascii="Times New Roman" w:hAnsi="Times New Roman"/>
          <w:lang w:eastAsia="ar-SA"/>
        </w:rPr>
      </w:r>
      <w:r w:rsidR="00BE1F1B" w:rsidRPr="00712698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lang w:eastAsia="ar-SA"/>
        </w:rPr>
        <w:fldChar w:fldCharType="end"/>
      </w:r>
    </w:p>
    <w:p w14:paraId="13821D83" w14:textId="77777777" w:rsidR="00BE1F1B" w:rsidRDefault="006D4689" w:rsidP="006D4689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</w:t>
      </w:r>
      <w:r w:rsidR="00BE1F1B" w:rsidRPr="00712698">
        <w:rPr>
          <w:rFonts w:ascii="Times New Roman" w:hAnsi="Times New Roman"/>
          <w:lang w:eastAsia="ar-SA"/>
        </w:rPr>
        <w:t xml:space="preserve"> </w:t>
      </w:r>
      <w:r w:rsidR="00BE1F1B"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00712698">
        <w:rPr>
          <w:rFonts w:ascii="Times New Roman" w:hAnsi="Times New Roman"/>
          <w:lang w:eastAsia="ar-SA"/>
        </w:rPr>
      </w:r>
      <w:r w:rsidR="00BE1F1B" w:rsidRPr="00712698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lang w:eastAsia="ar-SA"/>
        </w:rPr>
        <w:fldChar w:fldCharType="end"/>
      </w:r>
    </w:p>
    <w:p w14:paraId="01B2E75C" w14:textId="77777777" w:rsidR="00BE1F1B" w:rsidRPr="00712698" w:rsidRDefault="006D4689" w:rsidP="00BE1F1B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</w:t>
      </w:r>
      <w:r w:rsidR="00BE1F1B" w:rsidRPr="00712698">
        <w:rPr>
          <w:rFonts w:ascii="Times New Roman" w:hAnsi="Times New Roman"/>
          <w:lang w:eastAsia="ar-SA"/>
        </w:rPr>
        <w:t xml:space="preserve">unique d'identification SIRET : </w:t>
      </w:r>
      <w:r w:rsidR="00BE1F1B"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00712698">
        <w:rPr>
          <w:rFonts w:ascii="Times New Roman" w:hAnsi="Times New Roman"/>
          <w:lang w:eastAsia="ar-SA"/>
        </w:rPr>
      </w:r>
      <w:r w:rsidR="00BE1F1B" w:rsidRPr="00712698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lang w:eastAsia="ar-SA"/>
        </w:rPr>
        <w:fldChar w:fldCharType="end"/>
      </w:r>
    </w:p>
    <w:p w14:paraId="476273D0" w14:textId="742938E7" w:rsidR="009D20C2" w:rsidRPr="00712698" w:rsidRDefault="009D20C2" w:rsidP="009D20C2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05578251">
          <v:shape id="_x0000_i1083" type="#_x0000_t75" style="width:36pt;height:20.25pt" o:ole="">
            <v:imagedata r:id="rId19" o:title=""/>
          </v:shape>
          <w:control r:id="rId20" w:name="OptionButton1" w:shapeid="_x0000_i1083"/>
        </w:object>
      </w:r>
      <w:r w:rsidRPr="00712698">
        <w:rPr>
          <w:i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092F2091">
          <v:shape id="_x0000_i1085" type="#_x0000_t75" style="width:39pt;height:20.25pt" o:ole="">
            <v:imagedata r:id="rId21" o:title=""/>
          </v:shape>
          <w:control r:id="rId22" w:name="OptionButton12" w:shapeid="_x0000_i1085"/>
        </w:object>
      </w:r>
    </w:p>
    <w:p w14:paraId="2701BFAB" w14:textId="77777777" w:rsidR="00673049" w:rsidRPr="00712698" w:rsidRDefault="00673049" w:rsidP="00673049">
      <w:pPr>
        <w:spacing w:before="120"/>
        <w:rPr>
          <w:b/>
          <w:sz w:val="28"/>
          <w:szCs w:val="28"/>
        </w:rPr>
      </w:pPr>
      <w:r w:rsidRPr="00712698">
        <w:rPr>
          <w:b/>
          <w:sz w:val="28"/>
          <w:szCs w:val="28"/>
        </w:rPr>
        <w:t>OU</w:t>
      </w:r>
    </w:p>
    <w:p w14:paraId="0922CA15" w14:textId="07F2E7C8" w:rsidR="00673049" w:rsidRPr="00712698" w:rsidRDefault="00673049" w:rsidP="00673049">
      <w:pPr>
        <w:spacing w:before="120"/>
        <w:rPr>
          <w:b/>
          <w:sz w:val="28"/>
          <w:szCs w:val="28"/>
        </w:rPr>
      </w:pPr>
      <w:r w:rsidRPr="00712698">
        <w:object w:dxaOrig="225" w:dyaOrig="225" w14:anchorId="7001048F">
          <v:shape id="_x0000_i1087" type="#_x0000_t75" style="width:166.5pt;height:18pt" o:ole="" o:preferrelative="f">
            <v:imagedata r:id="rId23" o:title=""/>
          </v:shape>
          <w:control r:id="rId24" w:name="OptionButton71" w:shapeid="_x0000_i1087"/>
        </w:object>
      </w:r>
    </w:p>
    <w:p w14:paraId="16AF3BA2" w14:textId="7B8AADFF" w:rsidR="00673049" w:rsidRPr="00712698" w:rsidRDefault="00673049" w:rsidP="00673049">
      <w:pPr>
        <w:spacing w:before="120"/>
        <w:ind w:left="1416" w:firstLine="708"/>
      </w:pPr>
      <w:r w:rsidRPr="00712698">
        <w:object w:dxaOrig="225" w:dyaOrig="225" w14:anchorId="7218D064">
          <v:shape id="_x0000_i1089" type="#_x0000_t75" style="width:60.75pt;height:15pt" o:ole="" o:preferrelative="f">
            <v:imagedata r:id="rId25" o:title=""/>
          </v:shape>
          <w:control r:id="rId26" w:name="OptionButton11" w:shapeid="_x0000_i1089"/>
        </w:object>
      </w:r>
      <w:r w:rsidR="00FC313D" w:rsidRPr="00712698">
        <w:rPr>
          <w:i/>
        </w:rPr>
        <w:t xml:space="preserve"> ou</w:t>
      </w:r>
      <w:r w:rsidR="00FC313D" w:rsidRPr="00712698">
        <w:t xml:space="preserve"> </w:t>
      </w:r>
      <w:r w:rsidRPr="00712698">
        <w:object w:dxaOrig="225" w:dyaOrig="225" w14:anchorId="3CFF82A4">
          <v:shape id="_x0000_i1091" type="#_x0000_t75" style="width:57.75pt;height:17.25pt" o:ole="" o:preferrelative="f">
            <v:imagedata r:id="rId27" o:title=""/>
          </v:shape>
          <w:control r:id="rId28" w:name="OptionButton111" w:shapeid="_x0000_i1091"/>
        </w:object>
      </w:r>
      <w:r w:rsidR="00FC313D"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4"/>
      </w:r>
    </w:p>
    <w:p w14:paraId="5B8F6B93" w14:textId="3013AA46" w:rsidR="00BE1F1B" w:rsidRPr="00712698" w:rsidRDefault="00673049" w:rsidP="00673049">
      <w:pPr>
        <w:spacing w:before="120"/>
        <w:rPr>
          <w:rFonts w:ascii="Times New Roman" w:hAnsi="Times New Roman"/>
          <w:b/>
          <w:lang w:eastAsia="ar-SA"/>
        </w:rPr>
      </w:pPr>
      <w:r w:rsidRPr="00712698">
        <w:rPr>
          <w:rFonts w:ascii="Times New Roman" w:hAnsi="Times New Roman"/>
          <w:i/>
          <w:lang w:eastAsia="ar-SA"/>
        </w:rPr>
        <w:t xml:space="preserve">  </w:t>
      </w:r>
      <w:r w:rsidR="001D7F67" w:rsidRPr="00712698">
        <w:rPr>
          <w:rFonts w:ascii="Times New Roman" w:hAnsi="Times New Roman"/>
          <w:b/>
          <w:i/>
          <w:lang w:eastAsia="ar-SA"/>
        </w:rPr>
        <w:t xml:space="preserve"> </w:t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1D7F67" w:rsidRPr="00712698">
        <w:rPr>
          <w:rFonts w:ascii="Times New Roman" w:hAnsi="Times New Roman"/>
          <w:b/>
          <w:i/>
          <w:lang w:eastAsia="ar-SA"/>
        </w:rPr>
        <w:t xml:space="preserve"> </w:t>
      </w:r>
      <w:r w:rsidR="00BE1F1B" w:rsidRPr="00712698">
        <w:rPr>
          <w:rFonts w:ascii="Times New Roman" w:hAnsi="Times New Roman"/>
          <w:b/>
          <w:lang w:eastAsia="ar-SA"/>
        </w:rPr>
        <w:t xml:space="preserve">, ci-après dénommé </w:t>
      </w:r>
      <w:r w:rsidRPr="00712698">
        <w:rPr>
          <w:rFonts w:ascii="Times New Roman" w:hAnsi="Times New Roman"/>
          <w:b/>
          <w:lang w:eastAsia="ar-SA"/>
        </w:rPr>
        <w:t>« le titulaire »</w:t>
      </w:r>
      <w:r w:rsidR="00BC1BB8">
        <w:rPr>
          <w:rFonts w:ascii="Times New Roman" w:hAnsi="Times New Roman"/>
          <w:b/>
          <w:lang w:eastAsia="ar-SA"/>
        </w:rPr>
        <w:t xml:space="preserve"> </w:t>
      </w:r>
      <w:r w:rsidR="00BE1F1B" w:rsidRPr="00712698">
        <w:rPr>
          <w:rFonts w:ascii="Times New Roman" w:hAnsi="Times New Roman"/>
          <w:b/>
          <w:lang w:eastAsia="ar-SA"/>
        </w:rPr>
        <w:t>:</w:t>
      </w:r>
    </w:p>
    <w:p w14:paraId="281EC94F" w14:textId="1E9DC568" w:rsidR="006D4689" w:rsidRPr="00712698" w:rsidRDefault="006D4689" w:rsidP="006D4689">
      <w:pPr>
        <w:ind w:firstLine="284"/>
        <w:jc w:val="both"/>
        <w:rPr>
          <w:rFonts w:ascii="Times New Roman" w:hAnsi="Times New Roman"/>
          <w:b/>
          <w:lang w:eastAsia="ar-SA"/>
        </w:rPr>
      </w:pPr>
      <w:r w:rsidRPr="00712698">
        <w:rPr>
          <w:rFonts w:ascii="Times New Roman" w:hAnsi="Times New Roman"/>
          <w:b/>
          <w:lang w:eastAsia="ar-SA"/>
        </w:rPr>
        <w:t>1</w:t>
      </w:r>
      <w:r w:rsidRPr="00712698">
        <w:rPr>
          <w:rFonts w:ascii="Times New Roman" w:hAnsi="Times New Roman"/>
          <w:b/>
          <w:vertAlign w:val="superscript"/>
          <w:lang w:eastAsia="ar-SA"/>
        </w:rPr>
        <w:t xml:space="preserve">ère </w:t>
      </w:r>
      <w:r w:rsidRPr="00712698">
        <w:rPr>
          <w:rFonts w:ascii="Times New Roman" w:hAnsi="Times New Roman"/>
          <w:b/>
          <w:lang w:eastAsia="ar-SA"/>
        </w:rPr>
        <w:t>entreprise co</w:t>
      </w:r>
      <w:r w:rsidRPr="00712698">
        <w:rPr>
          <w:rFonts w:ascii="Times New Roman" w:hAnsi="Times New Roman"/>
          <w:b/>
          <w:lang w:eastAsia="ar-SA"/>
        </w:rPr>
        <w:noBreakHyphen/>
        <w:t>trai</w:t>
      </w:r>
      <w:r w:rsidR="006E4128" w:rsidRPr="00712698">
        <w:rPr>
          <w:rFonts w:ascii="Times New Roman" w:hAnsi="Times New Roman"/>
          <w:b/>
          <w:lang w:eastAsia="ar-SA"/>
        </w:rPr>
        <w:t xml:space="preserve">tante, mandataire du </w:t>
      </w:r>
      <w:r w:rsidR="00BC1BB8" w:rsidRPr="00712698">
        <w:rPr>
          <w:rFonts w:ascii="Times New Roman" w:hAnsi="Times New Roman"/>
          <w:b/>
          <w:lang w:eastAsia="ar-SA"/>
        </w:rPr>
        <w:t>groupement :</w:t>
      </w:r>
    </w:p>
    <w:p w14:paraId="401DAC8C" w14:textId="77777777" w:rsidR="006D4689" w:rsidRPr="00712698" w:rsidRDefault="006D4689" w:rsidP="006D4689">
      <w:pPr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Dénomination sociale :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4D715053" w14:textId="77777777" w:rsidR="006D4689" w:rsidRPr="00712698" w:rsidRDefault="006D4689" w:rsidP="006D4689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 :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0F235559" w14:textId="77777777" w:rsidR="006D4689" w:rsidRPr="00712698" w:rsidRDefault="006D4689" w:rsidP="001D7F67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5"/>
      </w:r>
      <w:r w:rsidRPr="00712698">
        <w:rPr>
          <w:rFonts w:ascii="Times New Roman" w:hAnsi="Times New Roman"/>
          <w:lang w:eastAsia="ar-SA"/>
        </w:rPr>
        <w:t xml:space="preserve"> :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598DFEF6" w14:textId="77777777" w:rsidR="006D4689" w:rsidRPr="00712698" w:rsidRDefault="006D4689" w:rsidP="006D4689">
      <w:pPr>
        <w:spacing w:before="12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Représentée par :</w:t>
      </w:r>
    </w:p>
    <w:p w14:paraId="377B1615" w14:textId="77777777" w:rsidR="006D4689" w:rsidRDefault="006D4689" w:rsidP="006D4689">
      <w:pPr>
        <w:pStyle w:val="Retraitcorpsdetexte2"/>
        <w:rPr>
          <w:rFonts w:ascii="Times New Roman" w:hAnsi="Times New Roman"/>
        </w:rPr>
      </w:pPr>
      <w:r w:rsidRPr="00712698">
        <w:rPr>
          <w:rFonts w:ascii="Times New Roman" w:hAnsi="Times New Roman"/>
        </w:rPr>
        <w:t>Nom :</w:t>
      </w:r>
      <w:r w:rsidR="001D7F67" w:rsidRPr="00712698">
        <w:rPr>
          <w:rFonts w:ascii="Times New Roman" w:hAnsi="Times New Roman"/>
        </w:rPr>
        <w:t xml:space="preserve"> </w:t>
      </w:r>
      <w:r w:rsidR="001D7F67" w:rsidRPr="00712698">
        <w:rPr>
          <w:rFonts w:ascii="Times New Roman" w:hAnsi="Times New Roman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00712698">
        <w:rPr>
          <w:rFonts w:ascii="Times New Roman" w:hAnsi="Times New Roman"/>
        </w:rPr>
      </w:r>
      <w:r w:rsidR="001D7F67" w:rsidRPr="00712698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</w:rPr>
        <w:fldChar w:fldCharType="end"/>
      </w:r>
    </w:p>
    <w:p w14:paraId="080B00FE" w14:textId="77777777" w:rsidR="00AA78CA" w:rsidRDefault="00AA78CA" w:rsidP="006D4689">
      <w:pPr>
        <w:pStyle w:val="Retraitcorpsdetexte2"/>
        <w:rPr>
          <w:rFonts w:ascii="Times New Roman" w:hAnsi="Times New Roman"/>
        </w:rPr>
      </w:pPr>
      <w:r>
        <w:rPr>
          <w:rFonts w:ascii="Times New Roman" w:hAnsi="Times New Roman"/>
        </w:rPr>
        <w:t>Courriel :</w:t>
      </w:r>
    </w:p>
    <w:p w14:paraId="2931D030" w14:textId="77777777" w:rsidR="00AA78CA" w:rsidRPr="00712698" w:rsidRDefault="00AA78CA" w:rsidP="006D4689">
      <w:pPr>
        <w:pStyle w:val="Retraitcorpsdetexte2"/>
        <w:rPr>
          <w:rFonts w:ascii="Times New Roman" w:hAnsi="Times New Roman"/>
        </w:rPr>
      </w:pPr>
      <w:r>
        <w:rPr>
          <w:rFonts w:ascii="Times New Roman" w:hAnsi="Times New Roman"/>
        </w:rPr>
        <w:t>Téléphone :</w:t>
      </w:r>
    </w:p>
    <w:p w14:paraId="770C98F3" w14:textId="675FBB5D" w:rsidR="001D7F67" w:rsidRPr="00712698" w:rsidRDefault="001D7F67" w:rsidP="00D97AAC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6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3143A03A">
          <v:shape id="_x0000_i1093" type="#_x0000_t75" style="width:183.75pt;height:21pt" o:ole="">
            <v:imagedata r:id="rId11" o:title=""/>
          </v:shape>
          <w:control r:id="rId29" w:name="OptionButton82" w:shapeid="_x0000_i1093"/>
        </w:object>
      </w:r>
    </w:p>
    <w:p w14:paraId="3954A87A" w14:textId="0727C04E" w:rsidR="001D7F67" w:rsidRPr="00712698" w:rsidRDefault="00673049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</w:t>
      </w:r>
      <w:r w:rsidR="001D7F67" w:rsidRPr="00712698">
        <w:rPr>
          <w:rFonts w:ascii="Times New Roman" w:hAnsi="Times New Roman"/>
          <w:lang w:eastAsia="ar-SA"/>
        </w:rPr>
        <w:t xml:space="preserve"> </w:t>
      </w:r>
      <w:r w:rsidR="001D7F67" w:rsidRPr="00712698">
        <w:rPr>
          <w:rFonts w:ascii="Times New Roman" w:hAnsi="Times New Roman"/>
          <w:lang w:eastAsia="ar-SA"/>
        </w:rPr>
        <w:object w:dxaOrig="225" w:dyaOrig="225" w14:anchorId="0A6691F6">
          <v:shape id="_x0000_i1095" type="#_x0000_t75" style="width:290.25pt;height:21pt" o:ole="">
            <v:imagedata r:id="rId13" o:title=""/>
          </v:shape>
          <w:control r:id="rId30" w:name="OptionButton811" w:shapeid="_x0000_i1095"/>
        </w:object>
      </w:r>
    </w:p>
    <w:p w14:paraId="7FD01015" w14:textId="77777777" w:rsidR="006D4689" w:rsidRPr="00712698" w:rsidRDefault="006D4689" w:rsidP="006D4689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Les prestations réalisées dans le cadre du présent </w:t>
      </w:r>
      <w:r w:rsidR="00787389">
        <w:rPr>
          <w:rFonts w:ascii="Times New Roman" w:hAnsi="Times New Roman"/>
          <w:lang w:eastAsia="ar-SA"/>
        </w:rPr>
        <w:t xml:space="preserve">marché </w:t>
      </w:r>
      <w:r w:rsidRPr="00712698">
        <w:rPr>
          <w:rFonts w:ascii="Times New Roman" w:hAnsi="Times New Roman"/>
          <w:lang w:eastAsia="ar-SA"/>
        </w:rPr>
        <w:t>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7"/>
      </w:r>
      <w:r w:rsidRPr="00712698">
        <w:rPr>
          <w:rFonts w:ascii="Times New Roman" w:hAnsi="Times New Roman"/>
          <w:lang w:eastAsia="ar-SA"/>
        </w:rPr>
        <w:t> :</w:t>
      </w:r>
    </w:p>
    <w:p w14:paraId="6C05E592" w14:textId="7529F278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1BFA4962">
          <v:shape id="_x0000_i1097" type="#_x0000_t75" style="width:108pt;height:21pt" o:ole="">
            <v:imagedata r:id="rId15" o:title=""/>
          </v:shape>
          <w:control r:id="rId31" w:name="OptionButton91" w:shapeid="_x0000_i1097"/>
        </w:object>
      </w:r>
    </w:p>
    <w:p w14:paraId="3944FA44" w14:textId="50433247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BDE0539">
          <v:shape id="_x0000_i1099" type="#_x0000_t75" style="width:159.75pt;height:21pt" o:ole="">
            <v:imagedata r:id="rId17" o:title=""/>
          </v:shape>
          <w:control r:id="rId32" w:name="OptionButton101" w:shapeid="_x0000_i1099"/>
        </w:object>
      </w:r>
    </w:p>
    <w:p w14:paraId="2641CFA8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45C82869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2AC32FD1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1D0E3F71" w14:textId="5D24203A" w:rsidR="009D20C2" w:rsidRPr="00712698" w:rsidRDefault="009D20C2" w:rsidP="009D20C2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3F7B46A1">
          <v:shape id="_x0000_i1101" type="#_x0000_t75" style="width:36pt;height:20.25pt" o:ole="">
            <v:imagedata r:id="rId33" o:title=""/>
          </v:shape>
          <w:control r:id="rId34" w:name="OptionButton13" w:shapeid="_x0000_i1101"/>
        </w:object>
      </w:r>
      <w:r w:rsidRPr="00712698">
        <w:rPr>
          <w:i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7751701E">
          <v:shape id="_x0000_i1103" type="#_x0000_t75" style="width:39pt;height:20.25pt" o:ole="">
            <v:imagedata r:id="rId21" o:title=""/>
          </v:shape>
          <w:control r:id="rId35" w:name="OptionButton121" w:shapeid="_x0000_i1103"/>
        </w:object>
      </w:r>
    </w:p>
    <w:p w14:paraId="46A495B6" w14:textId="77777777" w:rsidR="006D4689" w:rsidRPr="00712698" w:rsidRDefault="006D4689" w:rsidP="006D4689">
      <w:pPr>
        <w:ind w:left="142"/>
        <w:jc w:val="both"/>
        <w:rPr>
          <w:rFonts w:ascii="Times New Roman" w:hAnsi="Times New Roman"/>
          <w:b/>
          <w:i/>
          <w:iCs/>
          <w:lang w:eastAsia="ar-SA"/>
        </w:rPr>
      </w:pPr>
      <w:r w:rsidRPr="00712698">
        <w:rPr>
          <w:rFonts w:ascii="Times New Roman" w:hAnsi="Times New Roman"/>
          <w:b/>
          <w:i/>
          <w:iCs/>
          <w:lang w:eastAsia="ar-SA"/>
        </w:rPr>
        <w:t>En cas de groupement conjoint, le mandataire déclare être solidaire de tous les membres du groupement.</w:t>
      </w:r>
    </w:p>
    <w:p w14:paraId="331041C8" w14:textId="77777777" w:rsidR="006D4689" w:rsidRPr="00712698" w:rsidRDefault="006D4689" w:rsidP="006D4689">
      <w:pPr>
        <w:ind w:left="426" w:hanging="141"/>
        <w:jc w:val="both"/>
        <w:rPr>
          <w:rFonts w:ascii="Times New Roman" w:hAnsi="Times New Roman"/>
          <w:b/>
          <w:lang w:eastAsia="ar-SA"/>
        </w:rPr>
      </w:pPr>
      <w:r w:rsidRPr="00712698">
        <w:rPr>
          <w:rFonts w:ascii="Times New Roman" w:hAnsi="Times New Roman"/>
          <w:b/>
          <w:lang w:eastAsia="ar-SA"/>
        </w:rPr>
        <w:t>2</w:t>
      </w:r>
      <w:r w:rsidRPr="00712698">
        <w:rPr>
          <w:rFonts w:ascii="Times New Roman" w:hAnsi="Times New Roman"/>
          <w:b/>
          <w:vertAlign w:val="superscript"/>
          <w:lang w:eastAsia="ar-SA"/>
        </w:rPr>
        <w:t xml:space="preserve">ème </w:t>
      </w:r>
      <w:r w:rsidRPr="00712698">
        <w:rPr>
          <w:rFonts w:ascii="Times New Roman" w:hAnsi="Times New Roman"/>
          <w:b/>
          <w:lang w:eastAsia="ar-SA"/>
        </w:rPr>
        <w:t>entreprise co</w:t>
      </w:r>
      <w:r w:rsidRPr="00712698">
        <w:rPr>
          <w:rFonts w:ascii="Times New Roman" w:hAnsi="Times New Roman"/>
          <w:b/>
          <w:lang w:eastAsia="ar-SA"/>
        </w:rPr>
        <w:noBreakHyphen/>
        <w:t>traitante</w:t>
      </w:r>
      <w:r w:rsidRPr="00712698">
        <w:rPr>
          <w:rStyle w:val="Caractredenotedebasdepage"/>
          <w:rFonts w:ascii="Times New Roman" w:hAnsi="Times New Roman"/>
          <w:b/>
          <w:sz w:val="22"/>
          <w:szCs w:val="22"/>
          <w:lang w:eastAsia="ar-SA"/>
        </w:rPr>
        <w:footnoteReference w:id="8"/>
      </w:r>
      <w:r w:rsidRPr="00712698">
        <w:rPr>
          <w:rFonts w:ascii="Times New Roman" w:hAnsi="Times New Roman"/>
          <w:b/>
          <w:lang w:eastAsia="ar-SA"/>
        </w:rPr>
        <w:t> :</w:t>
      </w:r>
    </w:p>
    <w:p w14:paraId="11B86742" w14:textId="77777777" w:rsidR="001D7F67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6A5DFB08" w14:textId="77777777" w:rsidR="006D4689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32745A9E" w14:textId="77777777" w:rsidR="001D7F67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D97AAC">
        <w:footnoteReference w:id="9"/>
      </w:r>
      <w:r w:rsidR="001D7F67" w:rsidRPr="00712698">
        <w:rPr>
          <w:rFonts w:ascii="Times New Roman" w:hAnsi="Times New Roman"/>
          <w:lang w:eastAsia="ar-SA"/>
        </w:rPr>
        <w:t xml:space="preserve"> :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34C52AC7" w14:textId="77777777" w:rsidR="006D4689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Représenté par :</w:t>
      </w:r>
    </w:p>
    <w:p w14:paraId="0B06E3CC" w14:textId="77777777" w:rsidR="006D4689" w:rsidRPr="00712698" w:rsidRDefault="006D4689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1D7F67" w:rsidRPr="00712698">
        <w:rPr>
          <w:rFonts w:ascii="Times New Roman" w:hAnsi="Times New Roman"/>
          <w:lang w:eastAsia="ar-SA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00712698">
        <w:rPr>
          <w:rFonts w:ascii="Times New Roman" w:hAnsi="Times New Roman"/>
          <w:lang w:eastAsia="ar-SA"/>
        </w:rPr>
      </w:r>
      <w:r w:rsidR="001D7F67" w:rsidRPr="00712698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fldChar w:fldCharType="end"/>
      </w:r>
    </w:p>
    <w:p w14:paraId="225DB1DF" w14:textId="46EB8D4E" w:rsidR="001D7F67" w:rsidRPr="00712698" w:rsidRDefault="001D7F67" w:rsidP="00D97AAC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0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0A4722BE">
          <v:shape id="_x0000_i1105" type="#_x0000_t75" style="width:183.75pt;height:21pt" o:ole="">
            <v:imagedata r:id="rId36" o:title=""/>
          </v:shape>
          <w:control r:id="rId37" w:name="OptionButton821" w:shapeid="_x0000_i1105"/>
        </w:object>
      </w:r>
    </w:p>
    <w:p w14:paraId="7F7D8AA7" w14:textId="685A53C1" w:rsidR="001D7F67" w:rsidRPr="00712698" w:rsidRDefault="001D7F67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 </w:t>
      </w:r>
      <w:r w:rsidR="00673049" w:rsidRPr="00712698">
        <w:rPr>
          <w:rFonts w:ascii="Times New Roman" w:hAnsi="Times New Roman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object w:dxaOrig="225" w:dyaOrig="225" w14:anchorId="660C7F9B">
          <v:shape id="_x0000_i1107" type="#_x0000_t75" style="width:290.25pt;height:21pt" o:ole="">
            <v:imagedata r:id="rId38" o:title=""/>
          </v:shape>
          <w:control r:id="rId39" w:name="OptionButton8111" w:shapeid="_x0000_i1107"/>
        </w:object>
      </w:r>
    </w:p>
    <w:p w14:paraId="0E3D3649" w14:textId="77777777" w:rsidR="006D4689" w:rsidRPr="00712698" w:rsidRDefault="006D4689" w:rsidP="006D4689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1"/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t>:</w:t>
      </w:r>
    </w:p>
    <w:p w14:paraId="5D584DAF" w14:textId="168E5DDC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08883A13">
          <v:shape id="_x0000_i1109" type="#_x0000_t75" style="width:108pt;height:21pt" o:ole="">
            <v:imagedata r:id="rId40" o:title=""/>
          </v:shape>
          <w:control r:id="rId41" w:name="OptionButton92" w:shapeid="_x0000_i1109"/>
        </w:object>
      </w:r>
    </w:p>
    <w:p w14:paraId="1FA91123" w14:textId="2850251C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D28996E">
          <v:shape id="_x0000_i1111" type="#_x0000_t75" style="width:159.75pt;height:21pt" o:ole="">
            <v:imagedata r:id="rId17" o:title=""/>
          </v:shape>
          <w:control r:id="rId42" w:name="OptionButton102" w:shapeid="_x0000_i1111"/>
        </w:object>
      </w:r>
    </w:p>
    <w:p w14:paraId="34032808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78239D36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09530673" w14:textId="77777777" w:rsidR="001D7F67" w:rsidRPr="00712698" w:rsidRDefault="001D7F67" w:rsidP="00D97AAC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00712698">
        <w:rPr>
          <w:rFonts w:ascii="Times New Roman" w:hAnsi="Times New Roman"/>
          <w:lang w:eastAsia="ar-SA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00712698">
        <w:rPr>
          <w:rFonts w:ascii="Times New Roman" w:hAnsi="Times New Roman"/>
          <w:lang w:eastAsia="ar-SA"/>
        </w:rPr>
      </w:r>
      <w:r w:rsidRPr="00712698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fldChar w:fldCharType="end"/>
      </w:r>
    </w:p>
    <w:p w14:paraId="512B178F" w14:textId="77959BEA" w:rsidR="009D20C2" w:rsidRDefault="009D20C2" w:rsidP="009D20C2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49930972">
          <v:shape id="_x0000_i1113" type="#_x0000_t75" style="width:36pt;height:20.25pt" o:ole="">
            <v:imagedata r:id="rId19" o:title=""/>
          </v:shape>
          <w:control r:id="rId43" w:name="OptionButton131" w:shapeid="_x0000_i1113"/>
        </w:object>
      </w:r>
      <w:r w:rsidRPr="00712698">
        <w:rPr>
          <w:i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28DE3741">
          <v:shape id="_x0000_i1115" type="#_x0000_t75" style="width:39pt;height:20.25pt" o:ole="">
            <v:imagedata r:id="rId21" o:title=""/>
          </v:shape>
          <w:control r:id="rId44" w:name="OptionButton1211" w:shapeid="_x0000_i1115"/>
        </w:object>
      </w:r>
    </w:p>
    <w:p w14:paraId="7D33A21C" w14:textId="1C50CACE" w:rsidR="006E4128" w:rsidRPr="00712698" w:rsidRDefault="006E4128" w:rsidP="006E4128">
      <w:pPr>
        <w:tabs>
          <w:tab w:val="left" w:pos="6237"/>
        </w:tabs>
        <w:rPr>
          <w:rFonts w:ascii="Times New Roman" w:hAnsi="Times New Roman"/>
          <w:b/>
          <w:i/>
          <w:iCs/>
          <w:lang w:eastAsia="ar-SA"/>
        </w:rPr>
      </w:pPr>
      <w:r w:rsidRPr="00712698">
        <w:rPr>
          <w:rFonts w:ascii="Times New Roman" w:hAnsi="Times New Roman"/>
          <w:b/>
          <w:i/>
          <w:iCs/>
          <w:lang w:eastAsia="ar-SA"/>
        </w:rPr>
        <w:t>Répartition des prestations (en cas de groupement) :</w:t>
      </w:r>
    </w:p>
    <w:p w14:paraId="40DF1238" w14:textId="6624391F" w:rsidR="006E4128" w:rsidRPr="00712698" w:rsidRDefault="00BF3A69" w:rsidP="006E4128">
      <w:pPr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</w:t>
      </w:r>
      <w:r w:rsidR="006E4128" w:rsidRPr="00712698">
        <w:rPr>
          <w:rFonts w:ascii="Arial" w:hAnsi="Arial" w:cs="Arial"/>
          <w:i/>
          <w:iCs/>
          <w:sz w:val="18"/>
          <w:szCs w:val="18"/>
        </w:rPr>
        <w:t xml:space="preserve"> indiquent dans le tableau ci-dessous la répartition des prestations que chacun d’entre eux s’engage à réaliser.)</w:t>
      </w:r>
    </w:p>
    <w:tbl>
      <w:tblPr>
        <w:tblW w:w="512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05"/>
        <w:gridCol w:w="1691"/>
        <w:gridCol w:w="5643"/>
        <w:gridCol w:w="1301"/>
        <w:gridCol w:w="9"/>
      </w:tblGrid>
      <w:tr w:rsidR="00FF0778" w:rsidRPr="00712698" w14:paraId="7247CC50" w14:textId="77777777" w:rsidTr="003E355F">
        <w:trPr>
          <w:trHeight w:val="567"/>
        </w:trPr>
        <w:tc>
          <w:tcPr>
            <w:tcW w:w="1053" w:type="pct"/>
            <w:vMerge w:val="restart"/>
            <w:vAlign w:val="center"/>
          </w:tcPr>
          <w:p w14:paraId="48CAC689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 xml:space="preserve">Désignation des membres </w:t>
            </w:r>
          </w:p>
          <w:p w14:paraId="262F4798" w14:textId="6F32F479" w:rsidR="00D97AAC" w:rsidRPr="00712698" w:rsidRDefault="00D97AAC" w:rsidP="00BF3A69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 xml:space="preserve">du groupement </w:t>
            </w:r>
          </w:p>
        </w:tc>
        <w:tc>
          <w:tcPr>
            <w:tcW w:w="772" w:type="pct"/>
            <w:vMerge w:val="restart"/>
          </w:tcPr>
          <w:p w14:paraId="7EDA532E" w14:textId="77777777" w:rsidR="00D97AAC" w:rsidRPr="00712698" w:rsidRDefault="00D97AAC" w:rsidP="00FF0778">
            <w:pPr>
              <w:spacing w:after="0"/>
              <w:jc w:val="center"/>
              <w:rPr>
                <w:b/>
                <w:i/>
                <w:sz w:val="20"/>
              </w:rPr>
            </w:pPr>
            <w:r w:rsidRPr="00D97AAC">
              <w:rPr>
                <w:rFonts w:ascii="Arial" w:hAnsi="Arial" w:cs="Arial"/>
                <w:b/>
                <w:sz w:val="18"/>
                <w:szCs w:val="18"/>
              </w:rPr>
              <w:t>Le cas échéant,</w:t>
            </w:r>
            <w:r w:rsidRPr="00D97AAC">
              <w:rPr>
                <w:rFonts w:ascii="Arial" w:hAnsi="Arial" w:cs="Arial"/>
                <w:b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 xml:space="preserve">précisez le libellé de la tranche et/ou de la </w:t>
            </w:r>
            <w:r>
              <w:rPr>
                <w:rFonts w:ascii="Arial" w:hAnsi="Arial" w:cs="Arial"/>
                <w:sz w:val="18"/>
                <w:szCs w:val="18"/>
              </w:rPr>
              <w:t>PSE</w:t>
            </w:r>
            <w:r>
              <w:rPr>
                <w:rStyle w:val="Appelnotedebasdep"/>
                <w:rFonts w:ascii="Arial" w:hAnsi="Arial" w:cs="Arial"/>
                <w:sz w:val="18"/>
                <w:szCs w:val="18"/>
              </w:rPr>
              <w:footnoteReference w:id="12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>concerné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3175" w:type="pct"/>
            <w:gridSpan w:val="3"/>
            <w:vAlign w:val="center"/>
          </w:tcPr>
          <w:p w14:paraId="18B5F80F" w14:textId="77777777" w:rsidR="00D97AAC" w:rsidRPr="00712698" w:rsidRDefault="00D97AAC" w:rsidP="00FF0778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00712698">
              <w:rPr>
                <w:b w:val="0"/>
                <w:i w:val="0"/>
                <w:sz w:val="20"/>
              </w:rPr>
              <w:t>Prestations exécutées par les membres</w:t>
            </w:r>
          </w:p>
          <w:p w14:paraId="17FA241B" w14:textId="44440C87" w:rsidR="00D97AAC" w:rsidRPr="00712698" w:rsidRDefault="00D97AAC" w:rsidP="00BF3A69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00712698">
              <w:rPr>
                <w:b w:val="0"/>
                <w:i w:val="0"/>
                <w:sz w:val="20"/>
              </w:rPr>
              <w:t xml:space="preserve">du groupement </w:t>
            </w:r>
          </w:p>
        </w:tc>
      </w:tr>
      <w:tr w:rsidR="00FF0778" w:rsidRPr="00712698" w14:paraId="71860360" w14:textId="77777777" w:rsidTr="003E355F">
        <w:trPr>
          <w:gridAfter w:val="1"/>
          <w:wAfter w:w="4" w:type="pct"/>
          <w:trHeight w:val="896"/>
        </w:trPr>
        <w:tc>
          <w:tcPr>
            <w:tcW w:w="1053" w:type="pct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47761538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2" w:type="pct"/>
            <w:vMerge/>
            <w:tcBorders>
              <w:bottom w:val="single" w:sz="4" w:space="0" w:color="auto"/>
            </w:tcBorders>
            <w:shd w:val="solid" w:color="FFFFFF" w:fill="auto"/>
          </w:tcPr>
          <w:p w14:paraId="1818DE70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77" w:type="pct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0D1A210B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594" w:type="pct"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3E7258DF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 xml:space="preserve">Montant HT </w:t>
            </w:r>
          </w:p>
          <w:p w14:paraId="43C82D7E" w14:textId="77777777" w:rsidR="00D97AAC" w:rsidRPr="00712698" w:rsidRDefault="00D97AAC" w:rsidP="00FF077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2698">
              <w:rPr>
                <w:rFonts w:ascii="Arial" w:hAnsi="Arial" w:cs="Arial"/>
                <w:b/>
              </w:rPr>
              <w:t>de la prestation</w:t>
            </w:r>
          </w:p>
        </w:tc>
      </w:tr>
      <w:tr w:rsidR="00D97AAC" w:rsidRPr="00712698" w14:paraId="417639DF" w14:textId="77777777" w:rsidTr="003E355F">
        <w:trPr>
          <w:gridAfter w:val="1"/>
          <w:wAfter w:w="4" w:type="pct"/>
          <w:trHeight w:hRule="exact" w:val="567"/>
        </w:trPr>
        <w:tc>
          <w:tcPr>
            <w:tcW w:w="1053" w:type="pct"/>
            <w:tcBorders>
              <w:bottom w:val="nil"/>
            </w:tcBorders>
            <w:shd w:val="solid" w:color="CCFFFF" w:fill="auto"/>
          </w:tcPr>
          <w:p w14:paraId="3D3C7A74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8" w:name="Texte6"/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  <w:bookmarkEnd w:id="8"/>
          </w:p>
        </w:tc>
        <w:tc>
          <w:tcPr>
            <w:tcW w:w="772" w:type="pct"/>
            <w:tcBorders>
              <w:bottom w:val="nil"/>
            </w:tcBorders>
            <w:shd w:val="solid" w:color="CCFFFF" w:fill="auto"/>
          </w:tcPr>
          <w:p w14:paraId="5432824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bottom w:val="nil"/>
            </w:tcBorders>
            <w:shd w:val="solid" w:color="CCFFFF" w:fill="auto"/>
          </w:tcPr>
          <w:p w14:paraId="30BD3C08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bottom w:val="nil"/>
            </w:tcBorders>
            <w:shd w:val="solid" w:color="CCFFFF" w:fill="auto"/>
          </w:tcPr>
          <w:p w14:paraId="66B4CF01" w14:textId="77777777" w:rsidR="00D97AAC" w:rsidRPr="00712698" w:rsidRDefault="00D97AAC" w:rsidP="002C24AF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D97AAC" w:rsidRPr="00712698" w14:paraId="4ED5A299" w14:textId="77777777" w:rsidTr="003E355F">
        <w:trPr>
          <w:gridAfter w:val="1"/>
          <w:wAfter w:w="4" w:type="pct"/>
          <w:trHeight w:hRule="exact"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6F96F80D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0DB6F4F9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3EE0BDD0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4EDEA7BB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D97AAC" w:rsidRPr="00712698" w14:paraId="20D85C9A" w14:textId="77777777" w:rsidTr="003E355F">
        <w:trPr>
          <w:gridAfter w:val="1"/>
          <w:wAfter w:w="4" w:type="pct"/>
          <w:trHeight w:hRule="exact"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74CBB679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46243991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76C14205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6F0EAB8E" w14:textId="77777777" w:rsidR="00D97AAC" w:rsidRPr="00712698" w:rsidRDefault="00D97AAC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CB17BDD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06F0B7CF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5BC835D9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2AC6A1C5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auto"/>
          </w:tcPr>
          <w:p w14:paraId="2138D78A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3F384470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bottom w:val="nil"/>
            </w:tcBorders>
            <w:shd w:val="solid" w:color="CCFFFF" w:fill="auto"/>
          </w:tcPr>
          <w:p w14:paraId="5FE97FA3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bottom w:val="nil"/>
            </w:tcBorders>
            <w:shd w:val="solid" w:color="CCFFFF" w:fill="auto"/>
          </w:tcPr>
          <w:p w14:paraId="1BD26C74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bottom w:val="nil"/>
            </w:tcBorders>
            <w:shd w:val="solid" w:color="CCFFFF" w:fill="auto"/>
          </w:tcPr>
          <w:p w14:paraId="7297689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bottom w:val="nil"/>
            </w:tcBorders>
            <w:shd w:val="solid" w:color="CCFFFF" w:fill="auto"/>
          </w:tcPr>
          <w:p w14:paraId="3595645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4A02AD8F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6CA651C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439D32DD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00B518D6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CCFFFF" w:fill="FFFFFF" w:themeFill="background1"/>
          </w:tcPr>
          <w:p w14:paraId="3E868755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61373D" w:rsidRPr="00712698" w14:paraId="18DCCF06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63C9188B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34BF8548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3268ED81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solid" w:color="CCFFFF" w:fill="auto"/>
          </w:tcPr>
          <w:p w14:paraId="7E6C393D" w14:textId="77777777" w:rsidR="0061373D" w:rsidRPr="00712698" w:rsidRDefault="0061373D" w:rsidP="00F946CA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6B2B2240" w14:textId="77777777" w:rsidTr="003E355F">
        <w:trPr>
          <w:gridAfter w:val="1"/>
          <w:wAfter w:w="4" w:type="pct"/>
          <w:trHeight w:val="567"/>
        </w:trPr>
        <w:tc>
          <w:tcPr>
            <w:tcW w:w="10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69FEE860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7325AADA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07185054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 w:themeFill="background1"/>
          </w:tcPr>
          <w:p w14:paraId="4ACE65FB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</w:tbl>
    <w:p w14:paraId="70CDE9CF" w14:textId="06AD47A3" w:rsidR="000E7954" w:rsidRPr="000E7954" w:rsidRDefault="00EC5548" w:rsidP="000E7954">
      <w:pPr>
        <w:tabs>
          <w:tab w:val="left" w:pos="576"/>
        </w:tabs>
        <w:ind w:left="851"/>
        <w:jc w:val="both"/>
        <w:rPr>
          <w:rFonts w:ascii="Times New Roman" w:eastAsia="Times New Roman" w:hAnsi="Times New Roman" w:cs="Tahoma"/>
          <w:bCs/>
          <w:color w:val="000000"/>
          <w:lang w:eastAsia="fr-FR"/>
        </w:rPr>
      </w:pPr>
      <w:r w:rsidRPr="00712698">
        <w:rPr>
          <w:rFonts w:ascii="Times New Roman" w:hAnsi="Times New Roman"/>
          <w:bCs/>
        </w:rPr>
        <w:lastRenderedPageBreak/>
        <w:t>Après avoir pris connaissance du cahier des clauses administratives particulières (C.C.P.) et des documents qui y sont mentionnés, et après a</w:t>
      </w:r>
      <w:r w:rsidR="003C579A">
        <w:rPr>
          <w:rFonts w:ascii="Times New Roman" w:hAnsi="Times New Roman"/>
          <w:bCs/>
        </w:rPr>
        <w:t xml:space="preserve">voir produit les pièces </w:t>
      </w:r>
      <w:r w:rsidR="000E7954" w:rsidRPr="000E7954">
        <w:rPr>
          <w:rFonts w:ascii="Times New Roman" w:eastAsia="Times New Roman" w:hAnsi="Times New Roman" w:cs="Tahoma"/>
          <w:bCs/>
          <w:color w:val="000000"/>
          <w:lang w:eastAsia="fr-FR"/>
        </w:rPr>
        <w:t>aux articles R.2143-3 et R.2143-12 du code de la commande publique</w:t>
      </w:r>
      <w:r w:rsidR="000E7954">
        <w:rPr>
          <w:rFonts w:ascii="Times New Roman" w:eastAsia="Times New Roman" w:hAnsi="Times New Roman" w:cs="Tahoma"/>
          <w:bCs/>
          <w:color w:val="000000"/>
          <w:lang w:eastAsia="fr-FR"/>
        </w:rPr>
        <w:t>.</w:t>
      </w:r>
    </w:p>
    <w:p w14:paraId="268F8E15" w14:textId="77777777" w:rsidR="00DB0D27" w:rsidRPr="00712698" w:rsidRDefault="000A6A2A" w:rsidP="00701822">
      <w:pPr>
        <w:tabs>
          <w:tab w:val="left" w:pos="576"/>
        </w:tabs>
        <w:ind w:left="567"/>
        <w:jc w:val="both"/>
      </w:pPr>
      <w:r w:rsidRPr="00712698">
        <w:rPr>
          <w:rFonts w:ascii="Times New Roman" w:hAnsi="Times New Roman"/>
          <w:b/>
          <w:bCs/>
          <w:u w:val="single"/>
        </w:rPr>
        <w:t xml:space="preserve">Le titulaire </w:t>
      </w:r>
      <w:r w:rsidR="00701822" w:rsidRPr="00712698">
        <w:rPr>
          <w:rFonts w:ascii="Times New Roman" w:hAnsi="Times New Roman"/>
          <w:b/>
          <w:bCs/>
          <w:u w:val="single"/>
        </w:rPr>
        <w:t>:</w:t>
      </w:r>
    </w:p>
    <w:p w14:paraId="6C4A740C" w14:textId="77777777" w:rsidR="00DB0D27" w:rsidRPr="00712698" w:rsidRDefault="00DB0D27" w:rsidP="00DB0D27">
      <w:pPr>
        <w:pStyle w:val="Corpsdetexte"/>
        <w:tabs>
          <w:tab w:val="left" w:pos="567"/>
          <w:tab w:val="left" w:pos="10276"/>
        </w:tabs>
        <w:ind w:left="567"/>
        <w:rPr>
          <w:sz w:val="22"/>
          <w:szCs w:val="22"/>
          <w:lang w:val="fr-FR"/>
        </w:rPr>
      </w:pPr>
    </w:p>
    <w:p w14:paraId="7F52E7F1" w14:textId="0A027312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b/>
          <w:sz w:val="22"/>
          <w:szCs w:val="22"/>
          <w:lang w:val="fr-FR"/>
        </w:rPr>
        <w:t xml:space="preserve">- </w:t>
      </w:r>
      <w:r w:rsidRPr="00712698">
        <w:rPr>
          <w:b/>
          <w:sz w:val="22"/>
          <w:szCs w:val="22"/>
          <w:u w:val="single"/>
          <w:lang w:val="fr-FR"/>
        </w:rPr>
        <w:t xml:space="preserve">déclare </w:t>
      </w:r>
      <w:r w:rsidRPr="00712698">
        <w:rPr>
          <w:b/>
          <w:sz w:val="22"/>
          <w:szCs w:val="22"/>
          <w:lang w:val="fr-FR"/>
        </w:rPr>
        <w:t xml:space="preserve">: </w:t>
      </w:r>
      <w:r w:rsidR="000A6A2A" w:rsidRPr="00712698">
        <w:rPr>
          <w:sz w:val="22"/>
          <w:lang w:val="fr-FR"/>
        </w:rPr>
        <w:t xml:space="preserve">bénéficier d'une assurance garantissant sa responsabilité à l’égard du maître d’ouvrage, du représentant du pouvoir adjudicateur et des tiers, victimes d’accidents ou de dommages, causés par l’exécution des prestations </w:t>
      </w:r>
    </w:p>
    <w:p w14:paraId="2A9904DC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4B5C2C96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b/>
          <w:sz w:val="22"/>
          <w:szCs w:val="22"/>
          <w:lang w:val="fr-FR"/>
        </w:rPr>
        <w:t xml:space="preserve">- </w:t>
      </w:r>
      <w:r w:rsidR="00EF6EB9" w:rsidRPr="00712698">
        <w:rPr>
          <w:b/>
          <w:sz w:val="22"/>
          <w:szCs w:val="22"/>
          <w:u w:val="single"/>
          <w:lang w:val="fr-FR"/>
        </w:rPr>
        <w:t>s</w:t>
      </w:r>
      <w:r w:rsidRPr="00712698">
        <w:rPr>
          <w:b/>
          <w:sz w:val="22"/>
          <w:szCs w:val="22"/>
          <w:u w:val="single"/>
          <w:lang w:val="fr-FR"/>
        </w:rPr>
        <w:t>’engage</w:t>
      </w:r>
      <w:r w:rsidRPr="00712698">
        <w:rPr>
          <w:b/>
          <w:sz w:val="22"/>
          <w:szCs w:val="22"/>
          <w:lang w:val="fr-FR"/>
        </w:rPr>
        <w:t xml:space="preserve"> : </w:t>
      </w:r>
      <w:r w:rsidRPr="00712698">
        <w:rPr>
          <w:sz w:val="22"/>
          <w:szCs w:val="22"/>
          <w:lang w:val="fr-FR"/>
        </w:rPr>
        <w:t xml:space="preserve">sans réserve conformément aux documents cités précédemment à exécuter les prestations dans les conditions du présent contrat. Toutefois l’offre présentée ne me lie que si elle m’est notifiée dans un délai de </w:t>
      </w:r>
      <w:bookmarkStart w:id="9" w:name="Validité_offre"/>
      <w:r w:rsidRPr="00712698">
        <w:rPr>
          <w:sz w:val="22"/>
          <w:szCs w:val="22"/>
          <w:lang w:val="fr-FR"/>
        </w:rPr>
        <w:t>6</w:t>
      </w:r>
      <w:bookmarkEnd w:id="9"/>
      <w:r w:rsidRPr="00712698">
        <w:rPr>
          <w:sz w:val="22"/>
          <w:szCs w:val="22"/>
          <w:lang w:val="fr-FR"/>
        </w:rPr>
        <w:t xml:space="preserve"> mois à compter de la date limite de remise des offres ;</w:t>
      </w:r>
    </w:p>
    <w:p w14:paraId="2A2746F8" w14:textId="77777777" w:rsidR="0061781D" w:rsidRPr="00712698" w:rsidRDefault="0061781D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3FDA4EB8" w14:textId="663F26B9" w:rsidR="00863280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sz w:val="22"/>
          <w:szCs w:val="22"/>
          <w:lang w:val="fr-FR"/>
        </w:rPr>
        <w:t xml:space="preserve">- </w:t>
      </w:r>
      <w:r w:rsidR="0061781D" w:rsidRPr="00712698">
        <w:object w:dxaOrig="225" w:dyaOrig="225" w14:anchorId="6FFA6E1C">
          <v:shape id="_x0000_i1117" type="#_x0000_t75" style="width:68.25pt;height:20.25pt" o:ole="">
            <v:imagedata r:id="rId45" o:title=""/>
          </v:shape>
          <w:control r:id="rId46" w:name="OptionButton3" w:shapeid="_x0000_i1117"/>
        </w:objec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i/>
          <w:sz w:val="22"/>
          <w:szCs w:val="22"/>
          <w:lang w:val="fr-FR"/>
        </w:rPr>
        <w:t>ou</w: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object w:dxaOrig="225" w:dyaOrig="225" w14:anchorId="755F1C88">
          <v:shape id="_x0000_i1119" type="#_x0000_t75" style="width:96pt;height:20.25pt" o:ole="">
            <v:imagedata r:id="rId47" o:title=""/>
          </v:shape>
          <w:control r:id="rId48" w:name="OptionButton4" w:shapeid="_x0000_i1119"/>
        </w:object>
      </w:r>
      <w:r w:rsidR="0061781D" w:rsidRPr="00712698">
        <w:rPr>
          <w:sz w:val="22"/>
          <w:szCs w:val="22"/>
          <w:lang w:val="fr-FR"/>
        </w:rPr>
        <w:t xml:space="preserve">de sous-traiter une partie des </w:t>
      </w:r>
      <w:r w:rsidR="002B1B72">
        <w:rPr>
          <w:sz w:val="22"/>
          <w:szCs w:val="22"/>
          <w:lang w:val="fr-FR"/>
        </w:rPr>
        <w:t>prestations</w: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rStyle w:val="Appelnotedebasdep"/>
          <w:sz w:val="22"/>
          <w:szCs w:val="22"/>
          <w:lang w:val="fr-FR"/>
        </w:rPr>
        <w:footnoteReference w:id="13"/>
      </w:r>
    </w:p>
    <w:p w14:paraId="350AAC48" w14:textId="30C19D85" w:rsidR="00FF029C" w:rsidRPr="00712698" w:rsidRDefault="00DB0D27" w:rsidP="00EC5548">
      <w:pPr>
        <w:pStyle w:val="Corpsdetexte"/>
        <w:numPr>
          <w:ilvl w:val="12"/>
          <w:numId w:val="0"/>
        </w:numPr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</w:rPr>
      </w:pPr>
      <w:r w:rsidRPr="00712698">
        <w:rPr>
          <w:sz w:val="22"/>
          <w:szCs w:val="22"/>
          <w:lang w:val="fr-FR"/>
        </w:rPr>
        <w:t>-</w:t>
      </w:r>
      <w:r w:rsidR="0061781D" w:rsidRPr="00712698">
        <w:object w:dxaOrig="225" w:dyaOrig="225" w14:anchorId="5CD6910E">
          <v:shape id="_x0000_i1121" type="#_x0000_t75" style="width:61.5pt;height:20.25pt" o:ole="">
            <v:imagedata r:id="rId49" o:title=""/>
          </v:shape>
          <w:control r:id="rId50" w:name="OptionButton5" w:shapeid="_x0000_i1121"/>
        </w:object>
      </w:r>
      <w:r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sz w:val="22"/>
          <w:szCs w:val="22"/>
          <w:lang w:val="fr-FR"/>
        </w:rPr>
        <w:t xml:space="preserve">ou </w:t>
      </w:r>
      <w:r w:rsidR="0061781D" w:rsidRPr="00712698">
        <w:object w:dxaOrig="225" w:dyaOrig="225" w14:anchorId="2E87A579">
          <v:shape id="_x0000_i1123" type="#_x0000_t75" style="width:53.25pt;height:20.25pt" o:ole="">
            <v:imagedata r:id="rId51" o:title=""/>
          </v:shape>
          <w:control r:id="rId52" w:name="OptionButton6" w:shapeid="_x0000_i1123"/>
        </w:object>
      </w:r>
      <w:r w:rsidR="00EC5548" w:rsidRPr="00712698">
        <w:rPr>
          <w:rStyle w:val="Appelnotedebasdep"/>
          <w:sz w:val="22"/>
          <w:szCs w:val="22"/>
          <w:lang w:val="fr-FR"/>
        </w:rPr>
        <w:t>1</w:t>
      </w:r>
      <w:r w:rsidR="00B00C11">
        <w:rPr>
          <w:sz w:val="22"/>
          <w:szCs w:val="22"/>
          <w:lang w:val="fr-FR"/>
        </w:rPr>
        <w:t xml:space="preserve"> </w:t>
      </w:r>
      <w:bookmarkStart w:id="10" w:name="Décret3612"/>
      <w:r w:rsidR="00EC5548" w:rsidRPr="00151A61">
        <w:rPr>
          <w:sz w:val="22"/>
          <w:szCs w:val="22"/>
          <w:lang w:val="fr-FR"/>
        </w:rPr>
        <w:t xml:space="preserve">de percevoir l’avance prévue </w:t>
      </w:r>
      <w:r w:rsidR="00143086" w:rsidRPr="00151A61">
        <w:rPr>
          <w:sz w:val="22"/>
          <w:szCs w:val="22"/>
          <w:lang w:val="fr-FR"/>
        </w:rPr>
        <w:t>des articles R.2191-1 et suivant</w:t>
      </w:r>
      <w:r w:rsidR="00143086" w:rsidRPr="00151A61">
        <w:rPr>
          <w:b/>
          <w:sz w:val="22"/>
          <w:szCs w:val="22"/>
          <w:lang w:val="fr-FR"/>
        </w:rPr>
        <w:t>s</w:t>
      </w:r>
      <w:r w:rsidR="00143086" w:rsidRPr="00151A61">
        <w:rPr>
          <w:sz w:val="22"/>
          <w:szCs w:val="22"/>
          <w:lang w:val="fr-FR"/>
        </w:rPr>
        <w:t xml:space="preserve"> du code de la commande publique</w:t>
      </w:r>
      <w:r w:rsidR="00EC5548" w:rsidRPr="00151A61">
        <w:rPr>
          <w:color w:val="0000FF"/>
          <w:sz w:val="22"/>
          <w:szCs w:val="22"/>
          <w:lang w:val="fr-FR"/>
        </w:rPr>
        <w:t xml:space="preserve"> </w:t>
      </w:r>
      <w:r w:rsidR="00EC5548" w:rsidRPr="00151A61">
        <w:rPr>
          <w:sz w:val="22"/>
          <w:szCs w:val="22"/>
          <w:lang w:val="fr-FR"/>
        </w:rPr>
        <w:t xml:space="preserve">(cette avance est versée au titulaire du marché lorsque le montant initial du marché est supérieur à 50 000 € HT et la durée des </w:t>
      </w:r>
      <w:r w:rsidR="00F052DE">
        <w:rPr>
          <w:sz w:val="22"/>
          <w:szCs w:val="22"/>
          <w:lang w:val="fr-FR"/>
        </w:rPr>
        <w:t>prestations</w:t>
      </w:r>
      <w:r w:rsidR="00EC5548" w:rsidRPr="00151A61">
        <w:rPr>
          <w:sz w:val="22"/>
          <w:szCs w:val="22"/>
          <w:lang w:val="fr-FR"/>
        </w:rPr>
        <w:t xml:space="preserve"> est supérieure à deux mois</w:t>
      </w:r>
      <w:r w:rsidR="00EC5548" w:rsidRPr="00712698">
        <w:rPr>
          <w:sz w:val="22"/>
          <w:szCs w:val="22"/>
        </w:rPr>
        <w:t xml:space="preserve">). </w:t>
      </w:r>
    </w:p>
    <w:p w14:paraId="75800BE9" w14:textId="4381DD7E" w:rsidR="00B00C11" w:rsidRPr="00151A61" w:rsidRDefault="00DB0D27" w:rsidP="00DB0D27">
      <w:pPr>
        <w:pStyle w:val="Corpsdetexte"/>
        <w:numPr>
          <w:ilvl w:val="12"/>
          <w:numId w:val="0"/>
        </w:numPr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  <w:lang w:val="fr-FR"/>
        </w:rPr>
      </w:pPr>
      <w:r w:rsidRPr="00151A61">
        <w:rPr>
          <w:sz w:val="22"/>
          <w:szCs w:val="22"/>
          <w:lang w:val="fr-FR"/>
        </w:rPr>
        <w:t xml:space="preserve">Le montant de cette avance est égal à </w:t>
      </w:r>
      <w:r w:rsidR="00E93DCC" w:rsidRPr="00880C30">
        <w:rPr>
          <w:sz w:val="22"/>
          <w:szCs w:val="22"/>
          <w:lang w:val="fr-FR"/>
        </w:rPr>
        <w:t>30%</w:t>
      </w:r>
      <w:r w:rsidRPr="00151A61">
        <w:rPr>
          <w:sz w:val="22"/>
          <w:szCs w:val="22"/>
          <w:lang w:val="fr-FR"/>
        </w:rPr>
        <w:t xml:space="preserve">du montant du marché. </w:t>
      </w:r>
    </w:p>
    <w:bookmarkEnd w:id="10"/>
    <w:p w14:paraId="4C55EDF8" w14:textId="77777777" w:rsidR="00DB0D27" w:rsidRPr="00151A61" w:rsidRDefault="00DB0D27" w:rsidP="00DB0D27">
      <w:pPr>
        <w:pStyle w:val="Corpsdetexte"/>
        <w:numPr>
          <w:ilvl w:val="12"/>
          <w:numId w:val="0"/>
        </w:numPr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b/>
          <w:bCs/>
          <w:sz w:val="22"/>
          <w:szCs w:val="22"/>
          <w:lang w:val="fr-FR"/>
        </w:rPr>
      </w:pPr>
      <w:r w:rsidRPr="00151A61">
        <w:rPr>
          <w:sz w:val="22"/>
          <w:szCs w:val="22"/>
          <w:lang w:val="fr-FR"/>
        </w:rPr>
        <w:t>Cette avance n’est due au titulaire du marché que sur la part du marché qui ne fait pas l’objet de sous-traitance).</w:t>
      </w:r>
    </w:p>
    <w:p w14:paraId="1797148B" w14:textId="77777777" w:rsidR="00DB0D27" w:rsidRDefault="00DB0D27" w:rsidP="00DB0D27">
      <w:pPr>
        <w:pStyle w:val="Corpsdetexte3"/>
        <w:ind w:left="567"/>
        <w:rPr>
          <w:rFonts w:ascii="Times New Roman" w:hAnsi="Times New Roman"/>
          <w:sz w:val="22"/>
          <w:szCs w:val="22"/>
        </w:rPr>
      </w:pPr>
      <w:r w:rsidRPr="00712698">
        <w:rPr>
          <w:rFonts w:ascii="Times New Roman" w:hAnsi="Times New Roman"/>
          <w:sz w:val="22"/>
          <w:szCs w:val="22"/>
        </w:rPr>
        <w:t xml:space="preserve">Dans le cas où le titulaire ne s’est pas prononcé ci-dessus, l’avance sera considérée comme refusée. </w:t>
      </w:r>
    </w:p>
    <w:p w14:paraId="19FBDCFC" w14:textId="3B853C8F" w:rsidR="00EC5548" w:rsidRDefault="00EC5548" w:rsidP="00EC5548">
      <w:pPr>
        <w:pStyle w:val="Corpsdetexte3"/>
        <w:ind w:left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 paiement de l’avance interviendra dans un délai de 30 jours à compter de la date de l’ordre de service prescrivant le démarrage de</w:t>
      </w:r>
      <w:r w:rsidR="001939C0">
        <w:rPr>
          <w:rFonts w:ascii="Times New Roman" w:hAnsi="Times New Roman"/>
          <w:sz w:val="22"/>
          <w:szCs w:val="22"/>
        </w:rPr>
        <w:t>s prestations</w:t>
      </w:r>
      <w:r>
        <w:rPr>
          <w:rFonts w:ascii="Times New Roman" w:hAnsi="Times New Roman"/>
          <w:sz w:val="22"/>
          <w:szCs w:val="22"/>
        </w:rPr>
        <w:t>.</w:t>
      </w:r>
    </w:p>
    <w:p w14:paraId="6E5963C5" w14:textId="4D92991D" w:rsidR="001D724D" w:rsidRDefault="001D724D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b/>
          <w:sz w:val="22"/>
          <w:szCs w:val="22"/>
          <w:u w:val="single"/>
          <w:lang w:val="fr-FR"/>
        </w:rPr>
      </w:pPr>
      <w:r w:rsidRPr="004C3F20">
        <w:rPr>
          <w:b/>
          <w:sz w:val="22"/>
          <w:szCs w:val="22"/>
          <w:lang w:val="fr-FR"/>
        </w:rPr>
        <w:t>I.</w:t>
      </w:r>
      <w:r w:rsidR="00FA3AC5">
        <w:rPr>
          <w:b/>
          <w:sz w:val="22"/>
          <w:szCs w:val="22"/>
          <w:lang w:val="fr-FR"/>
        </w:rPr>
        <w:t>2</w:t>
      </w:r>
      <w:r w:rsidRPr="004C3F20">
        <w:rPr>
          <w:b/>
          <w:sz w:val="22"/>
          <w:szCs w:val="22"/>
          <w:lang w:val="fr-FR"/>
        </w:rPr>
        <w:t xml:space="preserve"> - </w:t>
      </w:r>
      <w:r w:rsidRPr="004C3F20">
        <w:rPr>
          <w:b/>
          <w:sz w:val="22"/>
          <w:szCs w:val="22"/>
          <w:u w:val="single"/>
          <w:lang w:val="fr-FR"/>
        </w:rPr>
        <w:t>Montant du marché</w:t>
      </w:r>
    </w:p>
    <w:p w14:paraId="7D3B304A" w14:textId="77777777" w:rsidR="0035307F" w:rsidRDefault="0035307F" w:rsidP="0035307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Les travaux sont rémunérés par un mixte égal à : </w:t>
      </w:r>
    </w:p>
    <w:p w14:paraId="62B875B3" w14:textId="77777777" w:rsidR="0035307F" w:rsidRDefault="0035307F" w:rsidP="0035307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598846BE" w14:textId="79A61970" w:rsidR="0035307F" w:rsidRDefault="0035307F" w:rsidP="0035307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>
        <w:rPr>
          <w:i/>
          <w:sz w:val="22"/>
          <w:szCs w:val="22"/>
          <w:lang w:val="fr-FR"/>
        </w:rPr>
        <w:t xml:space="preserve">PT1 – Partie technique 1 -  € HT : </w:t>
      </w:r>
      <w:r>
        <w:rPr>
          <w:i/>
          <w:sz w:val="22"/>
          <w:szCs w:val="22"/>
          <w:lang w:val="fr-FR"/>
        </w:rPr>
        <w:tab/>
      </w:r>
    </w:p>
    <w:p w14:paraId="5C0EC462" w14:textId="77777777" w:rsidR="0035307F" w:rsidRDefault="0035307F" w:rsidP="0035307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Partie forfaitaire € HT :</w:t>
      </w:r>
    </w:p>
    <w:p w14:paraId="3D90C9E1" w14:textId="77777777" w:rsidR="0035307F" w:rsidRDefault="0035307F" w:rsidP="0035307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Partie sur prix unitaires € HT :</w:t>
      </w:r>
    </w:p>
    <w:p w14:paraId="769D9440" w14:textId="77777777" w:rsidR="0035307F" w:rsidRDefault="0035307F" w:rsidP="0035307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>
        <w:rPr>
          <w:i/>
          <w:sz w:val="22"/>
          <w:szCs w:val="22"/>
          <w:lang w:val="fr-FR"/>
        </w:rPr>
        <w:tab/>
      </w:r>
    </w:p>
    <w:p w14:paraId="340F4FF0" w14:textId="6CD1F7E9" w:rsidR="0035307F" w:rsidRDefault="0035307F" w:rsidP="0035307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>
        <w:rPr>
          <w:i/>
          <w:sz w:val="22"/>
          <w:szCs w:val="22"/>
          <w:lang w:val="fr-FR"/>
        </w:rPr>
        <w:t xml:space="preserve">PT2 – Partie technique 2 -  € HT : </w:t>
      </w:r>
    </w:p>
    <w:p w14:paraId="31A0388B" w14:textId="0717B88B" w:rsidR="0035307F" w:rsidRDefault="0035307F" w:rsidP="0035307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Partie forfaitaire € HT :</w:t>
      </w:r>
    </w:p>
    <w:p w14:paraId="6AA5F613" w14:textId="4B22384F" w:rsidR="0035307F" w:rsidRDefault="0035307F" w:rsidP="0035307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Partie sur prix unitaires € HT :</w:t>
      </w:r>
    </w:p>
    <w:p w14:paraId="7AD716FF" w14:textId="0EABD330" w:rsidR="0035307F" w:rsidRDefault="0035307F" w:rsidP="0035307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70D18AF0" w14:textId="5233015B" w:rsidR="0035307F" w:rsidRDefault="0035307F" w:rsidP="0035307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  <w:r>
        <w:rPr>
          <w:i/>
          <w:sz w:val="22"/>
          <w:szCs w:val="22"/>
          <w:lang w:val="fr-FR"/>
        </w:rPr>
        <w:t>PT3 – Partie technique 3 -  € HT :</w:t>
      </w:r>
    </w:p>
    <w:p w14:paraId="62AB5315" w14:textId="77777777" w:rsidR="0035307F" w:rsidRDefault="0035307F" w:rsidP="0035307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Partie forfaitaire € HT :</w:t>
      </w:r>
    </w:p>
    <w:p w14:paraId="619F35D4" w14:textId="77777777" w:rsidR="0035307F" w:rsidRDefault="0035307F" w:rsidP="0035307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Partie sur prix unitaires € HT :</w:t>
      </w:r>
    </w:p>
    <w:p w14:paraId="09C7E6B7" w14:textId="17B85413" w:rsidR="0035307F" w:rsidRDefault="0035307F" w:rsidP="0035307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  <w:lang w:val="fr-FR"/>
        </w:rPr>
      </w:pPr>
    </w:p>
    <w:p w14:paraId="157E24C3" w14:textId="77777777" w:rsidR="0035307F" w:rsidRDefault="0035307F" w:rsidP="0035307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735224E4" w14:textId="77777777" w:rsidR="00A132C4" w:rsidRPr="00712698" w:rsidRDefault="00A132C4" w:rsidP="00A132C4">
      <w:pPr>
        <w:pStyle w:val="Corpsdetexte"/>
        <w:rPr>
          <w:sz w:val="22"/>
          <w:szCs w:val="22"/>
          <w:lang w:val="fr-FR"/>
        </w:rPr>
      </w:pPr>
    </w:p>
    <w:p w14:paraId="315E2B67" w14:textId="77777777" w:rsidR="004C3F20" w:rsidRPr="00712698" w:rsidRDefault="004C3F20" w:rsidP="0080348A">
      <w:pPr>
        <w:ind w:left="567" w:right="-144"/>
        <w:jc w:val="both"/>
        <w:rPr>
          <w:rFonts w:ascii="Times New Roman" w:hAnsi="Times New Roman"/>
          <w:b/>
          <w:u w:val="single"/>
        </w:rPr>
      </w:pPr>
      <w:r w:rsidRPr="00712698">
        <w:rPr>
          <w:rFonts w:ascii="Times New Roman" w:hAnsi="Times New Roman"/>
          <w:b/>
        </w:rPr>
        <w:t>I</w:t>
      </w:r>
      <w:r w:rsidR="0080348A" w:rsidRPr="00712698">
        <w:rPr>
          <w:rFonts w:ascii="Times New Roman" w:hAnsi="Times New Roman"/>
          <w:b/>
        </w:rPr>
        <w:t>I -</w:t>
      </w:r>
      <w:r w:rsidRPr="00712698">
        <w:rPr>
          <w:rFonts w:ascii="Times New Roman" w:hAnsi="Times New Roman"/>
          <w:b/>
        </w:rPr>
        <w:t xml:space="preserve"> </w:t>
      </w:r>
      <w:r w:rsidRPr="00712698">
        <w:rPr>
          <w:rFonts w:ascii="Times New Roman" w:hAnsi="Times New Roman"/>
          <w:b/>
          <w:u w:val="single"/>
        </w:rPr>
        <w:t>Délai d’exécution du marché :</w:t>
      </w:r>
    </w:p>
    <w:p w14:paraId="04B3C98A" w14:textId="3EA2D998" w:rsidR="004C3F20" w:rsidRDefault="00AC21DD" w:rsidP="0080348A">
      <w:pPr>
        <w:ind w:left="567" w:right="-144"/>
        <w:jc w:val="both"/>
        <w:rPr>
          <w:rFonts w:ascii="Times New Roman" w:hAnsi="Times New Roman"/>
        </w:rPr>
      </w:pPr>
      <w:r w:rsidRPr="00712698">
        <w:rPr>
          <w:rFonts w:ascii="Times New Roman" w:hAnsi="Times New Roman"/>
        </w:rPr>
        <w:t>Délai d’</w:t>
      </w:r>
      <w:r w:rsidR="00121D26" w:rsidRPr="00712698">
        <w:rPr>
          <w:rFonts w:ascii="Times New Roman" w:hAnsi="Times New Roman"/>
        </w:rPr>
        <w:t xml:space="preserve">exécution défini à </w:t>
      </w:r>
      <w:r w:rsidR="00121D26" w:rsidRPr="00880C30">
        <w:rPr>
          <w:rFonts w:ascii="Times New Roman" w:hAnsi="Times New Roman"/>
        </w:rPr>
        <w:t xml:space="preserve">l’article </w:t>
      </w:r>
      <w:r w:rsidR="000769EF">
        <w:rPr>
          <w:rFonts w:ascii="Times New Roman" w:hAnsi="Times New Roman"/>
        </w:rPr>
        <w:t>7</w:t>
      </w:r>
      <w:r w:rsidRPr="00712698">
        <w:rPr>
          <w:rFonts w:ascii="Times New Roman" w:hAnsi="Times New Roman"/>
        </w:rPr>
        <w:t xml:space="preserve"> du CC</w:t>
      </w:r>
      <w:r w:rsidR="00880C30">
        <w:rPr>
          <w:rFonts w:ascii="Times New Roman" w:hAnsi="Times New Roman"/>
        </w:rPr>
        <w:t>A</w:t>
      </w:r>
      <w:r w:rsidRPr="00712698">
        <w:rPr>
          <w:rFonts w:ascii="Times New Roman" w:hAnsi="Times New Roman"/>
        </w:rPr>
        <w:t>P.</w:t>
      </w:r>
    </w:p>
    <w:p w14:paraId="004772AD" w14:textId="77777777" w:rsidR="00142D85" w:rsidRPr="00142D85" w:rsidRDefault="00142D85" w:rsidP="006C657D">
      <w:pPr>
        <w:spacing w:before="240"/>
        <w:ind w:left="567" w:right="-144"/>
        <w:jc w:val="both"/>
        <w:rPr>
          <w:rFonts w:ascii="Times New Roman" w:hAnsi="Times New Roman"/>
          <w:b/>
        </w:rPr>
      </w:pPr>
      <w:r w:rsidRPr="00142D85">
        <w:rPr>
          <w:rFonts w:ascii="Times New Roman" w:hAnsi="Times New Roman"/>
          <w:b/>
        </w:rPr>
        <w:t xml:space="preserve">III – </w:t>
      </w:r>
      <w:r w:rsidRPr="00142D85">
        <w:rPr>
          <w:rFonts w:ascii="Times New Roman" w:hAnsi="Times New Roman"/>
          <w:b/>
          <w:u w:val="single"/>
        </w:rPr>
        <w:t>Paiement</w:t>
      </w:r>
    </w:p>
    <w:p w14:paraId="50070B86" w14:textId="2E21F26B" w:rsidR="006C657D" w:rsidRP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bookmarkStart w:id="11" w:name="_Toc354491247"/>
      <w:r w:rsidRPr="006C657D">
        <w:rPr>
          <w:rFonts w:ascii="Times New Roman" w:eastAsia="Times New Roman" w:hAnsi="Times New Roman"/>
          <w:noProof/>
          <w:lang w:eastAsia="fr-FR"/>
        </w:rPr>
        <w:t xml:space="preserve">Les modalités du règlement des comptes du marché sont spécifiées à </w:t>
      </w:r>
      <w:r w:rsidRPr="00880C30">
        <w:rPr>
          <w:rFonts w:ascii="Times New Roman" w:eastAsia="Times New Roman" w:hAnsi="Times New Roman"/>
          <w:noProof/>
          <w:lang w:eastAsia="fr-FR"/>
        </w:rPr>
        <w:t xml:space="preserve">l’article </w:t>
      </w:r>
      <w:r w:rsidR="00880C30" w:rsidRPr="00880C30">
        <w:rPr>
          <w:rFonts w:ascii="Times New Roman" w:eastAsia="Times New Roman" w:hAnsi="Times New Roman"/>
          <w:noProof/>
          <w:lang w:eastAsia="fr-FR"/>
        </w:rPr>
        <w:t>5</w:t>
      </w:r>
      <w:r w:rsidRPr="00880C30">
        <w:rPr>
          <w:rFonts w:ascii="Times New Roman" w:eastAsia="Times New Roman" w:hAnsi="Times New Roman"/>
          <w:noProof/>
          <w:lang w:eastAsia="fr-FR"/>
        </w:rPr>
        <w:t xml:space="preserve"> du CCAP</w:t>
      </w:r>
      <w:r w:rsidRPr="006C657D">
        <w:rPr>
          <w:rFonts w:ascii="Times New Roman" w:eastAsia="Times New Roman" w:hAnsi="Times New Roman"/>
          <w:noProof/>
          <w:lang w:eastAsia="fr-FR"/>
        </w:rPr>
        <w:t>.</w:t>
      </w:r>
    </w:p>
    <w:p w14:paraId="3951E1C2" w14:textId="3692E268" w:rsid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6C657D">
        <w:rPr>
          <w:rFonts w:ascii="Times New Roman" w:eastAsia="Times New Roman" w:hAnsi="Times New Roman"/>
          <w:noProof/>
          <w:lang w:eastAsia="fr-FR"/>
        </w:rPr>
        <w:lastRenderedPageBreak/>
        <w:t xml:space="preserve">Le </w:t>
      </w:r>
      <w:r w:rsidR="00843586">
        <w:rPr>
          <w:rFonts w:ascii="Times New Roman" w:eastAsia="Times New Roman" w:hAnsi="Times New Roman"/>
          <w:noProof/>
          <w:lang w:eastAsia="fr-FR"/>
        </w:rPr>
        <w:t>représentant du pouvoir adjudicateur</w:t>
      </w:r>
      <w:r w:rsidRPr="006C657D">
        <w:rPr>
          <w:rFonts w:ascii="Times New Roman" w:eastAsia="Times New Roman" w:hAnsi="Times New Roman"/>
          <w:noProof/>
          <w:lang w:eastAsia="fr-FR"/>
        </w:rPr>
        <w:t xml:space="preserve"> se libèrera des sommes dues au titre du présent marché en faisant porter le montant au crédit du/des compte(s) ouvert(s) conformément au(x) RIB au format IBAN joint(s) à l’offre.</w:t>
      </w:r>
    </w:p>
    <w:p w14:paraId="154E9BAE" w14:textId="617D5FAF" w:rsidR="006C657D" w:rsidRP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6C657D">
        <w:rPr>
          <w:rFonts w:ascii="Times New Roman" w:eastAsia="Times New Roman" w:hAnsi="Times New Roman"/>
          <w:noProof/>
          <w:lang w:eastAsia="fr-FR"/>
        </w:rPr>
        <w:t xml:space="preserve">Toutefois, le </w:t>
      </w:r>
      <w:r w:rsidR="00843586" w:rsidRPr="00843586">
        <w:rPr>
          <w:rFonts w:ascii="Times New Roman" w:eastAsia="Times New Roman" w:hAnsi="Times New Roman"/>
          <w:noProof/>
          <w:lang w:eastAsia="fr-FR"/>
        </w:rPr>
        <w:t xml:space="preserve">représentant du pouvoir adjudicateur </w:t>
      </w:r>
      <w:r w:rsidRPr="006C657D">
        <w:rPr>
          <w:rFonts w:ascii="Times New Roman" w:eastAsia="Times New Roman" w:hAnsi="Times New Roman"/>
          <w:noProof/>
          <w:lang w:eastAsia="fr-FR"/>
        </w:rPr>
        <w:t>se libèrera des sommes dues aux sous-traitants payés directement en faisant porter les montants au crédit des comptes désignés dans les actes spéciaux.</w:t>
      </w:r>
    </w:p>
    <w:p w14:paraId="03B731A4" w14:textId="77777777" w:rsidR="00C95A65" w:rsidRPr="00D03570" w:rsidRDefault="00D03570" w:rsidP="006C657D">
      <w:pPr>
        <w:spacing w:before="240"/>
        <w:ind w:left="567" w:right="-14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IV -</w:t>
      </w:r>
      <w:r w:rsidR="00C95A65" w:rsidRPr="00D03570">
        <w:rPr>
          <w:rFonts w:ascii="Times New Roman" w:hAnsi="Times New Roman"/>
          <w:b/>
        </w:rPr>
        <w:t xml:space="preserve"> </w:t>
      </w:r>
      <w:r w:rsidR="00C95A65" w:rsidRPr="00D03570">
        <w:rPr>
          <w:rFonts w:ascii="Times New Roman" w:hAnsi="Times New Roman"/>
          <w:b/>
          <w:u w:val="single"/>
        </w:rPr>
        <w:t>Montant sous-traité désigné au marché</w:t>
      </w:r>
      <w:bookmarkEnd w:id="11"/>
    </w:p>
    <w:p w14:paraId="25F8025F" w14:textId="77777777" w:rsidR="00143086" w:rsidRPr="00143086" w:rsidRDefault="00143086" w:rsidP="00143086">
      <w:pPr>
        <w:keepLines/>
        <w:tabs>
          <w:tab w:val="left" w:pos="284"/>
          <w:tab w:val="left" w:pos="567"/>
          <w:tab w:val="left" w:pos="851"/>
        </w:tabs>
        <w:spacing w:after="240" w:line="240" w:lineRule="auto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143086">
        <w:rPr>
          <w:rFonts w:ascii="Times New Roman" w:eastAsia="Times New Roman" w:hAnsi="Times New Roman"/>
          <w:noProof/>
          <w:lang w:eastAsia="fr-FR"/>
        </w:rPr>
        <w:t>La nature et le montant des prestations sous traitées seront précisés par actes spéciaux, conformément aux dispositions des articles R.2193-1 et suivants du code de la commande publique.</w:t>
      </w:r>
    </w:p>
    <w:p w14:paraId="367FCD48" w14:textId="77777777" w:rsidR="0080348A" w:rsidRPr="00712698" w:rsidRDefault="00C95A65" w:rsidP="0080348A">
      <w:pPr>
        <w:ind w:left="567" w:right="-144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>V</w:t>
      </w:r>
      <w:r w:rsidR="0080348A" w:rsidRPr="00712698">
        <w:rPr>
          <w:rFonts w:ascii="Times New Roman" w:hAnsi="Times New Roman"/>
          <w:b/>
        </w:rPr>
        <w:t xml:space="preserve"> – </w:t>
      </w:r>
      <w:bookmarkStart w:id="12" w:name="Titre_Clause_sociale"/>
      <w:r w:rsidR="0080348A" w:rsidRPr="00712698">
        <w:rPr>
          <w:rFonts w:ascii="Times New Roman" w:hAnsi="Times New Roman"/>
          <w:b/>
          <w:u w:val="single"/>
        </w:rPr>
        <w:t>Engagement d’insertion :</w:t>
      </w:r>
      <w:bookmarkEnd w:id="12"/>
    </w:p>
    <w:p w14:paraId="7DF05A70" w14:textId="2681FA3D" w:rsidR="00090BBC" w:rsidRDefault="00090BBC" w:rsidP="00090BBC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bookmarkStart w:id="13" w:name="AEClause_sociale"/>
      <w:bookmarkEnd w:id="13"/>
      <w:r>
        <w:t xml:space="preserve"> S</w:t>
      </w:r>
      <w:r w:rsidR="00843586">
        <w:rPr>
          <w:rFonts w:ascii="Times New Roman" w:hAnsi="Times New Roman"/>
          <w:sz w:val="22"/>
          <w:szCs w:val="22"/>
        </w:rPr>
        <w:t>ans objet.</w:t>
      </w:r>
    </w:p>
    <w:p w14:paraId="6369AAE8" w14:textId="3AC6304B" w:rsidR="008C7492" w:rsidRDefault="008C7492" w:rsidP="00090BBC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</w:p>
    <w:p w14:paraId="1DACAF56" w14:textId="77777777" w:rsidR="008C7492" w:rsidRDefault="008C7492" w:rsidP="008C7492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</w:rPr>
        <w:t xml:space="preserve">VI – </w:t>
      </w:r>
      <w:r>
        <w:rPr>
          <w:rFonts w:ascii="Times New Roman" w:hAnsi="Times New Roman"/>
          <w:b/>
          <w:bCs/>
          <w:u w:val="single"/>
        </w:rPr>
        <w:t>Responsables physiques de la vérification et de la signature des actes de sous-traitance:</w:t>
      </w:r>
    </w:p>
    <w:p w14:paraId="04CF4598" w14:textId="77777777" w:rsidR="008C7492" w:rsidRDefault="008C7492" w:rsidP="008C7492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Dans le cadre de la mise en place de la dématérialisation des actes de sous-traitance, la personne physique responsable de la gestion, la vérification et la signature de ses actes pour le titulaire est : </w:t>
      </w:r>
    </w:p>
    <w:p w14:paraId="1EAD9969" w14:textId="77777777" w:rsidR="008C7492" w:rsidRDefault="008C7492" w:rsidP="008C7492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8C7492" w14:paraId="5BF75B2E" w14:textId="77777777" w:rsidTr="008C7492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305AC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45D57A0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C7492" w14:paraId="1395A8E6" w14:textId="77777777" w:rsidTr="008C7492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1ED8C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CB2D4AD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C7492" w14:paraId="43E6CEEB" w14:textId="77777777" w:rsidTr="008C7492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D2DEF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0581460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265BE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2D5ECB5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C7492" w14:paraId="0E976C1B" w14:textId="77777777" w:rsidTr="008C7492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CEE2F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76A2844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621B1283" w14:textId="77777777" w:rsidR="008C7492" w:rsidRDefault="008C7492" w:rsidP="008C7492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</w:p>
    <w:p w14:paraId="43A2091A" w14:textId="77777777" w:rsidR="008C7492" w:rsidRDefault="008C7492" w:rsidP="008C7492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En cas d’absence du responsable, sa suppléance est assurée par 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8C7492" w14:paraId="7FDAA0AE" w14:textId="77777777" w:rsidTr="008C7492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3F84C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C994AE2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C7492" w14:paraId="742DB78E" w14:textId="77777777" w:rsidTr="008C7492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33896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Fonction 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0AE9241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C7492" w14:paraId="0CE895D4" w14:textId="77777777" w:rsidTr="008C7492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7B634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C45A6DC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F01B6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B91A15F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8C7492" w14:paraId="61DAC30C" w14:textId="77777777" w:rsidTr="008C7492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89119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67356EF" w14:textId="77777777" w:rsidR="008C7492" w:rsidRDefault="008C7492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2079945A" w14:textId="77777777" w:rsidR="008C7492" w:rsidRDefault="008C7492" w:rsidP="008C7492">
      <w:pPr>
        <w:spacing w:after="0" w:line="240" w:lineRule="auto"/>
        <w:rPr>
          <w:rFonts w:ascii="Times New Roman" w:hAnsi="Times New Roman"/>
        </w:rPr>
      </w:pPr>
    </w:p>
    <w:p w14:paraId="60377A6C" w14:textId="4D5CFA9E" w:rsidR="008C7492" w:rsidRPr="00090BBC" w:rsidRDefault="008C7492" w:rsidP="00090BBC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bookmarkStart w:id="14" w:name="_GoBack"/>
      <w:bookmarkEnd w:id="14"/>
    </w:p>
    <w:p w14:paraId="17F93ADB" w14:textId="23C6F537" w:rsidR="00090BBC" w:rsidRDefault="00090BBC" w:rsidP="00090BBC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 </w:t>
      </w:r>
    </w:p>
    <w:p w14:paraId="22B9FF7F" w14:textId="77777777" w:rsidR="00843586" w:rsidRPr="00090BBC" w:rsidRDefault="00843586" w:rsidP="00090BBC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</w:p>
    <w:p w14:paraId="5FF303AB" w14:textId="0348B94C" w:rsidR="007D0D63" w:rsidRDefault="007D0D63" w:rsidP="0080348A">
      <w:pPr>
        <w:ind w:left="567" w:right="-144"/>
        <w:jc w:val="both"/>
        <w:rPr>
          <w:rFonts w:ascii="Times New Roman" w:hAnsi="Times New Roman"/>
        </w:rPr>
      </w:pPr>
    </w:p>
    <w:p w14:paraId="08E0A006" w14:textId="77777777" w:rsidR="00C223A1" w:rsidRPr="00712698" w:rsidRDefault="007D0D63" w:rsidP="007D0D63">
      <w:pPr>
        <w:ind w:right="-144"/>
        <w:jc w:val="both"/>
        <w:rPr>
          <w:rFonts w:ascii="Times New Roman" w:hAnsi="Times New Roman"/>
        </w:rPr>
      </w:pPr>
      <w:r w:rsidRPr="00712698">
        <w:rPr>
          <w:rFonts w:ascii="Times New Roman" w:hAnsi="Times New Roman"/>
        </w:rPr>
        <w:tab/>
      </w:r>
    </w:p>
    <w:p w14:paraId="2C67C50C" w14:textId="77777777" w:rsidR="00C223A1" w:rsidRPr="00712698" w:rsidRDefault="00C223A1">
      <w:pPr>
        <w:spacing w:after="0" w:line="240" w:lineRule="auto"/>
        <w:rPr>
          <w:rFonts w:ascii="Times New Roman" w:hAnsi="Times New Roman"/>
        </w:rPr>
      </w:pPr>
      <w:r w:rsidRPr="00712698">
        <w:rPr>
          <w:rFonts w:ascii="Times New Roman" w:hAnsi="Times New Roman"/>
        </w:rPr>
        <w:br w:type="page"/>
      </w:r>
    </w:p>
    <w:p w14:paraId="23FF200C" w14:textId="77777777" w:rsidR="0080348A" w:rsidRPr="00712698" w:rsidRDefault="0080348A" w:rsidP="007D0D63">
      <w:pPr>
        <w:ind w:right="-144"/>
        <w:jc w:val="both"/>
        <w:rPr>
          <w:rFonts w:ascii="Times New Roman" w:hAnsi="Times New Roman"/>
        </w:rPr>
      </w:pPr>
    </w:p>
    <w:tbl>
      <w:tblPr>
        <w:tblW w:w="992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2"/>
      </w:tblGrid>
      <w:tr w:rsidR="004C3F20" w:rsidRPr="00712698" w14:paraId="156F4298" w14:textId="77777777" w:rsidTr="00AC21DD">
        <w:tc>
          <w:tcPr>
            <w:tcW w:w="9922" w:type="dxa"/>
          </w:tcPr>
          <w:p w14:paraId="0D7D392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806BAB4" w14:textId="77777777" w:rsidR="004C3F20" w:rsidRPr="00712698" w:rsidRDefault="004C3F20" w:rsidP="00AC21DD">
            <w:pPr>
              <w:pStyle w:val="Corpsdetexte"/>
              <w:ind w:left="426"/>
              <w:rPr>
                <w:i/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 xml:space="preserve">Fait en 1 seul original               </w:t>
            </w:r>
            <w:r w:rsidRPr="00712698">
              <w:rPr>
                <w:i/>
                <w:sz w:val="22"/>
                <w:szCs w:val="22"/>
                <w:lang w:val="fr-FR"/>
              </w:rPr>
              <w:t xml:space="preserve">(signature et cachet de l’entrepreneur </w:t>
            </w:r>
            <w:r w:rsidRPr="00712698">
              <w:rPr>
                <w:i/>
                <w:noProof/>
                <w:sz w:val="22"/>
                <w:szCs w:val="22"/>
                <w:lang w:val="fr-FR"/>
              </w:rPr>
              <w:t xml:space="preserve"> dûment habilité</w:t>
            </w:r>
            <w:r w:rsidRPr="00712698">
              <w:rPr>
                <w:i/>
                <w:sz w:val="22"/>
                <w:szCs w:val="22"/>
                <w:lang w:val="fr-FR"/>
              </w:rPr>
              <w:t>)</w:t>
            </w:r>
          </w:p>
          <w:p w14:paraId="553558F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i/>
                <w:noProof/>
                <w:sz w:val="22"/>
                <w:szCs w:val="22"/>
                <w:lang w:val="fr-FR"/>
              </w:rPr>
              <w:t>Porter la mention manuscrite Lu et approuvé</w:t>
            </w:r>
          </w:p>
          <w:p w14:paraId="7AA1EF50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>A                         le</w:t>
            </w:r>
          </w:p>
          <w:p w14:paraId="3166C12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E0BEC9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A7F983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BFF8DDC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25F211E2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2A4C03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C223A1" w:rsidRPr="00712698" w14:paraId="57E5A19D" w14:textId="77777777" w:rsidTr="00AC21DD">
        <w:tc>
          <w:tcPr>
            <w:tcW w:w="9922" w:type="dxa"/>
            <w:tcBorders>
              <w:bottom w:val="single" w:sz="4" w:space="0" w:color="auto"/>
            </w:tcBorders>
          </w:tcPr>
          <w:p w14:paraId="685A8CAB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  <w:r w:rsidRPr="00712698">
              <w:rPr>
                <w:rFonts w:ascii="Times New Roman" w:eastAsia="Times New Roman" w:hAnsi="Times New Roman"/>
                <w:lang w:eastAsia="fr-FR"/>
              </w:rPr>
              <w:t xml:space="preserve">       Visa du contrôleur budgétaire et comptable du ministère</w:t>
            </w:r>
            <w:r w:rsidR="00106F69">
              <w:rPr>
                <w:rFonts w:ascii="Times New Roman" w:eastAsia="Times New Roman" w:hAnsi="Times New Roman"/>
                <w:lang w:eastAsia="fr-FR"/>
              </w:rPr>
              <w:t xml:space="preserve"> </w:t>
            </w:r>
            <w:r w:rsidR="00106F69" w:rsidRPr="00106F69">
              <w:rPr>
                <w:rFonts w:ascii="Times New Roman" w:eastAsia="Times New Roman" w:hAnsi="Times New Roman"/>
                <w:lang w:eastAsia="fr-FR"/>
              </w:rPr>
              <w:t>des armées</w:t>
            </w:r>
            <w:r w:rsidRPr="00712698">
              <w:rPr>
                <w:rFonts w:ascii="Times New Roman" w:eastAsia="Times New Roman" w:hAnsi="Times New Roman"/>
                <w:lang w:eastAsia="fr-FR"/>
              </w:rPr>
              <w:t xml:space="preserve"> </w:t>
            </w:r>
          </w:p>
          <w:p w14:paraId="74D378F3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6FD3F3A4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3136D40A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1F71480B" w14:textId="77777777" w:rsidR="00C223A1" w:rsidRPr="00712698" w:rsidRDefault="00C223A1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4C3F20" w:rsidRPr="00712698" w14:paraId="7DE82435" w14:textId="77777777" w:rsidTr="00AC21DD">
        <w:tc>
          <w:tcPr>
            <w:tcW w:w="9922" w:type="dxa"/>
            <w:tcBorders>
              <w:bottom w:val="single" w:sz="4" w:space="0" w:color="auto"/>
            </w:tcBorders>
          </w:tcPr>
          <w:p w14:paraId="1F75F926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 xml:space="preserve">Est acceptée l’offre pour valoir acte d’engagement                </w:t>
            </w:r>
          </w:p>
          <w:p w14:paraId="0BE3FCFA" w14:textId="77777777" w:rsidR="004C3F20" w:rsidRPr="00712698" w:rsidRDefault="004C3F20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  <w:r w:rsidRPr="00712698">
              <w:rPr>
                <w:bCs/>
                <w:sz w:val="22"/>
                <w:szCs w:val="22"/>
                <w:lang w:val="fr-FR"/>
              </w:rPr>
              <w:t xml:space="preserve">Personne habilitée à la conclusion du marché </w:t>
            </w:r>
          </w:p>
          <w:p w14:paraId="446CB1F3" w14:textId="77777777" w:rsidR="00C223A1" w:rsidRPr="00712698" w:rsidRDefault="00C223A1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18F39AC9" w14:textId="77777777" w:rsidR="004C3F20" w:rsidRPr="00712698" w:rsidRDefault="004C3F20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5485CCE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>A                                   , le</w:t>
            </w:r>
          </w:p>
          <w:p w14:paraId="2C11FF53" w14:textId="6076B992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>Le représentant du pouvoir adjudicateur :</w:t>
            </w:r>
          </w:p>
          <w:p w14:paraId="497CEB58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85D60C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1570CB6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38F681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F9979F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</w:tbl>
    <w:p w14:paraId="61517F5E" w14:textId="619642E4" w:rsidR="00FD27A9" w:rsidRDefault="00FD27A9" w:rsidP="004C3F20">
      <w:pPr>
        <w:jc w:val="center"/>
        <w:rPr>
          <w:rFonts w:ascii="Times New Roman" w:hAnsi="Times New Roman"/>
        </w:rPr>
      </w:pPr>
    </w:p>
    <w:p w14:paraId="5C910B8E" w14:textId="77777777" w:rsidR="00FD27A9" w:rsidRDefault="00FD27A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6F34C36D" w14:textId="3F2B0538" w:rsidR="00FD27A9" w:rsidRPr="00EA0816" w:rsidRDefault="00FD27A9" w:rsidP="00FD27A9">
      <w:pPr>
        <w:jc w:val="center"/>
        <w:rPr>
          <w:b/>
          <w:sz w:val="28"/>
          <w:szCs w:val="28"/>
          <w:u w:val="single"/>
        </w:rPr>
      </w:pPr>
      <w:r w:rsidRPr="00EA0816">
        <w:rPr>
          <w:b/>
          <w:sz w:val="28"/>
          <w:szCs w:val="28"/>
          <w:u w:val="single"/>
        </w:rPr>
        <w:lastRenderedPageBreak/>
        <w:t xml:space="preserve">Annexe 1 : responsable physique du marché (et suppléant) cf </w:t>
      </w:r>
      <w:r w:rsidRPr="00880C30">
        <w:rPr>
          <w:b/>
          <w:sz w:val="28"/>
          <w:szCs w:val="28"/>
          <w:u w:val="single"/>
        </w:rPr>
        <w:t xml:space="preserve">article </w:t>
      </w:r>
      <w:r w:rsidR="00880C30" w:rsidRPr="00880C30">
        <w:rPr>
          <w:b/>
          <w:sz w:val="28"/>
          <w:szCs w:val="28"/>
          <w:u w:val="single"/>
        </w:rPr>
        <w:t>4</w:t>
      </w:r>
      <w:r w:rsidRPr="00880C30">
        <w:rPr>
          <w:b/>
          <w:sz w:val="28"/>
          <w:szCs w:val="28"/>
          <w:u w:val="single"/>
        </w:rPr>
        <w:t>.</w:t>
      </w:r>
      <w:r w:rsidR="00880C30" w:rsidRPr="00880C30">
        <w:rPr>
          <w:b/>
          <w:sz w:val="28"/>
          <w:szCs w:val="28"/>
          <w:u w:val="single"/>
        </w:rPr>
        <w:t>1</w:t>
      </w:r>
      <w:r w:rsidRPr="00880C30">
        <w:rPr>
          <w:b/>
          <w:sz w:val="28"/>
          <w:szCs w:val="28"/>
          <w:u w:val="single"/>
        </w:rPr>
        <w:t xml:space="preserve"> du CCAP</w:t>
      </w:r>
    </w:p>
    <w:p w14:paraId="563A2F92" w14:textId="77777777" w:rsidR="00FD27A9" w:rsidRPr="00EA0816" w:rsidRDefault="00FD27A9" w:rsidP="00FD27A9">
      <w:pPr>
        <w:spacing w:after="0"/>
        <w:jc w:val="center"/>
        <w:rPr>
          <w:sz w:val="28"/>
          <w:szCs w:val="28"/>
          <w:u w:val="single"/>
        </w:rPr>
      </w:pPr>
    </w:p>
    <w:p w14:paraId="113FE15D" w14:textId="77777777" w:rsidR="00FD27A9" w:rsidRPr="00EA0816" w:rsidRDefault="00FD27A9" w:rsidP="00FD27A9">
      <w:pPr>
        <w:autoSpaceDE w:val="0"/>
        <w:autoSpaceDN w:val="0"/>
        <w:adjustRightInd w:val="0"/>
        <w:spacing w:after="0"/>
        <w:jc w:val="both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Pour les personnels désignés ci-dessous, le CV sera joint à la candidature.</w:t>
      </w:r>
    </w:p>
    <w:p w14:paraId="5AB560C9" w14:textId="77777777" w:rsidR="00FD27A9" w:rsidRPr="00EA0816" w:rsidRDefault="00FD27A9" w:rsidP="00FD27A9">
      <w:pPr>
        <w:spacing w:after="0"/>
        <w:jc w:val="center"/>
        <w:rPr>
          <w:sz w:val="28"/>
          <w:szCs w:val="28"/>
          <w:u w:val="single"/>
        </w:rPr>
      </w:pPr>
    </w:p>
    <w:p w14:paraId="7B4EDB1A" w14:textId="77777777" w:rsidR="00FD27A9" w:rsidRPr="00EA0816" w:rsidRDefault="00FD27A9" w:rsidP="00FD27A9">
      <w:pPr>
        <w:spacing w:after="0"/>
        <w:rPr>
          <w:sz w:val="28"/>
          <w:szCs w:val="28"/>
          <w:u w:val="single"/>
        </w:rPr>
      </w:pPr>
      <w:r w:rsidRPr="00EA0816">
        <w:rPr>
          <w:sz w:val="28"/>
          <w:szCs w:val="28"/>
          <w:u w:val="single"/>
        </w:rPr>
        <w:t xml:space="preserve">I – Coordonnées du responsable physique du marché </w:t>
      </w:r>
    </w:p>
    <w:p w14:paraId="1B387DB7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613BA654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NOM :</w:t>
      </w:r>
    </w:p>
    <w:p w14:paraId="4868BDFB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754D1B60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PRENOM :</w:t>
      </w:r>
    </w:p>
    <w:p w14:paraId="2A201FDF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2D737A5D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Adresse mail :</w:t>
      </w:r>
    </w:p>
    <w:p w14:paraId="422A1F25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64F9B4B7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Adresse postale</w:t>
      </w:r>
    </w:p>
    <w:p w14:paraId="5A96CE5C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66777F41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N° de téléphone bureau :</w:t>
      </w:r>
    </w:p>
    <w:p w14:paraId="1159C6AB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3C2750BC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N° de téléphone portable :</w:t>
      </w:r>
    </w:p>
    <w:p w14:paraId="4B510221" w14:textId="77777777" w:rsidR="00FD27A9" w:rsidRPr="00EA0816" w:rsidRDefault="00FD27A9" w:rsidP="00FD27A9">
      <w:pPr>
        <w:spacing w:after="0"/>
        <w:rPr>
          <w:b/>
          <w:sz w:val="28"/>
          <w:szCs w:val="28"/>
        </w:rPr>
      </w:pPr>
    </w:p>
    <w:p w14:paraId="7DCB90EA" w14:textId="77777777" w:rsidR="00FD27A9" w:rsidRPr="00EA0816" w:rsidRDefault="00FD27A9" w:rsidP="00FD27A9">
      <w:pPr>
        <w:spacing w:after="0"/>
        <w:rPr>
          <w:sz w:val="28"/>
          <w:szCs w:val="28"/>
          <w:u w:val="single"/>
        </w:rPr>
      </w:pPr>
      <w:r w:rsidRPr="00EA0816">
        <w:rPr>
          <w:sz w:val="28"/>
          <w:szCs w:val="28"/>
          <w:u w:val="single"/>
        </w:rPr>
        <w:t>Coordonnées du responsable physique du marché par suppléance</w:t>
      </w:r>
    </w:p>
    <w:p w14:paraId="0583548D" w14:textId="77777777" w:rsidR="00FD27A9" w:rsidRPr="00EA0816" w:rsidRDefault="00FD27A9" w:rsidP="00FD27A9">
      <w:pPr>
        <w:spacing w:after="0"/>
        <w:rPr>
          <w:sz w:val="28"/>
          <w:szCs w:val="28"/>
          <w:u w:val="single"/>
        </w:rPr>
      </w:pPr>
    </w:p>
    <w:p w14:paraId="1A4F5C4C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NOM :</w:t>
      </w:r>
    </w:p>
    <w:p w14:paraId="7194967D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6C5E332B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PRENOM :</w:t>
      </w:r>
    </w:p>
    <w:p w14:paraId="74DDD8E7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7DD6FF7D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Adresse mail :</w:t>
      </w:r>
    </w:p>
    <w:p w14:paraId="3C145C11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741CC32D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Adresse postale</w:t>
      </w:r>
    </w:p>
    <w:p w14:paraId="0E788EBC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42087FAA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  <w:r w:rsidRPr="00EA0816">
        <w:rPr>
          <w:i/>
          <w:sz w:val="28"/>
          <w:szCs w:val="28"/>
        </w:rPr>
        <w:t>N° de téléphone bureau :</w:t>
      </w:r>
    </w:p>
    <w:p w14:paraId="5B166D87" w14:textId="77777777" w:rsidR="00FD27A9" w:rsidRPr="00EA0816" w:rsidRDefault="00FD27A9" w:rsidP="00FD27A9">
      <w:pPr>
        <w:spacing w:after="0"/>
        <w:rPr>
          <w:i/>
          <w:sz w:val="28"/>
          <w:szCs w:val="28"/>
        </w:rPr>
      </w:pPr>
    </w:p>
    <w:p w14:paraId="0674CCE8" w14:textId="77777777" w:rsidR="00FD27A9" w:rsidRPr="00EA0816" w:rsidRDefault="00FD27A9" w:rsidP="00FD27A9">
      <w:pPr>
        <w:spacing w:after="0"/>
        <w:rPr>
          <w:sz w:val="28"/>
          <w:szCs w:val="28"/>
          <w:u w:val="single"/>
        </w:rPr>
      </w:pPr>
      <w:r w:rsidRPr="00EA0816">
        <w:rPr>
          <w:i/>
          <w:sz w:val="28"/>
          <w:szCs w:val="28"/>
        </w:rPr>
        <w:t>N° de téléphone portable :</w:t>
      </w:r>
    </w:p>
    <w:p w14:paraId="45A838C2" w14:textId="77777777" w:rsidR="00F621FE" w:rsidRPr="00712698" w:rsidRDefault="00F621FE" w:rsidP="004C3F20">
      <w:pPr>
        <w:jc w:val="center"/>
        <w:rPr>
          <w:rFonts w:ascii="Times New Roman" w:hAnsi="Times New Roman"/>
        </w:rPr>
      </w:pPr>
    </w:p>
    <w:sectPr w:rsidR="00F621FE" w:rsidRPr="00712698" w:rsidSect="003E355F">
      <w:headerReference w:type="default" r:id="rId53"/>
      <w:footerReference w:type="default" r:id="rId54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6AD7E" w14:textId="77777777" w:rsidR="00373163" w:rsidRDefault="00373163" w:rsidP="004C3F20">
      <w:pPr>
        <w:spacing w:after="0" w:line="240" w:lineRule="auto"/>
      </w:pPr>
      <w:r>
        <w:separator/>
      </w:r>
    </w:p>
  </w:endnote>
  <w:endnote w:type="continuationSeparator" w:id="0">
    <w:p w14:paraId="48B974E0" w14:textId="77777777" w:rsidR="00373163" w:rsidRDefault="00373163" w:rsidP="004C3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2A859" w14:textId="77777777" w:rsidR="00056974" w:rsidRDefault="00056974">
    <w:pPr>
      <w:pStyle w:val="Pieddepage"/>
      <w:jc w:val="center"/>
    </w:pPr>
  </w:p>
  <w:p w14:paraId="32CF3A2D" w14:textId="6481E713" w:rsidR="00373163" w:rsidRDefault="00373163">
    <w:pPr>
      <w:pStyle w:val="Pieddepage"/>
      <w:jc w:val="center"/>
    </w:pPr>
    <w:r>
      <w:t xml:space="preserve">AE - </w:t>
    </w:r>
    <w:sdt>
      <w:sdtPr>
        <w:id w:val="-1072431754"/>
        <w:docPartObj>
          <w:docPartGallery w:val="Page Numbers (Bottom of Page)"/>
          <w:docPartUnique/>
        </w:docPartObj>
      </w:sdtPr>
      <w:sdtEndPr/>
      <w:sdtContent>
        <w:sdt>
          <w:sdtPr>
            <w:id w:val="150645337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C7492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C7492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2F7950E" w14:textId="77777777" w:rsidR="00373163" w:rsidRDefault="0037316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98413" w14:textId="77777777" w:rsidR="00373163" w:rsidRDefault="00373163" w:rsidP="004C3F20">
      <w:pPr>
        <w:spacing w:after="0" w:line="240" w:lineRule="auto"/>
      </w:pPr>
      <w:r>
        <w:separator/>
      </w:r>
    </w:p>
  </w:footnote>
  <w:footnote w:type="continuationSeparator" w:id="0">
    <w:p w14:paraId="13BBEB86" w14:textId="77777777" w:rsidR="00373163" w:rsidRDefault="00373163" w:rsidP="004C3F20">
      <w:pPr>
        <w:spacing w:after="0" w:line="240" w:lineRule="auto"/>
      </w:pPr>
      <w:r>
        <w:continuationSeparator/>
      </w:r>
    </w:p>
  </w:footnote>
  <w:footnote w:id="1">
    <w:p w14:paraId="5578B56E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Les entreprises étrangères indiquent, s'il en existe un, leur numéro d'inscription dans le registre public concerné.</w:t>
      </w:r>
    </w:p>
  </w:footnote>
  <w:footnote w:id="2">
    <w:p w14:paraId="12D531B4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3">
    <w:p w14:paraId="17E079B8" w14:textId="77777777" w:rsidR="00373163" w:rsidRDefault="00373163" w:rsidP="00787389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19AA4B95" w14:textId="77777777" w:rsidR="00373163" w:rsidRDefault="00373163" w:rsidP="00787389">
      <w:pPr>
        <w:pStyle w:val="Notedebasdepage"/>
        <w:jc w:val="both"/>
        <w:rPr>
          <w:u w:val="single"/>
          <w:lang w:eastAsia="ar-SA"/>
        </w:rPr>
      </w:pPr>
      <w:r>
        <w:rPr>
          <w:sz w:val="18"/>
          <w:szCs w:val="18"/>
          <w:lang w:eastAsia="ar-SA"/>
        </w:rPr>
        <w:t xml:space="preserve">     </w:t>
      </w:r>
      <w:r>
        <w:rPr>
          <w:sz w:val="18"/>
          <w:szCs w:val="18"/>
          <w:u w:val="single"/>
          <w:lang w:eastAsia="ar-SA"/>
        </w:rPr>
        <w:t>personnalité morale, le représentant légal du siège de l’entreprise doit fournir le pouvoir habilitant l’établissement à réaliser les prestations faisant l’objet du présent marché</w:t>
      </w:r>
      <w:r>
        <w:rPr>
          <w:u w:val="single"/>
          <w:lang w:eastAsia="ar-SA"/>
        </w:rPr>
        <w:t>.</w:t>
      </w:r>
    </w:p>
  </w:footnote>
  <w:footnote w:id="4">
    <w:p w14:paraId="35224E66" w14:textId="77777777" w:rsidR="00373163" w:rsidRDefault="00373163" w:rsidP="00FC313D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sz w:val="18"/>
          <w:szCs w:val="18"/>
          <w:lang w:eastAsia="ar-SA"/>
        </w:rPr>
        <w:t xml:space="preserve"> - </w:t>
      </w:r>
      <w:r>
        <w:rPr>
          <w:sz w:val="18"/>
          <w:szCs w:val="18"/>
          <w:lang w:eastAsia="ar-SA"/>
        </w:rPr>
        <w:t>Le candidat indique la forme du groupement en cochant la case correspondante.</w:t>
      </w:r>
    </w:p>
  </w:footnote>
  <w:footnote w:id="5">
    <w:p w14:paraId="00266C89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6">
    <w:p w14:paraId="5D1E7033" w14:textId="77777777" w:rsidR="00373163" w:rsidRDefault="00373163" w:rsidP="001D7F67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7">
    <w:p w14:paraId="73C349B7" w14:textId="77777777" w:rsidR="00373163" w:rsidRDefault="00373163" w:rsidP="006D4689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25EFDD01" w14:textId="77777777" w:rsidR="00373163" w:rsidRDefault="00373163" w:rsidP="006D4689">
      <w:pPr>
        <w:pStyle w:val="Notedebasdepage"/>
        <w:jc w:val="both"/>
        <w:rPr>
          <w:szCs w:val="16"/>
          <w:u w:val="single"/>
          <w:lang w:eastAsia="ar-SA"/>
        </w:rPr>
      </w:pPr>
      <w:r>
        <w:rPr>
          <w:sz w:val="18"/>
          <w:szCs w:val="18"/>
          <w:lang w:eastAsia="ar-SA"/>
        </w:rPr>
        <w:t xml:space="preserve">     </w:t>
      </w:r>
      <w:r>
        <w:rPr>
          <w:sz w:val="18"/>
          <w:szCs w:val="18"/>
          <w:u w:val="single"/>
          <w:lang w:eastAsia="ar-SA"/>
        </w:rPr>
        <w:t>personnalité morale, le représentant légal du siège de l’entreprise doit fournir le pouvoir habilitant l’établissement à réaliser les prestations faisant l’objet du présent marché</w:t>
      </w:r>
      <w:r>
        <w:rPr>
          <w:u w:val="single"/>
          <w:lang w:eastAsia="ar-SA"/>
        </w:rPr>
        <w:t>.</w:t>
      </w:r>
      <w:r>
        <w:rPr>
          <w:szCs w:val="16"/>
          <w:u w:val="single"/>
          <w:lang w:eastAsia="ar-SA"/>
        </w:rPr>
        <w:t xml:space="preserve"> </w:t>
      </w:r>
    </w:p>
  </w:footnote>
  <w:footnote w:id="8">
    <w:p w14:paraId="7DFE3C03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En cas de groupement composé de plus de deux co-traitants, l’identification exacte des autres co-traitants doit être annexée au</w:t>
      </w:r>
    </w:p>
    <w:p w14:paraId="1D513854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présent accord. </w:t>
      </w:r>
    </w:p>
  </w:footnote>
  <w:footnote w:id="9">
    <w:p w14:paraId="4FEA9E18" w14:textId="77777777" w:rsidR="00373163" w:rsidRDefault="00373163" w:rsidP="006D4689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10">
    <w:p w14:paraId="76BFE5AB" w14:textId="77777777" w:rsidR="00373163" w:rsidRDefault="00373163" w:rsidP="001D7F67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11">
    <w:p w14:paraId="3ADAC0FD" w14:textId="77777777" w:rsidR="00373163" w:rsidRDefault="00373163" w:rsidP="00787389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752A8B17" w14:textId="77777777" w:rsidR="00373163" w:rsidRDefault="00373163" w:rsidP="00787389">
      <w:pPr>
        <w:pStyle w:val="Notedebasdepage"/>
        <w:ind w:left="284" w:hanging="284"/>
        <w:jc w:val="both"/>
        <w:rPr>
          <w:rFonts w:ascii="Arial Narrow" w:hAnsi="Arial Narrow"/>
          <w:u w:val="single"/>
          <w:lang w:eastAsia="ar-SA"/>
        </w:rPr>
      </w:pPr>
      <w:r>
        <w:rPr>
          <w:sz w:val="18"/>
          <w:szCs w:val="18"/>
          <w:lang w:eastAsia="ar-SA"/>
        </w:rPr>
        <w:t xml:space="preserve">     </w:t>
      </w:r>
      <w:r>
        <w:rPr>
          <w:sz w:val="18"/>
          <w:szCs w:val="18"/>
          <w:u w:val="single"/>
          <w:lang w:eastAsia="ar-SA"/>
        </w:rPr>
        <w:t>personnalité morale, le représentant légal du siège de l’entreprise doit fournir le pouvoir habilitant l’établissement à réaliser les prestations faisant l’objet du présent marché</w:t>
      </w:r>
      <w:r>
        <w:rPr>
          <w:u w:val="single"/>
          <w:lang w:eastAsia="ar-SA"/>
        </w:rPr>
        <w:t>.</w:t>
      </w:r>
    </w:p>
  </w:footnote>
  <w:footnote w:id="12">
    <w:p w14:paraId="7C26E1BF" w14:textId="77777777" w:rsidR="00373163" w:rsidRPr="00D97AAC" w:rsidRDefault="00373163" w:rsidP="00D97AAC">
      <w:pPr>
        <w:autoSpaceDE w:val="0"/>
        <w:autoSpaceDN w:val="0"/>
        <w:adjustRightInd w:val="0"/>
        <w:rPr>
          <w:rFonts w:ascii="Times New Roman" w:hAnsi="Times New Roman"/>
          <w:bCs/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D97AAC">
        <w:rPr>
          <w:rFonts w:ascii="Times New Roman" w:hAnsi="Times New Roman"/>
          <w:bCs/>
          <w:sz w:val="16"/>
          <w:szCs w:val="16"/>
        </w:rPr>
        <w:t>PSE = prestation supplémentaire éventuelle</w:t>
      </w:r>
    </w:p>
  </w:footnote>
  <w:footnote w:id="13">
    <w:p w14:paraId="7AAF47E8" w14:textId="77777777" w:rsidR="00373163" w:rsidRDefault="00373163" w:rsidP="0061781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934D4">
        <w:rPr>
          <w:sz w:val="18"/>
          <w:szCs w:val="18"/>
        </w:rPr>
        <w:t>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45495" w14:textId="71EED4C4" w:rsidR="00373163" w:rsidRDefault="00DB0D66" w:rsidP="00185ABE">
    <w:pPr>
      <w:pStyle w:val="En-tte"/>
      <w:jc w:val="right"/>
    </w:pPr>
    <w:r>
      <w:t xml:space="preserve">ESID </w:t>
    </w:r>
    <w:r w:rsidR="00880C30">
      <w:t>24 260</w:t>
    </w:r>
  </w:p>
  <w:p w14:paraId="65ADB7BC" w14:textId="77777777" w:rsidR="00373163" w:rsidRDefault="0037316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3861EB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764527"/>
    <w:multiLevelType w:val="hybridMultilevel"/>
    <w:tmpl w:val="16FC0CE4"/>
    <w:lvl w:ilvl="0" w:tplc="975C2934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3736"/>
    <w:multiLevelType w:val="hybridMultilevel"/>
    <w:tmpl w:val="E72E95CC"/>
    <w:lvl w:ilvl="0" w:tplc="229037BE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8B752BE"/>
    <w:multiLevelType w:val="hybridMultilevel"/>
    <w:tmpl w:val="112C0374"/>
    <w:lvl w:ilvl="0" w:tplc="A552C1BE">
      <w:start w:val="2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954"/>
    <w:rsid w:val="00056974"/>
    <w:rsid w:val="000769EF"/>
    <w:rsid w:val="00083493"/>
    <w:rsid w:val="00090BBC"/>
    <w:rsid w:val="000A6A2A"/>
    <w:rsid w:val="000E7954"/>
    <w:rsid w:val="000F40DA"/>
    <w:rsid w:val="00104226"/>
    <w:rsid w:val="00106F69"/>
    <w:rsid w:val="001134EB"/>
    <w:rsid w:val="00120846"/>
    <w:rsid w:val="00121D26"/>
    <w:rsid w:val="00142D85"/>
    <w:rsid w:val="00143086"/>
    <w:rsid w:val="00151A61"/>
    <w:rsid w:val="001663E2"/>
    <w:rsid w:val="00181703"/>
    <w:rsid w:val="00185ABE"/>
    <w:rsid w:val="001939C0"/>
    <w:rsid w:val="001B4DC6"/>
    <w:rsid w:val="001D724D"/>
    <w:rsid w:val="001D7F67"/>
    <w:rsid w:val="001F0851"/>
    <w:rsid w:val="00245B5B"/>
    <w:rsid w:val="002466B2"/>
    <w:rsid w:val="00283C5A"/>
    <w:rsid w:val="00292262"/>
    <w:rsid w:val="002B118A"/>
    <w:rsid w:val="002B1B72"/>
    <w:rsid w:val="002C24AF"/>
    <w:rsid w:val="00307959"/>
    <w:rsid w:val="0031795E"/>
    <w:rsid w:val="0035307F"/>
    <w:rsid w:val="00373163"/>
    <w:rsid w:val="0038608E"/>
    <w:rsid w:val="00392AA8"/>
    <w:rsid w:val="003B2321"/>
    <w:rsid w:val="003C579A"/>
    <w:rsid w:val="003E355F"/>
    <w:rsid w:val="00406F02"/>
    <w:rsid w:val="004404F1"/>
    <w:rsid w:val="004B7039"/>
    <w:rsid w:val="004C3F20"/>
    <w:rsid w:val="004D3B85"/>
    <w:rsid w:val="004E1A38"/>
    <w:rsid w:val="00501E0C"/>
    <w:rsid w:val="0054482A"/>
    <w:rsid w:val="005736A9"/>
    <w:rsid w:val="00594FC6"/>
    <w:rsid w:val="005A60FB"/>
    <w:rsid w:val="005B5ED4"/>
    <w:rsid w:val="005D1AC2"/>
    <w:rsid w:val="0061373D"/>
    <w:rsid w:val="0061781D"/>
    <w:rsid w:val="00626F9F"/>
    <w:rsid w:val="00654FB7"/>
    <w:rsid w:val="0065626F"/>
    <w:rsid w:val="00673049"/>
    <w:rsid w:val="00677F3C"/>
    <w:rsid w:val="00695BD8"/>
    <w:rsid w:val="006C657D"/>
    <w:rsid w:val="006D4382"/>
    <w:rsid w:val="006D4689"/>
    <w:rsid w:val="006D5E9D"/>
    <w:rsid w:val="006E4128"/>
    <w:rsid w:val="00701822"/>
    <w:rsid w:val="00712698"/>
    <w:rsid w:val="00744E3F"/>
    <w:rsid w:val="00784134"/>
    <w:rsid w:val="007865A1"/>
    <w:rsid w:val="00787389"/>
    <w:rsid w:val="00787F34"/>
    <w:rsid w:val="007D0D63"/>
    <w:rsid w:val="00803221"/>
    <w:rsid w:val="0080348A"/>
    <w:rsid w:val="008104F7"/>
    <w:rsid w:val="00843586"/>
    <w:rsid w:val="00863280"/>
    <w:rsid w:val="00871385"/>
    <w:rsid w:val="00880C30"/>
    <w:rsid w:val="008924D0"/>
    <w:rsid w:val="00895246"/>
    <w:rsid w:val="008953C2"/>
    <w:rsid w:val="00895520"/>
    <w:rsid w:val="008A0A6C"/>
    <w:rsid w:val="008C7492"/>
    <w:rsid w:val="008D19EA"/>
    <w:rsid w:val="009276B6"/>
    <w:rsid w:val="00981B3A"/>
    <w:rsid w:val="009C1AFF"/>
    <w:rsid w:val="009D20C2"/>
    <w:rsid w:val="009E1A07"/>
    <w:rsid w:val="00A132C4"/>
    <w:rsid w:val="00A14085"/>
    <w:rsid w:val="00A15FD7"/>
    <w:rsid w:val="00A443F3"/>
    <w:rsid w:val="00A94139"/>
    <w:rsid w:val="00AA78CA"/>
    <w:rsid w:val="00AC21DD"/>
    <w:rsid w:val="00B00C11"/>
    <w:rsid w:val="00B7749F"/>
    <w:rsid w:val="00B80683"/>
    <w:rsid w:val="00B96E2D"/>
    <w:rsid w:val="00BC1BB8"/>
    <w:rsid w:val="00BD111F"/>
    <w:rsid w:val="00BE1F1B"/>
    <w:rsid w:val="00BE680E"/>
    <w:rsid w:val="00BF28ED"/>
    <w:rsid w:val="00BF3A69"/>
    <w:rsid w:val="00BF4056"/>
    <w:rsid w:val="00BF62CA"/>
    <w:rsid w:val="00C223A1"/>
    <w:rsid w:val="00C22C13"/>
    <w:rsid w:val="00C22D18"/>
    <w:rsid w:val="00C627CC"/>
    <w:rsid w:val="00C822B7"/>
    <w:rsid w:val="00C86CE5"/>
    <w:rsid w:val="00C95A65"/>
    <w:rsid w:val="00CE2A8A"/>
    <w:rsid w:val="00D03570"/>
    <w:rsid w:val="00D04078"/>
    <w:rsid w:val="00D2403E"/>
    <w:rsid w:val="00D2510C"/>
    <w:rsid w:val="00D47581"/>
    <w:rsid w:val="00D556A0"/>
    <w:rsid w:val="00D60FAF"/>
    <w:rsid w:val="00D86C7E"/>
    <w:rsid w:val="00D97AAC"/>
    <w:rsid w:val="00DB0D27"/>
    <w:rsid w:val="00DB0D66"/>
    <w:rsid w:val="00E63952"/>
    <w:rsid w:val="00E63C3B"/>
    <w:rsid w:val="00E93DCC"/>
    <w:rsid w:val="00EA64BE"/>
    <w:rsid w:val="00EC12E0"/>
    <w:rsid w:val="00EC5548"/>
    <w:rsid w:val="00EF09CE"/>
    <w:rsid w:val="00EF3E67"/>
    <w:rsid w:val="00EF6EB9"/>
    <w:rsid w:val="00F052DE"/>
    <w:rsid w:val="00F0547D"/>
    <w:rsid w:val="00F130D0"/>
    <w:rsid w:val="00F621FE"/>
    <w:rsid w:val="00F946CA"/>
    <w:rsid w:val="00FA3AC5"/>
    <w:rsid w:val="00FA485D"/>
    <w:rsid w:val="00FB4A26"/>
    <w:rsid w:val="00FC313D"/>
    <w:rsid w:val="00FD27A9"/>
    <w:rsid w:val="00FE2BCA"/>
    <w:rsid w:val="00FE4DC6"/>
    <w:rsid w:val="00FF029C"/>
    <w:rsid w:val="00FF0778"/>
    <w:rsid w:val="00FF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2E62D67"/>
  <w15:docId w15:val="{7629785B-D15E-44BF-B776-94DE6AAB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2D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AC21DD"/>
    <w:pPr>
      <w:keepNext/>
      <w:overflowPunct w:val="0"/>
      <w:autoSpaceDE w:val="0"/>
      <w:autoSpaceDN w:val="0"/>
      <w:adjustRightInd w:val="0"/>
      <w:spacing w:before="120" w:after="0" w:line="240" w:lineRule="auto"/>
      <w:ind w:left="-170"/>
      <w:jc w:val="both"/>
      <w:textAlignment w:val="baseline"/>
      <w:outlineLvl w:val="4"/>
    </w:pPr>
    <w:rPr>
      <w:rFonts w:ascii="Times New Roman" w:eastAsia="Times New Roman" w:hAnsi="Times New Roman"/>
      <w:b/>
      <w:i/>
      <w:smallCaps/>
      <w:noProof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4C3F20"/>
    <w:pPr>
      <w:spacing w:after="0" w:line="240" w:lineRule="auto"/>
      <w:jc w:val="center"/>
    </w:pPr>
    <w:rPr>
      <w:rFonts w:ascii="Tahoma" w:eastAsia="Times New Roman" w:hAnsi="Tahoma"/>
      <w:b/>
      <w:color w:val="000000"/>
      <w:sz w:val="32"/>
      <w:szCs w:val="20"/>
      <w:u w:val="single"/>
      <w:lang w:eastAsia="fr-FR"/>
    </w:rPr>
  </w:style>
  <w:style w:type="character" w:customStyle="1" w:styleId="TitreCar">
    <w:name w:val="Titre Car"/>
    <w:basedOn w:val="Policepardfaut"/>
    <w:link w:val="Titre"/>
    <w:rsid w:val="004C3F20"/>
    <w:rPr>
      <w:rFonts w:ascii="Tahoma" w:eastAsia="Times New Roman" w:hAnsi="Tahoma"/>
      <w:b/>
      <w:color w:val="000000"/>
      <w:sz w:val="32"/>
      <w:u w:val="single"/>
    </w:rPr>
  </w:style>
  <w:style w:type="paragraph" w:styleId="Corpsdetexte">
    <w:name w:val="Body Text"/>
    <w:basedOn w:val="Normal"/>
    <w:link w:val="CorpsdetexteCar"/>
    <w:rsid w:val="004C3F2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s-ES" w:eastAsia="fr-FR"/>
    </w:rPr>
  </w:style>
  <w:style w:type="character" w:customStyle="1" w:styleId="CorpsdetexteCar">
    <w:name w:val="Corps de texte Car"/>
    <w:basedOn w:val="Policepardfaut"/>
    <w:link w:val="Corpsdetexte"/>
    <w:rsid w:val="004C3F20"/>
    <w:rPr>
      <w:rFonts w:ascii="Times New Roman" w:eastAsia="Times New Roman" w:hAnsi="Times New Roman"/>
      <w:sz w:val="24"/>
      <w:lang w:val="es-ES"/>
    </w:rPr>
  </w:style>
  <w:style w:type="paragraph" w:styleId="Corpsdetexte3">
    <w:name w:val="Body Text 3"/>
    <w:basedOn w:val="Normal"/>
    <w:link w:val="Corpsdetexte3Car"/>
    <w:uiPriority w:val="99"/>
    <w:unhideWhenUsed/>
    <w:rsid w:val="004C3F2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4C3F20"/>
    <w:rPr>
      <w:sz w:val="16"/>
      <w:szCs w:val="16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C3F20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C3F20"/>
    <w:rPr>
      <w:sz w:val="22"/>
      <w:szCs w:val="22"/>
      <w:lang w:eastAsia="en-US"/>
    </w:rPr>
  </w:style>
  <w:style w:type="paragraph" w:styleId="Normalcentr">
    <w:name w:val="Block Text"/>
    <w:basedOn w:val="Normal"/>
    <w:rsid w:val="004C3F20"/>
    <w:pPr>
      <w:spacing w:after="0" w:line="240" w:lineRule="auto"/>
      <w:ind w:left="570" w:right="-286"/>
      <w:jc w:val="both"/>
    </w:pPr>
    <w:rPr>
      <w:rFonts w:ascii="Times New Roman" w:eastAsia="Times New Roman" w:hAnsi="Times New Roman"/>
      <w:szCs w:val="20"/>
      <w:lang w:eastAsia="fr-FR"/>
    </w:rPr>
  </w:style>
  <w:style w:type="character" w:styleId="Appelnotedebasdep">
    <w:name w:val="footnote reference"/>
    <w:semiHidden/>
    <w:rsid w:val="004C3F20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4C3F20"/>
    <w:pPr>
      <w:spacing w:after="0" w:line="240" w:lineRule="auto"/>
    </w:pPr>
    <w:rPr>
      <w:rFonts w:ascii="Times New Roman" w:eastAsia="Times New Roman" w:hAnsi="Times New Roman"/>
      <w:sz w:val="16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C3F20"/>
    <w:rPr>
      <w:rFonts w:ascii="Times New Roman" w:eastAsia="Times New Roman" w:hAnsi="Times New Roman"/>
      <w:sz w:val="16"/>
    </w:rPr>
  </w:style>
  <w:style w:type="character" w:customStyle="1" w:styleId="Titre5Car">
    <w:name w:val="Titre 5 Car"/>
    <w:basedOn w:val="Policepardfaut"/>
    <w:link w:val="Titre5"/>
    <w:rsid w:val="00AC21DD"/>
    <w:rPr>
      <w:rFonts w:ascii="Times New Roman" w:eastAsia="Times New Roman" w:hAnsi="Times New Roman"/>
      <w:b/>
      <w:i/>
      <w:smallCaps/>
      <w:noProof/>
      <w:sz w:val="24"/>
    </w:rPr>
  </w:style>
  <w:style w:type="paragraph" w:styleId="Index2">
    <w:name w:val="index 2"/>
    <w:basedOn w:val="Normal"/>
    <w:semiHidden/>
    <w:rsid w:val="00AC21DD"/>
    <w:pPr>
      <w:spacing w:after="0" w:line="240" w:lineRule="auto"/>
      <w:jc w:val="both"/>
    </w:pPr>
    <w:rPr>
      <w:rFonts w:ascii="Arial" w:eastAsia="Times New Roman" w:hAnsi="Arial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C21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C21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C21DD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21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21DD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2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1DD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617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5AB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5ABE"/>
    <w:rPr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D4689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D4689"/>
    <w:rPr>
      <w:sz w:val="22"/>
      <w:szCs w:val="2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6D468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6D4689"/>
    <w:rPr>
      <w:sz w:val="22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D468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6D4689"/>
    <w:rPr>
      <w:sz w:val="16"/>
      <w:szCs w:val="16"/>
      <w:lang w:eastAsia="en-US"/>
    </w:rPr>
  </w:style>
  <w:style w:type="character" w:customStyle="1" w:styleId="Caractredenotedebasdepage">
    <w:name w:val="Caractère de note de bas de page"/>
    <w:basedOn w:val="Policepardfaut"/>
    <w:rsid w:val="006D4689"/>
    <w:rPr>
      <w:position w:val="6"/>
      <w:sz w:val="18"/>
      <w:szCs w:val="18"/>
    </w:rPr>
  </w:style>
  <w:style w:type="paragraph" w:styleId="Retraitnormal">
    <w:name w:val="Normal Indent"/>
    <w:basedOn w:val="Normal"/>
    <w:semiHidden/>
    <w:rsid w:val="006D4689"/>
    <w:pPr>
      <w:suppressAutoHyphens/>
      <w:spacing w:after="0" w:line="240" w:lineRule="auto"/>
      <w:ind w:left="708"/>
    </w:pPr>
    <w:rPr>
      <w:rFonts w:ascii="Tms Rmn" w:eastAsia="Times New Roman" w:hAnsi="Tms Rmn"/>
      <w:sz w:val="24"/>
      <w:szCs w:val="24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142D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Retraitcorpsdetexte21">
    <w:name w:val="Retrait corps de texte 21"/>
    <w:basedOn w:val="Normal"/>
    <w:rsid w:val="00C95A65"/>
    <w:pPr>
      <w:spacing w:after="0" w:line="240" w:lineRule="auto"/>
      <w:ind w:firstLine="1418"/>
      <w:jc w:val="both"/>
    </w:pPr>
    <w:rPr>
      <w:rFonts w:ascii="Arial" w:eastAsia="Times New Roman" w:hAnsi="Arial" w:cs="Arial"/>
      <w:noProof/>
      <w:sz w:val="20"/>
      <w:szCs w:val="20"/>
      <w:lang w:eastAsia="fr-FR"/>
    </w:rPr>
  </w:style>
  <w:style w:type="paragraph" w:customStyle="1" w:styleId="Normal1">
    <w:name w:val="Normal1"/>
    <w:basedOn w:val="Normal"/>
    <w:rsid w:val="006C657D"/>
    <w:pPr>
      <w:spacing w:after="0" w:line="240" w:lineRule="auto"/>
      <w:ind w:firstLine="284"/>
      <w:jc w:val="both"/>
    </w:pPr>
    <w:rPr>
      <w:rFonts w:ascii="Times New Roman" w:eastAsiaTheme="minorHAnsi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D97AAC"/>
    <w:pPr>
      <w:ind w:left="720"/>
      <w:contextualSpacing/>
    </w:pPr>
  </w:style>
  <w:style w:type="paragraph" w:customStyle="1" w:styleId="name-article">
    <w:name w:val="name-article"/>
    <w:basedOn w:val="Normal"/>
    <w:rsid w:val="006D43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6D4382"/>
    <w:rPr>
      <w:color w:val="0000FF"/>
      <w:u w:val="single"/>
    </w:rPr>
  </w:style>
  <w:style w:type="paragraph" w:customStyle="1" w:styleId="Date1">
    <w:name w:val="Date1"/>
    <w:basedOn w:val="Normal"/>
    <w:rsid w:val="006D43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6D43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8C7492"/>
    <w:pPr>
      <w:numPr>
        <w:numId w:val="4"/>
      </w:numPr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control" Target="activeX/activeX4.xml"/><Relationship Id="rId26" Type="http://schemas.openxmlformats.org/officeDocument/2006/relationships/control" Target="activeX/activeX8.xml"/><Relationship Id="rId39" Type="http://schemas.openxmlformats.org/officeDocument/2006/relationships/control" Target="activeX/activeX17.xml"/><Relationship Id="rId21" Type="http://schemas.openxmlformats.org/officeDocument/2006/relationships/image" Target="media/image6.wmf"/><Relationship Id="rId34" Type="http://schemas.openxmlformats.org/officeDocument/2006/relationships/control" Target="activeX/activeX14.xml"/><Relationship Id="rId42" Type="http://schemas.openxmlformats.org/officeDocument/2006/relationships/control" Target="activeX/activeX19.xml"/><Relationship Id="rId47" Type="http://schemas.openxmlformats.org/officeDocument/2006/relationships/image" Target="media/image15.wmf"/><Relationship Id="rId50" Type="http://schemas.openxmlformats.org/officeDocument/2006/relationships/control" Target="activeX/activeX24.xml"/><Relationship Id="rId55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3.xml"/><Relationship Id="rId29" Type="http://schemas.openxmlformats.org/officeDocument/2006/relationships/control" Target="activeX/activeX10.xml"/><Relationship Id="rId11" Type="http://schemas.openxmlformats.org/officeDocument/2006/relationships/image" Target="media/image1.wmf"/><Relationship Id="rId24" Type="http://schemas.openxmlformats.org/officeDocument/2006/relationships/control" Target="activeX/activeX7.xml"/><Relationship Id="rId32" Type="http://schemas.openxmlformats.org/officeDocument/2006/relationships/control" Target="activeX/activeX13.xml"/><Relationship Id="rId37" Type="http://schemas.openxmlformats.org/officeDocument/2006/relationships/control" Target="activeX/activeX16.xml"/><Relationship Id="rId40" Type="http://schemas.openxmlformats.org/officeDocument/2006/relationships/image" Target="media/image13.wmf"/><Relationship Id="rId45" Type="http://schemas.openxmlformats.org/officeDocument/2006/relationships/image" Target="media/image14.wmf"/><Relationship Id="rId53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control" Target="activeX/activeX12.xml"/><Relationship Id="rId44" Type="http://schemas.openxmlformats.org/officeDocument/2006/relationships/control" Target="activeX/activeX21.xml"/><Relationship Id="rId52" Type="http://schemas.openxmlformats.org/officeDocument/2006/relationships/control" Target="activeX/activeX2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control" Target="activeX/activeX6.xml"/><Relationship Id="rId27" Type="http://schemas.openxmlformats.org/officeDocument/2006/relationships/image" Target="media/image9.wmf"/><Relationship Id="rId30" Type="http://schemas.openxmlformats.org/officeDocument/2006/relationships/control" Target="activeX/activeX11.xml"/><Relationship Id="rId35" Type="http://schemas.openxmlformats.org/officeDocument/2006/relationships/control" Target="activeX/activeX15.xml"/><Relationship Id="rId43" Type="http://schemas.openxmlformats.org/officeDocument/2006/relationships/control" Target="activeX/activeX20.xml"/><Relationship Id="rId48" Type="http://schemas.openxmlformats.org/officeDocument/2006/relationships/control" Target="activeX/activeX23.xml"/><Relationship Id="rId56" Type="http://schemas.openxmlformats.org/officeDocument/2006/relationships/theme" Target="theme/theme1.xml"/><Relationship Id="rId8" Type="http://schemas.openxmlformats.org/officeDocument/2006/relationships/webSettings" Target="webSettings.xml"/><Relationship Id="rId51" Type="http://schemas.openxmlformats.org/officeDocument/2006/relationships/image" Target="media/image17.wmf"/><Relationship Id="rId3" Type="http://schemas.openxmlformats.org/officeDocument/2006/relationships/customXml" Target="../customXml/item3.xml"/><Relationship Id="rId12" Type="http://schemas.openxmlformats.org/officeDocument/2006/relationships/control" Target="activeX/activeX1.xml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0.wmf"/><Relationship Id="rId38" Type="http://schemas.openxmlformats.org/officeDocument/2006/relationships/image" Target="media/image12.wmf"/><Relationship Id="rId46" Type="http://schemas.openxmlformats.org/officeDocument/2006/relationships/control" Target="activeX/activeX22.xml"/><Relationship Id="rId20" Type="http://schemas.openxmlformats.org/officeDocument/2006/relationships/control" Target="activeX/activeX5.xml"/><Relationship Id="rId41" Type="http://schemas.openxmlformats.org/officeDocument/2006/relationships/control" Target="activeX/activeX18.xml"/><Relationship Id="rId54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control" Target="activeX/activeX9.xml"/><Relationship Id="rId36" Type="http://schemas.openxmlformats.org/officeDocument/2006/relationships/image" Target="media/image11.wmf"/><Relationship Id="rId49" Type="http://schemas.openxmlformats.org/officeDocument/2006/relationships/image" Target="media/image1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tilisateurs\a.duclos\Documents\000_nouveaux%20models\CCP_march&#233;s%20de%20travaux\AE%20TVX_V2016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E36E2-D42F-4E54-8415-700F826C6419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2f2f77a-bc19-4145-99a9-a502f90bb138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EFDB2BA-1D3E-45CF-BBFF-564C001315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A53578-A22D-41F7-A765-DF4FB03C3F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272129-0994-4C72-B683-4A650B54D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TVX_V2016</Template>
  <TotalTime>330</TotalTime>
  <Pages>8</Pages>
  <Words>1419</Words>
  <Characters>7808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DUCLOS Armelle ATTACHE MINDEF</dc:creator>
  <cp:lastModifiedBy>TOURRETTE Marion INGE CIVI DEFE</cp:lastModifiedBy>
  <cp:revision>36</cp:revision>
  <dcterms:created xsi:type="dcterms:W3CDTF">2019-03-31T17:08:00Z</dcterms:created>
  <dcterms:modified xsi:type="dcterms:W3CDTF">2025-01-13T09:53:00Z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