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6EB" w:rsidRDefault="0084684D" w:rsidP="0084684D"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C68">
        <w:tab/>
      </w:r>
      <w:r w:rsidR="00113C68">
        <w:tab/>
      </w:r>
      <w:r w:rsidR="00113C68">
        <w:tab/>
      </w:r>
    </w:p>
    <w:p w:rsidR="00634080" w:rsidRDefault="00634080" w:rsidP="0084684D"/>
    <w:p w:rsidR="00634080" w:rsidRDefault="00634080" w:rsidP="00634080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OBLIGATOIRE</w:t>
      </w:r>
      <w:r w:rsidRPr="002B68B1">
        <w:rPr>
          <w:rFonts w:ascii="Calibri" w:hAnsi="Calibri" w:cs="Calibri"/>
          <w:b/>
          <w:caps/>
          <w:u w:val="single"/>
        </w:rPr>
        <w:t xml:space="preserve">  </w:t>
      </w:r>
    </w:p>
    <w:p w:rsidR="00634080" w:rsidRPr="00570954" w:rsidRDefault="00634080" w:rsidP="0084684D">
      <w:pPr>
        <w:rPr>
          <w:rFonts w:ascii="Calibri" w:hAnsi="Calibri" w:cs="Calibri"/>
        </w:rPr>
      </w:pPr>
    </w:p>
    <w:p w:rsidR="00F6739C" w:rsidRDefault="00313756" w:rsidP="00F6739C">
      <w:pPr>
        <w:jc w:val="center"/>
        <w:rPr>
          <w:rFonts w:ascii="Calibri" w:hAnsi="Calibri" w:cs="Calibri"/>
          <w:b/>
          <w:caps/>
        </w:rPr>
      </w:pPr>
      <w:r w:rsidRPr="00313756">
        <w:rPr>
          <w:rFonts w:ascii="Calibri" w:hAnsi="Calibri" w:cs="Calibri"/>
          <w:b/>
          <w:caps/>
        </w:rPr>
        <w:t>Mise à disposition temporaire de locaux permettant la prise en charge de patients non hospitalisés disposant d’une prescription médicale pour la confection de corsets ou d’orthèses sur mesure.</w:t>
      </w:r>
    </w:p>
    <w:p w:rsidR="00313756" w:rsidRDefault="00313756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bookmarkStart w:id="0" w:name="_GoBack"/>
      <w:bookmarkEnd w:id="0"/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headerReference w:type="default" r:id="rId8"/>
          <w:footerReference w:type="default" r:id="rId9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>,</w:t>
      </w:r>
      <w:proofErr w:type="gramEnd"/>
      <w:r w:rsidR="00F6739C">
        <w:rPr>
          <w:rFonts w:ascii="Calibri" w:hAnsi="Calibri" w:cs="Calibri"/>
          <w:b/>
        </w:rPr>
        <w:t xml:space="preserve">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B02" w:rsidRDefault="00193B02">
      <w:r>
        <w:separator/>
      </w:r>
    </w:p>
  </w:endnote>
  <w:endnote w:type="continuationSeparator" w:id="0">
    <w:p w:rsidR="00193B02" w:rsidRDefault="0019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313756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313756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B02" w:rsidRDefault="00193B02">
      <w:r>
        <w:separator/>
      </w:r>
    </w:p>
  </w:footnote>
  <w:footnote w:type="continuationSeparator" w:id="0">
    <w:p w:rsidR="00193B02" w:rsidRDefault="00193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C1A" w:rsidRPr="004C4C1A" w:rsidRDefault="004C4C1A">
    <w:pPr>
      <w:pStyle w:val="En-tte"/>
      <w:rPr>
        <w:rFonts w:asciiTheme="minorHAnsi" w:hAnsiTheme="minorHAnsi" w:cs="Arial"/>
        <w:b/>
        <w:sz w:val="18"/>
        <w:szCs w:val="18"/>
      </w:rPr>
    </w:pPr>
    <w:r>
      <w:tab/>
    </w:r>
    <w:r>
      <w:tab/>
    </w:r>
    <w:r w:rsidR="00313756">
      <w:rPr>
        <w:rFonts w:asciiTheme="minorHAnsi" w:hAnsiTheme="minorHAnsi" w:cs="Arial"/>
        <w:b/>
        <w:sz w:val="18"/>
        <w:szCs w:val="18"/>
      </w:rPr>
      <w:t>Consultation 24-GHTA-0061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15BF4"/>
    <w:rsid w:val="00020510"/>
    <w:rsid w:val="00034940"/>
    <w:rsid w:val="0003563C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3B02"/>
    <w:rsid w:val="001943FF"/>
    <w:rsid w:val="002007A9"/>
    <w:rsid w:val="00242A96"/>
    <w:rsid w:val="00245BA5"/>
    <w:rsid w:val="002532EF"/>
    <w:rsid w:val="00261261"/>
    <w:rsid w:val="00263AB8"/>
    <w:rsid w:val="002A5D7D"/>
    <w:rsid w:val="002A6BC2"/>
    <w:rsid w:val="002B68B1"/>
    <w:rsid w:val="002E1DBC"/>
    <w:rsid w:val="002E7155"/>
    <w:rsid w:val="003064B1"/>
    <w:rsid w:val="003077F0"/>
    <w:rsid w:val="00313756"/>
    <w:rsid w:val="00345A75"/>
    <w:rsid w:val="003A52E3"/>
    <w:rsid w:val="003B6B81"/>
    <w:rsid w:val="003D4B9D"/>
    <w:rsid w:val="003F24FB"/>
    <w:rsid w:val="004160D7"/>
    <w:rsid w:val="00454A1A"/>
    <w:rsid w:val="00480C07"/>
    <w:rsid w:val="00482687"/>
    <w:rsid w:val="004A6C31"/>
    <w:rsid w:val="004C2D9C"/>
    <w:rsid w:val="004C4C1A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34080"/>
    <w:rsid w:val="00646F20"/>
    <w:rsid w:val="006B3185"/>
    <w:rsid w:val="006C72FE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35A69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22F75"/>
    <w:rsid w:val="009606ED"/>
    <w:rsid w:val="009964BC"/>
    <w:rsid w:val="009C74AD"/>
    <w:rsid w:val="009F1279"/>
    <w:rsid w:val="009F773F"/>
    <w:rsid w:val="00A00B4C"/>
    <w:rsid w:val="00A505D6"/>
    <w:rsid w:val="00A90EB7"/>
    <w:rsid w:val="00AE5A32"/>
    <w:rsid w:val="00B1012F"/>
    <w:rsid w:val="00B351F7"/>
    <w:rsid w:val="00B6121B"/>
    <w:rsid w:val="00B66B74"/>
    <w:rsid w:val="00B71DA1"/>
    <w:rsid w:val="00B96D95"/>
    <w:rsid w:val="00BD20A8"/>
    <w:rsid w:val="00BE086B"/>
    <w:rsid w:val="00C0089A"/>
    <w:rsid w:val="00C018D8"/>
    <w:rsid w:val="00C166DF"/>
    <w:rsid w:val="00C2098D"/>
    <w:rsid w:val="00C22657"/>
    <w:rsid w:val="00C365D0"/>
    <w:rsid w:val="00C51ACE"/>
    <w:rsid w:val="00C60DCD"/>
    <w:rsid w:val="00C631AB"/>
    <w:rsid w:val="00C72796"/>
    <w:rsid w:val="00C81F76"/>
    <w:rsid w:val="00C92ECB"/>
    <w:rsid w:val="00C95F82"/>
    <w:rsid w:val="00CC2300"/>
    <w:rsid w:val="00CD6E3D"/>
    <w:rsid w:val="00CE4591"/>
    <w:rsid w:val="00D03A52"/>
    <w:rsid w:val="00D15FC2"/>
    <w:rsid w:val="00D25AEE"/>
    <w:rsid w:val="00D3016B"/>
    <w:rsid w:val="00D8385D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D1"/>
    <w:rsid w:val="00F1767B"/>
    <w:rsid w:val="00F17D89"/>
    <w:rsid w:val="00F2109B"/>
    <w:rsid w:val="00F42490"/>
    <w:rsid w:val="00F6739C"/>
    <w:rsid w:val="00F84F79"/>
    <w:rsid w:val="00F97832"/>
    <w:rsid w:val="00FA7E2E"/>
    <w:rsid w:val="00FB7251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1.dot</Template>
  <TotalTime>12</TotalTime>
  <Pages>1</Pages>
  <Words>93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D.I.</cp:lastModifiedBy>
  <cp:revision>8</cp:revision>
  <cp:lastPrinted>2014-10-20T12:18:00Z</cp:lastPrinted>
  <dcterms:created xsi:type="dcterms:W3CDTF">2022-07-11T12:23:00Z</dcterms:created>
  <dcterms:modified xsi:type="dcterms:W3CDTF">2025-01-07T08:07:00Z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