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7A23E0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19"/>
      </w:tblGrid>
      <w:tr w:rsidR="009B1CD0" w14:paraId="25DEC693" w14:textId="77777777" w:rsidTr="003128B6">
        <w:trPr>
          <w:trHeight w:val="1132"/>
        </w:trPr>
        <w:tc>
          <w:tcPr>
            <w:tcW w:w="10434" w:type="dxa"/>
            <w:shd w:val="clear" w:color="auto" w:fill="auto"/>
          </w:tcPr>
          <w:p w14:paraId="64BF13FA" w14:textId="77777777" w:rsidR="00E91FB5" w:rsidRPr="003C7E91" w:rsidRDefault="00E91FB5" w:rsidP="00E91FB5">
            <w:pPr>
              <w:pStyle w:val="En-tte"/>
              <w:tabs>
                <w:tab w:val="left" w:pos="780"/>
                <w:tab w:val="center" w:pos="4819"/>
              </w:tabs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</w:t>
            </w:r>
            <w:r w:rsidR="00DB6324" w:rsidRPr="003C7E91">
              <w:rPr>
                <w:rFonts w:ascii="Calibri" w:hAnsi="Calibri" w:cs="Calibri"/>
                <w:b/>
                <w:bCs/>
                <w:noProof/>
                <w:color w:val="0070C0"/>
                <w:sz w:val="28"/>
                <w:szCs w:val="28"/>
              </w:rPr>
              <w:drawing>
                <wp:inline distT="0" distB="0" distL="0" distR="0" wp14:anchorId="07F6B4F7" wp14:editId="1E89283F">
                  <wp:extent cx="1657350" cy="7429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 </w:t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</w:r>
            <w:r w:rsidRPr="003C7E91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ab/>
              <w:t xml:space="preserve">                </w:t>
            </w:r>
          </w:p>
          <w:p w14:paraId="116E423A" w14:textId="77777777" w:rsidR="0092021F" w:rsidRDefault="00E91FB5" w:rsidP="0092021F">
            <w:pPr>
              <w:pStyle w:val="En-tte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 w:rsidRPr="0092021F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>GROUPEMENT DE COOPERATION</w:t>
            </w:r>
            <w:r w:rsidR="0092021F" w:rsidRPr="0092021F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</w:t>
            </w:r>
            <w:r w:rsidRPr="0092021F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SANITAIRE </w:t>
            </w:r>
            <w:r w:rsidR="00D168A8"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  <w:t xml:space="preserve">                                         </w:t>
            </w:r>
            <w:r w:rsidR="00D168A8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Filièr</w:t>
            </w:r>
            <w:r w:rsidR="00D168A8" w:rsidRPr="004338EE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e TRANSPORT</w:t>
            </w:r>
          </w:p>
          <w:p w14:paraId="4DEF6DD5" w14:textId="77777777" w:rsidR="00E91FB5" w:rsidRPr="0092021F" w:rsidRDefault="00E91FB5" w:rsidP="00E91FB5">
            <w:pPr>
              <w:pStyle w:val="En-tte"/>
              <w:tabs>
                <w:tab w:val="left" w:pos="780"/>
                <w:tab w:val="center" w:pos="4819"/>
              </w:tabs>
              <w:rPr>
                <w:rFonts w:ascii="Calibri" w:hAnsi="Calibri" w:cs="Calibri"/>
                <w:b/>
                <w:bCs/>
                <w:color w:val="0070C0"/>
                <w:sz w:val="24"/>
                <w:szCs w:val="24"/>
              </w:rPr>
            </w:pPr>
          </w:p>
          <w:p w14:paraId="75555825" w14:textId="77777777" w:rsidR="009B1CD0" w:rsidRDefault="009B1CD0" w:rsidP="00FE48C9">
            <w:pPr>
              <w:pStyle w:val="En-tte"/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  <w:p w14:paraId="6623867D" w14:textId="77777777" w:rsidR="003965BA" w:rsidRPr="003C7E91" w:rsidRDefault="003965BA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  <w:p w14:paraId="7BEB5DC5" w14:textId="77777777" w:rsidR="003C7E91" w:rsidRPr="003C7E91" w:rsidRDefault="004F0327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>Dossier de candidature</w:t>
            </w:r>
            <w:r w:rsidR="00F87F68"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  <w:t xml:space="preserve"> marché public UniHA</w:t>
            </w:r>
          </w:p>
          <w:p w14:paraId="0F795225" w14:textId="77777777" w:rsidR="003C7E91" w:rsidRDefault="004137B5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  <w:t>(Equivalent DC1</w:t>
            </w:r>
            <w:r w:rsidR="004F0327"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  <w:t xml:space="preserve"> et DC2</w:t>
            </w:r>
            <w:r w:rsidR="00F87F68"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  <w:t xml:space="preserve"> – </w:t>
            </w:r>
            <w:r w:rsidR="00F87F68" w:rsidRPr="00DB7D76">
              <w:rPr>
                <w:rFonts w:ascii="Calibri" w:hAnsi="Calibri" w:cs="Calibri"/>
                <w:b/>
                <w:bCs/>
                <w:i/>
                <w:sz w:val="36"/>
                <w:szCs w:val="28"/>
              </w:rPr>
              <w:t>groupement d’opérateurs</w:t>
            </w:r>
            <w:r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  <w:t>)</w:t>
            </w:r>
          </w:p>
          <w:p w14:paraId="3C51076B" w14:textId="77777777" w:rsidR="004137B5" w:rsidRPr="004137B5" w:rsidRDefault="004137B5" w:rsidP="00B66C95">
            <w:pPr>
              <w:pStyle w:val="En-tte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jc w:val="center"/>
              <w:rPr>
                <w:rFonts w:ascii="Calibri" w:hAnsi="Calibri" w:cs="Calibri"/>
                <w:b/>
                <w:bCs/>
                <w:i/>
                <w:color w:val="0070C0"/>
                <w:sz w:val="28"/>
                <w:szCs w:val="28"/>
              </w:rPr>
            </w:pPr>
          </w:p>
          <w:p w14:paraId="0B9673A2" w14:textId="77777777" w:rsidR="00B66C95" w:rsidRPr="003C7E91" w:rsidRDefault="00B66C95" w:rsidP="00384DF4">
            <w:pPr>
              <w:rPr>
                <w:rFonts w:ascii="Calibri" w:hAnsi="Calibri" w:cs="Calibri"/>
                <w:b/>
                <w:bCs/>
                <w:color w:val="0070C0"/>
                <w:sz w:val="28"/>
                <w:szCs w:val="28"/>
              </w:rPr>
            </w:pPr>
          </w:p>
        </w:tc>
      </w:tr>
    </w:tbl>
    <w:p w14:paraId="6E74BC22" w14:textId="77777777" w:rsidR="009B1CD0" w:rsidRDefault="009B1CD0" w:rsidP="00844DAA">
      <w:pPr>
        <w:tabs>
          <w:tab w:val="left" w:pos="851"/>
        </w:tabs>
        <w:sectPr w:rsidR="009B1CD0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14:paraId="0F62502D" w14:textId="77777777" w:rsidR="009C591F" w:rsidRDefault="009C591F" w:rsidP="004137B5">
      <w:pPr>
        <w:pStyle w:val="fcasegauche"/>
        <w:tabs>
          <w:tab w:val="left" w:pos="4500"/>
        </w:tabs>
        <w:spacing w:after="0"/>
        <w:ind w:left="0" w:firstLine="0"/>
      </w:pPr>
    </w:p>
    <w:p w14:paraId="49AA9082" w14:textId="77777777" w:rsidR="00F366CD" w:rsidRDefault="00F366CD" w:rsidP="00C00049">
      <w:pPr>
        <w:pStyle w:val="Titre1"/>
      </w:pPr>
      <w:r>
        <w:t>Identification de l’acheteur</w:t>
      </w:r>
    </w:p>
    <w:p w14:paraId="2F76B3FA" w14:textId="77777777" w:rsidR="00F366CD" w:rsidRDefault="00F366CD" w:rsidP="00F366CD"/>
    <w:p w14:paraId="77E3551C" w14:textId="77777777" w:rsidR="00F366CD" w:rsidRPr="005C25FD" w:rsidRDefault="00F366CD" w:rsidP="00F366CD">
      <w:pPr>
        <w:ind w:left="15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5C25F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GCS UniHA</w:t>
      </w:r>
    </w:p>
    <w:p w14:paraId="67450476" w14:textId="77777777" w:rsidR="00F366CD" w:rsidRDefault="00F366CD" w:rsidP="00F366CD">
      <w:pPr>
        <w:ind w:left="15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9 rue des Tuiliers – 69003 Lyon</w:t>
      </w:r>
    </w:p>
    <w:p w14:paraId="5DC91548" w14:textId="77777777" w:rsidR="00F366CD" w:rsidRDefault="00F366CD" w:rsidP="00F366CD">
      <w:pPr>
        <w:ind w:left="15"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Siret n°13000222300027</w:t>
      </w:r>
    </w:p>
    <w:p w14:paraId="06425303" w14:textId="77777777" w:rsidR="00F366CD" w:rsidRDefault="00F366CD" w:rsidP="00F366CD"/>
    <w:p w14:paraId="39774420" w14:textId="77777777" w:rsidR="00F366CD" w:rsidRPr="00F366CD" w:rsidRDefault="00F366CD" w:rsidP="00F366CD"/>
    <w:p w14:paraId="2F7D55A5" w14:textId="77777777" w:rsidR="00C00049" w:rsidRPr="00AD090F" w:rsidRDefault="00C00049" w:rsidP="00C00049">
      <w:pPr>
        <w:pStyle w:val="Titre1"/>
      </w:pPr>
      <w:r>
        <w:t>Objet de la consultation</w:t>
      </w:r>
    </w:p>
    <w:p w14:paraId="764B627F" w14:textId="77777777" w:rsidR="00C00049" w:rsidRPr="00AD090F" w:rsidRDefault="00C00049" w:rsidP="00C00049">
      <w:pPr>
        <w:tabs>
          <w:tab w:val="left" w:pos="851"/>
        </w:tabs>
        <w:rPr>
          <w:rFonts w:ascii="Calibri" w:hAnsi="Calibri"/>
        </w:rPr>
      </w:pPr>
    </w:p>
    <w:p w14:paraId="450E8DE2" w14:textId="6B20C092" w:rsidR="00D168A8" w:rsidRPr="00937D87" w:rsidRDefault="00D168A8" w:rsidP="00D168A8">
      <w:pPr>
        <w:pStyle w:val="Corpsdetexte31"/>
        <w:tabs>
          <w:tab w:val="left" w:pos="851"/>
        </w:tabs>
        <w:jc w:val="both"/>
        <w:rPr>
          <w:rFonts w:ascii="Calibri" w:hAnsi="Calibri"/>
          <w:i w:val="0"/>
          <w:sz w:val="22"/>
          <w:szCs w:val="22"/>
        </w:rPr>
      </w:pPr>
      <w:bookmarkStart w:id="0" w:name="_Hlk163568509"/>
      <w:r w:rsidRPr="004338EE">
        <w:rPr>
          <w:rFonts w:ascii="Calibri" w:hAnsi="Calibri"/>
          <w:i w:val="0"/>
          <w:sz w:val="22"/>
          <w:szCs w:val="22"/>
        </w:rPr>
        <w:t>M_</w:t>
      </w:r>
      <w:r w:rsidR="00303832">
        <w:rPr>
          <w:rFonts w:ascii="Calibri" w:hAnsi="Calibri"/>
          <w:i w:val="0"/>
          <w:sz w:val="22"/>
          <w:szCs w:val="22"/>
        </w:rPr>
        <w:t>317</w:t>
      </w:r>
      <w:r w:rsidR="00DA1914">
        <w:rPr>
          <w:rFonts w:ascii="Calibri" w:hAnsi="Calibri"/>
          <w:i w:val="0"/>
          <w:sz w:val="22"/>
          <w:szCs w:val="22"/>
        </w:rPr>
        <w:t>9</w:t>
      </w:r>
      <w:r w:rsidRPr="004338EE">
        <w:rPr>
          <w:rFonts w:ascii="Calibri" w:hAnsi="Calibri"/>
          <w:i w:val="0"/>
          <w:sz w:val="22"/>
          <w:szCs w:val="22"/>
        </w:rPr>
        <w:t xml:space="preserve"> </w:t>
      </w:r>
      <w:r w:rsidR="00484555">
        <w:rPr>
          <w:rFonts w:ascii="Calibri" w:hAnsi="Calibri"/>
          <w:i w:val="0"/>
          <w:sz w:val="22"/>
          <w:szCs w:val="22"/>
        </w:rPr>
        <w:t>_Prestation de conseil et d’accompagnement HéliSMUR</w:t>
      </w:r>
    </w:p>
    <w:bookmarkEnd w:id="0"/>
    <w:p w14:paraId="5A65F8BB" w14:textId="77777777" w:rsidR="00D168A8" w:rsidRPr="00937D87" w:rsidRDefault="00D168A8" w:rsidP="00D168A8">
      <w:pPr>
        <w:pStyle w:val="Corpsdetexte31"/>
        <w:tabs>
          <w:tab w:val="left" w:pos="851"/>
        </w:tabs>
        <w:ind w:left="360"/>
        <w:jc w:val="both"/>
        <w:rPr>
          <w:rFonts w:ascii="Calibri" w:hAnsi="Calibri"/>
          <w:i w:val="0"/>
          <w:sz w:val="22"/>
          <w:szCs w:val="22"/>
        </w:rPr>
      </w:pPr>
    </w:p>
    <w:p w14:paraId="150411C7" w14:textId="77777777" w:rsidR="00E64CE5" w:rsidRDefault="00E64CE5" w:rsidP="003128B6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Arial"/>
          <w:sz w:val="22"/>
          <w:szCs w:val="22"/>
        </w:rPr>
      </w:pPr>
    </w:p>
    <w:p w14:paraId="582AABB9" w14:textId="77777777" w:rsidR="004137B5" w:rsidRDefault="004137B5" w:rsidP="0016796D">
      <w:pPr>
        <w:pStyle w:val="Titre1"/>
      </w:pPr>
      <w:r>
        <w:t xml:space="preserve">Identification du </w:t>
      </w:r>
      <w:r w:rsidR="0049384F">
        <w:t>Groupement</w:t>
      </w:r>
    </w:p>
    <w:p w14:paraId="780ACD64" w14:textId="77777777" w:rsidR="0055662F" w:rsidRDefault="0055662F" w:rsidP="0055662F"/>
    <w:p w14:paraId="517678D4" w14:textId="77777777" w:rsidR="0055662F" w:rsidRPr="007E022C" w:rsidRDefault="0055662F" w:rsidP="0055662F">
      <w:pPr>
        <w:pStyle w:val="fcasegauche"/>
        <w:tabs>
          <w:tab w:val="left" w:pos="426"/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  <w:r w:rsidRPr="007E022C">
        <w:rPr>
          <w:rFonts w:ascii="Calibri" w:hAnsi="Calibri" w:cs="Calibri"/>
          <w:sz w:val="22"/>
          <w:szCs w:val="22"/>
        </w:rPr>
        <w:t>Le groupement est</w:t>
      </w:r>
      <w:r w:rsidR="008313CB">
        <w:rPr>
          <w:rFonts w:ascii="Calibri" w:hAnsi="Calibri" w:cs="Calibri"/>
          <w:sz w:val="22"/>
          <w:szCs w:val="22"/>
        </w:rPr>
        <w:t xml:space="preserve"> (</w:t>
      </w:r>
      <w:r w:rsidR="008313CB" w:rsidRPr="002D6B34">
        <w:rPr>
          <w:rFonts w:ascii="Calibri" w:hAnsi="Calibri" w:cs="Calibri"/>
          <w:i/>
          <w:sz w:val="22"/>
          <w:szCs w:val="22"/>
          <w:highlight w:val="yellow"/>
        </w:rPr>
        <w:t>cocher la case correspondante</w:t>
      </w:r>
      <w:r w:rsidR="008313CB">
        <w:rPr>
          <w:rFonts w:ascii="Calibri" w:hAnsi="Calibri" w:cs="Calibri"/>
          <w:sz w:val="22"/>
          <w:szCs w:val="22"/>
        </w:rPr>
        <w:t>)</w:t>
      </w:r>
      <w:r w:rsidRPr="007E022C">
        <w:rPr>
          <w:rFonts w:ascii="Calibri" w:hAnsi="Calibri" w:cs="Calibri"/>
          <w:sz w:val="22"/>
          <w:szCs w:val="22"/>
        </w:rPr>
        <w:t> :</w:t>
      </w:r>
    </w:p>
    <w:p w14:paraId="49062E76" w14:textId="77777777" w:rsidR="0055662F" w:rsidRPr="007E022C" w:rsidRDefault="0055662F" w:rsidP="0055662F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Calibri" w:hAnsi="Calibri" w:cs="Calibri"/>
          <w:sz w:val="22"/>
          <w:szCs w:val="22"/>
        </w:rPr>
      </w:pPr>
    </w:p>
    <w:p w14:paraId="0D314FB8" w14:textId="77777777" w:rsidR="0055662F" w:rsidRPr="002D6B34" w:rsidRDefault="0055662F" w:rsidP="0055662F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Calibri" w:hAnsi="Calibri" w:cs="Calibri"/>
          <w:b/>
          <w:i/>
          <w:sz w:val="22"/>
          <w:szCs w:val="22"/>
        </w:rPr>
      </w:pPr>
      <w:r w:rsidRPr="002D6B34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6B34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="007B2AD4">
        <w:rPr>
          <w:rFonts w:ascii="Calibri" w:hAnsi="Calibri" w:cs="Calibri"/>
          <w:b/>
          <w:sz w:val="22"/>
          <w:szCs w:val="22"/>
        </w:rPr>
      </w:r>
      <w:r w:rsidR="007B2AD4">
        <w:rPr>
          <w:rFonts w:ascii="Calibri" w:hAnsi="Calibri" w:cs="Calibri"/>
          <w:b/>
          <w:sz w:val="22"/>
          <w:szCs w:val="22"/>
        </w:rPr>
        <w:fldChar w:fldCharType="separate"/>
      </w:r>
      <w:r w:rsidRPr="002D6B34">
        <w:rPr>
          <w:rFonts w:ascii="Calibri" w:hAnsi="Calibri" w:cs="Calibri"/>
          <w:b/>
          <w:sz w:val="22"/>
          <w:szCs w:val="22"/>
        </w:rPr>
        <w:fldChar w:fldCharType="end"/>
      </w:r>
      <w:r w:rsidRPr="002D6B34">
        <w:rPr>
          <w:rFonts w:ascii="Calibri" w:hAnsi="Calibri" w:cs="Calibri"/>
          <w:b/>
          <w:sz w:val="22"/>
          <w:szCs w:val="22"/>
        </w:rPr>
        <w:tab/>
      </w:r>
      <w:proofErr w:type="gramStart"/>
      <w:r w:rsidRPr="002D6B34">
        <w:rPr>
          <w:rFonts w:ascii="Calibri" w:hAnsi="Calibri" w:cs="Calibri"/>
          <w:b/>
          <w:sz w:val="22"/>
          <w:szCs w:val="22"/>
        </w:rPr>
        <w:t>conjoint</w:t>
      </w:r>
      <w:proofErr w:type="gramEnd"/>
      <w:r w:rsidRPr="002D6B34">
        <w:rPr>
          <w:rFonts w:ascii="Calibri" w:hAnsi="Calibri" w:cs="Calibri"/>
          <w:b/>
          <w:sz w:val="22"/>
          <w:szCs w:val="22"/>
        </w:rPr>
        <w:tab/>
      </w:r>
      <w:r w:rsidRPr="002D6B34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6B34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="007B2AD4">
        <w:rPr>
          <w:rFonts w:ascii="Calibri" w:hAnsi="Calibri" w:cs="Calibri"/>
          <w:b/>
          <w:sz w:val="22"/>
          <w:szCs w:val="22"/>
        </w:rPr>
      </w:r>
      <w:r w:rsidR="007B2AD4">
        <w:rPr>
          <w:rFonts w:ascii="Calibri" w:hAnsi="Calibri" w:cs="Calibri"/>
          <w:b/>
          <w:sz w:val="22"/>
          <w:szCs w:val="22"/>
        </w:rPr>
        <w:fldChar w:fldCharType="separate"/>
      </w:r>
      <w:r w:rsidRPr="002D6B34">
        <w:rPr>
          <w:rFonts w:ascii="Calibri" w:hAnsi="Calibri" w:cs="Calibri"/>
          <w:b/>
          <w:sz w:val="22"/>
          <w:szCs w:val="22"/>
        </w:rPr>
        <w:fldChar w:fldCharType="end"/>
      </w:r>
      <w:r w:rsidRPr="002D6B34">
        <w:rPr>
          <w:rFonts w:ascii="Calibri" w:hAnsi="Calibri" w:cs="Calibri"/>
          <w:b/>
          <w:sz w:val="22"/>
          <w:szCs w:val="22"/>
        </w:rPr>
        <w:t xml:space="preserve"> solidaire</w:t>
      </w:r>
      <w:r w:rsidRPr="002D6B34">
        <w:rPr>
          <w:rFonts w:ascii="Calibri" w:hAnsi="Calibri" w:cs="Calibri"/>
          <w:b/>
          <w:sz w:val="22"/>
          <w:szCs w:val="22"/>
        </w:rPr>
        <w:tab/>
      </w:r>
    </w:p>
    <w:p w14:paraId="37CBFA12" w14:textId="77777777" w:rsidR="0055662F" w:rsidRPr="002D6B34" w:rsidRDefault="0055662F" w:rsidP="0055662F">
      <w:pPr>
        <w:rPr>
          <w:rFonts w:ascii="Calibri" w:hAnsi="Calibri" w:cs="Calibri"/>
          <w:sz w:val="22"/>
          <w:szCs w:val="22"/>
        </w:rPr>
      </w:pPr>
    </w:p>
    <w:p w14:paraId="27454F2B" w14:textId="77777777" w:rsidR="004137B5" w:rsidRPr="002D6B34" w:rsidRDefault="0055662F" w:rsidP="004137B5">
      <w:pPr>
        <w:rPr>
          <w:rFonts w:ascii="Calibri" w:hAnsi="Calibri" w:cs="Calibri"/>
          <w:sz w:val="22"/>
          <w:szCs w:val="22"/>
        </w:rPr>
      </w:pPr>
      <w:r w:rsidRPr="002D6B34">
        <w:rPr>
          <w:rFonts w:ascii="Calibri" w:hAnsi="Calibri" w:cs="Calibri"/>
          <w:sz w:val="22"/>
          <w:szCs w:val="22"/>
        </w:rPr>
        <w:t>En cas de groupement conjoint, le mandataire est solidaire</w:t>
      </w:r>
      <w:r w:rsidR="008313CB" w:rsidRPr="002D6B34">
        <w:rPr>
          <w:rFonts w:ascii="Calibri" w:hAnsi="Calibri" w:cs="Calibri"/>
          <w:sz w:val="22"/>
          <w:szCs w:val="22"/>
        </w:rPr>
        <w:t xml:space="preserve"> (</w:t>
      </w:r>
      <w:r w:rsidR="008313CB" w:rsidRPr="002D6B34">
        <w:rPr>
          <w:rFonts w:ascii="Calibri" w:hAnsi="Calibri" w:cs="Calibri"/>
          <w:i/>
          <w:sz w:val="22"/>
          <w:szCs w:val="22"/>
          <w:highlight w:val="yellow"/>
        </w:rPr>
        <w:t>cocher la case correspondante</w:t>
      </w:r>
      <w:r w:rsidR="008313CB" w:rsidRPr="002D6B34">
        <w:rPr>
          <w:rFonts w:ascii="Calibri" w:hAnsi="Calibri" w:cs="Calibri"/>
          <w:sz w:val="22"/>
          <w:szCs w:val="22"/>
        </w:rPr>
        <w:t>)</w:t>
      </w:r>
      <w:r w:rsidR="008313CB" w:rsidRPr="002D6B34">
        <w:rPr>
          <w:rFonts w:ascii="Calibri" w:hAnsi="Calibri" w:cs="Calibri"/>
          <w:i/>
          <w:sz w:val="22"/>
          <w:szCs w:val="22"/>
        </w:rPr>
        <w:t> </w:t>
      </w:r>
      <w:r w:rsidR="008313CB" w:rsidRPr="002D6B34">
        <w:rPr>
          <w:rFonts w:ascii="Calibri" w:hAnsi="Calibri" w:cs="Calibri"/>
          <w:sz w:val="22"/>
          <w:szCs w:val="22"/>
        </w:rPr>
        <w:t>:</w:t>
      </w:r>
      <w:r w:rsidRPr="002D6B34">
        <w:rPr>
          <w:rFonts w:ascii="Calibri" w:hAnsi="Calibri" w:cs="Calibri"/>
          <w:sz w:val="22"/>
          <w:szCs w:val="22"/>
        </w:rPr>
        <w:t xml:space="preserve"> </w:t>
      </w:r>
    </w:p>
    <w:p w14:paraId="28FAFB2A" w14:textId="77777777" w:rsidR="0055662F" w:rsidRPr="002D6B34" w:rsidRDefault="0055662F" w:rsidP="004137B5">
      <w:pPr>
        <w:rPr>
          <w:rFonts w:ascii="Calibri" w:hAnsi="Calibri" w:cs="Calibri"/>
          <w:sz w:val="22"/>
          <w:szCs w:val="22"/>
        </w:rPr>
      </w:pPr>
    </w:p>
    <w:p w14:paraId="3F824C3B" w14:textId="77777777" w:rsidR="0055662F" w:rsidRPr="007E022C" w:rsidRDefault="0055662F" w:rsidP="00FB5EE6">
      <w:pPr>
        <w:pStyle w:val="fcasegauche"/>
        <w:tabs>
          <w:tab w:val="left" w:pos="426"/>
          <w:tab w:val="left" w:pos="851"/>
        </w:tabs>
        <w:spacing w:after="0"/>
        <w:rPr>
          <w:rFonts w:ascii="Calibri" w:hAnsi="Calibri" w:cs="Calibri"/>
          <w:b/>
          <w:i/>
          <w:sz w:val="22"/>
          <w:szCs w:val="22"/>
        </w:rPr>
      </w:pPr>
      <w:r w:rsidRPr="002D6B34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6B34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="007B2AD4">
        <w:rPr>
          <w:rFonts w:ascii="Calibri" w:hAnsi="Calibri" w:cs="Calibri"/>
          <w:b/>
          <w:sz w:val="22"/>
          <w:szCs w:val="22"/>
        </w:rPr>
      </w:r>
      <w:r w:rsidR="007B2AD4">
        <w:rPr>
          <w:rFonts w:ascii="Calibri" w:hAnsi="Calibri" w:cs="Calibri"/>
          <w:b/>
          <w:sz w:val="22"/>
          <w:szCs w:val="22"/>
        </w:rPr>
        <w:fldChar w:fldCharType="separate"/>
      </w:r>
      <w:r w:rsidRPr="002D6B34">
        <w:rPr>
          <w:rFonts w:ascii="Calibri" w:hAnsi="Calibri" w:cs="Calibri"/>
          <w:b/>
          <w:sz w:val="22"/>
          <w:szCs w:val="22"/>
        </w:rPr>
        <w:fldChar w:fldCharType="end"/>
      </w:r>
      <w:r w:rsidRPr="002D6B34">
        <w:rPr>
          <w:rFonts w:ascii="Calibri" w:hAnsi="Calibri" w:cs="Calibri"/>
          <w:b/>
          <w:sz w:val="22"/>
          <w:szCs w:val="22"/>
        </w:rPr>
        <w:tab/>
        <w:t>Oui</w:t>
      </w:r>
      <w:r w:rsidRPr="002D6B34">
        <w:rPr>
          <w:rFonts w:ascii="Calibri" w:hAnsi="Calibri" w:cs="Calibri"/>
          <w:b/>
          <w:sz w:val="22"/>
          <w:szCs w:val="22"/>
        </w:rPr>
        <w:tab/>
      </w:r>
      <w:r w:rsidRPr="002D6B34">
        <w:rPr>
          <w:rFonts w:ascii="Calibri" w:hAnsi="Calibri" w:cs="Calibri"/>
          <w:b/>
          <w:sz w:val="22"/>
          <w:szCs w:val="22"/>
        </w:rPr>
        <w:tab/>
      </w:r>
      <w:r w:rsidRPr="002D6B34">
        <w:rPr>
          <w:rFonts w:ascii="Calibri" w:hAnsi="Calibri" w:cs="Calibri"/>
          <w:b/>
          <w:sz w:val="22"/>
          <w:szCs w:val="22"/>
        </w:rPr>
        <w:tab/>
      </w:r>
      <w:r w:rsidRPr="002D6B34">
        <w:rPr>
          <w:rFonts w:ascii="Calibri" w:hAnsi="Calibri" w:cs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6B34">
        <w:rPr>
          <w:rFonts w:ascii="Calibri" w:hAnsi="Calibri" w:cs="Calibri"/>
          <w:b/>
          <w:sz w:val="22"/>
          <w:szCs w:val="22"/>
        </w:rPr>
        <w:instrText xml:space="preserve"> FORMCHECKBOX </w:instrText>
      </w:r>
      <w:r w:rsidR="007B2AD4">
        <w:rPr>
          <w:rFonts w:ascii="Calibri" w:hAnsi="Calibri" w:cs="Calibri"/>
          <w:b/>
          <w:sz w:val="22"/>
          <w:szCs w:val="22"/>
        </w:rPr>
      </w:r>
      <w:r w:rsidR="007B2AD4">
        <w:rPr>
          <w:rFonts w:ascii="Calibri" w:hAnsi="Calibri" w:cs="Calibri"/>
          <w:b/>
          <w:sz w:val="22"/>
          <w:szCs w:val="22"/>
        </w:rPr>
        <w:fldChar w:fldCharType="separate"/>
      </w:r>
      <w:r w:rsidRPr="002D6B34">
        <w:rPr>
          <w:rFonts w:ascii="Calibri" w:hAnsi="Calibri" w:cs="Calibri"/>
          <w:b/>
          <w:sz w:val="22"/>
          <w:szCs w:val="22"/>
        </w:rPr>
        <w:fldChar w:fldCharType="end"/>
      </w:r>
      <w:r w:rsidRPr="002D6B34">
        <w:rPr>
          <w:rFonts w:ascii="Calibri" w:hAnsi="Calibri" w:cs="Calibri"/>
          <w:b/>
          <w:sz w:val="22"/>
          <w:szCs w:val="22"/>
        </w:rPr>
        <w:tab/>
        <w:t>Non</w:t>
      </w:r>
    </w:p>
    <w:p w14:paraId="04B34256" w14:textId="77777777" w:rsidR="0055662F" w:rsidRDefault="0055662F" w:rsidP="004137B5"/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535"/>
        <w:gridCol w:w="5001"/>
      </w:tblGrid>
      <w:tr w:rsidR="0049384F" w:rsidRPr="00AD090F" w14:paraId="53A2285C" w14:textId="77777777" w:rsidTr="0049384F">
        <w:trPr>
          <w:trHeight w:val="567"/>
        </w:trPr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049AFB" w14:textId="77777777" w:rsidR="0049384F" w:rsidRPr="00AD090F" w:rsidRDefault="0049384F" w:rsidP="007E022C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D090F">
              <w:rPr>
                <w:rFonts w:ascii="Calibri" w:hAnsi="Calibri" w:cs="Arial"/>
                <w:b/>
                <w:sz w:val="22"/>
                <w:szCs w:val="22"/>
              </w:rPr>
              <w:t xml:space="preserve">Désignation des membres </w:t>
            </w:r>
          </w:p>
          <w:p w14:paraId="07BA82CD" w14:textId="77777777" w:rsidR="0049384F" w:rsidRPr="00AD090F" w:rsidRDefault="0049384F" w:rsidP="007E022C">
            <w:pPr>
              <w:tabs>
                <w:tab w:val="left" w:pos="85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proofErr w:type="gramStart"/>
            <w:r w:rsidRPr="00AD090F">
              <w:rPr>
                <w:rFonts w:ascii="Calibri" w:hAnsi="Calibri" w:cs="Arial"/>
                <w:b/>
                <w:sz w:val="22"/>
                <w:szCs w:val="22"/>
              </w:rPr>
              <w:t>du</w:t>
            </w:r>
            <w:proofErr w:type="gramEnd"/>
            <w:r w:rsidRPr="00AD090F">
              <w:rPr>
                <w:rFonts w:ascii="Calibri" w:hAnsi="Calibri" w:cs="Arial"/>
                <w:b/>
                <w:sz w:val="22"/>
                <w:szCs w:val="22"/>
              </w:rPr>
              <w:t xml:space="preserve"> groupement </w:t>
            </w:r>
          </w:p>
        </w:tc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8B071" w14:textId="77777777" w:rsidR="0049384F" w:rsidRPr="00AD090F" w:rsidRDefault="0049384F" w:rsidP="007E022C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  <w:b/>
                <w:i w:val="0"/>
                <w:sz w:val="22"/>
                <w:szCs w:val="22"/>
              </w:rPr>
            </w:pPr>
            <w:r w:rsidRPr="00AD090F">
              <w:rPr>
                <w:rFonts w:ascii="Calibri" w:hAnsi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14:paraId="2ED59AD8" w14:textId="77777777" w:rsidR="0049384F" w:rsidRPr="00AD090F" w:rsidRDefault="0049384F" w:rsidP="007E022C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proofErr w:type="gramStart"/>
            <w:r w:rsidRPr="00AD090F">
              <w:rPr>
                <w:rFonts w:ascii="Calibri" w:hAnsi="Calibri"/>
                <w:b/>
                <w:i w:val="0"/>
                <w:sz w:val="22"/>
                <w:szCs w:val="22"/>
              </w:rPr>
              <w:t>du</w:t>
            </w:r>
            <w:proofErr w:type="gramEnd"/>
            <w:r w:rsidRPr="00AD090F">
              <w:rPr>
                <w:rFonts w:ascii="Calibri" w:hAnsi="Calibri"/>
                <w:b/>
                <w:i w:val="0"/>
                <w:sz w:val="22"/>
                <w:szCs w:val="22"/>
              </w:rPr>
              <w:t xml:space="preserve"> groupement </w:t>
            </w:r>
          </w:p>
        </w:tc>
      </w:tr>
      <w:tr w:rsidR="0049384F" w:rsidRPr="00AD090F" w14:paraId="09D47839" w14:textId="77777777" w:rsidTr="0055662F">
        <w:trPr>
          <w:trHeight w:val="1021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F32DBD" w14:textId="77777777" w:rsidR="0049384F" w:rsidRPr="00AE4B5E" w:rsidRDefault="0049384F" w:rsidP="007E022C">
            <w:pPr>
              <w:tabs>
                <w:tab w:val="left" w:pos="851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E4B5E">
              <w:rPr>
                <w:rFonts w:ascii="Calibri" w:hAnsi="Calibri" w:cs="Arial"/>
                <w:b/>
                <w:sz w:val="22"/>
                <w:szCs w:val="22"/>
              </w:rPr>
              <w:t>Mandataire :</w:t>
            </w:r>
          </w:p>
          <w:p w14:paraId="222E56BF" w14:textId="77777777" w:rsidR="0049384F" w:rsidRDefault="0049384F" w:rsidP="007E022C">
            <w:pPr>
              <w:tabs>
                <w:tab w:val="left" w:pos="851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66C2A1DE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Nom de la société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53C8C299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N° Siret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57DE5893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Adresse postale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07F8D5F3" w14:textId="77777777" w:rsidR="0049384F" w:rsidRDefault="0049384F" w:rsidP="0049384F">
            <w:pPr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Site internet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703476E2" w14:textId="77777777" w:rsidR="0049384F" w:rsidRDefault="0049384F" w:rsidP="0049384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27C1B15E" w14:textId="77777777" w:rsidR="0049384F" w:rsidRPr="00845B26" w:rsidRDefault="0049384F" w:rsidP="0049384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Arial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société est une micro, une petite ou une moyenne entreprise ou un artisan </w:t>
            </w:r>
            <w:r w:rsidRPr="002D6B34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instrText xml:space="preserve"> FORMCHECKBOX </w:instrText>
            </w:r>
            <w:r w:rsidR="007B2AD4">
              <w:rPr>
                <w:rFonts w:ascii="Calibri" w:hAnsi="Calibri"/>
                <w:b/>
                <w:sz w:val="22"/>
                <w:szCs w:val="22"/>
              </w:rPr>
            </w:r>
            <w:r w:rsidR="007B2AD4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  <w:t>Oui</w:t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instrText xml:space="preserve"> FORMCHECKBOX </w:instrText>
            </w:r>
            <w:r w:rsidR="007B2AD4">
              <w:rPr>
                <w:rFonts w:ascii="Calibri" w:hAnsi="Calibri"/>
                <w:b/>
                <w:sz w:val="22"/>
                <w:szCs w:val="22"/>
              </w:rPr>
            </w:r>
            <w:r w:rsidR="007B2AD4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 xml:space="preserve"> Non</w:t>
            </w:r>
          </w:p>
          <w:p w14:paraId="4CBE20F7" w14:textId="77777777" w:rsidR="0049384F" w:rsidRDefault="0049384F" w:rsidP="0049384F">
            <w:pPr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  <w:p w14:paraId="350377F3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b/>
                <w:sz w:val="22"/>
                <w:szCs w:val="22"/>
                <w:u w:val="single"/>
              </w:rPr>
              <w:t>Nom, prénom, adresse mail et numéro de téléphone de la personne en charge du suivi administratif du marché :</w:t>
            </w:r>
            <w:r w:rsidRPr="009B022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611D8569" w14:textId="77777777" w:rsidR="0049384F" w:rsidRPr="00D70D7F" w:rsidRDefault="0049384F" w:rsidP="007E022C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i/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93E8B5" w14:textId="77777777" w:rsidR="0049384F" w:rsidRPr="0055662F" w:rsidRDefault="0049384F" w:rsidP="007E022C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55662F">
              <w:rPr>
                <w:rFonts w:ascii="Calibri" w:hAnsi="Calibri" w:cs="Arial"/>
                <w:sz w:val="22"/>
                <w:szCs w:val="22"/>
                <w:highlight w:val="yellow"/>
              </w:rPr>
              <w:lastRenderedPageBreak/>
              <w:t>Indiquer ici la nature de la prestation exécutée par le mandataire</w:t>
            </w:r>
          </w:p>
          <w:p w14:paraId="7953403E" w14:textId="77777777" w:rsidR="0049384F" w:rsidRPr="0055662F" w:rsidRDefault="0049384F" w:rsidP="007E022C">
            <w:pPr>
              <w:tabs>
                <w:tab w:val="left" w:pos="851"/>
              </w:tabs>
              <w:snapToGrid w:val="0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49384F" w:rsidRPr="00AD090F" w14:paraId="605FD904" w14:textId="77777777" w:rsidTr="0055662F">
        <w:trPr>
          <w:trHeight w:val="1021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D330" w14:textId="77777777" w:rsidR="0049384F" w:rsidRPr="00AE4B5E" w:rsidRDefault="0049384F" w:rsidP="007E022C">
            <w:pPr>
              <w:tabs>
                <w:tab w:val="left" w:pos="851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Co-traitant 1 :</w:t>
            </w:r>
          </w:p>
          <w:p w14:paraId="34F69FEC" w14:textId="77777777" w:rsidR="0049384F" w:rsidRDefault="0049384F" w:rsidP="007E022C">
            <w:pPr>
              <w:tabs>
                <w:tab w:val="left" w:pos="851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7461DF26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Nom de la société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69BA9A68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N° Siret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36C26D4F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Adresse postale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5BE84E42" w14:textId="77777777" w:rsidR="0049384F" w:rsidRDefault="0049384F" w:rsidP="0049384F">
            <w:pPr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Site internet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7A0F1CA7" w14:textId="77777777" w:rsidR="0049384F" w:rsidRDefault="0049384F" w:rsidP="0049384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0CB3B57" w14:textId="77777777" w:rsidR="0049384F" w:rsidRPr="0049384F" w:rsidRDefault="0049384F" w:rsidP="0049384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société est une micro, une petite ou une moyenne entreprise ou un artisan </w:t>
            </w:r>
            <w:r w:rsidRPr="002D6B34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instrText xml:space="preserve"> FORMCHECKBOX </w:instrText>
            </w:r>
            <w:r w:rsidR="007B2AD4">
              <w:rPr>
                <w:rFonts w:ascii="Calibri" w:hAnsi="Calibri"/>
                <w:b/>
                <w:sz w:val="22"/>
                <w:szCs w:val="22"/>
              </w:rPr>
            </w:r>
            <w:r w:rsidR="007B2AD4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  <w:t>Oui</w:t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instrText xml:space="preserve"> FORMCHECKBOX </w:instrText>
            </w:r>
            <w:r w:rsidR="007B2AD4">
              <w:rPr>
                <w:rFonts w:ascii="Calibri" w:hAnsi="Calibri"/>
                <w:b/>
                <w:sz w:val="22"/>
                <w:szCs w:val="22"/>
              </w:rPr>
            </w:r>
            <w:r w:rsidR="007B2AD4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 xml:space="preserve"> Non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3811" w14:textId="77777777" w:rsidR="0049384F" w:rsidRPr="0055662F" w:rsidRDefault="0049384F" w:rsidP="007E022C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55662F">
              <w:rPr>
                <w:rFonts w:ascii="Calibri" w:hAnsi="Calibri" w:cs="Arial"/>
                <w:sz w:val="22"/>
                <w:szCs w:val="22"/>
                <w:highlight w:val="yellow"/>
              </w:rPr>
              <w:t>Indiquer ici la nature de la prestation exécutée par le co-traitant 1</w:t>
            </w:r>
          </w:p>
          <w:p w14:paraId="2663DE9C" w14:textId="77777777" w:rsidR="0049384F" w:rsidRPr="0055662F" w:rsidRDefault="0049384F" w:rsidP="0049384F">
            <w:pPr>
              <w:tabs>
                <w:tab w:val="left" w:pos="851"/>
              </w:tabs>
              <w:snapToGrid w:val="0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49384F" w:rsidRPr="00AD090F" w14:paraId="58A53B66" w14:textId="77777777" w:rsidTr="007E022C">
        <w:trPr>
          <w:trHeight w:val="1021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56031" w14:textId="77777777" w:rsidR="0049384F" w:rsidRPr="00AE4B5E" w:rsidRDefault="0049384F" w:rsidP="007E022C">
            <w:pPr>
              <w:tabs>
                <w:tab w:val="left" w:pos="851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Co-traitant 2 :</w:t>
            </w:r>
          </w:p>
          <w:p w14:paraId="47182DAA" w14:textId="77777777" w:rsidR="0049384F" w:rsidRDefault="0049384F" w:rsidP="007E022C">
            <w:pPr>
              <w:tabs>
                <w:tab w:val="left" w:pos="851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059CA1E3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Nom de la société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64FB2DBF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N° Siret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1316DFA4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Adresse postale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6F8E5597" w14:textId="77777777" w:rsidR="0049384F" w:rsidRDefault="0049384F" w:rsidP="0049384F">
            <w:pPr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Site internet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427678D7" w14:textId="77777777" w:rsidR="0049384F" w:rsidRDefault="0049384F" w:rsidP="0049384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606BB07" w14:textId="77777777" w:rsidR="0049384F" w:rsidRPr="00845B26" w:rsidRDefault="0049384F" w:rsidP="0049384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Arial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 société est une micro, une petite ou une moyenne entreprise ou un artisan : </w:t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instrText xml:space="preserve"> FORMCHECKBOX </w:instrText>
            </w:r>
            <w:r w:rsidR="007B2AD4">
              <w:rPr>
                <w:rFonts w:ascii="Calibri" w:hAnsi="Calibri"/>
                <w:b/>
                <w:sz w:val="22"/>
                <w:szCs w:val="22"/>
              </w:rPr>
            </w:r>
            <w:r w:rsidR="007B2AD4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  <w:t>Oui</w:t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instrText xml:space="preserve"> FORMCHECKBOX </w:instrText>
            </w:r>
            <w:r w:rsidR="007B2AD4">
              <w:rPr>
                <w:rFonts w:ascii="Calibri" w:hAnsi="Calibri"/>
                <w:b/>
                <w:sz w:val="22"/>
                <w:szCs w:val="22"/>
              </w:rPr>
            </w:r>
            <w:r w:rsidR="007B2AD4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 xml:space="preserve"> Non</w:t>
            </w:r>
          </w:p>
          <w:p w14:paraId="5B41DD19" w14:textId="77777777" w:rsidR="0049384F" w:rsidRPr="00AD090F" w:rsidRDefault="0049384F" w:rsidP="0049384F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BF4F5" w14:textId="77777777" w:rsidR="0049384F" w:rsidRPr="0055662F" w:rsidRDefault="0049384F" w:rsidP="007E022C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55662F">
              <w:rPr>
                <w:rFonts w:ascii="Calibri" w:hAnsi="Calibri" w:cs="Arial"/>
                <w:sz w:val="22"/>
                <w:szCs w:val="22"/>
                <w:highlight w:val="yellow"/>
              </w:rPr>
              <w:t xml:space="preserve">Indiquer ici la nature de la prestation exécutée par le co-traitant 2 </w:t>
            </w:r>
          </w:p>
          <w:p w14:paraId="13810B8F" w14:textId="77777777" w:rsidR="0049384F" w:rsidRPr="0055662F" w:rsidRDefault="0049384F" w:rsidP="0049384F">
            <w:pPr>
              <w:tabs>
                <w:tab w:val="left" w:pos="851"/>
              </w:tabs>
              <w:snapToGrid w:val="0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49384F" w:rsidRPr="00AD090F" w14:paraId="49364052" w14:textId="77777777" w:rsidTr="007E022C">
        <w:trPr>
          <w:trHeight w:val="1021"/>
        </w:trPr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498B6" w14:textId="77777777" w:rsidR="0049384F" w:rsidRPr="00AE4B5E" w:rsidRDefault="0049384F" w:rsidP="0049384F">
            <w:pPr>
              <w:tabs>
                <w:tab w:val="left" w:pos="851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Co-traitant </w:t>
            </w:r>
            <w:r w:rsidR="0055662F">
              <w:rPr>
                <w:rFonts w:ascii="Calibri" w:hAnsi="Calibri" w:cs="Arial"/>
                <w:b/>
                <w:sz w:val="22"/>
                <w:szCs w:val="22"/>
              </w:rPr>
              <w:t>3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:</w:t>
            </w:r>
          </w:p>
          <w:p w14:paraId="3DC36418" w14:textId="77777777" w:rsidR="0049384F" w:rsidRDefault="0049384F" w:rsidP="0049384F">
            <w:pPr>
              <w:tabs>
                <w:tab w:val="left" w:pos="851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0BE3CEBA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Nom de la société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3D7E7F86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N° Siret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38EF1C3C" w14:textId="77777777" w:rsidR="0049384F" w:rsidRPr="009B0221" w:rsidRDefault="0049384F" w:rsidP="0049384F">
            <w:pPr>
              <w:rPr>
                <w:rFonts w:ascii="Calibri" w:hAnsi="Calibri" w:cs="Calibri"/>
                <w:sz w:val="22"/>
                <w:szCs w:val="22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Adresse postale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481AFA7F" w14:textId="77777777" w:rsidR="0049384F" w:rsidRDefault="0049384F" w:rsidP="0049384F">
            <w:pPr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9B0221">
              <w:rPr>
                <w:rFonts w:ascii="Calibri" w:hAnsi="Calibri" w:cs="Calibri"/>
                <w:sz w:val="22"/>
                <w:szCs w:val="22"/>
              </w:rPr>
              <w:t xml:space="preserve">Site internet : </w:t>
            </w:r>
            <w:r w:rsidRPr="009B0221">
              <w:rPr>
                <w:rFonts w:ascii="Calibri" w:hAnsi="Calibri" w:cs="Calibri"/>
                <w:i/>
                <w:sz w:val="22"/>
                <w:szCs w:val="22"/>
                <w:highlight w:val="yellow"/>
              </w:rPr>
              <w:t>A renseigner</w:t>
            </w:r>
          </w:p>
          <w:p w14:paraId="4E08A5AA" w14:textId="77777777" w:rsidR="0049384F" w:rsidRDefault="0049384F" w:rsidP="0049384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CC84832" w14:textId="77777777" w:rsidR="0049384F" w:rsidRPr="00845B26" w:rsidRDefault="0049384F" w:rsidP="0049384F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Calibri" w:hAnsi="Calibri" w:cs="Arial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société est une micro, une petite ou une moyenne entreprise ou un artisan </w:t>
            </w:r>
            <w:r w:rsidRPr="002D6B34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instrText xml:space="preserve"> FORMCHECKBOX </w:instrText>
            </w:r>
            <w:r w:rsidR="007B2AD4">
              <w:rPr>
                <w:rFonts w:ascii="Calibri" w:hAnsi="Calibri"/>
                <w:b/>
                <w:sz w:val="22"/>
                <w:szCs w:val="22"/>
              </w:rPr>
            </w:r>
            <w:r w:rsidR="007B2AD4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  <w:t>Oui</w:t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ab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instrText xml:space="preserve"> FORMCHECKBOX </w:instrText>
            </w:r>
            <w:r w:rsidR="007B2AD4">
              <w:rPr>
                <w:rFonts w:ascii="Calibri" w:hAnsi="Calibri"/>
                <w:b/>
                <w:sz w:val="22"/>
                <w:szCs w:val="22"/>
              </w:rPr>
            </w:r>
            <w:r w:rsidR="007B2AD4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Pr="002D6B34">
              <w:rPr>
                <w:rFonts w:ascii="Calibri" w:hAnsi="Calibri"/>
                <w:b/>
                <w:sz w:val="22"/>
                <w:szCs w:val="22"/>
              </w:rPr>
              <w:t xml:space="preserve"> Non</w:t>
            </w:r>
          </w:p>
          <w:p w14:paraId="6A866D0B" w14:textId="77777777" w:rsidR="0049384F" w:rsidRPr="00AD090F" w:rsidRDefault="0049384F" w:rsidP="0049384F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238C1" w14:textId="77777777" w:rsidR="0049384F" w:rsidRPr="0055662F" w:rsidRDefault="0049384F" w:rsidP="0049384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55662F">
              <w:rPr>
                <w:rFonts w:ascii="Calibri" w:hAnsi="Calibri" w:cs="Arial"/>
                <w:sz w:val="22"/>
                <w:szCs w:val="22"/>
                <w:highlight w:val="yellow"/>
              </w:rPr>
              <w:t xml:space="preserve">Indiquer ici la nature de la prestation exécutée par le co-traitant </w:t>
            </w:r>
            <w:r w:rsidR="002F0F1B">
              <w:rPr>
                <w:rFonts w:ascii="Calibri" w:hAnsi="Calibri" w:cs="Arial"/>
                <w:sz w:val="22"/>
                <w:szCs w:val="22"/>
                <w:highlight w:val="yellow"/>
              </w:rPr>
              <w:t>3</w:t>
            </w:r>
            <w:r w:rsidRPr="0055662F">
              <w:rPr>
                <w:rFonts w:ascii="Calibri" w:hAnsi="Calibri" w:cs="Arial"/>
                <w:sz w:val="22"/>
                <w:szCs w:val="22"/>
                <w:highlight w:val="yellow"/>
              </w:rPr>
              <w:t xml:space="preserve"> </w:t>
            </w:r>
          </w:p>
          <w:p w14:paraId="50182452" w14:textId="77777777" w:rsidR="0049384F" w:rsidRPr="0055662F" w:rsidRDefault="0049384F" w:rsidP="0049384F">
            <w:pPr>
              <w:tabs>
                <w:tab w:val="left" w:pos="851"/>
              </w:tabs>
              <w:snapToGrid w:val="0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</w:tbl>
    <w:p w14:paraId="414E5E29" w14:textId="77777777" w:rsidR="004137B5" w:rsidRPr="00D72A2E" w:rsidRDefault="00501B4B" w:rsidP="004137B5">
      <w:pPr>
        <w:rPr>
          <w:rFonts w:ascii="Calibri" w:hAnsi="Calibri" w:cs="Calibri"/>
          <w:i/>
          <w:sz w:val="22"/>
          <w:szCs w:val="22"/>
        </w:rPr>
      </w:pPr>
      <w:r w:rsidRPr="00D72A2E">
        <w:rPr>
          <w:rFonts w:ascii="Calibri" w:hAnsi="Calibri" w:cs="Calibri"/>
          <w:i/>
          <w:sz w:val="22"/>
          <w:szCs w:val="22"/>
        </w:rPr>
        <w:t>(</w:t>
      </w:r>
      <w:proofErr w:type="gramStart"/>
      <w:r w:rsidRPr="00D72A2E">
        <w:rPr>
          <w:rFonts w:ascii="Calibri" w:hAnsi="Calibri" w:cs="Calibri"/>
          <w:i/>
          <w:sz w:val="22"/>
          <w:szCs w:val="22"/>
        </w:rPr>
        <w:t>ajouter</w:t>
      </w:r>
      <w:proofErr w:type="gramEnd"/>
      <w:r w:rsidRPr="00D72A2E">
        <w:rPr>
          <w:rFonts w:ascii="Calibri" w:hAnsi="Calibri" w:cs="Calibri"/>
          <w:i/>
          <w:sz w:val="22"/>
          <w:szCs w:val="22"/>
        </w:rPr>
        <w:t xml:space="preserve"> autant de lignes qu’il y a de co-traitants)</w:t>
      </w:r>
    </w:p>
    <w:p w14:paraId="767F1299" w14:textId="77777777" w:rsidR="0049384F" w:rsidRDefault="0049384F" w:rsidP="004137B5"/>
    <w:p w14:paraId="03F97145" w14:textId="77777777" w:rsidR="0049384F" w:rsidRDefault="0049384F" w:rsidP="004137B5"/>
    <w:p w14:paraId="137B16F2" w14:textId="77777777" w:rsidR="004F0327" w:rsidRDefault="004F0327" w:rsidP="00940922">
      <w:pPr>
        <w:pStyle w:val="Titre1"/>
      </w:pPr>
      <w:r>
        <w:t>Identification des lots concernés par la candidature</w:t>
      </w:r>
    </w:p>
    <w:p w14:paraId="742C0233" w14:textId="77777777" w:rsidR="004F0327" w:rsidRDefault="004F0327" w:rsidP="004F0327"/>
    <w:p w14:paraId="575D58E2" w14:textId="77777777" w:rsidR="004F0327" w:rsidRPr="002D6B34" w:rsidRDefault="00384DF4" w:rsidP="004F0327">
      <w:pPr>
        <w:rPr>
          <w:rFonts w:ascii="Calibri" w:hAnsi="Calibri" w:cs="Calibri"/>
          <w:sz w:val="22"/>
          <w:szCs w:val="22"/>
        </w:rPr>
      </w:pPr>
      <w:r w:rsidRPr="002D6B34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6B34">
        <w:rPr>
          <w:rFonts w:ascii="Calibri" w:hAnsi="Calibri"/>
          <w:b/>
          <w:sz w:val="22"/>
          <w:szCs w:val="22"/>
        </w:rPr>
        <w:instrText xml:space="preserve"> FORMCHECKBOX </w:instrText>
      </w:r>
      <w:r w:rsidR="007B2AD4">
        <w:rPr>
          <w:rFonts w:ascii="Calibri" w:hAnsi="Calibri"/>
          <w:b/>
          <w:sz w:val="22"/>
          <w:szCs w:val="22"/>
        </w:rPr>
      </w:r>
      <w:r w:rsidR="007B2AD4">
        <w:rPr>
          <w:rFonts w:ascii="Calibri" w:hAnsi="Calibri"/>
          <w:b/>
          <w:sz w:val="22"/>
          <w:szCs w:val="22"/>
        </w:rPr>
        <w:fldChar w:fldCharType="separate"/>
      </w:r>
      <w:r w:rsidRPr="002D6B34">
        <w:rPr>
          <w:rFonts w:ascii="Calibri" w:hAnsi="Calibri"/>
          <w:b/>
          <w:sz w:val="22"/>
          <w:szCs w:val="22"/>
        </w:rPr>
        <w:fldChar w:fldCharType="end"/>
      </w:r>
      <w:r w:rsidR="004F0327" w:rsidRPr="002D6B34">
        <w:rPr>
          <w:rFonts w:ascii="Calibri" w:hAnsi="Calibri" w:cs="Calibri"/>
          <w:sz w:val="22"/>
          <w:szCs w:val="22"/>
        </w:rPr>
        <w:t xml:space="preserve">La candidature est présentée pour les lots </w:t>
      </w:r>
      <w:proofErr w:type="spellStart"/>
      <w:r w:rsidRPr="002D6B34">
        <w:rPr>
          <w:rFonts w:ascii="Calibri" w:hAnsi="Calibri" w:cs="Calibri"/>
          <w:sz w:val="22"/>
          <w:szCs w:val="22"/>
        </w:rPr>
        <w:t>n°</w:t>
      </w:r>
      <w:r w:rsidR="004F0327" w:rsidRPr="002D6B34">
        <w:rPr>
          <w:rFonts w:ascii="Calibri" w:hAnsi="Calibri" w:cs="Calibri"/>
          <w:sz w:val="22"/>
          <w:szCs w:val="22"/>
          <w:highlight w:val="yellow"/>
        </w:rPr>
        <w:t>XXXX</w:t>
      </w:r>
      <w:proofErr w:type="spellEnd"/>
    </w:p>
    <w:p w14:paraId="3327C7C5" w14:textId="77777777" w:rsidR="004F0327" w:rsidRPr="002D6B34" w:rsidRDefault="00384DF4" w:rsidP="004F0327">
      <w:pPr>
        <w:rPr>
          <w:rFonts w:ascii="Calibri" w:hAnsi="Calibri" w:cs="Calibri"/>
          <w:sz w:val="22"/>
          <w:szCs w:val="22"/>
        </w:rPr>
      </w:pPr>
      <w:r w:rsidRPr="002D6B34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6B34">
        <w:rPr>
          <w:rFonts w:ascii="Calibri" w:hAnsi="Calibri"/>
          <w:b/>
          <w:sz w:val="22"/>
          <w:szCs w:val="22"/>
        </w:rPr>
        <w:instrText xml:space="preserve"> FORMCHECKBOX </w:instrText>
      </w:r>
      <w:r w:rsidR="007B2AD4">
        <w:rPr>
          <w:rFonts w:ascii="Calibri" w:hAnsi="Calibri"/>
          <w:b/>
          <w:sz w:val="22"/>
          <w:szCs w:val="22"/>
        </w:rPr>
      </w:r>
      <w:r w:rsidR="007B2AD4">
        <w:rPr>
          <w:rFonts w:ascii="Calibri" w:hAnsi="Calibri"/>
          <w:b/>
          <w:sz w:val="22"/>
          <w:szCs w:val="22"/>
        </w:rPr>
        <w:fldChar w:fldCharType="separate"/>
      </w:r>
      <w:r w:rsidRPr="002D6B34">
        <w:rPr>
          <w:rFonts w:ascii="Calibri" w:hAnsi="Calibri"/>
          <w:b/>
          <w:sz w:val="22"/>
          <w:szCs w:val="22"/>
        </w:rPr>
        <w:fldChar w:fldCharType="end"/>
      </w:r>
      <w:r w:rsidR="004F0327" w:rsidRPr="002D6B34">
        <w:rPr>
          <w:rFonts w:ascii="Calibri" w:hAnsi="Calibri" w:cs="Calibri"/>
          <w:sz w:val="22"/>
          <w:szCs w:val="22"/>
        </w:rPr>
        <w:t>La candidature est présentée pour tous les lots</w:t>
      </w:r>
    </w:p>
    <w:p w14:paraId="1827991A" w14:textId="77777777" w:rsidR="004F0327" w:rsidRDefault="00384DF4" w:rsidP="004F0327">
      <w:pPr>
        <w:rPr>
          <w:rFonts w:ascii="Calibri" w:hAnsi="Calibri" w:cs="Calibri"/>
          <w:sz w:val="22"/>
          <w:szCs w:val="22"/>
        </w:rPr>
      </w:pPr>
      <w:r w:rsidRPr="002D6B34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6B34">
        <w:rPr>
          <w:rFonts w:ascii="Calibri" w:hAnsi="Calibri"/>
          <w:b/>
          <w:sz w:val="22"/>
          <w:szCs w:val="22"/>
        </w:rPr>
        <w:instrText xml:space="preserve"> FORMCHECKBOX </w:instrText>
      </w:r>
      <w:r w:rsidR="007B2AD4">
        <w:rPr>
          <w:rFonts w:ascii="Calibri" w:hAnsi="Calibri"/>
          <w:b/>
          <w:sz w:val="22"/>
          <w:szCs w:val="22"/>
        </w:rPr>
      </w:r>
      <w:r w:rsidR="007B2AD4">
        <w:rPr>
          <w:rFonts w:ascii="Calibri" w:hAnsi="Calibri"/>
          <w:b/>
          <w:sz w:val="22"/>
          <w:szCs w:val="22"/>
        </w:rPr>
        <w:fldChar w:fldCharType="separate"/>
      </w:r>
      <w:r w:rsidRPr="002D6B34">
        <w:rPr>
          <w:rFonts w:ascii="Calibri" w:hAnsi="Calibri"/>
          <w:b/>
          <w:sz w:val="22"/>
          <w:szCs w:val="22"/>
        </w:rPr>
        <w:fldChar w:fldCharType="end"/>
      </w:r>
      <w:r w:rsidR="004F0327" w:rsidRPr="002D6B34">
        <w:rPr>
          <w:rFonts w:ascii="Calibri" w:hAnsi="Calibri" w:cs="Calibri"/>
          <w:sz w:val="22"/>
          <w:szCs w:val="22"/>
        </w:rPr>
        <w:t>La</w:t>
      </w:r>
      <w:r w:rsidR="004F0327" w:rsidRPr="00782AA3">
        <w:rPr>
          <w:rFonts w:ascii="Calibri" w:hAnsi="Calibri" w:cs="Calibri"/>
          <w:sz w:val="22"/>
          <w:szCs w:val="22"/>
        </w:rPr>
        <w:t xml:space="preserve"> candidature est présentée pour </w:t>
      </w:r>
      <w:r w:rsidRPr="00782AA3">
        <w:rPr>
          <w:rFonts w:ascii="Calibri" w:hAnsi="Calibri" w:cs="Calibri"/>
          <w:sz w:val="22"/>
          <w:szCs w:val="22"/>
        </w:rPr>
        <w:t>le marché, lequel n’est pas alloti.</w:t>
      </w:r>
    </w:p>
    <w:p w14:paraId="42292754" w14:textId="77777777" w:rsidR="00451B97" w:rsidRDefault="00451B97" w:rsidP="004F0327"/>
    <w:p w14:paraId="3FD693CA" w14:textId="77777777" w:rsidR="00451B97" w:rsidRPr="004F0327" w:rsidRDefault="00451B97" w:rsidP="004F0327"/>
    <w:p w14:paraId="25F070CB" w14:textId="77777777" w:rsidR="00940922" w:rsidRDefault="00C00049" w:rsidP="00940922">
      <w:pPr>
        <w:pStyle w:val="Titre1"/>
      </w:pPr>
      <w:r>
        <w:t>Attestation sur l’honneur</w:t>
      </w:r>
    </w:p>
    <w:p w14:paraId="1423EF5E" w14:textId="77777777" w:rsidR="00940922" w:rsidRDefault="00940922" w:rsidP="00E4779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41A2B7E6" w14:textId="77777777" w:rsidR="00F366CD" w:rsidRPr="00845B26" w:rsidRDefault="00F366CD" w:rsidP="00E202E4">
      <w:pPr>
        <w:pStyle w:val="fcasegauche"/>
        <w:tabs>
          <w:tab w:val="left" w:pos="426"/>
          <w:tab w:val="left" w:pos="851"/>
        </w:tabs>
        <w:spacing w:after="0"/>
        <w:ind w:left="0" w:firstLine="0"/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En cochant la case ci-après, </w:t>
      </w:r>
      <w:r w:rsidR="00FB5EE6">
        <w:rPr>
          <w:rFonts w:ascii="Calibri" w:hAnsi="Calibri" w:cs="Arial"/>
          <w:sz w:val="22"/>
          <w:szCs w:val="22"/>
        </w:rPr>
        <w:t>chaque membre du groupement atteste</w:t>
      </w:r>
      <w:r>
        <w:rPr>
          <w:rFonts w:ascii="Calibri" w:hAnsi="Calibri" w:cs="Arial"/>
          <w:sz w:val="22"/>
          <w:szCs w:val="22"/>
        </w:rPr>
        <w:t xml:space="preserve"> sur l’honneur ne pas entrer dans l’un des cas d’exclusion prévus aux articles L.2141-1 à L.2141-5 </w:t>
      </w:r>
      <w:r w:rsidR="00264C7F">
        <w:rPr>
          <w:rFonts w:ascii="Calibri" w:hAnsi="Calibri" w:cs="Arial"/>
          <w:sz w:val="22"/>
          <w:szCs w:val="22"/>
        </w:rPr>
        <w:t xml:space="preserve">ou aux articles L.2141-7 à L.2141-11 </w:t>
      </w:r>
      <w:r w:rsidR="00664446">
        <w:rPr>
          <w:rFonts w:ascii="Calibri" w:hAnsi="Calibri" w:cs="Arial"/>
          <w:sz w:val="22"/>
          <w:szCs w:val="22"/>
        </w:rPr>
        <w:t xml:space="preserve">du Code de la commande </w:t>
      </w:r>
      <w:r w:rsidR="00664446" w:rsidRPr="00F366CD">
        <w:rPr>
          <w:rFonts w:ascii="Calibri" w:hAnsi="Calibri" w:cs="Arial"/>
          <w:sz w:val="22"/>
          <w:szCs w:val="22"/>
        </w:rPr>
        <w:t>publique</w:t>
      </w:r>
      <w:r w:rsidR="00664446">
        <w:rPr>
          <w:rFonts w:ascii="Calibri" w:hAnsi="Calibri" w:cs="Arial"/>
          <w:sz w:val="22"/>
          <w:szCs w:val="22"/>
        </w:rPr>
        <w:t xml:space="preserve"> et notamment qu’il satisfait aux obligations concernant l’emploi des travailleurs handicapés définies aux articles L.5212-1 à L.5212-11 du Code du travail</w:t>
      </w:r>
      <w:r w:rsidR="00664446" w:rsidRPr="00F366CD">
        <w:rPr>
          <w:rFonts w:ascii="Calibri" w:hAnsi="Calibri" w:cs="Arial"/>
          <w:sz w:val="22"/>
          <w:szCs w:val="22"/>
        </w:rPr>
        <w:t xml:space="preserve"> </w:t>
      </w:r>
      <w:r w:rsidR="00664446" w:rsidRPr="002D6B34">
        <w:rPr>
          <w:rFonts w:ascii="Calibri" w:hAnsi="Calibr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64446" w:rsidRPr="002D6B34">
        <w:rPr>
          <w:rFonts w:ascii="Calibri" w:hAnsi="Calibri"/>
          <w:b/>
          <w:sz w:val="22"/>
          <w:szCs w:val="22"/>
        </w:rPr>
        <w:instrText xml:space="preserve"> FORMCHECKBOX </w:instrText>
      </w:r>
      <w:r w:rsidR="007B2AD4">
        <w:rPr>
          <w:rFonts w:ascii="Calibri" w:hAnsi="Calibri"/>
          <w:b/>
          <w:sz w:val="22"/>
          <w:szCs w:val="22"/>
        </w:rPr>
      </w:r>
      <w:r w:rsidR="007B2AD4">
        <w:rPr>
          <w:rFonts w:ascii="Calibri" w:hAnsi="Calibri"/>
          <w:b/>
          <w:sz w:val="22"/>
          <w:szCs w:val="22"/>
        </w:rPr>
        <w:fldChar w:fldCharType="separate"/>
      </w:r>
      <w:r w:rsidR="00664446" w:rsidRPr="002D6B34">
        <w:rPr>
          <w:rFonts w:ascii="Calibri" w:hAnsi="Calibri"/>
          <w:b/>
          <w:sz w:val="22"/>
          <w:szCs w:val="22"/>
        </w:rPr>
        <w:fldChar w:fldCharType="end"/>
      </w:r>
    </w:p>
    <w:p w14:paraId="1A75C8BA" w14:textId="77777777" w:rsidR="00F366CD" w:rsidRDefault="00F366CD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33A236B4" w14:textId="77777777" w:rsidR="004F0327" w:rsidRDefault="004F0327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71195488" w14:textId="77777777" w:rsidR="004F0327" w:rsidRDefault="004F0327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73CCC7A2" w14:textId="77777777" w:rsidR="004F0327" w:rsidRDefault="004F0327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12139727" w14:textId="77777777" w:rsidR="00807666" w:rsidRDefault="00807666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149A6C0B" w14:textId="77777777" w:rsidR="00807666" w:rsidRDefault="00807666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032F904E" w14:textId="77777777" w:rsidR="00807666" w:rsidRDefault="00807666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2BFBD8D" w14:textId="77777777" w:rsidR="00807666" w:rsidRDefault="00807666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20D7B36D" w14:textId="77777777" w:rsidR="00807666" w:rsidRDefault="00807666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0E0B27FB" w14:textId="77777777" w:rsidR="00807666" w:rsidRDefault="00807666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5D097151" w14:textId="77777777" w:rsidR="00807666" w:rsidRDefault="00807666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4E4D25EA" w14:textId="77777777" w:rsidR="00807666" w:rsidRDefault="00807666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00B454A8" w14:textId="77777777" w:rsidR="004F0327" w:rsidRDefault="004F0327" w:rsidP="00F366CD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14:paraId="212071EC" w14:textId="77777777" w:rsidR="004F0327" w:rsidRDefault="00384DF4" w:rsidP="004F0327">
      <w:pPr>
        <w:pStyle w:val="Titre1"/>
      </w:pPr>
      <w:r>
        <w:t>Declaration du candidat</w:t>
      </w:r>
    </w:p>
    <w:p w14:paraId="74BF29BF" w14:textId="77777777" w:rsidR="00384DF4" w:rsidRDefault="00384DF4" w:rsidP="00384DF4"/>
    <w:p w14:paraId="64B186DF" w14:textId="77777777" w:rsidR="004156F9" w:rsidRDefault="00807666" w:rsidP="004156F9">
      <w:pPr>
        <w:pStyle w:val="Titre2"/>
        <w:rPr>
          <w:rFonts w:ascii="Calibri" w:hAnsi="Calibri" w:cs="Calibri"/>
          <w:sz w:val="22"/>
          <w:szCs w:val="22"/>
        </w:rPr>
      </w:pPr>
      <w:r w:rsidRPr="00A900F7">
        <w:rPr>
          <w:rFonts w:ascii="Calibri" w:hAnsi="Calibri" w:cs="Calibri"/>
          <w:sz w:val="22"/>
          <w:szCs w:val="22"/>
        </w:rPr>
        <w:t>1- Renseignement</w:t>
      </w:r>
      <w:r w:rsidR="002F0F1B" w:rsidRPr="00A900F7">
        <w:rPr>
          <w:rFonts w:ascii="Calibri" w:hAnsi="Calibri" w:cs="Calibri"/>
          <w:sz w:val="22"/>
          <w:szCs w:val="22"/>
        </w:rPr>
        <w:t>s</w:t>
      </w:r>
      <w:r w:rsidRPr="00A900F7">
        <w:rPr>
          <w:rFonts w:ascii="Calibri" w:hAnsi="Calibri" w:cs="Calibri"/>
          <w:sz w:val="22"/>
          <w:szCs w:val="22"/>
        </w:rPr>
        <w:t xml:space="preserve"> relatifs à la capacité économique et financière du candidat </w:t>
      </w:r>
    </w:p>
    <w:p w14:paraId="099012A0" w14:textId="77777777" w:rsidR="004156F9" w:rsidRDefault="004156F9" w:rsidP="004156F9"/>
    <w:p w14:paraId="77273008" w14:textId="77777777" w:rsidR="000D3105" w:rsidRPr="000D3105" w:rsidRDefault="000D3105" w:rsidP="000D3105">
      <w:pPr>
        <w:numPr>
          <w:ilvl w:val="0"/>
          <w:numId w:val="26"/>
        </w:numPr>
        <w:rPr>
          <w:rFonts w:ascii="Calibri" w:hAnsi="Calibri" w:cs="Calibri"/>
          <w:sz w:val="22"/>
          <w:szCs w:val="22"/>
        </w:rPr>
      </w:pPr>
      <w:proofErr w:type="gramStart"/>
      <w:r w:rsidRPr="000D3105">
        <w:rPr>
          <w:rFonts w:ascii="Calibri" w:hAnsi="Calibri" w:cs="Calibri"/>
          <w:sz w:val="22"/>
          <w:szCs w:val="22"/>
        </w:rPr>
        <w:t>ajouter</w:t>
      </w:r>
      <w:proofErr w:type="gramEnd"/>
      <w:r w:rsidRPr="000D3105">
        <w:rPr>
          <w:rFonts w:ascii="Calibri" w:hAnsi="Calibri" w:cs="Calibri"/>
          <w:sz w:val="22"/>
          <w:szCs w:val="22"/>
        </w:rPr>
        <w:t>/supprimer autant de ligne qu’il y a de co-traitants</w:t>
      </w:r>
    </w:p>
    <w:p w14:paraId="356A8DAE" w14:textId="77777777" w:rsidR="000D3105" w:rsidRDefault="000D3105" w:rsidP="000D3105">
      <w:pPr>
        <w:numPr>
          <w:ilvl w:val="0"/>
          <w:numId w:val="26"/>
        </w:numPr>
        <w:rPr>
          <w:rFonts w:ascii="Calibri" w:hAnsi="Calibri" w:cs="Calibri"/>
          <w:i/>
          <w:sz w:val="22"/>
          <w:szCs w:val="22"/>
        </w:rPr>
      </w:pPr>
      <w:bookmarkStart w:id="1" w:name="_Hlk119398878"/>
      <w:proofErr w:type="gramStart"/>
      <w:r>
        <w:rPr>
          <w:rFonts w:ascii="Calibri" w:hAnsi="Calibri" w:cs="Calibri"/>
          <w:sz w:val="22"/>
          <w:szCs w:val="22"/>
        </w:rPr>
        <w:t>les</w:t>
      </w:r>
      <w:proofErr w:type="gramEnd"/>
      <w:r>
        <w:rPr>
          <w:rFonts w:ascii="Calibri" w:hAnsi="Calibri" w:cs="Calibri"/>
          <w:sz w:val="22"/>
          <w:szCs w:val="22"/>
        </w:rPr>
        <w:t xml:space="preserve"> renseignements demandés ci-dessous et non fournis par les co-traitants dans le présent document devront être joints en annexes</w:t>
      </w:r>
    </w:p>
    <w:bookmarkEnd w:id="1"/>
    <w:p w14:paraId="53CA1FE8" w14:textId="77777777" w:rsidR="00807666" w:rsidRDefault="00807666" w:rsidP="0080766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3517"/>
        <w:gridCol w:w="4252"/>
      </w:tblGrid>
      <w:tr w:rsidR="000D3105" w:rsidRPr="00DA65FC" w14:paraId="3E479E0E" w14:textId="77777777" w:rsidTr="00B91697">
        <w:tc>
          <w:tcPr>
            <w:tcW w:w="0" w:type="auto"/>
            <w:shd w:val="clear" w:color="auto" w:fill="auto"/>
          </w:tcPr>
          <w:p w14:paraId="0C36DD01" w14:textId="77777777" w:rsidR="000D3105" w:rsidRPr="00DA65FC" w:rsidRDefault="000D3105" w:rsidP="007E02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119399153"/>
          </w:p>
        </w:tc>
        <w:tc>
          <w:tcPr>
            <w:tcW w:w="3517" w:type="dxa"/>
            <w:shd w:val="clear" w:color="auto" w:fill="auto"/>
          </w:tcPr>
          <w:p w14:paraId="2FC91B0C" w14:textId="77777777" w:rsidR="000D3105" w:rsidRPr="00D168A8" w:rsidRDefault="000D3105" w:rsidP="004156F9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D168A8">
              <w:rPr>
                <w:rFonts w:ascii="Calibri" w:hAnsi="Calibri" w:cs="Calibri"/>
                <w:sz w:val="22"/>
                <w:szCs w:val="22"/>
                <w:highlight w:val="green"/>
              </w:rPr>
              <w:t>C</w:t>
            </w:r>
            <w:r w:rsidR="00E06D15" w:rsidRPr="00D168A8">
              <w:rPr>
                <w:rFonts w:ascii="Calibri" w:hAnsi="Calibri" w:cs="Calibri"/>
                <w:sz w:val="22"/>
                <w:szCs w:val="22"/>
                <w:highlight w:val="green"/>
              </w:rPr>
              <w:t>hiffre d’affaires global</w:t>
            </w:r>
            <w:r w:rsidRPr="00D168A8">
              <w:rPr>
                <w:rFonts w:ascii="Calibri" w:hAnsi="Calibri" w:cs="Calibri"/>
                <w:sz w:val="22"/>
                <w:szCs w:val="22"/>
                <w:highlight w:val="green"/>
              </w:rPr>
              <w:t xml:space="preserve"> du candidat</w:t>
            </w:r>
          </w:p>
        </w:tc>
        <w:tc>
          <w:tcPr>
            <w:tcW w:w="4252" w:type="dxa"/>
            <w:shd w:val="clear" w:color="auto" w:fill="auto"/>
          </w:tcPr>
          <w:p w14:paraId="511F713A" w14:textId="77777777" w:rsidR="000D3105" w:rsidRPr="00D168A8" w:rsidRDefault="000D3105" w:rsidP="004156F9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D168A8">
              <w:rPr>
                <w:rFonts w:ascii="Calibri" w:hAnsi="Calibri" w:cs="Calibri"/>
                <w:sz w:val="22"/>
                <w:szCs w:val="22"/>
                <w:highlight w:val="green"/>
              </w:rPr>
              <w:t>C</w:t>
            </w:r>
            <w:r w:rsidR="00E06D15" w:rsidRPr="00D168A8">
              <w:rPr>
                <w:rFonts w:ascii="Calibri" w:hAnsi="Calibri" w:cs="Calibri"/>
                <w:sz w:val="22"/>
                <w:szCs w:val="22"/>
                <w:highlight w:val="green"/>
              </w:rPr>
              <w:t>hiffre d’affaires</w:t>
            </w:r>
            <w:r w:rsidRPr="00D168A8">
              <w:rPr>
                <w:rFonts w:ascii="Calibri" w:hAnsi="Calibri" w:cs="Calibri"/>
                <w:sz w:val="22"/>
                <w:szCs w:val="22"/>
                <w:highlight w:val="green"/>
              </w:rPr>
              <w:t xml:space="preserve"> du domaine d’activité faisant l’objet du marché</w:t>
            </w:r>
          </w:p>
        </w:tc>
      </w:tr>
      <w:tr w:rsidR="00084008" w:rsidRPr="00DA65FC" w14:paraId="56008188" w14:textId="77777777" w:rsidTr="00B91697">
        <w:tc>
          <w:tcPr>
            <w:tcW w:w="0" w:type="auto"/>
            <w:shd w:val="clear" w:color="auto" w:fill="auto"/>
          </w:tcPr>
          <w:p w14:paraId="5C874CB6" w14:textId="77777777" w:rsidR="00084008" w:rsidRPr="00DA65FC" w:rsidRDefault="00084008" w:rsidP="007E022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Mandataire (</w:t>
            </w:r>
            <w:r w:rsidRPr="0008400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nom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3517" w:type="dxa"/>
            <w:shd w:val="clear" w:color="auto" w:fill="auto"/>
          </w:tcPr>
          <w:p w14:paraId="4D96C2D9" w14:textId="77777777" w:rsidR="00084008" w:rsidRPr="00084008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084008">
              <w:rPr>
                <w:rFonts w:ascii="Calibri" w:eastAsia="SimSun" w:hAnsi="Calibri" w:cs="Calibri"/>
                <w:i/>
                <w:sz w:val="22"/>
                <w:szCs w:val="22"/>
              </w:rPr>
              <w:t>Année :</w:t>
            </w:r>
          </w:p>
          <w:p w14:paraId="2BBDEBC8" w14:textId="77777777" w:rsidR="00084008" w:rsidRPr="00084008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084008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 : </w:t>
            </w:r>
          </w:p>
          <w:p w14:paraId="300B0F2E" w14:textId="77777777" w:rsidR="00084008" w:rsidRPr="00E06D15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084008">
              <w:rPr>
                <w:rFonts w:ascii="Calibri" w:eastAsia="SimSun" w:hAnsi="Calibri" w:cs="Calibri"/>
                <w:i/>
                <w:sz w:val="22"/>
                <w:szCs w:val="22"/>
              </w:rPr>
              <w:t>Année :</w:t>
            </w:r>
          </w:p>
        </w:tc>
        <w:tc>
          <w:tcPr>
            <w:tcW w:w="4252" w:type="dxa"/>
            <w:shd w:val="clear" w:color="auto" w:fill="auto"/>
          </w:tcPr>
          <w:p w14:paraId="3352220A" w14:textId="77777777" w:rsidR="00084008" w:rsidRPr="00084008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084008">
              <w:rPr>
                <w:rFonts w:ascii="Calibri" w:eastAsia="SimSun" w:hAnsi="Calibri" w:cs="Calibri"/>
                <w:i/>
                <w:sz w:val="22"/>
                <w:szCs w:val="22"/>
              </w:rPr>
              <w:t>Année :</w:t>
            </w:r>
          </w:p>
          <w:p w14:paraId="70F0BAAA" w14:textId="77777777" w:rsidR="00084008" w:rsidRPr="00084008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084008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 : </w:t>
            </w:r>
          </w:p>
          <w:p w14:paraId="5E35EE36" w14:textId="77777777" w:rsidR="00084008" w:rsidRPr="00E06D15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084008">
              <w:rPr>
                <w:rFonts w:ascii="Calibri" w:eastAsia="SimSun" w:hAnsi="Calibri" w:cs="Calibri"/>
                <w:i/>
                <w:sz w:val="22"/>
                <w:szCs w:val="22"/>
              </w:rPr>
              <w:t>Année :</w:t>
            </w:r>
          </w:p>
        </w:tc>
      </w:tr>
      <w:tr w:rsidR="000D3105" w:rsidRPr="00DA65FC" w14:paraId="64F2318E" w14:textId="77777777" w:rsidTr="00B91697">
        <w:tc>
          <w:tcPr>
            <w:tcW w:w="0" w:type="auto"/>
            <w:shd w:val="clear" w:color="auto" w:fill="auto"/>
          </w:tcPr>
          <w:p w14:paraId="6C76182B" w14:textId="77777777" w:rsidR="000D3105" w:rsidRPr="00DA65FC" w:rsidRDefault="000D3105" w:rsidP="007E022C">
            <w:pPr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DA65FC">
              <w:rPr>
                <w:rFonts w:ascii="Calibri" w:hAnsi="Calibri" w:cs="Calibri"/>
                <w:b/>
                <w:sz w:val="22"/>
                <w:szCs w:val="22"/>
              </w:rPr>
              <w:t>Co-traitant 1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 w:rsidRPr="00F87F6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nom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3517" w:type="dxa"/>
            <w:shd w:val="clear" w:color="auto" w:fill="auto"/>
          </w:tcPr>
          <w:p w14:paraId="098A1AB1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122EAF87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24107C80" w14:textId="77777777" w:rsidR="000D3105" w:rsidRPr="009E3BD6" w:rsidRDefault="00345D43" w:rsidP="00345D4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</w:tc>
        <w:tc>
          <w:tcPr>
            <w:tcW w:w="4252" w:type="dxa"/>
            <w:shd w:val="clear" w:color="auto" w:fill="auto"/>
          </w:tcPr>
          <w:p w14:paraId="278505A8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3536B8A0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0F55AD9E" w14:textId="77777777" w:rsidR="000D3105" w:rsidRPr="00DA65FC" w:rsidRDefault="00345D43" w:rsidP="00345D4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</w:tc>
      </w:tr>
      <w:tr w:rsidR="000D3105" w:rsidRPr="00DA65FC" w14:paraId="79CE86BD" w14:textId="77777777" w:rsidTr="00B91697">
        <w:tc>
          <w:tcPr>
            <w:tcW w:w="0" w:type="auto"/>
            <w:shd w:val="clear" w:color="auto" w:fill="auto"/>
          </w:tcPr>
          <w:p w14:paraId="3A640667" w14:textId="77777777" w:rsidR="000D3105" w:rsidRPr="00DA65FC" w:rsidRDefault="000D3105" w:rsidP="007E022C">
            <w:pPr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DA65FC">
              <w:rPr>
                <w:rFonts w:ascii="Calibri" w:hAnsi="Calibri" w:cs="Calibri"/>
                <w:b/>
                <w:sz w:val="22"/>
                <w:szCs w:val="22"/>
              </w:rPr>
              <w:t>Co-traitant 2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 w:rsidRPr="00F87F6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nom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3517" w:type="dxa"/>
            <w:shd w:val="clear" w:color="auto" w:fill="auto"/>
          </w:tcPr>
          <w:p w14:paraId="2A5673E3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51A89678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4BA14C9D" w14:textId="77777777" w:rsidR="000D3105" w:rsidRPr="009E3BD6" w:rsidRDefault="00345D43" w:rsidP="00345D4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</w:tc>
        <w:tc>
          <w:tcPr>
            <w:tcW w:w="4252" w:type="dxa"/>
            <w:shd w:val="clear" w:color="auto" w:fill="auto"/>
          </w:tcPr>
          <w:p w14:paraId="060506C5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09E15DFB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25DF1251" w14:textId="77777777" w:rsidR="000D3105" w:rsidRPr="00DA65FC" w:rsidRDefault="00345D43" w:rsidP="00345D4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</w:tc>
      </w:tr>
      <w:tr w:rsidR="000D3105" w:rsidRPr="00DA65FC" w14:paraId="511FF40A" w14:textId="77777777" w:rsidTr="00B91697">
        <w:tc>
          <w:tcPr>
            <w:tcW w:w="0" w:type="auto"/>
            <w:shd w:val="clear" w:color="auto" w:fill="auto"/>
          </w:tcPr>
          <w:p w14:paraId="0313EE49" w14:textId="77777777" w:rsidR="000D3105" w:rsidRPr="00DA65FC" w:rsidRDefault="000D3105" w:rsidP="007E022C">
            <w:pPr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DA65FC">
              <w:rPr>
                <w:rFonts w:ascii="Calibri" w:hAnsi="Calibri" w:cs="Calibri"/>
                <w:b/>
                <w:sz w:val="22"/>
                <w:szCs w:val="22"/>
              </w:rPr>
              <w:t>Co-traitant 3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</w:t>
            </w:r>
            <w:r w:rsidRPr="00F87F68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nom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3517" w:type="dxa"/>
            <w:shd w:val="clear" w:color="auto" w:fill="auto"/>
          </w:tcPr>
          <w:p w14:paraId="2EA9101B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26DBAE62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54BDB686" w14:textId="77777777" w:rsidR="000D3105" w:rsidRPr="009E3BD6" w:rsidRDefault="00345D43" w:rsidP="00345D4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</w:tc>
        <w:tc>
          <w:tcPr>
            <w:tcW w:w="4252" w:type="dxa"/>
            <w:shd w:val="clear" w:color="auto" w:fill="auto"/>
          </w:tcPr>
          <w:p w14:paraId="0D10131E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3CBA109C" w14:textId="77777777" w:rsidR="00345D43" w:rsidRPr="00E06D15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491BF8AE" w14:textId="77777777" w:rsidR="000D3105" w:rsidRPr="00DA65FC" w:rsidRDefault="00345D43" w:rsidP="00345D43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</w:tc>
      </w:tr>
      <w:bookmarkEnd w:id="2"/>
    </w:tbl>
    <w:p w14:paraId="51E212C0" w14:textId="77777777" w:rsidR="00E05865" w:rsidRPr="00E05865" w:rsidRDefault="00E05865" w:rsidP="00825D58">
      <w:pPr>
        <w:contextualSpacing/>
        <w:jc w:val="both"/>
        <w:rPr>
          <w:rFonts w:ascii="Calibri" w:eastAsia="SimSun" w:hAnsi="Calibri" w:cs="Calibri"/>
          <w:color w:val="FF0000"/>
          <w:sz w:val="22"/>
          <w:szCs w:val="22"/>
        </w:rPr>
      </w:pPr>
    </w:p>
    <w:p w14:paraId="68F637E6" w14:textId="77777777" w:rsidR="00C17FC4" w:rsidRPr="00E454BF" w:rsidRDefault="00C17FC4" w:rsidP="00807666">
      <w:pPr>
        <w:rPr>
          <w:rFonts w:ascii="Calibri" w:hAnsi="Calibri" w:cs="Calibri"/>
          <w:sz w:val="22"/>
          <w:szCs w:val="22"/>
        </w:rPr>
      </w:pPr>
    </w:p>
    <w:p w14:paraId="48CB5ED3" w14:textId="77777777" w:rsidR="00807666" w:rsidRPr="00E454BF" w:rsidRDefault="001B2E38" w:rsidP="00807666">
      <w:pPr>
        <w:pStyle w:val="Titre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807666" w:rsidRPr="00E454BF">
        <w:rPr>
          <w:rFonts w:ascii="Calibri" w:hAnsi="Calibri" w:cs="Calibri"/>
          <w:sz w:val="22"/>
          <w:szCs w:val="22"/>
        </w:rPr>
        <w:t>- Renseignements relatifs à la capacité technique et professionnelle du candidat</w:t>
      </w:r>
      <w:r w:rsidR="00A71625">
        <w:rPr>
          <w:rFonts w:ascii="Calibri" w:hAnsi="Calibri" w:cs="Calibri"/>
          <w:sz w:val="22"/>
          <w:szCs w:val="22"/>
        </w:rPr>
        <w:t xml:space="preserve"> </w:t>
      </w:r>
    </w:p>
    <w:p w14:paraId="3D01B08D" w14:textId="77777777" w:rsidR="00825D58" w:rsidRDefault="00825D58" w:rsidP="00807666">
      <w:pPr>
        <w:rPr>
          <w:rFonts w:ascii="Calibri" w:hAnsi="Calibri" w:cs="Calibri"/>
          <w:sz w:val="22"/>
          <w:szCs w:val="22"/>
        </w:rPr>
      </w:pPr>
    </w:p>
    <w:p w14:paraId="04DEDA48" w14:textId="77777777" w:rsidR="00856F7A" w:rsidRPr="000D3105" w:rsidRDefault="00856F7A" w:rsidP="000D3105">
      <w:pPr>
        <w:numPr>
          <w:ilvl w:val="0"/>
          <w:numId w:val="26"/>
        </w:numPr>
        <w:rPr>
          <w:rFonts w:ascii="Calibri" w:hAnsi="Calibri" w:cs="Calibri"/>
          <w:sz w:val="22"/>
          <w:szCs w:val="22"/>
        </w:rPr>
      </w:pPr>
      <w:proofErr w:type="gramStart"/>
      <w:r w:rsidRPr="000D3105">
        <w:rPr>
          <w:rFonts w:ascii="Calibri" w:hAnsi="Calibri" w:cs="Calibri"/>
          <w:sz w:val="22"/>
          <w:szCs w:val="22"/>
        </w:rPr>
        <w:t>ajouter</w:t>
      </w:r>
      <w:proofErr w:type="gramEnd"/>
      <w:r w:rsidR="000D3105" w:rsidRPr="000D3105">
        <w:rPr>
          <w:rFonts w:ascii="Calibri" w:hAnsi="Calibri" w:cs="Calibri"/>
          <w:sz w:val="22"/>
          <w:szCs w:val="22"/>
        </w:rPr>
        <w:t>/supprimer</w:t>
      </w:r>
      <w:r w:rsidRPr="000D3105">
        <w:rPr>
          <w:rFonts w:ascii="Calibri" w:hAnsi="Calibri" w:cs="Calibri"/>
          <w:sz w:val="22"/>
          <w:szCs w:val="22"/>
        </w:rPr>
        <w:t xml:space="preserve"> autant de ligne qu’il y a de co-traitants</w:t>
      </w:r>
    </w:p>
    <w:p w14:paraId="7468B373" w14:textId="77777777" w:rsidR="000D3105" w:rsidRPr="00345D43" w:rsidRDefault="000D3105" w:rsidP="000D3105">
      <w:pPr>
        <w:numPr>
          <w:ilvl w:val="0"/>
          <w:numId w:val="26"/>
        </w:numPr>
        <w:rPr>
          <w:rFonts w:ascii="Calibri" w:hAnsi="Calibri" w:cs="Calibri"/>
          <w:i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les</w:t>
      </w:r>
      <w:proofErr w:type="gramEnd"/>
      <w:r>
        <w:rPr>
          <w:rFonts w:ascii="Calibri" w:hAnsi="Calibri" w:cs="Calibri"/>
          <w:sz w:val="22"/>
          <w:szCs w:val="22"/>
        </w:rPr>
        <w:t xml:space="preserve"> renseignements demandés ci-dessous et non fournis par les co-traitants dans le présent document devront être joints en annexes</w:t>
      </w:r>
    </w:p>
    <w:p w14:paraId="6FB944ED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p w14:paraId="31962592" w14:textId="77777777" w:rsidR="00B91697" w:rsidRDefault="00B91697" w:rsidP="00345D43">
      <w:pPr>
        <w:rPr>
          <w:rFonts w:ascii="Calibri" w:hAnsi="Calibri" w:cs="Calibri"/>
          <w:i/>
          <w:sz w:val="22"/>
          <w:szCs w:val="22"/>
        </w:rPr>
      </w:pPr>
    </w:p>
    <w:p w14:paraId="682C140C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938"/>
      </w:tblGrid>
      <w:tr w:rsidR="00345D43" w:rsidRPr="00345D43" w14:paraId="31A71E19" w14:textId="77777777" w:rsidTr="00B91697">
        <w:trPr>
          <w:trHeight w:val="2389"/>
        </w:trPr>
        <w:tc>
          <w:tcPr>
            <w:tcW w:w="2518" w:type="dxa"/>
            <w:shd w:val="clear" w:color="auto" w:fill="auto"/>
          </w:tcPr>
          <w:p w14:paraId="7E0A1188" w14:textId="77777777" w:rsidR="00345D43" w:rsidRPr="00345D43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</w:tc>
        <w:tc>
          <w:tcPr>
            <w:tcW w:w="7938" w:type="dxa"/>
          </w:tcPr>
          <w:p w14:paraId="634F944D" w14:textId="77777777" w:rsidR="00345D43" w:rsidRPr="00D168A8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  <w:highlight w:val="green"/>
              </w:rPr>
            </w:pPr>
            <w:r w:rsidRPr="00D168A8">
              <w:rPr>
                <w:rFonts w:ascii="Calibri" w:eastAsia="SimSun" w:hAnsi="Calibri" w:cs="Calibri"/>
                <w:b/>
                <w:sz w:val="22"/>
                <w:szCs w:val="22"/>
                <w:highlight w:val="green"/>
              </w:rPr>
              <w:t>Liste des principales références des trois dernières années en lien avec l’objet du marché</w:t>
            </w:r>
            <w:r w:rsidRPr="00D168A8">
              <w:rPr>
                <w:rFonts w:eastAsia="SimSun"/>
                <w:highlight w:val="green"/>
              </w:rPr>
              <w:t xml:space="preserve"> </w:t>
            </w:r>
            <w:r w:rsidRPr="00D168A8">
              <w:rPr>
                <w:rFonts w:ascii="Calibri" w:eastAsia="SimSun" w:hAnsi="Calibri" w:cs="Calibri"/>
                <w:b/>
                <w:sz w:val="22"/>
                <w:szCs w:val="22"/>
                <w:highlight w:val="green"/>
              </w:rPr>
              <w:t>en précisant les informations suivantes :</w:t>
            </w:r>
          </w:p>
          <w:p w14:paraId="3AE300EC" w14:textId="77777777" w:rsidR="00345D43" w:rsidRPr="00D168A8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  <w:highlight w:val="green"/>
              </w:rPr>
            </w:pPr>
            <w:r w:rsidRPr="00D168A8">
              <w:rPr>
                <w:rFonts w:ascii="Segoe UI Symbol" w:eastAsia="SimSun" w:hAnsi="Segoe UI Symbol" w:cs="Segoe UI Symbol"/>
                <w:b/>
                <w:sz w:val="22"/>
                <w:szCs w:val="22"/>
                <w:highlight w:val="green"/>
              </w:rPr>
              <w:t>☒</w:t>
            </w:r>
            <w:r w:rsidRPr="00D168A8">
              <w:rPr>
                <w:rFonts w:ascii="Calibri" w:eastAsia="SimSun" w:hAnsi="Calibri" w:cs="Calibri"/>
                <w:b/>
                <w:sz w:val="22"/>
                <w:szCs w:val="22"/>
                <w:highlight w:val="green"/>
              </w:rPr>
              <w:t xml:space="preserve"> </w:t>
            </w:r>
            <w:r w:rsidR="00825D58" w:rsidRPr="00D168A8">
              <w:rPr>
                <w:rFonts w:ascii="Calibri" w:eastAsia="SimSun" w:hAnsi="Calibri" w:cs="Calibri"/>
                <w:b/>
                <w:sz w:val="22"/>
                <w:szCs w:val="22"/>
                <w:highlight w:val="green"/>
              </w:rPr>
              <w:t>L</w:t>
            </w:r>
            <w:r w:rsidRPr="00D168A8">
              <w:rPr>
                <w:rFonts w:ascii="Calibri" w:eastAsia="SimSun" w:hAnsi="Calibri" w:cs="Calibri"/>
                <w:b/>
                <w:sz w:val="22"/>
                <w:szCs w:val="22"/>
                <w:highlight w:val="green"/>
              </w:rPr>
              <w:t>a date et le destinataire public ou privé de ces références ;</w:t>
            </w:r>
          </w:p>
        </w:tc>
      </w:tr>
      <w:tr w:rsidR="00084008" w:rsidRPr="00345D43" w14:paraId="0159E9CD" w14:textId="77777777" w:rsidTr="00B91697">
        <w:trPr>
          <w:trHeight w:val="712"/>
        </w:trPr>
        <w:tc>
          <w:tcPr>
            <w:tcW w:w="2518" w:type="dxa"/>
            <w:shd w:val="clear" w:color="auto" w:fill="auto"/>
          </w:tcPr>
          <w:p w14:paraId="733A800B" w14:textId="77777777" w:rsidR="00084008" w:rsidRPr="00345D43" w:rsidRDefault="00084008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sz w:val="22"/>
                <w:szCs w:val="22"/>
              </w:rPr>
              <w:lastRenderedPageBreak/>
              <w:t xml:space="preserve">Mandataire </w:t>
            </w:r>
            <w:r w:rsidRPr="00084008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(nom)</w:t>
            </w:r>
          </w:p>
        </w:tc>
        <w:tc>
          <w:tcPr>
            <w:tcW w:w="7938" w:type="dxa"/>
          </w:tcPr>
          <w:p w14:paraId="264F1378" w14:textId="77777777" w:rsidR="00084008" w:rsidRPr="00E06D15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42AAA49B" w14:textId="77777777" w:rsidR="00084008" w:rsidRPr="00E06D15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2779A920" w14:textId="77777777" w:rsidR="00084008" w:rsidRPr="00D01E28" w:rsidRDefault="00084008" w:rsidP="00084008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</w:tc>
      </w:tr>
      <w:tr w:rsidR="00345D43" w:rsidRPr="00345D43" w14:paraId="19CF09F4" w14:textId="77777777" w:rsidTr="00B91697">
        <w:trPr>
          <w:trHeight w:val="712"/>
        </w:trPr>
        <w:tc>
          <w:tcPr>
            <w:tcW w:w="2518" w:type="dxa"/>
            <w:shd w:val="clear" w:color="auto" w:fill="auto"/>
          </w:tcPr>
          <w:p w14:paraId="716B0149" w14:textId="77777777" w:rsidR="00345D43" w:rsidRPr="00345D43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sz w:val="22"/>
                <w:szCs w:val="22"/>
                <w:highlight w:val="yellow"/>
              </w:rPr>
            </w:pP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Co-traitant 1 (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)</w:t>
            </w:r>
            <w:r w:rsidRPr="00345D43">
              <w:rPr>
                <w:rFonts w:ascii="Calibri" w:eastAsia="SimSun" w:hAnsi="Calibri" w:cs="Calibri"/>
                <w:sz w:val="22"/>
                <w:szCs w:val="22"/>
              </w:rPr>
              <w:t xml:space="preserve"> : </w:t>
            </w:r>
          </w:p>
        </w:tc>
        <w:tc>
          <w:tcPr>
            <w:tcW w:w="7938" w:type="dxa"/>
          </w:tcPr>
          <w:p w14:paraId="311D46FB" w14:textId="77777777" w:rsidR="00D01E28" w:rsidRPr="00D01E28" w:rsidRDefault="00D01E28" w:rsidP="00D01E28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4B38DB22" w14:textId="77777777" w:rsidR="00D01E28" w:rsidRPr="00D01E28" w:rsidRDefault="00D01E28" w:rsidP="00D01E2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5F3B79EC" w14:textId="77777777" w:rsidR="00D01E28" w:rsidRPr="00D01E28" w:rsidRDefault="00D01E28" w:rsidP="00D01E28">
            <w:pPr>
              <w:spacing w:after="160" w:line="259" w:lineRule="auto"/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  <w:r w:rsidRPr="00D01E28">
              <w:rPr>
                <w:rFonts w:ascii="Calibri" w:eastAsia="SimSun" w:hAnsi="Calibri" w:cs="Calibri"/>
                <w:sz w:val="22"/>
                <w:szCs w:val="22"/>
              </w:rPr>
              <w:t xml:space="preserve"> </w:t>
            </w:r>
          </w:p>
          <w:p w14:paraId="07C13305" w14:textId="77777777" w:rsidR="00345D43" w:rsidRPr="00345D43" w:rsidRDefault="00345D43" w:rsidP="00D01E28">
            <w:pPr>
              <w:tabs>
                <w:tab w:val="left" w:pos="826"/>
              </w:tabs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</w:tc>
      </w:tr>
      <w:tr w:rsidR="00345D43" w:rsidRPr="00345D43" w14:paraId="254E49DA" w14:textId="77777777" w:rsidTr="00B91697">
        <w:trPr>
          <w:trHeight w:val="712"/>
        </w:trPr>
        <w:tc>
          <w:tcPr>
            <w:tcW w:w="2518" w:type="dxa"/>
            <w:shd w:val="clear" w:color="auto" w:fill="auto"/>
          </w:tcPr>
          <w:p w14:paraId="36BDA5E4" w14:textId="77777777" w:rsidR="00345D43" w:rsidRPr="00345D43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  <w:highlight w:val="yellow"/>
              </w:rPr>
            </w:pP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Co-traitant </w:t>
            </w:r>
            <w:r>
              <w:rPr>
                <w:rFonts w:ascii="Calibri" w:eastAsia="SimSun" w:hAnsi="Calibri" w:cs="Calibri"/>
                <w:b/>
                <w:sz w:val="22"/>
                <w:szCs w:val="22"/>
              </w:rPr>
              <w:t>2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(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)</w:t>
            </w:r>
            <w:r w:rsidRPr="00345D43">
              <w:rPr>
                <w:rFonts w:ascii="Calibri" w:eastAsia="SimSun" w:hAnsi="Calibri" w:cs="Calibri"/>
                <w:sz w:val="22"/>
                <w:szCs w:val="22"/>
              </w:rPr>
              <w:t> :</w:t>
            </w:r>
          </w:p>
        </w:tc>
        <w:tc>
          <w:tcPr>
            <w:tcW w:w="7938" w:type="dxa"/>
          </w:tcPr>
          <w:p w14:paraId="2491E3E9" w14:textId="77777777" w:rsidR="00D01E28" w:rsidRPr="00D01E28" w:rsidRDefault="00D01E28" w:rsidP="00D01E28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0BE13172" w14:textId="77777777" w:rsidR="00D01E28" w:rsidRPr="00D01E28" w:rsidRDefault="00D01E28" w:rsidP="00D01E2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5932A70C" w14:textId="77777777" w:rsidR="00D01E28" w:rsidRPr="00D01E28" w:rsidRDefault="00D01E28" w:rsidP="00D01E28">
            <w:pPr>
              <w:spacing w:after="160" w:line="259" w:lineRule="auto"/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  <w:r w:rsidRPr="00D01E28">
              <w:rPr>
                <w:rFonts w:ascii="Calibri" w:eastAsia="SimSun" w:hAnsi="Calibri" w:cs="Calibri"/>
                <w:sz w:val="22"/>
                <w:szCs w:val="22"/>
              </w:rPr>
              <w:t xml:space="preserve"> </w:t>
            </w:r>
          </w:p>
          <w:p w14:paraId="073F5FE3" w14:textId="77777777" w:rsidR="00345D43" w:rsidRPr="00345D43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</w:tc>
      </w:tr>
      <w:tr w:rsidR="00345D43" w:rsidRPr="00345D43" w14:paraId="625D847F" w14:textId="77777777" w:rsidTr="00B91697">
        <w:trPr>
          <w:trHeight w:val="712"/>
        </w:trPr>
        <w:tc>
          <w:tcPr>
            <w:tcW w:w="2518" w:type="dxa"/>
            <w:shd w:val="clear" w:color="auto" w:fill="auto"/>
          </w:tcPr>
          <w:p w14:paraId="4774077D" w14:textId="77777777" w:rsidR="00345D43" w:rsidRPr="00345D43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  <w:highlight w:val="yellow"/>
              </w:rPr>
            </w:pP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Co-traitant </w:t>
            </w:r>
            <w:r>
              <w:rPr>
                <w:rFonts w:ascii="Calibri" w:eastAsia="SimSun" w:hAnsi="Calibri" w:cs="Calibri"/>
                <w:b/>
                <w:sz w:val="22"/>
                <w:szCs w:val="22"/>
              </w:rPr>
              <w:t>3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(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)</w:t>
            </w:r>
            <w:r w:rsidRPr="00345D43">
              <w:rPr>
                <w:rFonts w:ascii="Calibri" w:eastAsia="SimSun" w:hAnsi="Calibri" w:cs="Calibri"/>
                <w:sz w:val="22"/>
                <w:szCs w:val="22"/>
              </w:rPr>
              <w:t> :</w:t>
            </w:r>
          </w:p>
        </w:tc>
        <w:tc>
          <w:tcPr>
            <w:tcW w:w="7938" w:type="dxa"/>
          </w:tcPr>
          <w:p w14:paraId="49501157" w14:textId="77777777" w:rsidR="00D01E28" w:rsidRPr="00D01E28" w:rsidRDefault="00D01E28" w:rsidP="00D01E28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1FB602A9" w14:textId="77777777" w:rsidR="00D01E28" w:rsidRPr="00D01E28" w:rsidRDefault="00D01E28" w:rsidP="00D01E2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2490CEE2" w14:textId="77777777" w:rsidR="00345D43" w:rsidRPr="00D01E28" w:rsidRDefault="00D01E28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  <w:r w:rsidRPr="00D01E28">
              <w:rPr>
                <w:rFonts w:ascii="Calibri" w:eastAsia="SimSun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38B0F885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p w14:paraId="783ACDDF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p w14:paraId="02F8CFC3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654"/>
      </w:tblGrid>
      <w:tr w:rsidR="00345D43" w:rsidRPr="00345D43" w14:paraId="5CD50C1A" w14:textId="77777777" w:rsidTr="00345D43">
        <w:trPr>
          <w:trHeight w:val="711"/>
        </w:trPr>
        <w:tc>
          <w:tcPr>
            <w:tcW w:w="2802" w:type="dxa"/>
            <w:shd w:val="clear" w:color="auto" w:fill="auto"/>
          </w:tcPr>
          <w:p w14:paraId="1E47271C" w14:textId="77777777" w:rsidR="00345D43" w:rsidRPr="00345D43" w:rsidRDefault="00345D43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14:paraId="2AB42AA7" w14:textId="77777777" w:rsidR="00345D43" w:rsidRPr="00345D43" w:rsidRDefault="00345D43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  <w:r w:rsidRPr="00D168A8">
              <w:rPr>
                <w:rFonts w:ascii="Calibri" w:hAnsi="Calibri" w:cs="Calibri"/>
                <w:b/>
                <w:sz w:val="22"/>
                <w:szCs w:val="22"/>
                <w:highlight w:val="green"/>
              </w:rPr>
              <w:t>Effectifs moyens annuels du candidat et personnel d’encadrement sur les 3 dernières années</w:t>
            </w:r>
          </w:p>
        </w:tc>
      </w:tr>
      <w:tr w:rsidR="00084008" w:rsidRPr="00345D43" w14:paraId="177D0E1D" w14:textId="77777777" w:rsidTr="00552752">
        <w:trPr>
          <w:trHeight w:val="712"/>
        </w:trPr>
        <w:tc>
          <w:tcPr>
            <w:tcW w:w="2802" w:type="dxa"/>
            <w:shd w:val="clear" w:color="auto" w:fill="auto"/>
          </w:tcPr>
          <w:p w14:paraId="743E2D90" w14:textId="77777777" w:rsidR="00084008" w:rsidRPr="00345D43" w:rsidRDefault="00084008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Mandataire </w:t>
            </w:r>
            <w:r w:rsidRPr="00084008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(nom)</w:t>
            </w:r>
            <w:r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 : </w:t>
            </w:r>
          </w:p>
        </w:tc>
        <w:tc>
          <w:tcPr>
            <w:tcW w:w="7654" w:type="dxa"/>
          </w:tcPr>
          <w:p w14:paraId="1066F1A4" w14:textId="77777777" w:rsidR="00084008" w:rsidRPr="00E06D15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5850CBA9" w14:textId="77777777" w:rsidR="00084008" w:rsidRPr="00E06D15" w:rsidRDefault="00084008" w:rsidP="0008400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2EA1FD3E" w14:textId="77777777" w:rsidR="00084008" w:rsidRPr="00D01E28" w:rsidRDefault="00084008" w:rsidP="00084008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E06D15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</w:tc>
      </w:tr>
      <w:tr w:rsidR="00345D43" w:rsidRPr="00345D43" w14:paraId="78263D3D" w14:textId="77777777" w:rsidTr="00552752">
        <w:trPr>
          <w:trHeight w:val="712"/>
        </w:trPr>
        <w:tc>
          <w:tcPr>
            <w:tcW w:w="2802" w:type="dxa"/>
            <w:shd w:val="clear" w:color="auto" w:fill="auto"/>
          </w:tcPr>
          <w:p w14:paraId="3393392A" w14:textId="77777777" w:rsidR="00345D43" w:rsidRPr="00345D43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sz w:val="22"/>
                <w:szCs w:val="22"/>
                <w:highlight w:val="yellow"/>
              </w:rPr>
            </w:pP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Co-traitant 1 (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)</w:t>
            </w:r>
            <w:r w:rsidRPr="00345D43">
              <w:rPr>
                <w:rFonts w:ascii="Calibri" w:eastAsia="SimSun" w:hAnsi="Calibri" w:cs="Calibri"/>
                <w:sz w:val="22"/>
                <w:szCs w:val="22"/>
              </w:rPr>
              <w:t xml:space="preserve"> : </w:t>
            </w:r>
          </w:p>
        </w:tc>
        <w:tc>
          <w:tcPr>
            <w:tcW w:w="7654" w:type="dxa"/>
          </w:tcPr>
          <w:p w14:paraId="3204D6CD" w14:textId="77777777" w:rsidR="00D01E28" w:rsidRPr="00D01E28" w:rsidRDefault="00D01E28" w:rsidP="00D01E28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7EB14871" w14:textId="77777777" w:rsidR="00D01E28" w:rsidRPr="00D01E28" w:rsidRDefault="00D01E28" w:rsidP="00D01E2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72350C50" w14:textId="77777777" w:rsidR="00345D43" w:rsidRPr="00D01E28" w:rsidRDefault="00D01E28" w:rsidP="00D01E28">
            <w:pPr>
              <w:spacing w:after="160" w:line="259" w:lineRule="auto"/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  <w:r w:rsidRPr="00D01E28">
              <w:rPr>
                <w:rFonts w:ascii="Calibri" w:eastAsia="SimSun" w:hAnsi="Calibri" w:cs="Calibri"/>
                <w:sz w:val="22"/>
                <w:szCs w:val="22"/>
              </w:rPr>
              <w:t xml:space="preserve"> </w:t>
            </w:r>
          </w:p>
        </w:tc>
      </w:tr>
      <w:tr w:rsidR="00345D43" w:rsidRPr="00345D43" w14:paraId="65705B69" w14:textId="77777777" w:rsidTr="00552752">
        <w:trPr>
          <w:trHeight w:val="712"/>
        </w:trPr>
        <w:tc>
          <w:tcPr>
            <w:tcW w:w="2802" w:type="dxa"/>
            <w:shd w:val="clear" w:color="auto" w:fill="auto"/>
          </w:tcPr>
          <w:p w14:paraId="6E0847D1" w14:textId="77777777" w:rsidR="00345D43" w:rsidRPr="00345D43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  <w:highlight w:val="yellow"/>
              </w:rPr>
            </w:pP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Co-traitant </w:t>
            </w:r>
            <w:r>
              <w:rPr>
                <w:rFonts w:ascii="Calibri" w:eastAsia="SimSun" w:hAnsi="Calibri" w:cs="Calibri"/>
                <w:b/>
                <w:sz w:val="22"/>
                <w:szCs w:val="22"/>
              </w:rPr>
              <w:t>2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(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)</w:t>
            </w:r>
            <w:r w:rsidRPr="00345D43">
              <w:rPr>
                <w:rFonts w:ascii="Calibri" w:eastAsia="SimSun" w:hAnsi="Calibri" w:cs="Calibri"/>
                <w:sz w:val="22"/>
                <w:szCs w:val="22"/>
              </w:rPr>
              <w:t> :</w:t>
            </w:r>
          </w:p>
        </w:tc>
        <w:tc>
          <w:tcPr>
            <w:tcW w:w="7654" w:type="dxa"/>
          </w:tcPr>
          <w:p w14:paraId="4EB8041A" w14:textId="77777777" w:rsidR="00D01E28" w:rsidRPr="00D01E28" w:rsidRDefault="00D01E28" w:rsidP="00D01E28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048237EF" w14:textId="77777777" w:rsidR="00D01E28" w:rsidRPr="00D01E28" w:rsidRDefault="00D01E28" w:rsidP="00D01E2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12A8812D" w14:textId="77777777" w:rsidR="00345D43" w:rsidRPr="00D01E28" w:rsidRDefault="00D01E28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  <w:r w:rsidRPr="00D01E28">
              <w:rPr>
                <w:rFonts w:ascii="Calibri" w:eastAsia="SimSun" w:hAnsi="Calibri" w:cs="Calibri"/>
                <w:sz w:val="22"/>
                <w:szCs w:val="22"/>
              </w:rPr>
              <w:t xml:space="preserve"> </w:t>
            </w:r>
          </w:p>
        </w:tc>
      </w:tr>
      <w:tr w:rsidR="00345D43" w:rsidRPr="00345D43" w14:paraId="69BDCAA0" w14:textId="77777777" w:rsidTr="00552752">
        <w:trPr>
          <w:trHeight w:val="712"/>
        </w:trPr>
        <w:tc>
          <w:tcPr>
            <w:tcW w:w="2802" w:type="dxa"/>
            <w:shd w:val="clear" w:color="auto" w:fill="auto"/>
          </w:tcPr>
          <w:p w14:paraId="226FB099" w14:textId="77777777" w:rsidR="00345D43" w:rsidRPr="00345D43" w:rsidRDefault="00345D43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  <w:highlight w:val="yellow"/>
              </w:rPr>
            </w:pP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Co-traitant </w:t>
            </w:r>
            <w:r>
              <w:rPr>
                <w:rFonts w:ascii="Calibri" w:eastAsia="SimSun" w:hAnsi="Calibri" w:cs="Calibri"/>
                <w:b/>
                <w:sz w:val="22"/>
                <w:szCs w:val="22"/>
              </w:rPr>
              <w:t>3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(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)</w:t>
            </w:r>
            <w:r w:rsidRPr="00345D43">
              <w:rPr>
                <w:rFonts w:ascii="Calibri" w:eastAsia="SimSun" w:hAnsi="Calibri" w:cs="Calibri"/>
                <w:sz w:val="22"/>
                <w:szCs w:val="22"/>
              </w:rPr>
              <w:t> :</w:t>
            </w:r>
          </w:p>
        </w:tc>
        <w:tc>
          <w:tcPr>
            <w:tcW w:w="7654" w:type="dxa"/>
          </w:tcPr>
          <w:p w14:paraId="31D6B52D" w14:textId="77777777" w:rsidR="00D01E28" w:rsidRPr="00D01E28" w:rsidRDefault="00D01E28" w:rsidP="00D01E28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</w:p>
          <w:p w14:paraId="14F13FCA" w14:textId="77777777" w:rsidR="00D01E28" w:rsidRPr="00D01E28" w:rsidRDefault="00D01E28" w:rsidP="00D01E28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 xml:space="preserve">Année : </w:t>
            </w:r>
          </w:p>
          <w:p w14:paraId="0628E3F4" w14:textId="77777777" w:rsidR="00345D43" w:rsidRPr="00D01E28" w:rsidRDefault="00D01E28" w:rsidP="00345D43">
            <w:pPr>
              <w:spacing w:after="160" w:line="259" w:lineRule="auto"/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D01E28">
              <w:rPr>
                <w:rFonts w:ascii="Calibri" w:eastAsia="SimSun" w:hAnsi="Calibri" w:cs="Calibri"/>
                <w:i/>
                <w:sz w:val="22"/>
                <w:szCs w:val="22"/>
              </w:rPr>
              <w:t>Année :</w:t>
            </w:r>
            <w:r w:rsidRPr="00D01E28">
              <w:rPr>
                <w:rFonts w:ascii="Calibri" w:eastAsia="SimSun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311344CD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p w14:paraId="4B433CCC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p w14:paraId="6D802D28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p w14:paraId="69514992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p w14:paraId="6E80518F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654"/>
      </w:tblGrid>
      <w:tr w:rsidR="00345D43" w:rsidRPr="00345D43" w14:paraId="6D68F296" w14:textId="77777777" w:rsidTr="00552752">
        <w:trPr>
          <w:trHeight w:val="711"/>
        </w:trPr>
        <w:tc>
          <w:tcPr>
            <w:tcW w:w="2802" w:type="dxa"/>
            <w:shd w:val="clear" w:color="auto" w:fill="auto"/>
          </w:tcPr>
          <w:p w14:paraId="4BC5CDE4" w14:textId="77777777" w:rsidR="00345D43" w:rsidRPr="00345D43" w:rsidRDefault="00345D43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14:paraId="7E786FE0" w14:textId="71D5B65D" w:rsidR="00345D43" w:rsidRPr="00345D43" w:rsidRDefault="007B2AD4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  <w:r w:rsidRPr="007B2AD4">
              <w:rPr>
                <w:rFonts w:ascii="Calibri" w:eastAsia="SimSun" w:hAnsi="Calibri" w:cs="Calibri"/>
                <w:b/>
                <w:sz w:val="22"/>
                <w:szCs w:val="22"/>
                <w:highlight w:val="green"/>
              </w:rPr>
              <w:t>L’indication des noms et qualifications professionnelles pertinentes des personnes physiques chargées de l’exécution du marché</w:t>
            </w:r>
          </w:p>
        </w:tc>
      </w:tr>
      <w:tr w:rsidR="00084008" w:rsidRPr="00345D43" w14:paraId="07179C24" w14:textId="77777777" w:rsidTr="00552752">
        <w:trPr>
          <w:trHeight w:val="712"/>
        </w:trPr>
        <w:tc>
          <w:tcPr>
            <w:tcW w:w="2802" w:type="dxa"/>
            <w:shd w:val="clear" w:color="auto" w:fill="auto"/>
          </w:tcPr>
          <w:p w14:paraId="6E2F5B67" w14:textId="77777777" w:rsidR="00084008" w:rsidRPr="00345D43" w:rsidRDefault="00084008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sz w:val="22"/>
                <w:szCs w:val="22"/>
              </w:rPr>
              <w:t>Mandataire (</w:t>
            </w:r>
            <w:r w:rsidRPr="00084008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) : </w:t>
            </w:r>
          </w:p>
        </w:tc>
        <w:tc>
          <w:tcPr>
            <w:tcW w:w="7654" w:type="dxa"/>
          </w:tcPr>
          <w:p w14:paraId="29D26273" w14:textId="77777777" w:rsidR="00084008" w:rsidRDefault="00084008" w:rsidP="00552752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</w:p>
        </w:tc>
      </w:tr>
      <w:tr w:rsidR="00345D43" w:rsidRPr="00345D43" w14:paraId="49B884C1" w14:textId="77777777" w:rsidTr="00552752">
        <w:trPr>
          <w:trHeight w:val="712"/>
        </w:trPr>
        <w:tc>
          <w:tcPr>
            <w:tcW w:w="2802" w:type="dxa"/>
            <w:shd w:val="clear" w:color="auto" w:fill="auto"/>
          </w:tcPr>
          <w:p w14:paraId="2FCDB3B2" w14:textId="77777777" w:rsidR="00345D43" w:rsidRPr="00345D43" w:rsidRDefault="00345D43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sz w:val="22"/>
                <w:szCs w:val="22"/>
                <w:highlight w:val="yellow"/>
              </w:rPr>
            </w:pP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Co-traitant 1 (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)</w:t>
            </w:r>
            <w:r w:rsidRPr="00345D43">
              <w:rPr>
                <w:rFonts w:ascii="Calibri" w:eastAsia="SimSun" w:hAnsi="Calibri" w:cs="Calibri"/>
                <w:sz w:val="22"/>
                <w:szCs w:val="22"/>
              </w:rPr>
              <w:t xml:space="preserve"> : </w:t>
            </w:r>
          </w:p>
        </w:tc>
        <w:tc>
          <w:tcPr>
            <w:tcW w:w="7654" w:type="dxa"/>
          </w:tcPr>
          <w:p w14:paraId="01738A5C" w14:textId="77777777" w:rsidR="00345D43" w:rsidRDefault="00345D43" w:rsidP="00552752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</w:p>
          <w:p w14:paraId="488FA4F7" w14:textId="77777777" w:rsidR="00A00327" w:rsidRPr="00DA65FC" w:rsidRDefault="00A00327" w:rsidP="00552752">
            <w:pPr>
              <w:pStyle w:val="Paragraphedeliste"/>
              <w:spacing w:after="160" w:line="259" w:lineRule="auto"/>
              <w:ind w:left="0"/>
              <w:jc w:val="both"/>
              <w:rPr>
                <w:rFonts w:ascii="Calibri" w:hAnsi="Calibri" w:cs="Calibri"/>
                <w:i/>
                <w:sz w:val="22"/>
                <w:szCs w:val="22"/>
                <w:highlight w:val="yellow"/>
              </w:rPr>
            </w:pPr>
          </w:p>
        </w:tc>
      </w:tr>
      <w:tr w:rsidR="00345D43" w:rsidRPr="00345D43" w14:paraId="4A4E1261" w14:textId="77777777" w:rsidTr="00552752">
        <w:trPr>
          <w:trHeight w:val="712"/>
        </w:trPr>
        <w:tc>
          <w:tcPr>
            <w:tcW w:w="2802" w:type="dxa"/>
            <w:shd w:val="clear" w:color="auto" w:fill="auto"/>
          </w:tcPr>
          <w:p w14:paraId="46C9AA11" w14:textId="77777777" w:rsidR="00345D43" w:rsidRPr="00345D43" w:rsidRDefault="00345D43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  <w:highlight w:val="yellow"/>
              </w:rPr>
            </w:pP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Co-traitant </w:t>
            </w:r>
            <w:r>
              <w:rPr>
                <w:rFonts w:ascii="Calibri" w:eastAsia="SimSun" w:hAnsi="Calibri" w:cs="Calibri"/>
                <w:b/>
                <w:sz w:val="22"/>
                <w:szCs w:val="22"/>
              </w:rPr>
              <w:t>2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(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)</w:t>
            </w:r>
            <w:r w:rsidRPr="00345D43">
              <w:rPr>
                <w:rFonts w:ascii="Calibri" w:eastAsia="SimSun" w:hAnsi="Calibri" w:cs="Calibri"/>
                <w:sz w:val="22"/>
                <w:szCs w:val="22"/>
              </w:rPr>
              <w:t> :</w:t>
            </w:r>
          </w:p>
        </w:tc>
        <w:tc>
          <w:tcPr>
            <w:tcW w:w="7654" w:type="dxa"/>
          </w:tcPr>
          <w:p w14:paraId="418E32BB" w14:textId="77777777" w:rsidR="00345D43" w:rsidRDefault="00345D43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  <w:p w14:paraId="073D00A3" w14:textId="77777777" w:rsidR="00A00327" w:rsidRPr="00345D43" w:rsidRDefault="00A00327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</w:tc>
      </w:tr>
      <w:tr w:rsidR="00345D43" w:rsidRPr="00345D43" w14:paraId="4DE386CC" w14:textId="77777777" w:rsidTr="00552752">
        <w:trPr>
          <w:trHeight w:val="712"/>
        </w:trPr>
        <w:tc>
          <w:tcPr>
            <w:tcW w:w="2802" w:type="dxa"/>
            <w:shd w:val="clear" w:color="auto" w:fill="auto"/>
          </w:tcPr>
          <w:p w14:paraId="3023F0AD" w14:textId="77777777" w:rsidR="00345D43" w:rsidRPr="00345D43" w:rsidRDefault="00345D43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i/>
                <w:sz w:val="22"/>
                <w:szCs w:val="22"/>
                <w:highlight w:val="yellow"/>
              </w:rPr>
            </w:pP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Co-traitant </w:t>
            </w:r>
            <w:r>
              <w:rPr>
                <w:rFonts w:ascii="Calibri" w:eastAsia="SimSun" w:hAnsi="Calibri" w:cs="Calibri"/>
                <w:b/>
                <w:sz w:val="22"/>
                <w:szCs w:val="22"/>
              </w:rPr>
              <w:t>3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(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  <w:highlight w:val="yellow"/>
              </w:rPr>
              <w:t>nom</w:t>
            </w:r>
            <w:r w:rsidRPr="00345D43">
              <w:rPr>
                <w:rFonts w:ascii="Calibri" w:eastAsia="SimSun" w:hAnsi="Calibri" w:cs="Calibri"/>
                <w:b/>
                <w:sz w:val="22"/>
                <w:szCs w:val="22"/>
              </w:rPr>
              <w:t>)</w:t>
            </w:r>
            <w:r w:rsidRPr="00345D43">
              <w:rPr>
                <w:rFonts w:ascii="Calibri" w:eastAsia="SimSun" w:hAnsi="Calibri" w:cs="Calibri"/>
                <w:sz w:val="22"/>
                <w:szCs w:val="22"/>
              </w:rPr>
              <w:t> :</w:t>
            </w:r>
          </w:p>
        </w:tc>
        <w:tc>
          <w:tcPr>
            <w:tcW w:w="7654" w:type="dxa"/>
          </w:tcPr>
          <w:p w14:paraId="6DD4E3BA" w14:textId="77777777" w:rsidR="00345D43" w:rsidRDefault="00345D43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  <w:p w14:paraId="1B315055" w14:textId="77777777" w:rsidR="00A00327" w:rsidRPr="00345D43" w:rsidRDefault="00A00327" w:rsidP="00552752">
            <w:pPr>
              <w:spacing w:after="160" w:line="259" w:lineRule="auto"/>
              <w:jc w:val="both"/>
              <w:rPr>
                <w:rFonts w:ascii="Calibri" w:eastAsia="SimSun" w:hAnsi="Calibri" w:cs="Calibri"/>
                <w:b/>
                <w:sz w:val="22"/>
                <w:szCs w:val="22"/>
              </w:rPr>
            </w:pPr>
          </w:p>
        </w:tc>
      </w:tr>
    </w:tbl>
    <w:p w14:paraId="2CB7299C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p w14:paraId="09C415EC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</w:p>
    <w:p w14:paraId="4289C6D1" w14:textId="77777777" w:rsidR="00345D43" w:rsidRDefault="00345D43" w:rsidP="00345D43">
      <w:pPr>
        <w:rPr>
          <w:rFonts w:ascii="Calibri" w:hAnsi="Calibri" w:cs="Calibri"/>
          <w:i/>
          <w:sz w:val="22"/>
          <w:szCs w:val="22"/>
        </w:rPr>
      </w:pPr>
      <w:bookmarkStart w:id="3" w:name="_GoBack"/>
      <w:bookmarkEnd w:id="3"/>
    </w:p>
    <w:sectPr w:rsidR="00345D43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DA973" w14:textId="77777777" w:rsidR="00AC4209" w:rsidRDefault="00AC4209">
      <w:r>
        <w:separator/>
      </w:r>
    </w:p>
  </w:endnote>
  <w:endnote w:type="continuationSeparator" w:id="0">
    <w:p w14:paraId="3A5D91D9" w14:textId="77777777" w:rsidR="00AC4209" w:rsidRDefault="00A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D2F78" w14:textId="77777777" w:rsidR="00C00049" w:rsidRDefault="000462CF" w:rsidP="00F366CD">
    <w:pPr>
      <w:ind w:left="15"/>
      <w:rPr>
        <w:rFonts w:ascii="Calibri" w:hAnsi="Calibri" w:cs="Calibri"/>
        <w:color w:val="000000"/>
        <w:sz w:val="22"/>
        <w:szCs w:val="22"/>
        <w:shd w:val="clear" w:color="auto" w:fill="FFFFFF"/>
      </w:rPr>
    </w:pPr>
    <w:r>
      <w:rPr>
        <w:rFonts w:ascii="Calibri" w:hAnsi="Calibri"/>
      </w:rPr>
      <w:t>Dossier</w:t>
    </w:r>
    <w:r w:rsidR="00C00049">
      <w:rPr>
        <w:rFonts w:ascii="Calibri" w:hAnsi="Calibri"/>
      </w:rPr>
      <w:t xml:space="preserve"> de candidature</w:t>
    </w:r>
    <w:r w:rsidR="00F366CD">
      <w:rPr>
        <w:rFonts w:ascii="Calibri" w:hAnsi="Calibri"/>
      </w:rPr>
      <w:t xml:space="preserve"> marché UniHA</w:t>
    </w:r>
    <w:r w:rsidR="00C00049">
      <w:rPr>
        <w:rFonts w:ascii="Calibri" w:hAnsi="Calibri"/>
      </w:rPr>
      <w:t xml:space="preserve"> </w:t>
    </w:r>
    <w:r w:rsidR="003965BA" w:rsidRPr="00AD090F">
      <w:rPr>
        <w:rFonts w:ascii="Calibri" w:hAnsi="Calibri"/>
      </w:rPr>
      <w:t xml:space="preserve"> </w:t>
    </w:r>
    <w:r w:rsidR="00C00049">
      <w:rPr>
        <w:rFonts w:ascii="Calibri" w:hAnsi="Calibri"/>
      </w:rPr>
      <w:tab/>
    </w:r>
    <w:r w:rsidR="00C00049">
      <w:rPr>
        <w:rFonts w:ascii="Calibri" w:hAnsi="Calibri"/>
      </w:rPr>
      <w:tab/>
    </w:r>
    <w:r w:rsidR="00C00049">
      <w:rPr>
        <w:rFonts w:ascii="Calibri" w:hAnsi="Calibri"/>
      </w:rPr>
      <w:tab/>
    </w:r>
  </w:p>
  <w:p w14:paraId="6E12EF79" w14:textId="77777777" w:rsidR="005824AE" w:rsidRPr="00AD090F" w:rsidRDefault="003965BA" w:rsidP="003965BA">
    <w:pPr>
      <w:tabs>
        <w:tab w:val="center" w:pos="5102"/>
        <w:tab w:val="right" w:pos="10204"/>
      </w:tabs>
      <w:jc w:val="center"/>
      <w:rPr>
        <w:rFonts w:ascii="Calibri" w:hAnsi="Calibri"/>
      </w:rPr>
    </w:pPr>
    <w:r w:rsidRPr="00AD090F">
      <w:rPr>
        <w:rFonts w:ascii="Calibri" w:hAnsi="Calibri"/>
      </w:rPr>
      <w:tab/>
    </w:r>
    <w:r w:rsidRPr="00AD090F">
      <w:rPr>
        <w:rFonts w:ascii="Calibri" w:hAnsi="Calibri"/>
      </w:rPr>
      <w:tab/>
      <w:t xml:space="preserve">Page </w:t>
    </w:r>
    <w:r w:rsidRPr="00AD090F">
      <w:rPr>
        <w:rFonts w:ascii="Calibri" w:hAnsi="Calibri"/>
        <w:b/>
        <w:bCs/>
      </w:rPr>
      <w:fldChar w:fldCharType="begin"/>
    </w:r>
    <w:r w:rsidRPr="00AD090F">
      <w:rPr>
        <w:rFonts w:ascii="Calibri" w:hAnsi="Calibri"/>
        <w:b/>
        <w:bCs/>
      </w:rPr>
      <w:instrText>PAGE  \* Arabic  \* MERGEFORMAT</w:instrText>
    </w:r>
    <w:r w:rsidRPr="00AD090F">
      <w:rPr>
        <w:rFonts w:ascii="Calibri" w:hAnsi="Calibri"/>
        <w:b/>
        <w:bCs/>
      </w:rPr>
      <w:fldChar w:fldCharType="separate"/>
    </w:r>
    <w:r w:rsidR="00900C5D">
      <w:rPr>
        <w:rFonts w:ascii="Calibri" w:hAnsi="Calibri"/>
        <w:b/>
        <w:bCs/>
        <w:noProof/>
      </w:rPr>
      <w:t>1</w:t>
    </w:r>
    <w:r w:rsidRPr="00AD090F">
      <w:rPr>
        <w:rFonts w:ascii="Calibri" w:hAnsi="Calibri"/>
        <w:b/>
        <w:bCs/>
      </w:rPr>
      <w:fldChar w:fldCharType="end"/>
    </w:r>
    <w:r w:rsidRPr="00AD090F">
      <w:rPr>
        <w:rFonts w:ascii="Calibri" w:hAnsi="Calibri"/>
      </w:rPr>
      <w:t xml:space="preserve"> sur </w:t>
    </w:r>
    <w:r w:rsidRPr="00AD090F">
      <w:rPr>
        <w:rFonts w:ascii="Calibri" w:hAnsi="Calibri"/>
        <w:b/>
        <w:bCs/>
      </w:rPr>
      <w:fldChar w:fldCharType="begin"/>
    </w:r>
    <w:r w:rsidRPr="00AD090F">
      <w:rPr>
        <w:rFonts w:ascii="Calibri" w:hAnsi="Calibri"/>
        <w:b/>
        <w:bCs/>
      </w:rPr>
      <w:instrText>NUMPAGES  \* Arabic  \* MERGEFORMAT</w:instrText>
    </w:r>
    <w:r w:rsidRPr="00AD090F">
      <w:rPr>
        <w:rFonts w:ascii="Calibri" w:hAnsi="Calibri"/>
        <w:b/>
        <w:bCs/>
      </w:rPr>
      <w:fldChar w:fldCharType="separate"/>
    </w:r>
    <w:r w:rsidR="00900C5D">
      <w:rPr>
        <w:rFonts w:ascii="Calibri" w:hAnsi="Calibri"/>
        <w:b/>
        <w:bCs/>
        <w:noProof/>
      </w:rPr>
      <w:t>1</w:t>
    </w:r>
    <w:r w:rsidRPr="00AD090F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83A2C" w14:textId="77777777" w:rsidR="00AC4209" w:rsidRDefault="00AC4209">
      <w:r>
        <w:separator/>
      </w:r>
    </w:p>
  </w:footnote>
  <w:footnote w:type="continuationSeparator" w:id="0">
    <w:p w14:paraId="13F55B4D" w14:textId="77777777" w:rsidR="00AC4209" w:rsidRDefault="00AC4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824A18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F60EDD"/>
    <w:multiLevelType w:val="hybridMultilevel"/>
    <w:tmpl w:val="5EB60456"/>
    <w:lvl w:ilvl="0" w:tplc="DE002CF6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D2476"/>
    <w:multiLevelType w:val="hybridMultilevel"/>
    <w:tmpl w:val="D2CC690C"/>
    <w:lvl w:ilvl="0" w:tplc="CE8EAF98">
      <w:start w:val="1"/>
      <w:numFmt w:val="upp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46F4522"/>
    <w:multiLevelType w:val="hybridMultilevel"/>
    <w:tmpl w:val="293C4234"/>
    <w:lvl w:ilvl="0" w:tplc="87FEB4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B7119"/>
    <w:multiLevelType w:val="hybridMultilevel"/>
    <w:tmpl w:val="46C459C8"/>
    <w:lvl w:ilvl="0" w:tplc="F2C28AB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47DAC"/>
    <w:multiLevelType w:val="hybridMultilevel"/>
    <w:tmpl w:val="EC4847EC"/>
    <w:lvl w:ilvl="0" w:tplc="7D549A06">
      <w:start w:val="1"/>
      <w:numFmt w:val="upperLetter"/>
      <w:pStyle w:val="Titre1"/>
      <w:lvlText w:val="%1."/>
      <w:lvlJc w:val="lef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3720A"/>
    <w:multiLevelType w:val="hybridMultilevel"/>
    <w:tmpl w:val="5420B5E0"/>
    <w:lvl w:ilvl="0" w:tplc="DB4217AA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6E60"/>
    <w:multiLevelType w:val="hybridMultilevel"/>
    <w:tmpl w:val="135CFF4A"/>
    <w:lvl w:ilvl="0" w:tplc="9A0C52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A1749A4"/>
    <w:multiLevelType w:val="hybridMultilevel"/>
    <w:tmpl w:val="93C6AAD8"/>
    <w:lvl w:ilvl="0" w:tplc="786428AA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27A89"/>
    <w:multiLevelType w:val="hybridMultilevel"/>
    <w:tmpl w:val="2E4C91CA"/>
    <w:lvl w:ilvl="0" w:tplc="46BCE9A6">
      <w:start w:val="6"/>
      <w:numFmt w:val="bullet"/>
      <w:lvlText w:val="-"/>
      <w:lvlJc w:val="left"/>
      <w:pPr>
        <w:ind w:left="1156" w:hanging="360"/>
      </w:pPr>
      <w:rPr>
        <w:rFonts w:ascii="Segoe UI Symbol" w:eastAsia="MS Gothic" w:hAnsi="Segoe UI Symbol" w:cs="Segoe UI Symbol" w:hint="default"/>
      </w:rPr>
    </w:lvl>
    <w:lvl w:ilvl="1" w:tplc="040C0003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59043FE5"/>
    <w:multiLevelType w:val="hybridMultilevel"/>
    <w:tmpl w:val="EE78F296"/>
    <w:lvl w:ilvl="0" w:tplc="3122543C">
      <w:numFmt w:val="bullet"/>
      <w:lvlText w:val="-"/>
      <w:lvlJc w:val="left"/>
      <w:pPr>
        <w:ind w:left="410" w:hanging="360"/>
      </w:pPr>
      <w:rPr>
        <w:rFonts w:ascii="Calibri" w:eastAsia="SimSu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63AC7794"/>
    <w:multiLevelType w:val="hybridMultilevel"/>
    <w:tmpl w:val="720CD64A"/>
    <w:lvl w:ilvl="0" w:tplc="770C91CC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FF0000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613D70"/>
    <w:multiLevelType w:val="hybridMultilevel"/>
    <w:tmpl w:val="ADAC5128"/>
    <w:lvl w:ilvl="0" w:tplc="9E7EB3F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D2840"/>
    <w:multiLevelType w:val="hybridMultilevel"/>
    <w:tmpl w:val="35DCADF2"/>
    <w:lvl w:ilvl="0" w:tplc="F65E26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13157"/>
    <w:multiLevelType w:val="hybridMultilevel"/>
    <w:tmpl w:val="8780AB2E"/>
    <w:lvl w:ilvl="0" w:tplc="E7D46546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83B92"/>
    <w:multiLevelType w:val="hybridMultilevel"/>
    <w:tmpl w:val="890652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6F15894"/>
    <w:multiLevelType w:val="hybridMultilevel"/>
    <w:tmpl w:val="797864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D0A68"/>
    <w:multiLevelType w:val="hybridMultilevel"/>
    <w:tmpl w:val="C2C203DC"/>
    <w:lvl w:ilvl="0" w:tplc="A91E6D98">
      <w:start w:val="1"/>
      <w:numFmt w:val="upp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5"/>
  </w:num>
  <w:num w:numId="5">
    <w:abstractNumId w:val="10"/>
  </w:num>
  <w:num w:numId="6">
    <w:abstractNumId w:val="20"/>
  </w:num>
  <w:num w:numId="7">
    <w:abstractNumId w:val="9"/>
  </w:num>
  <w:num w:numId="8">
    <w:abstractNumId w:val="16"/>
  </w:num>
  <w:num w:numId="9">
    <w:abstractNumId w:val="4"/>
  </w:num>
  <w:num w:numId="10">
    <w:abstractNumId w:val="8"/>
  </w:num>
  <w:num w:numId="11">
    <w:abstractNumId w:val="21"/>
  </w:num>
  <w:num w:numId="12">
    <w:abstractNumId w:val="17"/>
  </w:num>
  <w:num w:numId="13">
    <w:abstractNumId w:val="5"/>
  </w:num>
  <w:num w:numId="14">
    <w:abstractNumId w:val="18"/>
  </w:num>
  <w:num w:numId="15">
    <w:abstractNumId w:val="8"/>
  </w:num>
  <w:num w:numId="16">
    <w:abstractNumId w:val="8"/>
  </w:num>
  <w:num w:numId="17">
    <w:abstractNumId w:val="22"/>
  </w:num>
  <w:num w:numId="18">
    <w:abstractNumId w:val="7"/>
  </w:num>
  <w:num w:numId="19">
    <w:abstractNumId w:val="19"/>
  </w:num>
  <w:num w:numId="20">
    <w:abstractNumId w:val="7"/>
  </w:num>
  <w:num w:numId="21">
    <w:abstractNumId w:val="7"/>
  </w:num>
  <w:num w:numId="22">
    <w:abstractNumId w:val="7"/>
  </w:num>
  <w:num w:numId="23">
    <w:abstractNumId w:val="3"/>
  </w:num>
  <w:num w:numId="24">
    <w:abstractNumId w:val="12"/>
  </w:num>
  <w:num w:numId="25">
    <w:abstractNumId w:val="6"/>
  </w:num>
  <w:num w:numId="26">
    <w:abstractNumId w:val="11"/>
  </w:num>
  <w:num w:numId="27">
    <w:abstractNumId w:val="13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11699"/>
    <w:rsid w:val="000278BB"/>
    <w:rsid w:val="00036500"/>
    <w:rsid w:val="00042952"/>
    <w:rsid w:val="00043D4F"/>
    <w:rsid w:val="000462CF"/>
    <w:rsid w:val="00050A55"/>
    <w:rsid w:val="00051769"/>
    <w:rsid w:val="00052A81"/>
    <w:rsid w:val="000557A3"/>
    <w:rsid w:val="00067F94"/>
    <w:rsid w:val="00084008"/>
    <w:rsid w:val="000A2E05"/>
    <w:rsid w:val="000B276C"/>
    <w:rsid w:val="000B5AB5"/>
    <w:rsid w:val="000D3105"/>
    <w:rsid w:val="000E0020"/>
    <w:rsid w:val="00103391"/>
    <w:rsid w:val="001114C0"/>
    <w:rsid w:val="00136B42"/>
    <w:rsid w:val="00153BB0"/>
    <w:rsid w:val="00156924"/>
    <w:rsid w:val="00166B56"/>
    <w:rsid w:val="0016796D"/>
    <w:rsid w:val="001709EC"/>
    <w:rsid w:val="00174505"/>
    <w:rsid w:val="001B2E38"/>
    <w:rsid w:val="001B6208"/>
    <w:rsid w:val="001C40C0"/>
    <w:rsid w:val="001C50F2"/>
    <w:rsid w:val="001C733C"/>
    <w:rsid w:val="001D060C"/>
    <w:rsid w:val="001D6772"/>
    <w:rsid w:val="001E6441"/>
    <w:rsid w:val="001F1CFD"/>
    <w:rsid w:val="00203F94"/>
    <w:rsid w:val="0020540B"/>
    <w:rsid w:val="002103E3"/>
    <w:rsid w:val="0021527A"/>
    <w:rsid w:val="0021797C"/>
    <w:rsid w:val="00225A1A"/>
    <w:rsid w:val="00230D51"/>
    <w:rsid w:val="0024191F"/>
    <w:rsid w:val="002546F8"/>
    <w:rsid w:val="00262CBC"/>
    <w:rsid w:val="00264C7F"/>
    <w:rsid w:val="00275DE0"/>
    <w:rsid w:val="00282ACD"/>
    <w:rsid w:val="00285C2F"/>
    <w:rsid w:val="002904AF"/>
    <w:rsid w:val="002945D6"/>
    <w:rsid w:val="00295437"/>
    <w:rsid w:val="002A7D28"/>
    <w:rsid w:val="002B3135"/>
    <w:rsid w:val="002B41A7"/>
    <w:rsid w:val="002C1A05"/>
    <w:rsid w:val="002C2CA3"/>
    <w:rsid w:val="002C3430"/>
    <w:rsid w:val="002C4B3E"/>
    <w:rsid w:val="002C79D6"/>
    <w:rsid w:val="002D0C87"/>
    <w:rsid w:val="002D6B34"/>
    <w:rsid w:val="002E56C1"/>
    <w:rsid w:val="002E59E3"/>
    <w:rsid w:val="002F0F1B"/>
    <w:rsid w:val="002F3942"/>
    <w:rsid w:val="00303832"/>
    <w:rsid w:val="00312570"/>
    <w:rsid w:val="003128B6"/>
    <w:rsid w:val="00332B12"/>
    <w:rsid w:val="00345470"/>
    <w:rsid w:val="00345D43"/>
    <w:rsid w:val="00351B85"/>
    <w:rsid w:val="00354C04"/>
    <w:rsid w:val="0037073E"/>
    <w:rsid w:val="00384DF4"/>
    <w:rsid w:val="00385E76"/>
    <w:rsid w:val="003951ED"/>
    <w:rsid w:val="003965BA"/>
    <w:rsid w:val="003A70DA"/>
    <w:rsid w:val="003A721F"/>
    <w:rsid w:val="003A7270"/>
    <w:rsid w:val="003C7E91"/>
    <w:rsid w:val="003D337C"/>
    <w:rsid w:val="003D467C"/>
    <w:rsid w:val="003D5ADD"/>
    <w:rsid w:val="003F1FDB"/>
    <w:rsid w:val="003F2A3E"/>
    <w:rsid w:val="004137B5"/>
    <w:rsid w:val="004156F9"/>
    <w:rsid w:val="00430CE4"/>
    <w:rsid w:val="00433077"/>
    <w:rsid w:val="0043706E"/>
    <w:rsid w:val="0044597F"/>
    <w:rsid w:val="004512D6"/>
    <w:rsid w:val="00451B97"/>
    <w:rsid w:val="004521E2"/>
    <w:rsid w:val="0045393A"/>
    <w:rsid w:val="00461B58"/>
    <w:rsid w:val="00462A06"/>
    <w:rsid w:val="00463D46"/>
    <w:rsid w:val="00484555"/>
    <w:rsid w:val="00490835"/>
    <w:rsid w:val="0049384F"/>
    <w:rsid w:val="004A00B2"/>
    <w:rsid w:val="004A52D6"/>
    <w:rsid w:val="004A7169"/>
    <w:rsid w:val="004B0335"/>
    <w:rsid w:val="004B1DB9"/>
    <w:rsid w:val="004C1868"/>
    <w:rsid w:val="004C5755"/>
    <w:rsid w:val="004D4A11"/>
    <w:rsid w:val="004E75A6"/>
    <w:rsid w:val="004F0327"/>
    <w:rsid w:val="004F531C"/>
    <w:rsid w:val="00501B4B"/>
    <w:rsid w:val="00514DAF"/>
    <w:rsid w:val="00523A73"/>
    <w:rsid w:val="00523C55"/>
    <w:rsid w:val="00532EC7"/>
    <w:rsid w:val="00541CA3"/>
    <w:rsid w:val="0054353F"/>
    <w:rsid w:val="00544F41"/>
    <w:rsid w:val="00552752"/>
    <w:rsid w:val="005546A9"/>
    <w:rsid w:val="00554740"/>
    <w:rsid w:val="0055662F"/>
    <w:rsid w:val="005824AE"/>
    <w:rsid w:val="005846FB"/>
    <w:rsid w:val="00593417"/>
    <w:rsid w:val="005A05C1"/>
    <w:rsid w:val="005A4A3B"/>
    <w:rsid w:val="005A4CB5"/>
    <w:rsid w:val="005B2316"/>
    <w:rsid w:val="005B503E"/>
    <w:rsid w:val="005C0360"/>
    <w:rsid w:val="005C25FD"/>
    <w:rsid w:val="005C7F4F"/>
    <w:rsid w:val="005E290A"/>
    <w:rsid w:val="005E788C"/>
    <w:rsid w:val="005F0DCE"/>
    <w:rsid w:val="00600924"/>
    <w:rsid w:val="0061068C"/>
    <w:rsid w:val="00616491"/>
    <w:rsid w:val="006419E7"/>
    <w:rsid w:val="0064560F"/>
    <w:rsid w:val="00660727"/>
    <w:rsid w:val="00662A86"/>
    <w:rsid w:val="00664446"/>
    <w:rsid w:val="00676238"/>
    <w:rsid w:val="00683B58"/>
    <w:rsid w:val="0069095F"/>
    <w:rsid w:val="006A37B0"/>
    <w:rsid w:val="006B5057"/>
    <w:rsid w:val="006B7AC9"/>
    <w:rsid w:val="006C40AF"/>
    <w:rsid w:val="006C4338"/>
    <w:rsid w:val="006C55D9"/>
    <w:rsid w:val="006F24DB"/>
    <w:rsid w:val="006F39B2"/>
    <w:rsid w:val="006F3DF9"/>
    <w:rsid w:val="00700652"/>
    <w:rsid w:val="00705F01"/>
    <w:rsid w:val="007060E5"/>
    <w:rsid w:val="00710FD6"/>
    <w:rsid w:val="007251ED"/>
    <w:rsid w:val="00730A78"/>
    <w:rsid w:val="007353B6"/>
    <w:rsid w:val="00744A7E"/>
    <w:rsid w:val="00754856"/>
    <w:rsid w:val="007566B9"/>
    <w:rsid w:val="00756C05"/>
    <w:rsid w:val="00757151"/>
    <w:rsid w:val="00764AA1"/>
    <w:rsid w:val="0076752C"/>
    <w:rsid w:val="0077121F"/>
    <w:rsid w:val="00774130"/>
    <w:rsid w:val="00777A1A"/>
    <w:rsid w:val="00781C8C"/>
    <w:rsid w:val="00782AA3"/>
    <w:rsid w:val="007834BC"/>
    <w:rsid w:val="007909E0"/>
    <w:rsid w:val="00792621"/>
    <w:rsid w:val="0079785C"/>
    <w:rsid w:val="007A0A46"/>
    <w:rsid w:val="007A13C3"/>
    <w:rsid w:val="007A7427"/>
    <w:rsid w:val="007B2AD4"/>
    <w:rsid w:val="007B7A6A"/>
    <w:rsid w:val="007C3401"/>
    <w:rsid w:val="007C6D87"/>
    <w:rsid w:val="007D4001"/>
    <w:rsid w:val="007D7A65"/>
    <w:rsid w:val="007E022C"/>
    <w:rsid w:val="007F44B2"/>
    <w:rsid w:val="007F68A6"/>
    <w:rsid w:val="00807666"/>
    <w:rsid w:val="00812C4F"/>
    <w:rsid w:val="0082141E"/>
    <w:rsid w:val="00825D58"/>
    <w:rsid w:val="008313CB"/>
    <w:rsid w:val="0083205E"/>
    <w:rsid w:val="008321D6"/>
    <w:rsid w:val="00840934"/>
    <w:rsid w:val="00844DAA"/>
    <w:rsid w:val="008450C7"/>
    <w:rsid w:val="00845482"/>
    <w:rsid w:val="00845B26"/>
    <w:rsid w:val="00856F7A"/>
    <w:rsid w:val="00864DB4"/>
    <w:rsid w:val="00871A78"/>
    <w:rsid w:val="00876A73"/>
    <w:rsid w:val="00877167"/>
    <w:rsid w:val="008840B5"/>
    <w:rsid w:val="00887FE0"/>
    <w:rsid w:val="008909D9"/>
    <w:rsid w:val="008B2A38"/>
    <w:rsid w:val="008D1207"/>
    <w:rsid w:val="008D3DB9"/>
    <w:rsid w:val="008D5FC0"/>
    <w:rsid w:val="008D782E"/>
    <w:rsid w:val="008E0917"/>
    <w:rsid w:val="00900C5D"/>
    <w:rsid w:val="0092021F"/>
    <w:rsid w:val="00926966"/>
    <w:rsid w:val="00930A5C"/>
    <w:rsid w:val="00934503"/>
    <w:rsid w:val="00940922"/>
    <w:rsid w:val="00957055"/>
    <w:rsid w:val="00960F8E"/>
    <w:rsid w:val="00972598"/>
    <w:rsid w:val="009748F3"/>
    <w:rsid w:val="00974B6F"/>
    <w:rsid w:val="009775DA"/>
    <w:rsid w:val="00983FF3"/>
    <w:rsid w:val="009A7145"/>
    <w:rsid w:val="009B0221"/>
    <w:rsid w:val="009B0B88"/>
    <w:rsid w:val="009B10E1"/>
    <w:rsid w:val="009B1CD0"/>
    <w:rsid w:val="009B45B9"/>
    <w:rsid w:val="009B4721"/>
    <w:rsid w:val="009B47AC"/>
    <w:rsid w:val="009B5B97"/>
    <w:rsid w:val="009C4738"/>
    <w:rsid w:val="009C591F"/>
    <w:rsid w:val="009D3062"/>
    <w:rsid w:val="009D661E"/>
    <w:rsid w:val="009E3BD6"/>
    <w:rsid w:val="00A00327"/>
    <w:rsid w:val="00A31311"/>
    <w:rsid w:val="00A34D04"/>
    <w:rsid w:val="00A7077D"/>
    <w:rsid w:val="00A71625"/>
    <w:rsid w:val="00A7424B"/>
    <w:rsid w:val="00A87F30"/>
    <w:rsid w:val="00A900F7"/>
    <w:rsid w:val="00A935B9"/>
    <w:rsid w:val="00A96987"/>
    <w:rsid w:val="00AC4209"/>
    <w:rsid w:val="00AD090F"/>
    <w:rsid w:val="00AE4B5E"/>
    <w:rsid w:val="00AE7831"/>
    <w:rsid w:val="00B02608"/>
    <w:rsid w:val="00B0289C"/>
    <w:rsid w:val="00B054DA"/>
    <w:rsid w:val="00B05948"/>
    <w:rsid w:val="00B079EE"/>
    <w:rsid w:val="00B15522"/>
    <w:rsid w:val="00B37C80"/>
    <w:rsid w:val="00B52BBB"/>
    <w:rsid w:val="00B66C95"/>
    <w:rsid w:val="00B73AF2"/>
    <w:rsid w:val="00B7484C"/>
    <w:rsid w:val="00B87564"/>
    <w:rsid w:val="00B91697"/>
    <w:rsid w:val="00B94AB7"/>
    <w:rsid w:val="00BA3140"/>
    <w:rsid w:val="00BA44E5"/>
    <w:rsid w:val="00BD767E"/>
    <w:rsid w:val="00BE6078"/>
    <w:rsid w:val="00C00049"/>
    <w:rsid w:val="00C03156"/>
    <w:rsid w:val="00C12C83"/>
    <w:rsid w:val="00C14014"/>
    <w:rsid w:val="00C16F40"/>
    <w:rsid w:val="00C1766C"/>
    <w:rsid w:val="00C17FC4"/>
    <w:rsid w:val="00C23457"/>
    <w:rsid w:val="00C32280"/>
    <w:rsid w:val="00C33400"/>
    <w:rsid w:val="00C630AD"/>
    <w:rsid w:val="00C70F50"/>
    <w:rsid w:val="00C74151"/>
    <w:rsid w:val="00C83930"/>
    <w:rsid w:val="00C91060"/>
    <w:rsid w:val="00C911FE"/>
    <w:rsid w:val="00CA051E"/>
    <w:rsid w:val="00CA6EA5"/>
    <w:rsid w:val="00CC1100"/>
    <w:rsid w:val="00CD185D"/>
    <w:rsid w:val="00CD227E"/>
    <w:rsid w:val="00CD46CC"/>
    <w:rsid w:val="00CD4E45"/>
    <w:rsid w:val="00CE010C"/>
    <w:rsid w:val="00CE57DB"/>
    <w:rsid w:val="00CE67FD"/>
    <w:rsid w:val="00CF1C8F"/>
    <w:rsid w:val="00D01611"/>
    <w:rsid w:val="00D01E28"/>
    <w:rsid w:val="00D0754A"/>
    <w:rsid w:val="00D14464"/>
    <w:rsid w:val="00D168A8"/>
    <w:rsid w:val="00D2225C"/>
    <w:rsid w:val="00D26AD2"/>
    <w:rsid w:val="00D337D7"/>
    <w:rsid w:val="00D345CB"/>
    <w:rsid w:val="00D409A4"/>
    <w:rsid w:val="00D412FD"/>
    <w:rsid w:val="00D46BC7"/>
    <w:rsid w:val="00D56EC2"/>
    <w:rsid w:val="00D70D7F"/>
    <w:rsid w:val="00D72A2E"/>
    <w:rsid w:val="00D85325"/>
    <w:rsid w:val="00D876FA"/>
    <w:rsid w:val="00D90A00"/>
    <w:rsid w:val="00DA1914"/>
    <w:rsid w:val="00DA2F75"/>
    <w:rsid w:val="00DB6324"/>
    <w:rsid w:val="00DB7D76"/>
    <w:rsid w:val="00DC1C55"/>
    <w:rsid w:val="00DC683E"/>
    <w:rsid w:val="00DF15F5"/>
    <w:rsid w:val="00E05865"/>
    <w:rsid w:val="00E06D15"/>
    <w:rsid w:val="00E11921"/>
    <w:rsid w:val="00E16A00"/>
    <w:rsid w:val="00E202E4"/>
    <w:rsid w:val="00E20DB0"/>
    <w:rsid w:val="00E2491C"/>
    <w:rsid w:val="00E41A84"/>
    <w:rsid w:val="00E450D7"/>
    <w:rsid w:val="00E454BF"/>
    <w:rsid w:val="00E47798"/>
    <w:rsid w:val="00E55C4B"/>
    <w:rsid w:val="00E64CE5"/>
    <w:rsid w:val="00E70E50"/>
    <w:rsid w:val="00E74C76"/>
    <w:rsid w:val="00E762B3"/>
    <w:rsid w:val="00E91FB5"/>
    <w:rsid w:val="00E93301"/>
    <w:rsid w:val="00E96FF6"/>
    <w:rsid w:val="00EA5F02"/>
    <w:rsid w:val="00EB0DE2"/>
    <w:rsid w:val="00EE003E"/>
    <w:rsid w:val="00F33F35"/>
    <w:rsid w:val="00F366CD"/>
    <w:rsid w:val="00F543B9"/>
    <w:rsid w:val="00F84F9B"/>
    <w:rsid w:val="00F87F68"/>
    <w:rsid w:val="00F92811"/>
    <w:rsid w:val="00FA7682"/>
    <w:rsid w:val="00FB5EE6"/>
    <w:rsid w:val="00FC0D82"/>
    <w:rsid w:val="00FD589A"/>
    <w:rsid w:val="00FE225F"/>
    <w:rsid w:val="00FE48C9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35B7CF01"/>
  <w15:chartTrackingRefBased/>
  <w15:docId w15:val="{E14D4410-5983-4208-B1DA-6E5E0504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400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autoRedefine/>
    <w:qFormat/>
    <w:rsid w:val="0016796D"/>
    <w:pPr>
      <w:keepNext/>
      <w:numPr>
        <w:numId w:val="18"/>
      </w:numPr>
      <w:ind w:right="-144"/>
      <w:outlineLvl w:val="0"/>
    </w:pPr>
    <w:rPr>
      <w:rFonts w:ascii="Calibri" w:hAnsi="Calibri" w:cs="Calibri"/>
      <w:b/>
      <w:bCs/>
      <w:caps/>
      <w:color w:val="2E74B5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877167"/>
    <w:rPr>
      <w:color w:val="954F72"/>
      <w:u w:val="single"/>
    </w:rPr>
  </w:style>
  <w:style w:type="paragraph" w:styleId="Paragraphedeliste">
    <w:name w:val="List Paragraph"/>
    <w:aliases w:val="Use Case List Paragraph,Bulletted,lp1,List Paragraph1,lp11,lp1CxSpLast,numbered,Bullet List,FooterText,Bulletr List Paragraph,列出段落,列出段落1,List Paragraph2,List Paragraph21,Párrafo de lista1,Paragraphe 1,Bull - Bullet niveau 1,Puces 1"/>
    <w:basedOn w:val="Normal"/>
    <w:link w:val="ParagraphedelisteCar"/>
    <w:uiPriority w:val="99"/>
    <w:qFormat/>
    <w:rsid w:val="009B47AC"/>
    <w:pPr>
      <w:ind w:left="708"/>
    </w:pPr>
  </w:style>
  <w:style w:type="character" w:customStyle="1" w:styleId="ParagraphedelisteCar">
    <w:name w:val="Paragraphe de liste Car"/>
    <w:aliases w:val="Use Case List Paragraph Car,Bulletted Car,lp1 Car,List Paragraph1 Car,lp11 Car,lp1CxSpLast Car,numbered Car,Bullet List Car,FooterText Car,Bulletr List Paragraph Car,列出段落 Car,列出段落1 Car,List Paragraph2 Car,List Paragraph21 Car"/>
    <w:link w:val="Paragraphedeliste"/>
    <w:uiPriority w:val="99"/>
    <w:locked/>
    <w:rsid w:val="00A900F7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aa0498-5b1a-48bc-9186-98c41b81ccc7" xsi:nil="true"/>
    <lcf76f155ced4ddcb4097134ff3c332f xmlns="e22bff21-e702-4084-a9b9-26c87d55b251">
      <Terms xmlns="http://schemas.microsoft.com/office/infopath/2007/PartnerControls"/>
    </lcf76f155ced4ddcb4097134ff3c332f>
    <UniHAPieceMarcheType xmlns="f1ad6bec-f47c-4133-b008-e137c5c761d9">DCE</UniHAPieceMarcheType>
    <UniHAOrigine xmlns="febdceca-9535-4f1d-a881-98d530086dd8">UniHA</UniHAOrigine>
    <UniHAPieceJustificative xmlns="febdceca-9535-4f1d-a881-98d530086dd8">false</UniHAPieceJustificativ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èce de marché" ma:contentTypeID="0x010100700DC3E99DC517469553F98C0A0A184A00FD128BB6DC0B7848942663B85E9D5ECB" ma:contentTypeVersion="22" ma:contentTypeDescription="" ma:contentTypeScope="" ma:versionID="92da6478baf8155b93e41e1025ea41cc">
  <xsd:schema xmlns:xsd="http://www.w3.org/2001/XMLSchema" xmlns:xs="http://www.w3.org/2001/XMLSchema" xmlns:p="http://schemas.microsoft.com/office/2006/metadata/properties" xmlns:ns2="f1ad6bec-f47c-4133-b008-e137c5c761d9" xmlns:ns3="febdceca-9535-4f1d-a881-98d530086dd8" xmlns:ns4="e22bff21-e702-4084-a9b9-26c87d55b251" xmlns:ns5="c9aa0498-5b1a-48bc-9186-98c41b81ccc7" targetNamespace="http://schemas.microsoft.com/office/2006/metadata/properties" ma:root="true" ma:fieldsID="13d02b68669bfc7c6f591f8a60d37c28" ns2:_="" ns3:_="" ns4:_="" ns5:_="">
    <xsd:import namespace="f1ad6bec-f47c-4133-b008-e137c5c761d9"/>
    <xsd:import namespace="febdceca-9535-4f1d-a881-98d530086dd8"/>
    <xsd:import namespace="e22bff21-e702-4084-a9b9-26c87d55b251"/>
    <xsd:import namespace="c9aa0498-5b1a-48bc-9186-98c41b81ccc7"/>
    <xsd:element name="properties">
      <xsd:complexType>
        <xsd:sequence>
          <xsd:element name="documentManagement">
            <xsd:complexType>
              <xsd:all>
                <xsd:element ref="ns2:UniHAPieceMarcheType" minOccurs="0"/>
                <xsd:element ref="ns3:UniHAPieceJustificative" minOccurs="0"/>
                <xsd:element ref="ns3:UniHAOrigin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5:SharedWithUsers" minOccurs="0"/>
                <xsd:element ref="ns5:SharedWithDetail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ad6bec-f47c-4133-b008-e137c5c761d9" elementFormDefault="qualified">
    <xsd:import namespace="http://schemas.microsoft.com/office/2006/documentManagement/types"/>
    <xsd:import namespace="http://schemas.microsoft.com/office/infopath/2007/PartnerControls"/>
    <xsd:element name="UniHAPieceMarcheType" ma:index="8" nillable="true" ma:displayName="Type de pièce" ma:default="DCE" ma:format="Dropdown" ma:internalName="UniHAPieceMarcheType">
      <xsd:simpleType>
        <xsd:restriction base="dms:Choice">
          <xsd:enumeration value="DCE"/>
          <xsd:enumeration value="Offre retenue"/>
          <xsd:enumeration value="Avenants"/>
          <xsd:enumeration value="Guides et info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dceca-9535-4f1d-a881-98d530086dd8" elementFormDefault="qualified">
    <xsd:import namespace="http://schemas.microsoft.com/office/2006/documentManagement/types"/>
    <xsd:import namespace="http://schemas.microsoft.com/office/infopath/2007/PartnerControls"/>
    <xsd:element name="UniHAPieceJustificative" ma:index="9" nillable="true" ma:displayName="Pièce justificative" ma:default="0" ma:internalName="UniHAPieceJustificative">
      <xsd:simpleType>
        <xsd:restriction base="dms:Boolean"/>
      </xsd:simpleType>
    </xsd:element>
    <xsd:element name="UniHAOrigine" ma:index="10" nillable="true" ma:displayName="Origine" ma:default="UniHA" ma:format="Dropdown" ma:internalName="UniHAOrigine">
      <xsd:simpleType>
        <xsd:restriction base="dms:Choice">
          <xsd:enumeration value="UniHA"/>
          <xsd:enumeration value="Fournisseur"/>
          <xsd:enumeration value="Autr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bff21-e702-4084-a9b9-26c87d55b2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fc5fc0c5-19d4-497d-8b8d-5ed1649d56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a0498-5b1a-48bc-9186-98c41b81ccc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63d159d-28ab-4e82-be13-152a8f3377b9}" ma:internalName="TaxCatchAll" ma:showField="CatchAllData" ma:web="c9aa0498-5b1a-48bc-9186-98c41b81cc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49DA3-1478-4260-BE02-11B08873C8F3}">
  <ds:schemaRefs>
    <ds:schemaRef ds:uri="http://purl.org/dc/elements/1.1/"/>
    <ds:schemaRef ds:uri="f1ad6bec-f47c-4133-b008-e137c5c761d9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febdceca-9535-4f1d-a881-98d530086dd8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c9aa0498-5b1a-48bc-9186-98c41b81ccc7"/>
    <ds:schemaRef ds:uri="e22bff21-e702-4084-a9b9-26c87d55b251"/>
  </ds:schemaRefs>
</ds:datastoreItem>
</file>

<file path=customXml/itemProps2.xml><?xml version="1.0" encoding="utf-8"?>
<ds:datastoreItem xmlns:ds="http://schemas.openxmlformats.org/officeDocument/2006/customXml" ds:itemID="{9615ABEC-50AF-4281-9413-D54E91CDD569}"/>
</file>

<file path=customXml/itemProps3.xml><?xml version="1.0" encoding="utf-8"?>
<ds:datastoreItem xmlns:ds="http://schemas.openxmlformats.org/officeDocument/2006/customXml" ds:itemID="{C0EAE79A-5BBC-4FAD-93D0-A9B1CDC17E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38A3A6-7294-4C95-B010-BEA26CE7E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</TotalTime>
  <Pages>5</Pages>
  <Words>754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Sandrine DENJEAN</cp:lastModifiedBy>
  <cp:revision>6</cp:revision>
  <cp:lastPrinted>2020-03-04T09:03:00Z</cp:lastPrinted>
  <dcterms:created xsi:type="dcterms:W3CDTF">2024-04-16T07:43:00Z</dcterms:created>
  <dcterms:modified xsi:type="dcterms:W3CDTF">2024-12-19T15:14:00Z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ContentTypeId">
    <vt:lpwstr>0x010100700DC3E99DC517469553F98C0A0A184A00FD128BB6DC0B7848942663B85E9D5ECB</vt:lpwstr>
  </property>
  <property fmtid="{D5CDD505-2E9C-101B-9397-08002B2CF9AE}" pid="4" name="MediaServiceImageTags">
    <vt:lpwstr/>
  </property>
</Properties>
</file>