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26B" w:rsidRDefault="008B726B" w:rsidP="00EC6CD3">
      <w:pPr>
        <w:jc w:val="center"/>
      </w:pPr>
      <w:bookmarkStart w:id="0" w:name="_Hlk80178217"/>
      <w:bookmarkEnd w:id="0"/>
      <w:r>
        <w:rPr>
          <w:noProof/>
        </w:rPr>
        <w:drawing>
          <wp:inline distT="0" distB="0" distL="0" distR="0" wp14:anchorId="002984A3" wp14:editId="7D5D5C30">
            <wp:extent cx="1990725" cy="1324908"/>
            <wp:effectExtent l="0" t="0" r="0" b="8890"/>
            <wp:docPr id="13" name="Image 13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Une image contenant texte, clipart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813" cy="1326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CD3" w:rsidRDefault="00EC6CD3" w:rsidP="00EC6CD3">
      <w:pPr>
        <w:pStyle w:val="Titre1pdg"/>
      </w:pPr>
    </w:p>
    <w:p w:rsidR="008B726B" w:rsidRPr="00EC6CD3" w:rsidRDefault="008B726B" w:rsidP="00EC6CD3">
      <w:pPr>
        <w:pStyle w:val="Titre1pdg"/>
      </w:pPr>
      <w:r w:rsidRPr="00EC6CD3">
        <w:t>Mission de programmation pour la réalisation des opérations préalables ou connexes à l’ensemble des projets composant le Schéma Directeur Immobilier (SDI) 2020 CHUGA Site Nord</w:t>
      </w:r>
    </w:p>
    <w:p w:rsidR="008B726B" w:rsidRDefault="0087748F" w:rsidP="0087748F">
      <w:pPr>
        <w:jc w:val="center"/>
      </w:pPr>
      <w:r w:rsidRPr="0087748F">
        <w:rPr>
          <w:rFonts w:ascii="Arial Narrow" w:eastAsiaTheme="majorEastAsia" w:hAnsi="Arial Narrow" w:cstheme="majorBidi"/>
          <w:color w:val="C00000"/>
          <w:spacing w:val="-10"/>
          <w:kern w:val="28"/>
          <w:sz w:val="56"/>
          <w:szCs w:val="56"/>
        </w:rPr>
        <w:t>Projet parking en élévation</w:t>
      </w:r>
    </w:p>
    <w:p w:rsidR="008B726B" w:rsidRDefault="0087748F" w:rsidP="00EC6CD3">
      <w:pPr>
        <w:jc w:val="center"/>
      </w:pPr>
      <w:r w:rsidRPr="000B4179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D45D1E2" wp14:editId="7A91D3B1">
            <wp:extent cx="4707467" cy="2635496"/>
            <wp:effectExtent l="0" t="0" r="0" b="0"/>
            <wp:docPr id="3" name="Image 3" descr="Une image contenant cit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cité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645" cy="2643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26B" w:rsidRDefault="008B726B" w:rsidP="005E4EF7">
      <w:pPr>
        <w:pStyle w:val="Titre1pdg"/>
      </w:pPr>
      <w:r w:rsidRPr="00EC6CD3">
        <w:t>P</w:t>
      </w:r>
      <w:r w:rsidR="005E4EF7">
        <w:t xml:space="preserve">TD TOME </w:t>
      </w:r>
      <w:r w:rsidR="00C43CDC">
        <w:t>5</w:t>
      </w:r>
      <w:r w:rsidR="005E4EF7">
        <w:t xml:space="preserve"> </w:t>
      </w:r>
    </w:p>
    <w:p w:rsidR="00C43CDC" w:rsidRPr="00C43CDC" w:rsidRDefault="005E4EF7" w:rsidP="00830918">
      <w:pPr>
        <w:pStyle w:val="Titre"/>
      </w:pPr>
      <w:r>
        <w:t>Programme fonctionnel</w:t>
      </w:r>
      <w:r w:rsidR="00830918">
        <w:t xml:space="preserve"> - </w:t>
      </w:r>
      <w:r w:rsidR="00C43CDC">
        <w:t>Liste des annexes</w:t>
      </w:r>
    </w:p>
    <w:p w:rsidR="008B726B" w:rsidRPr="00B24A0B" w:rsidRDefault="008B726B" w:rsidP="00EC6CD3">
      <w:pPr>
        <w:spacing w:after="0"/>
        <w:jc w:val="center"/>
        <w:rPr>
          <w:color w:val="auto"/>
        </w:rPr>
      </w:pPr>
      <w:r w:rsidRPr="00B24A0B">
        <w:rPr>
          <w:color w:val="auto"/>
          <w:highlight w:val="cyan"/>
        </w:rPr>
        <w:t xml:space="preserve">Version </w:t>
      </w:r>
      <w:r w:rsidR="00B24A0B" w:rsidRPr="00B24A0B">
        <w:rPr>
          <w:color w:val="auto"/>
          <w:highlight w:val="cyan"/>
        </w:rPr>
        <w:t>2</w:t>
      </w:r>
      <w:r w:rsidR="0045191D" w:rsidRPr="00B24A0B">
        <w:rPr>
          <w:color w:val="auto"/>
          <w:highlight w:val="cyan"/>
        </w:rPr>
        <w:t xml:space="preserve"> </w:t>
      </w:r>
      <w:r w:rsidR="00830918" w:rsidRPr="00B24A0B">
        <w:rPr>
          <w:color w:val="auto"/>
          <w:highlight w:val="cyan"/>
        </w:rPr>
        <w:t xml:space="preserve">de </w:t>
      </w:r>
      <w:r w:rsidR="00B24A0B" w:rsidRPr="00B24A0B">
        <w:rPr>
          <w:color w:val="auto"/>
          <w:highlight w:val="cyan"/>
        </w:rPr>
        <w:t>juin</w:t>
      </w:r>
      <w:r w:rsidR="00830918" w:rsidRPr="00B24A0B">
        <w:rPr>
          <w:color w:val="auto"/>
          <w:highlight w:val="cyan"/>
        </w:rPr>
        <w:t xml:space="preserve"> 202</w:t>
      </w:r>
      <w:r w:rsidR="00395EB2" w:rsidRPr="00B24A0B">
        <w:rPr>
          <w:color w:val="auto"/>
          <w:highlight w:val="cyan"/>
        </w:rPr>
        <w:t>4</w:t>
      </w:r>
    </w:p>
    <w:p w:rsidR="008B726B" w:rsidRDefault="008B726B" w:rsidP="003D2822">
      <w:r>
        <w:t> </w:t>
      </w:r>
    </w:p>
    <w:p w:rsidR="009257DA" w:rsidRDefault="009257DA" w:rsidP="003D2822"/>
    <w:p w:rsidR="0087748F" w:rsidRPr="0087748F" w:rsidRDefault="00490E35" w:rsidP="000E6CC2">
      <w:pPr>
        <w:pStyle w:val="Paragraphedeliste"/>
        <w:numPr>
          <w:ilvl w:val="0"/>
          <w:numId w:val="6"/>
        </w:numPr>
        <w:rPr>
          <w:rFonts w:ascii="Arial" w:hAnsi="Arial" w:cs="Arial"/>
          <w:color w:val="auto"/>
          <w:sz w:val="20"/>
          <w:szCs w:val="20"/>
        </w:rPr>
      </w:pPr>
      <w:r>
        <w:br w:type="page"/>
      </w:r>
    </w:p>
    <w:p w:rsidR="00C43CDC" w:rsidRPr="0025400C" w:rsidRDefault="00C43CDC" w:rsidP="00BA2EDD">
      <w:pPr>
        <w:pStyle w:val="Paragraphedeliste"/>
        <w:ind w:left="567" w:firstLine="0"/>
        <w:rPr>
          <w:color w:val="000000" w:themeColor="text1"/>
        </w:rPr>
      </w:pPr>
      <w:r w:rsidRPr="0025400C">
        <w:rPr>
          <w:color w:val="000000" w:themeColor="text1"/>
        </w:rPr>
        <w:lastRenderedPageBreak/>
        <w:t>Diagnostics techniques</w:t>
      </w:r>
      <w:r w:rsidR="00243902" w:rsidRPr="0025400C">
        <w:rPr>
          <w:color w:val="000000" w:themeColor="text1"/>
        </w:rPr>
        <w:t xml:space="preserve"> </w:t>
      </w:r>
    </w:p>
    <w:p w:rsidR="00D22996" w:rsidRPr="0025400C" w:rsidRDefault="00D22996" w:rsidP="00D22996">
      <w:pPr>
        <w:ind w:left="567"/>
        <w:rPr>
          <w:color w:val="000000" w:themeColor="text1"/>
        </w:rPr>
      </w:pPr>
    </w:p>
    <w:p w:rsidR="00D22996" w:rsidRPr="0025400C" w:rsidRDefault="00C74FA5" w:rsidP="00D22996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r w:rsidRPr="0025400C">
        <w:rPr>
          <w:color w:val="000000" w:themeColor="text1"/>
        </w:rPr>
        <w:t>Etude de pollution de sol.</w:t>
      </w:r>
      <w:r w:rsidR="00D22996" w:rsidRPr="0025400C">
        <w:rPr>
          <w:color w:val="000000" w:themeColor="text1"/>
        </w:rPr>
        <w:t xml:space="preserve"> </w:t>
      </w:r>
      <w:r w:rsidR="00454994" w:rsidRPr="0025400C">
        <w:rPr>
          <w:color w:val="000000" w:themeColor="text1"/>
        </w:rPr>
        <w:t>(Sera</w:t>
      </w:r>
      <w:r w:rsidR="00D22996" w:rsidRPr="0025400C">
        <w:rPr>
          <w:color w:val="000000" w:themeColor="text1"/>
        </w:rPr>
        <w:t xml:space="preserve"> fourni en phase offres en cours d’étude)</w:t>
      </w:r>
    </w:p>
    <w:p w:rsidR="00C74FA5" w:rsidRPr="0025400C" w:rsidRDefault="00D22996" w:rsidP="000E6CC2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r w:rsidRPr="0025400C">
        <w:rPr>
          <w:color w:val="000000" w:themeColor="text1"/>
        </w:rPr>
        <w:t xml:space="preserve">Etude géotechnique G1 </w:t>
      </w:r>
      <w:r w:rsidR="00454994" w:rsidRPr="0025400C">
        <w:rPr>
          <w:color w:val="000000" w:themeColor="text1"/>
        </w:rPr>
        <w:t>(Sera</w:t>
      </w:r>
      <w:r w:rsidRPr="0025400C">
        <w:rPr>
          <w:color w:val="000000" w:themeColor="text1"/>
        </w:rPr>
        <w:t xml:space="preserve"> fourni en phase offres en cours d’étude)</w:t>
      </w:r>
    </w:p>
    <w:p w:rsidR="00D22996" w:rsidRPr="0025400C" w:rsidRDefault="00D22996" w:rsidP="00D22996">
      <w:pPr>
        <w:pStyle w:val="Paragraphedeliste"/>
        <w:numPr>
          <w:ilvl w:val="0"/>
          <w:numId w:val="0"/>
        </w:numPr>
        <w:ind w:left="1418"/>
        <w:rPr>
          <w:color w:val="000000" w:themeColor="text1"/>
        </w:rPr>
      </w:pPr>
    </w:p>
    <w:p w:rsidR="007C3941" w:rsidRPr="0025400C" w:rsidRDefault="007C3941" w:rsidP="007C3941">
      <w:pPr>
        <w:spacing w:after="0"/>
        <w:rPr>
          <w:color w:val="000000" w:themeColor="text1"/>
          <w:sz w:val="2"/>
          <w:szCs w:val="2"/>
        </w:rPr>
      </w:pPr>
    </w:p>
    <w:p w:rsidR="00C43CDC" w:rsidRPr="0025400C" w:rsidRDefault="00C43CDC" w:rsidP="007C3941">
      <w:pPr>
        <w:pStyle w:val="Paragraphedeliste"/>
        <w:ind w:left="567" w:firstLine="0"/>
        <w:rPr>
          <w:color w:val="000000" w:themeColor="text1"/>
        </w:rPr>
      </w:pPr>
      <w:r w:rsidRPr="0025400C">
        <w:rPr>
          <w:color w:val="000000" w:themeColor="text1"/>
        </w:rPr>
        <w:t xml:space="preserve">Plans </w:t>
      </w:r>
    </w:p>
    <w:p w:rsidR="00D22996" w:rsidRPr="0025400C" w:rsidRDefault="00D22996" w:rsidP="00D22996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r w:rsidRPr="0025400C">
        <w:rPr>
          <w:color w:val="000000" w:themeColor="text1"/>
        </w:rPr>
        <w:t>Note Grenoble Alpes Métropole Assiette foncière CHU</w:t>
      </w:r>
    </w:p>
    <w:p w:rsidR="00454994" w:rsidRPr="0025400C" w:rsidRDefault="00454994" w:rsidP="00D22996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r w:rsidRPr="0025400C">
        <w:rPr>
          <w:color w:val="000000" w:themeColor="text1"/>
        </w:rPr>
        <w:t>Plan topographique parcelle AO 74</w:t>
      </w:r>
    </w:p>
    <w:p w:rsidR="00D22996" w:rsidRPr="0025400C" w:rsidRDefault="00D22996" w:rsidP="00D22996">
      <w:pPr>
        <w:pStyle w:val="Paragraphedeliste"/>
        <w:numPr>
          <w:ilvl w:val="0"/>
          <w:numId w:val="0"/>
        </w:numPr>
        <w:ind w:left="567"/>
        <w:rPr>
          <w:color w:val="000000" w:themeColor="text1"/>
        </w:rPr>
      </w:pPr>
    </w:p>
    <w:p w:rsidR="000E3677" w:rsidRPr="0025400C" w:rsidRDefault="000E3677" w:rsidP="003927DB">
      <w:pPr>
        <w:spacing w:after="0"/>
        <w:rPr>
          <w:color w:val="000000" w:themeColor="text1"/>
          <w:sz w:val="2"/>
          <w:szCs w:val="2"/>
        </w:rPr>
      </w:pPr>
    </w:p>
    <w:p w:rsidR="00C43CDC" w:rsidRPr="0025400C" w:rsidRDefault="00C43CDC" w:rsidP="00BA2EDD">
      <w:pPr>
        <w:pStyle w:val="Paragraphedeliste"/>
        <w:ind w:left="567" w:firstLine="0"/>
        <w:rPr>
          <w:color w:val="000000" w:themeColor="text1"/>
        </w:rPr>
      </w:pPr>
      <w:bookmarkStart w:id="1" w:name="_Hlk169186526"/>
      <w:r w:rsidRPr="0025400C">
        <w:rPr>
          <w:color w:val="000000" w:themeColor="text1"/>
        </w:rPr>
        <w:t xml:space="preserve">Données urbaines </w:t>
      </w:r>
    </w:p>
    <w:p w:rsidR="00B24A0B" w:rsidRDefault="00B24A0B" w:rsidP="003927DB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r w:rsidRPr="0025400C">
        <w:rPr>
          <w:color w:val="000000" w:themeColor="text1"/>
        </w:rPr>
        <w:t>Note DDT au CHUGA (PPRI/N)</w:t>
      </w:r>
    </w:p>
    <w:p w:rsidR="00BA5B6F" w:rsidRPr="0025400C" w:rsidRDefault="00BA5B6F" w:rsidP="003927DB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bookmarkStart w:id="2" w:name="_GoBack"/>
      <w:bookmarkEnd w:id="2"/>
      <w:r w:rsidRPr="00BA5B6F">
        <w:rPr>
          <w:color w:val="000000" w:themeColor="text1"/>
        </w:rPr>
        <w:t>Note vulnérabilité parkings CHUGA_v2-3_ConsultationCRParkingSilo</w:t>
      </w:r>
    </w:p>
    <w:p w:rsidR="003927DB" w:rsidRPr="0025400C" w:rsidRDefault="003927DB" w:rsidP="003927DB">
      <w:pPr>
        <w:rPr>
          <w:color w:val="000000" w:themeColor="text1"/>
          <w:sz w:val="2"/>
          <w:szCs w:val="2"/>
        </w:rPr>
      </w:pPr>
    </w:p>
    <w:bookmarkEnd w:id="1"/>
    <w:p w:rsidR="00D22996" w:rsidRPr="0025400C" w:rsidRDefault="0087748F" w:rsidP="00D22996">
      <w:pPr>
        <w:pStyle w:val="Paragraphedeliste"/>
        <w:ind w:left="567" w:firstLine="0"/>
        <w:rPr>
          <w:color w:val="000000" w:themeColor="text1"/>
        </w:rPr>
      </w:pPr>
      <w:r w:rsidRPr="0025400C">
        <w:rPr>
          <w:color w:val="000000" w:themeColor="text1"/>
        </w:rPr>
        <w:t xml:space="preserve">Référentiels </w:t>
      </w:r>
      <w:r w:rsidR="00B24A0B" w:rsidRPr="0025400C">
        <w:rPr>
          <w:color w:val="000000" w:themeColor="text1"/>
        </w:rPr>
        <w:t xml:space="preserve">techniques </w:t>
      </w:r>
      <w:r w:rsidRPr="0025400C">
        <w:rPr>
          <w:color w:val="000000" w:themeColor="text1"/>
        </w:rPr>
        <w:t>CHU</w:t>
      </w:r>
      <w:r w:rsidR="00B24A0B" w:rsidRPr="0025400C">
        <w:rPr>
          <w:color w:val="000000" w:themeColor="text1"/>
        </w:rPr>
        <w:t xml:space="preserve"> </w:t>
      </w:r>
    </w:p>
    <w:p w:rsidR="00454994" w:rsidRPr="0025400C" w:rsidRDefault="00454994" w:rsidP="00D22996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bookmarkStart w:id="3" w:name="_Hlk169188020"/>
      <w:r w:rsidRPr="0025400C">
        <w:rPr>
          <w:color w:val="000000" w:themeColor="text1"/>
        </w:rPr>
        <w:t>Annexe Tome 3 règles de réalisation CVC</w:t>
      </w:r>
      <w:bookmarkStart w:id="4" w:name="_Hlk169188066"/>
    </w:p>
    <w:p w:rsidR="00454994" w:rsidRPr="0025400C" w:rsidRDefault="00454994" w:rsidP="00454994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r w:rsidRPr="0025400C">
        <w:rPr>
          <w:color w:val="000000" w:themeColor="text1"/>
        </w:rPr>
        <w:t xml:space="preserve">Annexe Tome 3 règles de réalisation Ascenseur parking </w:t>
      </w:r>
      <w:proofErr w:type="spellStart"/>
      <w:r w:rsidRPr="0025400C">
        <w:rPr>
          <w:color w:val="000000" w:themeColor="text1"/>
        </w:rPr>
        <w:t>ind</w:t>
      </w:r>
      <w:proofErr w:type="spellEnd"/>
      <w:r w:rsidRPr="0025400C">
        <w:rPr>
          <w:color w:val="000000" w:themeColor="text1"/>
        </w:rPr>
        <w:t xml:space="preserve"> A </w:t>
      </w:r>
    </w:p>
    <w:p w:rsidR="00454994" w:rsidRPr="0025400C" w:rsidRDefault="00454994" w:rsidP="00454994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r w:rsidRPr="0025400C">
        <w:rPr>
          <w:color w:val="000000" w:themeColor="text1"/>
        </w:rPr>
        <w:t>Annexe Tome 3 Spécifications GTB- Périmètre Fonctionnel GTB</w:t>
      </w:r>
    </w:p>
    <w:bookmarkEnd w:id="4"/>
    <w:p w:rsidR="00454994" w:rsidRPr="0025400C" w:rsidRDefault="00454994" w:rsidP="00454994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r w:rsidRPr="0025400C">
        <w:rPr>
          <w:color w:val="000000" w:themeColor="text1"/>
        </w:rPr>
        <w:t>Annexe Tome 3 Spécifications GTC Modbus - Périmètre fonctionnel CVC 02</w:t>
      </w:r>
    </w:p>
    <w:p w:rsidR="00454994" w:rsidRPr="0025400C" w:rsidRDefault="00454994" w:rsidP="00454994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r w:rsidRPr="0025400C">
        <w:rPr>
          <w:color w:val="000000" w:themeColor="text1"/>
        </w:rPr>
        <w:t>Annexe Tome 3 Spécifications GTE - Périmètre Fonctionnel GTE</w:t>
      </w:r>
    </w:p>
    <w:p w:rsidR="00D22996" w:rsidRPr="0025400C" w:rsidRDefault="00D22996" w:rsidP="00454994">
      <w:pPr>
        <w:spacing w:line="480" w:lineRule="auto"/>
        <w:rPr>
          <w:color w:val="000000" w:themeColor="text1"/>
        </w:rPr>
      </w:pPr>
    </w:p>
    <w:bookmarkEnd w:id="3"/>
    <w:p w:rsidR="00CD7B83" w:rsidRDefault="00CD7B83" w:rsidP="00BA2EDD">
      <w:pPr>
        <w:pStyle w:val="Paragraphedeliste"/>
        <w:ind w:left="567" w:firstLine="0"/>
        <w:rPr>
          <w:color w:val="000000" w:themeColor="text1"/>
        </w:rPr>
      </w:pPr>
      <w:r w:rsidRPr="0025400C">
        <w:rPr>
          <w:color w:val="000000" w:themeColor="text1"/>
        </w:rPr>
        <w:t>Cha</w:t>
      </w:r>
      <w:r w:rsidR="00395EB2" w:rsidRPr="0025400C">
        <w:rPr>
          <w:color w:val="000000" w:themeColor="text1"/>
        </w:rPr>
        <w:t>rt</w:t>
      </w:r>
      <w:r w:rsidRPr="0025400C">
        <w:rPr>
          <w:color w:val="000000" w:themeColor="text1"/>
        </w:rPr>
        <w:t>e graphique CHUGA</w:t>
      </w:r>
    </w:p>
    <w:p w:rsidR="00DD5462" w:rsidRPr="0025400C" w:rsidRDefault="00DD5462" w:rsidP="00DD5462">
      <w:pPr>
        <w:pStyle w:val="Paragraphedeliste"/>
        <w:numPr>
          <w:ilvl w:val="0"/>
          <w:numId w:val="0"/>
        </w:numPr>
        <w:ind w:left="1418"/>
        <w:rPr>
          <w:color w:val="000000" w:themeColor="text1"/>
        </w:rPr>
      </w:pPr>
    </w:p>
    <w:p w:rsidR="00DD5462" w:rsidRDefault="00DD5462" w:rsidP="00DD5462">
      <w:pPr>
        <w:pStyle w:val="Paragraphedeliste"/>
        <w:numPr>
          <w:ilvl w:val="1"/>
          <w:numId w:val="1"/>
        </w:numPr>
        <w:ind w:left="1418" w:hanging="284"/>
        <w:rPr>
          <w:color w:val="000000" w:themeColor="text1"/>
        </w:rPr>
      </w:pPr>
      <w:r w:rsidRPr="0025400C">
        <w:rPr>
          <w:color w:val="000000" w:themeColor="text1"/>
        </w:rPr>
        <w:t xml:space="preserve">Annexe </w:t>
      </w:r>
      <w:r>
        <w:rPr>
          <w:color w:val="000000" w:themeColor="text1"/>
        </w:rPr>
        <w:t xml:space="preserve">Charte </w:t>
      </w:r>
      <w:proofErr w:type="spellStart"/>
      <w:r>
        <w:rPr>
          <w:color w:val="000000" w:themeColor="text1"/>
        </w:rPr>
        <w:t>Autocad</w:t>
      </w:r>
      <w:proofErr w:type="spellEnd"/>
      <w:r w:rsidRPr="0025400C">
        <w:rPr>
          <w:color w:val="000000" w:themeColor="text1"/>
        </w:rPr>
        <w:t xml:space="preserve"> </w:t>
      </w:r>
    </w:p>
    <w:p w:rsidR="00DD5462" w:rsidRPr="00DD5462" w:rsidRDefault="00DD5462" w:rsidP="00DD5462">
      <w:pPr>
        <w:pStyle w:val="Paragraphedeliste"/>
        <w:numPr>
          <w:ilvl w:val="0"/>
          <w:numId w:val="0"/>
        </w:numPr>
        <w:ind w:left="1418"/>
        <w:rPr>
          <w:color w:val="000000" w:themeColor="text1"/>
        </w:rPr>
      </w:pPr>
    </w:p>
    <w:sectPr w:rsidR="00DD5462" w:rsidRPr="00DD5462" w:rsidSect="00C43CDC">
      <w:headerReference w:type="default" r:id="rId10"/>
      <w:footerReference w:type="default" r:id="rId11"/>
      <w:footerReference w:type="first" r:id="rId12"/>
      <w:pgSz w:w="12240" w:h="15840"/>
      <w:pgMar w:top="720" w:right="720" w:bottom="720" w:left="720" w:header="720" w:footer="10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337" w:rsidRDefault="003F3337" w:rsidP="003D2822">
      <w:r>
        <w:separator/>
      </w:r>
    </w:p>
  </w:endnote>
  <w:endnote w:type="continuationSeparator" w:id="0">
    <w:p w:rsidR="003F3337" w:rsidRDefault="003F3337" w:rsidP="003D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08080" w:themeColor="background1" w:themeShade="80"/>
        <w:left w:val="none" w:sz="0" w:space="0" w:color="auto"/>
        <w:bottom w:val="none" w:sz="0" w:space="0" w:color="auto"/>
        <w:right w:val="none" w:sz="0" w:space="0" w:color="auto"/>
        <w:insideH w:val="single" w:sz="4" w:space="0" w:color="808080" w:themeColor="background1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3598"/>
      <w:gridCol w:w="3601"/>
      <w:gridCol w:w="3601"/>
    </w:tblGrid>
    <w:tr w:rsidR="008F5699" w:rsidTr="00AD14B0">
      <w:tc>
        <w:tcPr>
          <w:tcW w:w="1666" w:type="pct"/>
          <w:vAlign w:val="center"/>
        </w:tcPr>
        <w:p w:rsidR="008F5699" w:rsidRPr="00EC6CD3" w:rsidRDefault="008F5699" w:rsidP="008F5699">
          <w:pPr>
            <w:pStyle w:val="Pieddepage"/>
            <w:jc w:val="left"/>
            <w:rPr>
              <w:sz w:val="16"/>
              <w:szCs w:val="16"/>
            </w:rPr>
          </w:pPr>
        </w:p>
      </w:tc>
      <w:tc>
        <w:tcPr>
          <w:tcW w:w="1667" w:type="pct"/>
          <w:vAlign w:val="bottom"/>
        </w:tcPr>
        <w:p w:rsidR="008F5699" w:rsidRPr="00EC6CD3" w:rsidRDefault="008F5699" w:rsidP="008F5699">
          <w:pPr>
            <w:pStyle w:val="Pieddepage"/>
            <w:jc w:val="center"/>
            <w:rPr>
              <w:noProof/>
              <w:sz w:val="16"/>
              <w:szCs w:val="16"/>
            </w:rPr>
          </w:pPr>
          <w:r w:rsidRPr="00EC6CD3">
            <w:rPr>
              <w:noProof/>
              <w:sz w:val="16"/>
              <w:szCs w:val="16"/>
            </w:rPr>
            <w:drawing>
              <wp:inline distT="0" distB="0" distL="0" distR="0" wp14:anchorId="0695FB26" wp14:editId="42D0903C">
                <wp:extent cx="728980" cy="287655"/>
                <wp:effectExtent l="0" t="0" r="0" b="0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898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:rsidR="008F5699" w:rsidRPr="00EC6CD3" w:rsidRDefault="008F5699" w:rsidP="008F5699">
          <w:pPr>
            <w:pStyle w:val="Pieddepage"/>
            <w:jc w:val="right"/>
            <w:rPr>
              <w:noProof/>
              <w:sz w:val="16"/>
              <w:szCs w:val="16"/>
            </w:rPr>
          </w:pPr>
          <w:r w:rsidRPr="00EC6CD3">
            <w:rPr>
              <w:sz w:val="16"/>
              <w:szCs w:val="16"/>
            </w:rPr>
            <w:fldChar w:fldCharType="begin"/>
          </w:r>
          <w:r w:rsidRPr="00EC6CD3">
            <w:rPr>
              <w:sz w:val="16"/>
              <w:szCs w:val="16"/>
            </w:rPr>
            <w:instrText xml:space="preserve"> PAGE </w:instrText>
          </w:r>
          <w:r w:rsidRPr="00EC6CD3">
            <w:rPr>
              <w:sz w:val="16"/>
              <w:szCs w:val="16"/>
            </w:rPr>
            <w:fldChar w:fldCharType="separate"/>
          </w:r>
          <w:r w:rsidR="001C5632">
            <w:rPr>
              <w:noProof/>
              <w:sz w:val="16"/>
              <w:szCs w:val="16"/>
            </w:rPr>
            <w:t>2</w:t>
          </w:r>
          <w:r w:rsidRPr="00EC6CD3">
            <w:rPr>
              <w:sz w:val="16"/>
              <w:szCs w:val="16"/>
            </w:rPr>
            <w:fldChar w:fldCharType="end"/>
          </w:r>
          <w:r w:rsidRPr="00EC6CD3">
            <w:rPr>
              <w:sz w:val="16"/>
              <w:szCs w:val="16"/>
            </w:rPr>
            <w:t>/</w:t>
          </w:r>
          <w:r w:rsidRPr="00EC6CD3">
            <w:rPr>
              <w:sz w:val="16"/>
              <w:szCs w:val="16"/>
            </w:rPr>
            <w:fldChar w:fldCharType="begin"/>
          </w:r>
          <w:r w:rsidRPr="00EC6CD3">
            <w:rPr>
              <w:sz w:val="16"/>
              <w:szCs w:val="16"/>
            </w:rPr>
            <w:instrText xml:space="preserve"> NUMPAGES </w:instrText>
          </w:r>
          <w:r w:rsidRPr="00EC6CD3">
            <w:rPr>
              <w:sz w:val="16"/>
              <w:szCs w:val="16"/>
            </w:rPr>
            <w:fldChar w:fldCharType="separate"/>
          </w:r>
          <w:r w:rsidR="001C5632">
            <w:rPr>
              <w:noProof/>
              <w:sz w:val="16"/>
              <w:szCs w:val="16"/>
            </w:rPr>
            <w:t>2</w:t>
          </w:r>
          <w:r w:rsidRPr="00EC6CD3">
            <w:rPr>
              <w:sz w:val="16"/>
              <w:szCs w:val="16"/>
            </w:rPr>
            <w:fldChar w:fldCharType="end"/>
          </w:r>
        </w:p>
      </w:tc>
    </w:tr>
  </w:tbl>
  <w:p w:rsidR="008F5699" w:rsidRDefault="008F56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66"/>
      <w:gridCol w:w="8634"/>
    </w:tblGrid>
    <w:tr w:rsidR="008F5699" w:rsidTr="00AD14B0">
      <w:tc>
        <w:tcPr>
          <w:tcW w:w="1003" w:type="pct"/>
        </w:tcPr>
        <w:p w:rsidR="008F5699" w:rsidRDefault="008F5699" w:rsidP="008F5699">
          <w:r w:rsidRPr="002F5A8D">
            <w:rPr>
              <w:noProof/>
            </w:rPr>
            <w:drawing>
              <wp:inline distT="0" distB="0" distL="0" distR="0" wp14:anchorId="5C3CD419" wp14:editId="24A1AD42">
                <wp:extent cx="1104405" cy="975018"/>
                <wp:effectExtent l="0" t="0" r="635" b="0"/>
                <wp:docPr id="24" name="Imag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Image 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9250" cy="9881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97" w:type="pct"/>
          <w:vAlign w:val="center"/>
        </w:tcPr>
        <w:p w:rsidR="008F5699" w:rsidRPr="00EC6CD3" w:rsidRDefault="008F5699" w:rsidP="008F5699">
          <w:pPr>
            <w:jc w:val="left"/>
            <w:rPr>
              <w:sz w:val="16"/>
              <w:szCs w:val="16"/>
            </w:rPr>
          </w:pPr>
          <w:r w:rsidRPr="00EC6CD3">
            <w:rPr>
              <w:sz w:val="16"/>
              <w:szCs w:val="16"/>
            </w:rPr>
            <w:t xml:space="preserve">Agence Rhône Alpes </w:t>
          </w:r>
        </w:p>
        <w:p w:rsidR="008F5699" w:rsidRPr="00EC6CD3" w:rsidRDefault="008F5699" w:rsidP="008F5699">
          <w:pPr>
            <w:jc w:val="left"/>
            <w:rPr>
              <w:sz w:val="16"/>
              <w:szCs w:val="16"/>
            </w:rPr>
          </w:pPr>
          <w:r w:rsidRPr="00EC6CD3">
            <w:rPr>
              <w:sz w:val="16"/>
              <w:szCs w:val="16"/>
            </w:rPr>
            <w:t xml:space="preserve">Les jardins d’entreprises B4 -213, rue de Gerland 69007 LYON </w:t>
          </w:r>
        </w:p>
        <w:p w:rsidR="008F5699" w:rsidRDefault="008F5699" w:rsidP="008F5699">
          <w:pPr>
            <w:jc w:val="left"/>
            <w:rPr>
              <w:b/>
              <w:bCs/>
            </w:rPr>
          </w:pPr>
          <w:r w:rsidRPr="00EC6CD3">
            <w:rPr>
              <w:sz w:val="16"/>
              <w:szCs w:val="16"/>
            </w:rPr>
            <w:t>Tél. 04 72 66 10 83 - Fax 04 78 51 63 80</w:t>
          </w:r>
          <w:r w:rsidRPr="00EC6CD3">
            <w:rPr>
              <w:sz w:val="16"/>
              <w:szCs w:val="16"/>
            </w:rPr>
            <w:br/>
            <w:t>www.samop.f</w:t>
          </w:r>
        </w:p>
      </w:tc>
    </w:tr>
  </w:tbl>
  <w:p w:rsidR="008F5699" w:rsidRDefault="008F56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337" w:rsidRDefault="003F3337" w:rsidP="003D2822">
      <w:r>
        <w:separator/>
      </w:r>
    </w:p>
  </w:footnote>
  <w:footnote w:type="continuationSeparator" w:id="0">
    <w:p w:rsidR="003F3337" w:rsidRDefault="003F3337" w:rsidP="003D2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699" w:rsidRDefault="008F5699" w:rsidP="008F5699">
    <w:pPr>
      <w:pStyle w:val="En-tte"/>
      <w:pBdr>
        <w:bottom w:val="single" w:sz="4" w:space="1" w:color="808080" w:themeColor="background1" w:themeShade="80"/>
      </w:pBdr>
      <w:spacing w:after="240"/>
    </w:pPr>
    <w:r w:rsidRPr="00193455">
      <w:t xml:space="preserve">CHU GA – Mission de programmation </w:t>
    </w:r>
    <w:r>
      <w:t>parking en élévation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35DC5"/>
    <w:multiLevelType w:val="multilevel"/>
    <w:tmpl w:val="E124DA1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81318B0"/>
    <w:multiLevelType w:val="hybridMultilevel"/>
    <w:tmpl w:val="761482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2A290D"/>
    <w:multiLevelType w:val="multilevel"/>
    <w:tmpl w:val="44EED8F8"/>
    <w:lvl w:ilvl="0">
      <w:start w:val="1"/>
      <w:numFmt w:val="decimal"/>
      <w:lvlText w:val="%1"/>
      <w:lvlJc w:val="left"/>
      <w:pPr>
        <w:tabs>
          <w:tab w:val="num" w:pos="4820"/>
        </w:tabs>
        <w:ind w:left="4820" w:hanging="56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T2"/>
      <w:lvlText w:val="%1.%2"/>
      <w:lvlJc w:val="left"/>
      <w:pPr>
        <w:tabs>
          <w:tab w:val="num" w:pos="6947"/>
        </w:tabs>
        <w:ind w:left="6947" w:hanging="567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843" w:hanging="85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2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62626" w:themeColor="text1" w:themeTint="D9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858"/>
        </w:tabs>
        <w:ind w:left="2858" w:hanging="1440"/>
      </w:pPr>
      <w:rPr>
        <w:rFonts w:hint="default"/>
        <w:b w:val="0"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5215"/>
        </w:tabs>
        <w:ind w:left="52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330"/>
        </w:tabs>
        <w:ind w:left="633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085"/>
        </w:tabs>
        <w:ind w:left="708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200"/>
        </w:tabs>
        <w:ind w:left="8200" w:hanging="2160"/>
      </w:pPr>
      <w:rPr>
        <w:rFonts w:hint="default"/>
        <w:b/>
      </w:rPr>
    </w:lvl>
  </w:abstractNum>
  <w:abstractNum w:abstractNumId="3" w15:restartNumberingAfterBreak="0">
    <w:nsid w:val="6A37200C"/>
    <w:multiLevelType w:val="hybridMultilevel"/>
    <w:tmpl w:val="E2FA1B86"/>
    <w:lvl w:ilvl="0" w:tplc="FBB4E29C">
      <w:start w:val="1"/>
      <w:numFmt w:val="bullet"/>
      <w:pStyle w:val="tirets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EB266BD"/>
    <w:multiLevelType w:val="hybridMultilevel"/>
    <w:tmpl w:val="7672811A"/>
    <w:lvl w:ilvl="0" w:tplc="22F8D8E0">
      <w:start w:val="1"/>
      <w:numFmt w:val="bullet"/>
      <w:pStyle w:val="Listepuc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D9228B"/>
    <w:multiLevelType w:val="hybridMultilevel"/>
    <w:tmpl w:val="9BC68454"/>
    <w:lvl w:ilvl="0" w:tplc="F5321E36">
      <w:start w:val="1"/>
      <w:numFmt w:val="bullet"/>
      <w:pStyle w:val="Paragraphedeliste"/>
      <w:lvlText w:val=""/>
      <w:lvlJc w:val="left"/>
      <w:pPr>
        <w:ind w:left="927" w:hanging="360"/>
      </w:pPr>
      <w:rPr>
        <w:rFonts w:ascii="Wingdings" w:hAnsi="Wingdings" w:hint="default"/>
        <w:color w:val="C00000"/>
      </w:rPr>
    </w:lvl>
    <w:lvl w:ilvl="1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135"/>
    <w:rsid w:val="00000D62"/>
    <w:rsid w:val="000016B7"/>
    <w:rsid w:val="00001E52"/>
    <w:rsid w:val="00004F9E"/>
    <w:rsid w:val="00006292"/>
    <w:rsid w:val="00006371"/>
    <w:rsid w:val="00010F94"/>
    <w:rsid w:val="000126E1"/>
    <w:rsid w:val="000138E1"/>
    <w:rsid w:val="00013D37"/>
    <w:rsid w:val="00022755"/>
    <w:rsid w:val="000234BE"/>
    <w:rsid w:val="0002445A"/>
    <w:rsid w:val="00024B22"/>
    <w:rsid w:val="000274DD"/>
    <w:rsid w:val="00034C13"/>
    <w:rsid w:val="0003654F"/>
    <w:rsid w:val="0004104C"/>
    <w:rsid w:val="00050D4C"/>
    <w:rsid w:val="000538AD"/>
    <w:rsid w:val="000620C9"/>
    <w:rsid w:val="000647D5"/>
    <w:rsid w:val="00064FAE"/>
    <w:rsid w:val="00072CF1"/>
    <w:rsid w:val="00077669"/>
    <w:rsid w:val="00081228"/>
    <w:rsid w:val="00096140"/>
    <w:rsid w:val="00096153"/>
    <w:rsid w:val="000965C8"/>
    <w:rsid w:val="000A1CFD"/>
    <w:rsid w:val="000A2524"/>
    <w:rsid w:val="000B05CB"/>
    <w:rsid w:val="000B1A81"/>
    <w:rsid w:val="000B2A5D"/>
    <w:rsid w:val="000D76CC"/>
    <w:rsid w:val="000D77D3"/>
    <w:rsid w:val="000E0D07"/>
    <w:rsid w:val="000E1E01"/>
    <w:rsid w:val="000E343D"/>
    <w:rsid w:val="000E3677"/>
    <w:rsid w:val="000E5627"/>
    <w:rsid w:val="000E623B"/>
    <w:rsid w:val="000E6CC2"/>
    <w:rsid w:val="000F0BE9"/>
    <w:rsid w:val="000F2CC2"/>
    <w:rsid w:val="000F6108"/>
    <w:rsid w:val="000F7029"/>
    <w:rsid w:val="00101AD5"/>
    <w:rsid w:val="00101D06"/>
    <w:rsid w:val="001049DC"/>
    <w:rsid w:val="001069C7"/>
    <w:rsid w:val="00113A9A"/>
    <w:rsid w:val="001165AF"/>
    <w:rsid w:val="001210C9"/>
    <w:rsid w:val="00124D7E"/>
    <w:rsid w:val="001312EC"/>
    <w:rsid w:val="001340C7"/>
    <w:rsid w:val="001368D5"/>
    <w:rsid w:val="00140368"/>
    <w:rsid w:val="00147239"/>
    <w:rsid w:val="001476F8"/>
    <w:rsid w:val="001556D7"/>
    <w:rsid w:val="001606F9"/>
    <w:rsid w:val="00160AC9"/>
    <w:rsid w:val="00160EC5"/>
    <w:rsid w:val="00162A5C"/>
    <w:rsid w:val="00166801"/>
    <w:rsid w:val="001676FA"/>
    <w:rsid w:val="00172A4C"/>
    <w:rsid w:val="00174C78"/>
    <w:rsid w:val="00180750"/>
    <w:rsid w:val="00181F13"/>
    <w:rsid w:val="00183E4A"/>
    <w:rsid w:val="00186830"/>
    <w:rsid w:val="00191708"/>
    <w:rsid w:val="00193EE7"/>
    <w:rsid w:val="0019415B"/>
    <w:rsid w:val="001965B7"/>
    <w:rsid w:val="001A159D"/>
    <w:rsid w:val="001A76C4"/>
    <w:rsid w:val="001A7BCD"/>
    <w:rsid w:val="001B1B1F"/>
    <w:rsid w:val="001B4100"/>
    <w:rsid w:val="001B43D1"/>
    <w:rsid w:val="001B6BD5"/>
    <w:rsid w:val="001C5632"/>
    <w:rsid w:val="001C71DA"/>
    <w:rsid w:val="001D0677"/>
    <w:rsid w:val="001D458F"/>
    <w:rsid w:val="001D79C0"/>
    <w:rsid w:val="001E02B3"/>
    <w:rsid w:val="001E207D"/>
    <w:rsid w:val="001E2F9F"/>
    <w:rsid w:val="001E30A9"/>
    <w:rsid w:val="001E6E88"/>
    <w:rsid w:val="001F06FD"/>
    <w:rsid w:val="001F0A76"/>
    <w:rsid w:val="001F268A"/>
    <w:rsid w:val="001F381C"/>
    <w:rsid w:val="00200A1E"/>
    <w:rsid w:val="00207AB5"/>
    <w:rsid w:val="00214B40"/>
    <w:rsid w:val="00214DA7"/>
    <w:rsid w:val="00215C4B"/>
    <w:rsid w:val="002229C8"/>
    <w:rsid w:val="002251B4"/>
    <w:rsid w:val="00225CB6"/>
    <w:rsid w:val="00232FBF"/>
    <w:rsid w:val="0023307D"/>
    <w:rsid w:val="00233126"/>
    <w:rsid w:val="0023468D"/>
    <w:rsid w:val="00237385"/>
    <w:rsid w:val="00242141"/>
    <w:rsid w:val="00243902"/>
    <w:rsid w:val="002537C0"/>
    <w:rsid w:val="0025400C"/>
    <w:rsid w:val="002571E2"/>
    <w:rsid w:val="00263A8A"/>
    <w:rsid w:val="00267C86"/>
    <w:rsid w:val="00275378"/>
    <w:rsid w:val="002766C0"/>
    <w:rsid w:val="00277D7E"/>
    <w:rsid w:val="00280F95"/>
    <w:rsid w:val="002826AE"/>
    <w:rsid w:val="002838BE"/>
    <w:rsid w:val="00283DB5"/>
    <w:rsid w:val="0028602A"/>
    <w:rsid w:val="00287A73"/>
    <w:rsid w:val="00291D1D"/>
    <w:rsid w:val="00293BE1"/>
    <w:rsid w:val="00297E6F"/>
    <w:rsid w:val="002A5187"/>
    <w:rsid w:val="002A79D9"/>
    <w:rsid w:val="002B76A4"/>
    <w:rsid w:val="002C36F3"/>
    <w:rsid w:val="002C481C"/>
    <w:rsid w:val="002D1981"/>
    <w:rsid w:val="002D241E"/>
    <w:rsid w:val="002D5EA8"/>
    <w:rsid w:val="002E25DB"/>
    <w:rsid w:val="002E262B"/>
    <w:rsid w:val="002E4383"/>
    <w:rsid w:val="002E51BC"/>
    <w:rsid w:val="002E6962"/>
    <w:rsid w:val="002F0D1A"/>
    <w:rsid w:val="002F430F"/>
    <w:rsid w:val="00303A39"/>
    <w:rsid w:val="00306651"/>
    <w:rsid w:val="00310574"/>
    <w:rsid w:val="0031470E"/>
    <w:rsid w:val="0031621E"/>
    <w:rsid w:val="003169F0"/>
    <w:rsid w:val="00323FA3"/>
    <w:rsid w:val="00326A5B"/>
    <w:rsid w:val="00327939"/>
    <w:rsid w:val="00333E5F"/>
    <w:rsid w:val="00334722"/>
    <w:rsid w:val="00334A28"/>
    <w:rsid w:val="00335DB6"/>
    <w:rsid w:val="00343423"/>
    <w:rsid w:val="003500B2"/>
    <w:rsid w:val="00352CAA"/>
    <w:rsid w:val="00356FF7"/>
    <w:rsid w:val="00361156"/>
    <w:rsid w:val="003642E9"/>
    <w:rsid w:val="00365595"/>
    <w:rsid w:val="00366803"/>
    <w:rsid w:val="00373B10"/>
    <w:rsid w:val="00377323"/>
    <w:rsid w:val="0037768A"/>
    <w:rsid w:val="00380FDC"/>
    <w:rsid w:val="00381802"/>
    <w:rsid w:val="00382D3B"/>
    <w:rsid w:val="003927DB"/>
    <w:rsid w:val="00395EB2"/>
    <w:rsid w:val="003A24C4"/>
    <w:rsid w:val="003B1B72"/>
    <w:rsid w:val="003B233C"/>
    <w:rsid w:val="003B2C40"/>
    <w:rsid w:val="003B3E71"/>
    <w:rsid w:val="003B753B"/>
    <w:rsid w:val="003C00B4"/>
    <w:rsid w:val="003C19FD"/>
    <w:rsid w:val="003C3809"/>
    <w:rsid w:val="003C383F"/>
    <w:rsid w:val="003C3C31"/>
    <w:rsid w:val="003C56A1"/>
    <w:rsid w:val="003D00C8"/>
    <w:rsid w:val="003D21F6"/>
    <w:rsid w:val="003D2822"/>
    <w:rsid w:val="003D39C6"/>
    <w:rsid w:val="003E3DBF"/>
    <w:rsid w:val="003F2FEC"/>
    <w:rsid w:val="003F3337"/>
    <w:rsid w:val="00404FEE"/>
    <w:rsid w:val="004069DE"/>
    <w:rsid w:val="004102BA"/>
    <w:rsid w:val="0041568F"/>
    <w:rsid w:val="0042475F"/>
    <w:rsid w:val="00424890"/>
    <w:rsid w:val="00431F2A"/>
    <w:rsid w:val="00441B6C"/>
    <w:rsid w:val="00441C0F"/>
    <w:rsid w:val="00441F13"/>
    <w:rsid w:val="004422D7"/>
    <w:rsid w:val="004466DE"/>
    <w:rsid w:val="0045191D"/>
    <w:rsid w:val="00454994"/>
    <w:rsid w:val="00455F91"/>
    <w:rsid w:val="004566C7"/>
    <w:rsid w:val="00457225"/>
    <w:rsid w:val="004608A6"/>
    <w:rsid w:val="00464A98"/>
    <w:rsid w:val="00464F1E"/>
    <w:rsid w:val="00466724"/>
    <w:rsid w:val="00474AE6"/>
    <w:rsid w:val="00475CB3"/>
    <w:rsid w:val="00480D31"/>
    <w:rsid w:val="00481EDC"/>
    <w:rsid w:val="00482E70"/>
    <w:rsid w:val="004846D2"/>
    <w:rsid w:val="004849BC"/>
    <w:rsid w:val="0048758C"/>
    <w:rsid w:val="00487EA5"/>
    <w:rsid w:val="00490E35"/>
    <w:rsid w:val="00493481"/>
    <w:rsid w:val="00496149"/>
    <w:rsid w:val="00496257"/>
    <w:rsid w:val="00496A1A"/>
    <w:rsid w:val="004A158F"/>
    <w:rsid w:val="004A35E8"/>
    <w:rsid w:val="004A4F5D"/>
    <w:rsid w:val="004A51D9"/>
    <w:rsid w:val="004A6637"/>
    <w:rsid w:val="004B11E3"/>
    <w:rsid w:val="004B60E9"/>
    <w:rsid w:val="004B6F93"/>
    <w:rsid w:val="004C160F"/>
    <w:rsid w:val="004C45FD"/>
    <w:rsid w:val="004C757F"/>
    <w:rsid w:val="004D371B"/>
    <w:rsid w:val="004D5DA9"/>
    <w:rsid w:val="004E02BF"/>
    <w:rsid w:val="004E05FF"/>
    <w:rsid w:val="004E3409"/>
    <w:rsid w:val="004E3AEA"/>
    <w:rsid w:val="004E6EB0"/>
    <w:rsid w:val="004F71F3"/>
    <w:rsid w:val="005037D5"/>
    <w:rsid w:val="00506AC0"/>
    <w:rsid w:val="00507441"/>
    <w:rsid w:val="00511DA1"/>
    <w:rsid w:val="005135C6"/>
    <w:rsid w:val="00514E69"/>
    <w:rsid w:val="00516545"/>
    <w:rsid w:val="0051672C"/>
    <w:rsid w:val="00516AD5"/>
    <w:rsid w:val="005172FA"/>
    <w:rsid w:val="0051751E"/>
    <w:rsid w:val="00520F49"/>
    <w:rsid w:val="00521163"/>
    <w:rsid w:val="005216CE"/>
    <w:rsid w:val="00521EF9"/>
    <w:rsid w:val="0052364E"/>
    <w:rsid w:val="005243C8"/>
    <w:rsid w:val="00526F33"/>
    <w:rsid w:val="005324AE"/>
    <w:rsid w:val="00532E42"/>
    <w:rsid w:val="005340CF"/>
    <w:rsid w:val="00534849"/>
    <w:rsid w:val="00534D51"/>
    <w:rsid w:val="00536B03"/>
    <w:rsid w:val="00545640"/>
    <w:rsid w:val="00546713"/>
    <w:rsid w:val="00546E48"/>
    <w:rsid w:val="00546F14"/>
    <w:rsid w:val="00553E1D"/>
    <w:rsid w:val="0056109E"/>
    <w:rsid w:val="00563691"/>
    <w:rsid w:val="00566979"/>
    <w:rsid w:val="00571A2C"/>
    <w:rsid w:val="0057261A"/>
    <w:rsid w:val="00573242"/>
    <w:rsid w:val="005746A8"/>
    <w:rsid w:val="00585414"/>
    <w:rsid w:val="00590B1F"/>
    <w:rsid w:val="0059179B"/>
    <w:rsid w:val="00591E06"/>
    <w:rsid w:val="00595981"/>
    <w:rsid w:val="005959FE"/>
    <w:rsid w:val="00597E01"/>
    <w:rsid w:val="005A0EA9"/>
    <w:rsid w:val="005A5A2C"/>
    <w:rsid w:val="005A7E6E"/>
    <w:rsid w:val="005B11A9"/>
    <w:rsid w:val="005B4503"/>
    <w:rsid w:val="005B4F4A"/>
    <w:rsid w:val="005B51E3"/>
    <w:rsid w:val="005C0DB8"/>
    <w:rsid w:val="005D214D"/>
    <w:rsid w:val="005D40EC"/>
    <w:rsid w:val="005D4B73"/>
    <w:rsid w:val="005E4EF7"/>
    <w:rsid w:val="005E5B98"/>
    <w:rsid w:val="005E759D"/>
    <w:rsid w:val="005E7ABD"/>
    <w:rsid w:val="005F20EE"/>
    <w:rsid w:val="005F31CE"/>
    <w:rsid w:val="005F556B"/>
    <w:rsid w:val="00600177"/>
    <w:rsid w:val="00601B26"/>
    <w:rsid w:val="006038AA"/>
    <w:rsid w:val="00604D19"/>
    <w:rsid w:val="00605FF6"/>
    <w:rsid w:val="00610CF2"/>
    <w:rsid w:val="00611CC1"/>
    <w:rsid w:val="00616DF2"/>
    <w:rsid w:val="006216CE"/>
    <w:rsid w:val="00633377"/>
    <w:rsid w:val="00641012"/>
    <w:rsid w:val="006465AC"/>
    <w:rsid w:val="00647611"/>
    <w:rsid w:val="006535B3"/>
    <w:rsid w:val="00654419"/>
    <w:rsid w:val="0065709C"/>
    <w:rsid w:val="006665ED"/>
    <w:rsid w:val="006745EA"/>
    <w:rsid w:val="00676D12"/>
    <w:rsid w:val="006772C3"/>
    <w:rsid w:val="006773AA"/>
    <w:rsid w:val="006811C7"/>
    <w:rsid w:val="00681B78"/>
    <w:rsid w:val="00683962"/>
    <w:rsid w:val="00683C8C"/>
    <w:rsid w:val="00690658"/>
    <w:rsid w:val="006924F6"/>
    <w:rsid w:val="006935F2"/>
    <w:rsid w:val="0069453E"/>
    <w:rsid w:val="00694F64"/>
    <w:rsid w:val="006A01CF"/>
    <w:rsid w:val="006A655A"/>
    <w:rsid w:val="006B035D"/>
    <w:rsid w:val="006B1FC7"/>
    <w:rsid w:val="006B263E"/>
    <w:rsid w:val="006C096E"/>
    <w:rsid w:val="006C2689"/>
    <w:rsid w:val="006D55D0"/>
    <w:rsid w:val="006D67DE"/>
    <w:rsid w:val="006E2A94"/>
    <w:rsid w:val="006E3897"/>
    <w:rsid w:val="006E39ED"/>
    <w:rsid w:val="006F19DC"/>
    <w:rsid w:val="007000D1"/>
    <w:rsid w:val="00700C02"/>
    <w:rsid w:val="00702F6C"/>
    <w:rsid w:val="00704421"/>
    <w:rsid w:val="00704E74"/>
    <w:rsid w:val="007050E4"/>
    <w:rsid w:val="0071000E"/>
    <w:rsid w:val="007106EB"/>
    <w:rsid w:val="00710773"/>
    <w:rsid w:val="007127FE"/>
    <w:rsid w:val="007135B2"/>
    <w:rsid w:val="00716677"/>
    <w:rsid w:val="00730630"/>
    <w:rsid w:val="0073085B"/>
    <w:rsid w:val="00733BC5"/>
    <w:rsid w:val="0073524A"/>
    <w:rsid w:val="00736C4D"/>
    <w:rsid w:val="00745B3A"/>
    <w:rsid w:val="00752F39"/>
    <w:rsid w:val="0075557E"/>
    <w:rsid w:val="007579F1"/>
    <w:rsid w:val="00760CBA"/>
    <w:rsid w:val="00761C3A"/>
    <w:rsid w:val="00762FE4"/>
    <w:rsid w:val="00771FF2"/>
    <w:rsid w:val="0078513B"/>
    <w:rsid w:val="00785CB7"/>
    <w:rsid w:val="007905CD"/>
    <w:rsid w:val="007918E8"/>
    <w:rsid w:val="00795075"/>
    <w:rsid w:val="007959DE"/>
    <w:rsid w:val="007A0D2B"/>
    <w:rsid w:val="007A27F5"/>
    <w:rsid w:val="007A2FBA"/>
    <w:rsid w:val="007A446B"/>
    <w:rsid w:val="007B4C85"/>
    <w:rsid w:val="007B533A"/>
    <w:rsid w:val="007B6B07"/>
    <w:rsid w:val="007C0AE8"/>
    <w:rsid w:val="007C3855"/>
    <w:rsid w:val="007C3941"/>
    <w:rsid w:val="007C6D72"/>
    <w:rsid w:val="007C7296"/>
    <w:rsid w:val="007D0BDB"/>
    <w:rsid w:val="007D2C8C"/>
    <w:rsid w:val="007D3157"/>
    <w:rsid w:val="007D500A"/>
    <w:rsid w:val="007D6DFD"/>
    <w:rsid w:val="007E044F"/>
    <w:rsid w:val="007E2790"/>
    <w:rsid w:val="007E76B0"/>
    <w:rsid w:val="007E7B5E"/>
    <w:rsid w:val="007F29D4"/>
    <w:rsid w:val="007F44AB"/>
    <w:rsid w:val="007F543F"/>
    <w:rsid w:val="007F644C"/>
    <w:rsid w:val="00802C24"/>
    <w:rsid w:val="008030FC"/>
    <w:rsid w:val="0080547F"/>
    <w:rsid w:val="008061BF"/>
    <w:rsid w:val="008072F9"/>
    <w:rsid w:val="00810CC4"/>
    <w:rsid w:val="00813767"/>
    <w:rsid w:val="0081681D"/>
    <w:rsid w:val="008175F5"/>
    <w:rsid w:val="00820C50"/>
    <w:rsid w:val="0082129C"/>
    <w:rsid w:val="00821453"/>
    <w:rsid w:val="00824572"/>
    <w:rsid w:val="008262C1"/>
    <w:rsid w:val="00830918"/>
    <w:rsid w:val="008318A4"/>
    <w:rsid w:val="008323CC"/>
    <w:rsid w:val="008402AA"/>
    <w:rsid w:val="00840A95"/>
    <w:rsid w:val="00841355"/>
    <w:rsid w:val="00844050"/>
    <w:rsid w:val="00854D46"/>
    <w:rsid w:val="008553BA"/>
    <w:rsid w:val="0085728B"/>
    <w:rsid w:val="00864B69"/>
    <w:rsid w:val="0087187F"/>
    <w:rsid w:val="00875A2B"/>
    <w:rsid w:val="0087748F"/>
    <w:rsid w:val="00880C45"/>
    <w:rsid w:val="00882B5C"/>
    <w:rsid w:val="00883DF1"/>
    <w:rsid w:val="00885C6D"/>
    <w:rsid w:val="00887DE6"/>
    <w:rsid w:val="00890C38"/>
    <w:rsid w:val="008976E5"/>
    <w:rsid w:val="0089781C"/>
    <w:rsid w:val="008A25F3"/>
    <w:rsid w:val="008B726B"/>
    <w:rsid w:val="008C2D6D"/>
    <w:rsid w:val="008C4062"/>
    <w:rsid w:val="008C43F5"/>
    <w:rsid w:val="008D0F48"/>
    <w:rsid w:val="008D180D"/>
    <w:rsid w:val="008D192C"/>
    <w:rsid w:val="008D28A9"/>
    <w:rsid w:val="008D61B9"/>
    <w:rsid w:val="008E1551"/>
    <w:rsid w:val="008E5015"/>
    <w:rsid w:val="008E6D48"/>
    <w:rsid w:val="008F0E03"/>
    <w:rsid w:val="008F5699"/>
    <w:rsid w:val="008F7294"/>
    <w:rsid w:val="008F7971"/>
    <w:rsid w:val="008F79AC"/>
    <w:rsid w:val="009006B8"/>
    <w:rsid w:val="009006B9"/>
    <w:rsid w:val="0090189C"/>
    <w:rsid w:val="00910111"/>
    <w:rsid w:val="00910392"/>
    <w:rsid w:val="00913659"/>
    <w:rsid w:val="00915333"/>
    <w:rsid w:val="00920BD3"/>
    <w:rsid w:val="00920ED9"/>
    <w:rsid w:val="009257DA"/>
    <w:rsid w:val="00932D4C"/>
    <w:rsid w:val="00933A42"/>
    <w:rsid w:val="009354DC"/>
    <w:rsid w:val="00935563"/>
    <w:rsid w:val="00936487"/>
    <w:rsid w:val="00936DAF"/>
    <w:rsid w:val="00941CF5"/>
    <w:rsid w:val="00942CDE"/>
    <w:rsid w:val="009430A3"/>
    <w:rsid w:val="00943B98"/>
    <w:rsid w:val="00946BA1"/>
    <w:rsid w:val="009540E8"/>
    <w:rsid w:val="00956656"/>
    <w:rsid w:val="00963E8A"/>
    <w:rsid w:val="009641EC"/>
    <w:rsid w:val="00965508"/>
    <w:rsid w:val="00965EE2"/>
    <w:rsid w:val="00966EF8"/>
    <w:rsid w:val="00973F3D"/>
    <w:rsid w:val="009774CF"/>
    <w:rsid w:val="009803D6"/>
    <w:rsid w:val="00981CAC"/>
    <w:rsid w:val="00985C6F"/>
    <w:rsid w:val="009876AA"/>
    <w:rsid w:val="00987C3E"/>
    <w:rsid w:val="00993970"/>
    <w:rsid w:val="00994336"/>
    <w:rsid w:val="00994745"/>
    <w:rsid w:val="00995989"/>
    <w:rsid w:val="0099624E"/>
    <w:rsid w:val="009A37DD"/>
    <w:rsid w:val="009B3C54"/>
    <w:rsid w:val="009B6E9D"/>
    <w:rsid w:val="009C0610"/>
    <w:rsid w:val="009C1781"/>
    <w:rsid w:val="009C18E5"/>
    <w:rsid w:val="009C53F9"/>
    <w:rsid w:val="009D042E"/>
    <w:rsid w:val="009D04AF"/>
    <w:rsid w:val="009E04B0"/>
    <w:rsid w:val="009E4342"/>
    <w:rsid w:val="009E6D5B"/>
    <w:rsid w:val="009F1889"/>
    <w:rsid w:val="009F220D"/>
    <w:rsid w:val="00A03AFA"/>
    <w:rsid w:val="00A03E98"/>
    <w:rsid w:val="00A062B6"/>
    <w:rsid w:val="00A06574"/>
    <w:rsid w:val="00A13B33"/>
    <w:rsid w:val="00A21676"/>
    <w:rsid w:val="00A24781"/>
    <w:rsid w:val="00A2516E"/>
    <w:rsid w:val="00A25845"/>
    <w:rsid w:val="00A27BA6"/>
    <w:rsid w:val="00A27E8D"/>
    <w:rsid w:val="00A31267"/>
    <w:rsid w:val="00A339BD"/>
    <w:rsid w:val="00A344D0"/>
    <w:rsid w:val="00A37C7E"/>
    <w:rsid w:val="00A41135"/>
    <w:rsid w:val="00A42A25"/>
    <w:rsid w:val="00A43A86"/>
    <w:rsid w:val="00A453D3"/>
    <w:rsid w:val="00A5336B"/>
    <w:rsid w:val="00A54680"/>
    <w:rsid w:val="00A60BED"/>
    <w:rsid w:val="00A61934"/>
    <w:rsid w:val="00A64377"/>
    <w:rsid w:val="00A64C37"/>
    <w:rsid w:val="00A72698"/>
    <w:rsid w:val="00A84B12"/>
    <w:rsid w:val="00A94825"/>
    <w:rsid w:val="00A9526E"/>
    <w:rsid w:val="00A97472"/>
    <w:rsid w:val="00A977C1"/>
    <w:rsid w:val="00AA00EC"/>
    <w:rsid w:val="00AA353D"/>
    <w:rsid w:val="00AA4B13"/>
    <w:rsid w:val="00AA610C"/>
    <w:rsid w:val="00AB1F1F"/>
    <w:rsid w:val="00AB3AC6"/>
    <w:rsid w:val="00AB502C"/>
    <w:rsid w:val="00AB7D63"/>
    <w:rsid w:val="00AC2AD6"/>
    <w:rsid w:val="00AC6609"/>
    <w:rsid w:val="00AD5660"/>
    <w:rsid w:val="00AE03D3"/>
    <w:rsid w:val="00AE174D"/>
    <w:rsid w:val="00AF26EA"/>
    <w:rsid w:val="00AF6534"/>
    <w:rsid w:val="00B013D9"/>
    <w:rsid w:val="00B01A4B"/>
    <w:rsid w:val="00B01F3C"/>
    <w:rsid w:val="00B045F4"/>
    <w:rsid w:val="00B07D86"/>
    <w:rsid w:val="00B17830"/>
    <w:rsid w:val="00B22028"/>
    <w:rsid w:val="00B2286E"/>
    <w:rsid w:val="00B24644"/>
    <w:rsid w:val="00B24A0B"/>
    <w:rsid w:val="00B24CEC"/>
    <w:rsid w:val="00B270EF"/>
    <w:rsid w:val="00B275E8"/>
    <w:rsid w:val="00B3449B"/>
    <w:rsid w:val="00B41271"/>
    <w:rsid w:val="00B441CC"/>
    <w:rsid w:val="00B457A8"/>
    <w:rsid w:val="00B5380F"/>
    <w:rsid w:val="00B5456D"/>
    <w:rsid w:val="00B62EB7"/>
    <w:rsid w:val="00B6318B"/>
    <w:rsid w:val="00B71635"/>
    <w:rsid w:val="00B7664E"/>
    <w:rsid w:val="00B76B34"/>
    <w:rsid w:val="00B818B7"/>
    <w:rsid w:val="00B91F87"/>
    <w:rsid w:val="00B974DB"/>
    <w:rsid w:val="00BA12CE"/>
    <w:rsid w:val="00BA2EDD"/>
    <w:rsid w:val="00BA3E04"/>
    <w:rsid w:val="00BA525A"/>
    <w:rsid w:val="00BA5B6F"/>
    <w:rsid w:val="00BA7B66"/>
    <w:rsid w:val="00BB26D8"/>
    <w:rsid w:val="00BB7A23"/>
    <w:rsid w:val="00BB7AB3"/>
    <w:rsid w:val="00BC430D"/>
    <w:rsid w:val="00BC6C15"/>
    <w:rsid w:val="00BC7344"/>
    <w:rsid w:val="00BD3C7A"/>
    <w:rsid w:val="00BD68D1"/>
    <w:rsid w:val="00BE4C51"/>
    <w:rsid w:val="00BE6054"/>
    <w:rsid w:val="00BE6F35"/>
    <w:rsid w:val="00BF452D"/>
    <w:rsid w:val="00BF5EB6"/>
    <w:rsid w:val="00C0645A"/>
    <w:rsid w:val="00C10066"/>
    <w:rsid w:val="00C116BA"/>
    <w:rsid w:val="00C20801"/>
    <w:rsid w:val="00C2097C"/>
    <w:rsid w:val="00C23400"/>
    <w:rsid w:val="00C246CB"/>
    <w:rsid w:val="00C2516D"/>
    <w:rsid w:val="00C26673"/>
    <w:rsid w:val="00C26C4D"/>
    <w:rsid w:val="00C275CD"/>
    <w:rsid w:val="00C276D7"/>
    <w:rsid w:val="00C31522"/>
    <w:rsid w:val="00C41AD0"/>
    <w:rsid w:val="00C43CDC"/>
    <w:rsid w:val="00C47FEC"/>
    <w:rsid w:val="00C505C7"/>
    <w:rsid w:val="00C50EA0"/>
    <w:rsid w:val="00C514DD"/>
    <w:rsid w:val="00C61ABB"/>
    <w:rsid w:val="00C65240"/>
    <w:rsid w:val="00C671B7"/>
    <w:rsid w:val="00C67C2E"/>
    <w:rsid w:val="00C71862"/>
    <w:rsid w:val="00C71B2C"/>
    <w:rsid w:val="00C7229F"/>
    <w:rsid w:val="00C74E73"/>
    <w:rsid w:val="00C74F0D"/>
    <w:rsid w:val="00C74FA5"/>
    <w:rsid w:val="00C81659"/>
    <w:rsid w:val="00C8190E"/>
    <w:rsid w:val="00C85C20"/>
    <w:rsid w:val="00C912EC"/>
    <w:rsid w:val="00C91C2C"/>
    <w:rsid w:val="00C921C6"/>
    <w:rsid w:val="00C931BF"/>
    <w:rsid w:val="00C952FD"/>
    <w:rsid w:val="00C9573E"/>
    <w:rsid w:val="00C9723E"/>
    <w:rsid w:val="00C97A90"/>
    <w:rsid w:val="00CA128D"/>
    <w:rsid w:val="00CA1DAC"/>
    <w:rsid w:val="00CA4B0B"/>
    <w:rsid w:val="00CA7085"/>
    <w:rsid w:val="00CB2CBB"/>
    <w:rsid w:val="00CB5B52"/>
    <w:rsid w:val="00CC00C0"/>
    <w:rsid w:val="00CC16B7"/>
    <w:rsid w:val="00CC4987"/>
    <w:rsid w:val="00CD195D"/>
    <w:rsid w:val="00CD7B83"/>
    <w:rsid w:val="00CE3F62"/>
    <w:rsid w:val="00CE6B08"/>
    <w:rsid w:val="00CE719E"/>
    <w:rsid w:val="00CF1F14"/>
    <w:rsid w:val="00CF7D9F"/>
    <w:rsid w:val="00D03C24"/>
    <w:rsid w:val="00D15AB2"/>
    <w:rsid w:val="00D15DDA"/>
    <w:rsid w:val="00D16C24"/>
    <w:rsid w:val="00D2209E"/>
    <w:rsid w:val="00D22172"/>
    <w:rsid w:val="00D22996"/>
    <w:rsid w:val="00D22A3F"/>
    <w:rsid w:val="00D26951"/>
    <w:rsid w:val="00D30609"/>
    <w:rsid w:val="00D31950"/>
    <w:rsid w:val="00D325E5"/>
    <w:rsid w:val="00D3481C"/>
    <w:rsid w:val="00D367F8"/>
    <w:rsid w:val="00D42D76"/>
    <w:rsid w:val="00D539E9"/>
    <w:rsid w:val="00D57A26"/>
    <w:rsid w:val="00D603FC"/>
    <w:rsid w:val="00D60C89"/>
    <w:rsid w:val="00D660BD"/>
    <w:rsid w:val="00D74088"/>
    <w:rsid w:val="00D7654F"/>
    <w:rsid w:val="00D76B57"/>
    <w:rsid w:val="00D8121F"/>
    <w:rsid w:val="00D823D9"/>
    <w:rsid w:val="00D82C71"/>
    <w:rsid w:val="00D9528F"/>
    <w:rsid w:val="00DA082B"/>
    <w:rsid w:val="00DA1A75"/>
    <w:rsid w:val="00DA2034"/>
    <w:rsid w:val="00DA3BEB"/>
    <w:rsid w:val="00DB02D4"/>
    <w:rsid w:val="00DB15CE"/>
    <w:rsid w:val="00DC2CDE"/>
    <w:rsid w:val="00DC7006"/>
    <w:rsid w:val="00DD2106"/>
    <w:rsid w:val="00DD33FE"/>
    <w:rsid w:val="00DD5462"/>
    <w:rsid w:val="00DE1D6A"/>
    <w:rsid w:val="00DE2BC6"/>
    <w:rsid w:val="00DE3952"/>
    <w:rsid w:val="00DF55BE"/>
    <w:rsid w:val="00E01D2E"/>
    <w:rsid w:val="00E071BA"/>
    <w:rsid w:val="00E14918"/>
    <w:rsid w:val="00E1728C"/>
    <w:rsid w:val="00E21827"/>
    <w:rsid w:val="00E2609B"/>
    <w:rsid w:val="00E27468"/>
    <w:rsid w:val="00E31373"/>
    <w:rsid w:val="00E40E16"/>
    <w:rsid w:val="00E514FE"/>
    <w:rsid w:val="00E52340"/>
    <w:rsid w:val="00E556F8"/>
    <w:rsid w:val="00E55C24"/>
    <w:rsid w:val="00E6366D"/>
    <w:rsid w:val="00E66542"/>
    <w:rsid w:val="00E719F1"/>
    <w:rsid w:val="00E71CF0"/>
    <w:rsid w:val="00E72AC3"/>
    <w:rsid w:val="00E738D2"/>
    <w:rsid w:val="00E8023A"/>
    <w:rsid w:val="00E80F7B"/>
    <w:rsid w:val="00E908B3"/>
    <w:rsid w:val="00E91386"/>
    <w:rsid w:val="00E9199E"/>
    <w:rsid w:val="00EA08F1"/>
    <w:rsid w:val="00EB07DA"/>
    <w:rsid w:val="00EB0F51"/>
    <w:rsid w:val="00EB1ED5"/>
    <w:rsid w:val="00EC1F4E"/>
    <w:rsid w:val="00EC2D8A"/>
    <w:rsid w:val="00EC3B6B"/>
    <w:rsid w:val="00EC4903"/>
    <w:rsid w:val="00EC5EF4"/>
    <w:rsid w:val="00EC6CD3"/>
    <w:rsid w:val="00ED20FC"/>
    <w:rsid w:val="00ED7553"/>
    <w:rsid w:val="00EE52A3"/>
    <w:rsid w:val="00EF0114"/>
    <w:rsid w:val="00F0101A"/>
    <w:rsid w:val="00F100E4"/>
    <w:rsid w:val="00F12525"/>
    <w:rsid w:val="00F126EF"/>
    <w:rsid w:val="00F14901"/>
    <w:rsid w:val="00F14BBE"/>
    <w:rsid w:val="00F1533C"/>
    <w:rsid w:val="00F1570C"/>
    <w:rsid w:val="00F17165"/>
    <w:rsid w:val="00F21478"/>
    <w:rsid w:val="00F22D37"/>
    <w:rsid w:val="00F30503"/>
    <w:rsid w:val="00F345FE"/>
    <w:rsid w:val="00F4198B"/>
    <w:rsid w:val="00F439A9"/>
    <w:rsid w:val="00F43F89"/>
    <w:rsid w:val="00F4719E"/>
    <w:rsid w:val="00F57775"/>
    <w:rsid w:val="00F63AA4"/>
    <w:rsid w:val="00F67E8A"/>
    <w:rsid w:val="00F71465"/>
    <w:rsid w:val="00F7535A"/>
    <w:rsid w:val="00F762D1"/>
    <w:rsid w:val="00F776E7"/>
    <w:rsid w:val="00F83510"/>
    <w:rsid w:val="00F86149"/>
    <w:rsid w:val="00F917CA"/>
    <w:rsid w:val="00F91C68"/>
    <w:rsid w:val="00F92DB6"/>
    <w:rsid w:val="00F95843"/>
    <w:rsid w:val="00FA0252"/>
    <w:rsid w:val="00FA3125"/>
    <w:rsid w:val="00FA39F2"/>
    <w:rsid w:val="00FA48E1"/>
    <w:rsid w:val="00FA4AEF"/>
    <w:rsid w:val="00FA6997"/>
    <w:rsid w:val="00FA6BA7"/>
    <w:rsid w:val="00FA6BC1"/>
    <w:rsid w:val="00FB15CF"/>
    <w:rsid w:val="00FB1831"/>
    <w:rsid w:val="00FB6DFD"/>
    <w:rsid w:val="00FB74EA"/>
    <w:rsid w:val="00FC3965"/>
    <w:rsid w:val="00FC6205"/>
    <w:rsid w:val="00FD1944"/>
    <w:rsid w:val="00FD483B"/>
    <w:rsid w:val="00FE66C9"/>
    <w:rsid w:val="00FE6FF7"/>
    <w:rsid w:val="00FF42A4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61C983"/>
  <w15:docId w15:val="{58F734C2-4E06-4B6C-AF61-5FC1BE1B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A98"/>
    <w:pPr>
      <w:jc w:val="both"/>
    </w:pPr>
    <w:rPr>
      <w:rFonts w:ascii="Tahoma" w:hAnsi="Tahoma"/>
      <w:color w:val="767171" w:themeColor="background2" w:themeShade="80"/>
    </w:rPr>
  </w:style>
  <w:style w:type="paragraph" w:styleId="Titre1">
    <w:name w:val="heading 1"/>
    <w:basedOn w:val="Normal"/>
    <w:next w:val="Normal"/>
    <w:link w:val="Titre1Car"/>
    <w:uiPriority w:val="9"/>
    <w:qFormat/>
    <w:rsid w:val="004849BC"/>
    <w:pPr>
      <w:keepNext/>
      <w:keepLines/>
      <w:numPr>
        <w:numId w:val="2"/>
      </w:numPr>
      <w:spacing w:before="100" w:beforeAutospacing="1" w:after="100" w:afterAutospacing="1" w:line="240" w:lineRule="auto"/>
      <w:ind w:left="431" w:hanging="431"/>
      <w:jc w:val="left"/>
      <w:outlineLvl w:val="0"/>
    </w:pPr>
    <w:rPr>
      <w:rFonts w:eastAsiaTheme="majorEastAsia" w:cstheme="majorBidi"/>
      <w:b/>
      <w:caps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A353D"/>
    <w:pPr>
      <w:keepNext/>
      <w:keepLines/>
      <w:numPr>
        <w:ilvl w:val="1"/>
        <w:numId w:val="2"/>
      </w:numPr>
      <w:spacing w:before="40" w:after="0"/>
      <w:ind w:left="851" w:hanging="567"/>
      <w:outlineLvl w:val="1"/>
    </w:pPr>
    <w:rPr>
      <w:rFonts w:eastAsiaTheme="majorEastAsia" w:cstheme="majorBidi"/>
      <w:b/>
      <w:color w:val="C00000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46E48"/>
    <w:pPr>
      <w:keepNext/>
      <w:keepLines/>
      <w:numPr>
        <w:ilvl w:val="2"/>
        <w:numId w:val="2"/>
      </w:numPr>
      <w:spacing w:before="40" w:after="0" w:line="240" w:lineRule="auto"/>
      <w:ind w:left="1134" w:hanging="567"/>
      <w:outlineLvl w:val="2"/>
    </w:pPr>
    <w:rPr>
      <w:rFonts w:eastAsiaTheme="majorEastAsia" w:cstheme="majorBidi"/>
      <w:color w:val="C0000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33A42"/>
    <w:pPr>
      <w:keepNext/>
      <w:keepLines/>
      <w:numPr>
        <w:ilvl w:val="3"/>
        <w:numId w:val="2"/>
      </w:numPr>
      <w:spacing w:before="240" w:after="0" w:line="240" w:lineRule="auto"/>
      <w:ind w:left="1701" w:hanging="567"/>
      <w:outlineLvl w:val="3"/>
    </w:pPr>
    <w:rPr>
      <w:rFonts w:ascii="Arial Narrow" w:eastAsiaTheme="majorEastAsia" w:hAnsi="Arial Narrow" w:cstheme="majorBidi"/>
      <w:b/>
      <w:i/>
      <w:iCs/>
      <w:color w:val="auto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74AE6"/>
    <w:pPr>
      <w:keepNext/>
      <w:keepLines/>
      <w:spacing w:before="40" w:after="0"/>
      <w:outlineLvl w:val="4"/>
    </w:pPr>
    <w:rPr>
      <w:rFonts w:eastAsiaTheme="majorEastAsia" w:cstheme="majorBidi"/>
      <w:color w:val="C0000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41135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41135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41135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41135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Pdg"/>
    <w:basedOn w:val="Normal"/>
    <w:next w:val="Normal"/>
    <w:link w:val="TitreCar"/>
    <w:uiPriority w:val="10"/>
    <w:qFormat/>
    <w:rsid w:val="00605FF6"/>
    <w:pPr>
      <w:spacing w:after="0" w:line="240" w:lineRule="auto"/>
      <w:contextualSpacing/>
      <w:jc w:val="center"/>
    </w:pPr>
    <w:rPr>
      <w:rFonts w:ascii="Arial Narrow" w:eastAsiaTheme="majorEastAsia" w:hAnsi="Arial Narrow" w:cstheme="majorBidi"/>
      <w:color w:val="C00000"/>
      <w:spacing w:val="-10"/>
      <w:kern w:val="28"/>
      <w:sz w:val="56"/>
      <w:szCs w:val="56"/>
    </w:rPr>
  </w:style>
  <w:style w:type="character" w:customStyle="1" w:styleId="TitreCar">
    <w:name w:val="Titre Car"/>
    <w:aliases w:val="Titre Pdg Car"/>
    <w:basedOn w:val="Policepardfaut"/>
    <w:link w:val="Titre"/>
    <w:uiPriority w:val="10"/>
    <w:rsid w:val="00605FF6"/>
    <w:rPr>
      <w:rFonts w:ascii="Arial Narrow" w:eastAsiaTheme="majorEastAsia" w:hAnsi="Arial Narrow" w:cstheme="majorBidi"/>
      <w:color w:val="C00000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4849BC"/>
    <w:rPr>
      <w:rFonts w:ascii="Tahoma" w:eastAsiaTheme="majorEastAsia" w:hAnsi="Tahoma" w:cstheme="majorBidi"/>
      <w:b/>
      <w:caps/>
      <w:color w:val="C00000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A353D"/>
    <w:rPr>
      <w:rFonts w:ascii="Tahoma" w:eastAsiaTheme="majorEastAsia" w:hAnsi="Tahoma" w:cstheme="majorBidi"/>
      <w:b/>
      <w:color w:val="C00000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46E48"/>
    <w:rPr>
      <w:rFonts w:ascii="Tahoma" w:eastAsiaTheme="majorEastAsia" w:hAnsi="Tahoma" w:cstheme="majorBidi"/>
      <w:color w:val="C0000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33A42"/>
    <w:rPr>
      <w:rFonts w:ascii="Arial Narrow" w:eastAsiaTheme="majorEastAsia" w:hAnsi="Arial Narrow" w:cstheme="majorBidi"/>
      <w:b/>
      <w:i/>
      <w:iCs/>
    </w:rPr>
  </w:style>
  <w:style w:type="character" w:customStyle="1" w:styleId="Titre5Car">
    <w:name w:val="Titre 5 Car"/>
    <w:basedOn w:val="Policepardfaut"/>
    <w:link w:val="Titre5"/>
    <w:uiPriority w:val="9"/>
    <w:rsid w:val="00474AE6"/>
    <w:rPr>
      <w:rFonts w:ascii="Tahoma" w:eastAsiaTheme="majorEastAsia" w:hAnsi="Tahoma" w:cstheme="majorBidi"/>
      <w:color w:val="C00000"/>
      <w:u w:val="single"/>
    </w:rPr>
  </w:style>
  <w:style w:type="paragraph" w:styleId="Paragraphedeliste">
    <w:name w:val="List Paragraph"/>
    <w:aliases w:val="Tiret,normal,PADE_liste,Normal1,Resume Title,6 pt paragraphe carré,Puce focus,texte de base,Titree 2,Contact,Paragraphe,Normal bullet 2,List Paragraph1,Bullet list,Tab n1,Listes,Paragraph,lp1,1st level - Bullet List Paragraph,Tab 1"/>
    <w:basedOn w:val="Normal"/>
    <w:link w:val="ParagraphedelisteCar"/>
    <w:uiPriority w:val="99"/>
    <w:qFormat/>
    <w:rsid w:val="000E6CC2"/>
    <w:pPr>
      <w:numPr>
        <w:numId w:val="1"/>
      </w:numPr>
      <w:ind w:left="144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A4113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4113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A411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A411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">
    <w:name w:val="header"/>
    <w:basedOn w:val="Normal"/>
    <w:link w:val="En-tteCar"/>
    <w:unhideWhenUsed/>
    <w:rsid w:val="008B7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8B726B"/>
    <w:rPr>
      <w:rFonts w:ascii="Tahoma" w:hAnsi="Tahoma"/>
      <w:color w:val="767171" w:themeColor="background2" w:themeShade="80"/>
    </w:rPr>
  </w:style>
  <w:style w:type="paragraph" w:styleId="Pieddepage">
    <w:name w:val="footer"/>
    <w:aliases w:val="Adresse pied de page,Pied de page SAMOP,CONGPied de page,ASPied de page"/>
    <w:basedOn w:val="Normal"/>
    <w:link w:val="PieddepageCar"/>
    <w:uiPriority w:val="99"/>
    <w:unhideWhenUsed/>
    <w:rsid w:val="008B7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aliases w:val="Adresse pied de page Car,Pied de page SAMOP Car,CONGPied de page Car,ASPied de page Car"/>
    <w:basedOn w:val="Policepardfaut"/>
    <w:link w:val="Pieddepage"/>
    <w:uiPriority w:val="99"/>
    <w:rsid w:val="008B726B"/>
    <w:rPr>
      <w:rFonts w:ascii="Tahoma" w:hAnsi="Tahoma"/>
      <w:color w:val="767171" w:themeColor="background2" w:themeShade="80"/>
    </w:rPr>
  </w:style>
  <w:style w:type="table" w:styleId="Grilledutableau">
    <w:name w:val="Table Grid"/>
    <w:basedOn w:val="TableauNormal"/>
    <w:uiPriority w:val="39"/>
    <w:rsid w:val="008B7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490E35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90E35"/>
    <w:pPr>
      <w:spacing w:before="120" w:after="0"/>
      <w:ind w:left="220"/>
      <w:jc w:val="left"/>
    </w:pPr>
    <w:rPr>
      <w:rFonts w:asciiTheme="minorHAnsi" w:hAnsiTheme="minorHAnsi" w:cs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490E35"/>
    <w:pPr>
      <w:spacing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490E35"/>
    <w:pPr>
      <w:spacing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490E35"/>
    <w:pPr>
      <w:spacing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490E35"/>
    <w:pPr>
      <w:spacing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490E35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490E35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490E35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490E35"/>
    <w:rPr>
      <w:color w:val="0563C1" w:themeColor="hyperlink"/>
      <w:u w:val="single"/>
    </w:rPr>
  </w:style>
  <w:style w:type="paragraph" w:customStyle="1" w:styleId="Titre1pdg">
    <w:name w:val="Titre 1 pdg"/>
    <w:basedOn w:val="Titre"/>
    <w:link w:val="Titre1pdgCar"/>
    <w:qFormat/>
    <w:rsid w:val="00EC6CD3"/>
    <w:rPr>
      <w:color w:val="auto"/>
      <w:sz w:val="48"/>
    </w:rPr>
  </w:style>
  <w:style w:type="paragraph" w:customStyle="1" w:styleId="SAMOP-Texte">
    <w:name w:val="SAMOP - Texte"/>
    <w:basedOn w:val="Normal"/>
    <w:link w:val="SAMOP-TexteCar"/>
    <w:rsid w:val="00193EE7"/>
    <w:pPr>
      <w:spacing w:after="120" w:line="240" w:lineRule="auto"/>
    </w:pPr>
    <w:rPr>
      <w:rFonts w:eastAsia="Calibri" w:cs="Times New Roman"/>
      <w:color w:val="595959"/>
      <w:sz w:val="20"/>
      <w:szCs w:val="20"/>
      <w:lang w:eastAsia="en-US"/>
    </w:rPr>
  </w:style>
  <w:style w:type="character" w:customStyle="1" w:styleId="Titre1pdgCar">
    <w:name w:val="Titre 1 pdg Car"/>
    <w:basedOn w:val="Policepardfaut"/>
    <w:link w:val="Titre1pdg"/>
    <w:rsid w:val="00EC6CD3"/>
    <w:rPr>
      <w:rFonts w:ascii="Arial Narrow" w:eastAsiaTheme="majorEastAsia" w:hAnsi="Arial Narrow" w:cstheme="majorBidi"/>
      <w:spacing w:val="-10"/>
      <w:kern w:val="28"/>
      <w:sz w:val="48"/>
      <w:szCs w:val="56"/>
    </w:rPr>
  </w:style>
  <w:style w:type="character" w:customStyle="1" w:styleId="SAMOP-TexteCar">
    <w:name w:val="SAMOP - Texte Car"/>
    <w:link w:val="SAMOP-Texte"/>
    <w:rsid w:val="00193EE7"/>
    <w:rPr>
      <w:rFonts w:ascii="Tahoma" w:eastAsia="Calibri" w:hAnsi="Tahoma" w:cs="Times New Roman"/>
      <w:color w:val="595959"/>
      <w:sz w:val="20"/>
      <w:szCs w:val="20"/>
      <w:lang w:eastAsia="en-US"/>
    </w:rPr>
  </w:style>
  <w:style w:type="character" w:styleId="Marquedecommentaire">
    <w:name w:val="annotation reference"/>
    <w:basedOn w:val="Policepardfaut"/>
    <w:unhideWhenUsed/>
    <w:rsid w:val="00BE6F3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E6F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E6F35"/>
    <w:rPr>
      <w:rFonts w:ascii="Tahoma" w:hAnsi="Tahoma"/>
      <w:color w:val="767171" w:themeColor="background2" w:themeShade="8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E6F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E6F35"/>
    <w:rPr>
      <w:rFonts w:ascii="Tahoma" w:hAnsi="Tahoma"/>
      <w:b/>
      <w:bCs/>
      <w:color w:val="767171" w:themeColor="background2" w:themeShade="80"/>
      <w:sz w:val="20"/>
      <w:szCs w:val="20"/>
    </w:rPr>
  </w:style>
  <w:style w:type="paragraph" w:customStyle="1" w:styleId="tirets">
    <w:name w:val="tirets"/>
    <w:basedOn w:val="Normal"/>
    <w:link w:val="tiretsCar"/>
    <w:rsid w:val="00F57775"/>
    <w:pPr>
      <w:numPr>
        <w:numId w:val="3"/>
      </w:numPr>
      <w:spacing w:after="0" w:line="276" w:lineRule="auto"/>
    </w:pPr>
    <w:rPr>
      <w:rFonts w:ascii="Arial" w:eastAsia="Times New Roman" w:hAnsi="Arial" w:cs="Times New Roman"/>
      <w:color w:val="auto"/>
      <w:sz w:val="20"/>
      <w:szCs w:val="20"/>
    </w:rPr>
  </w:style>
  <w:style w:type="character" w:customStyle="1" w:styleId="tiretsCar">
    <w:name w:val="tirets Car"/>
    <w:basedOn w:val="Policepardfaut"/>
    <w:link w:val="tirets"/>
    <w:rsid w:val="00F57775"/>
    <w:rPr>
      <w:rFonts w:ascii="Arial" w:eastAsia="Times New Roman" w:hAnsi="Arial" w:cs="Times New Roman"/>
      <w:sz w:val="20"/>
      <w:szCs w:val="20"/>
    </w:rPr>
  </w:style>
  <w:style w:type="paragraph" w:customStyle="1" w:styleId="Texte">
    <w:name w:val="Texte"/>
    <w:basedOn w:val="SAMOP-Texte"/>
    <w:link w:val="TexteCar"/>
    <w:rsid w:val="00D22A3F"/>
  </w:style>
  <w:style w:type="character" w:customStyle="1" w:styleId="TexteCar">
    <w:name w:val="Texte Car"/>
    <w:link w:val="Texte"/>
    <w:rsid w:val="00D22A3F"/>
    <w:rPr>
      <w:rFonts w:ascii="Tahoma" w:eastAsia="Calibri" w:hAnsi="Tahoma" w:cs="Times New Roman"/>
      <w:color w:val="595959"/>
      <w:sz w:val="20"/>
      <w:szCs w:val="20"/>
      <w:lang w:eastAsia="en-US"/>
    </w:rPr>
  </w:style>
  <w:style w:type="paragraph" w:customStyle="1" w:styleId="T1">
    <w:name w:val="T1"/>
    <w:basedOn w:val="Titre1"/>
    <w:next w:val="Normal"/>
    <w:rsid w:val="00D22A3F"/>
    <w:pPr>
      <w:keepLines w:val="0"/>
      <w:numPr>
        <w:numId w:val="0"/>
      </w:numPr>
      <w:shd w:val="clear" w:color="auto" w:fill="000000" w:themeFill="text1"/>
      <w:tabs>
        <w:tab w:val="left" w:pos="392"/>
        <w:tab w:val="num" w:pos="4820"/>
      </w:tabs>
      <w:spacing w:before="0" w:beforeAutospacing="0" w:after="240" w:afterAutospacing="0" w:line="360" w:lineRule="auto"/>
      <w:ind w:left="4820" w:hanging="567"/>
    </w:pPr>
    <w:rPr>
      <w:rFonts w:ascii="Arial" w:eastAsia="Times New Roman" w:hAnsi="Arial" w:cs="Tahoma"/>
      <w:caps w:val="0"/>
      <w:color w:val="FFFFFF" w:themeColor="background1"/>
      <w:sz w:val="32"/>
      <w:szCs w:val="52"/>
    </w:rPr>
  </w:style>
  <w:style w:type="paragraph" w:customStyle="1" w:styleId="T3">
    <w:name w:val="T3"/>
    <w:basedOn w:val="Normal"/>
    <w:next w:val="Normal"/>
    <w:rsid w:val="00D22A3F"/>
    <w:pPr>
      <w:keepNext/>
      <w:shd w:val="clear" w:color="auto" w:fill="FFFFFF" w:themeFill="background1"/>
      <w:tabs>
        <w:tab w:val="num" w:pos="1843"/>
      </w:tabs>
      <w:spacing w:after="240" w:line="240" w:lineRule="auto"/>
      <w:ind w:left="1843" w:hanging="850"/>
      <w:jc w:val="left"/>
      <w:outlineLvl w:val="0"/>
    </w:pPr>
    <w:rPr>
      <w:rFonts w:ascii="Arial" w:eastAsia="Times New Roman" w:hAnsi="Arial" w:cs="Tahoma"/>
      <w:b/>
      <w:color w:val="595959" w:themeColor="text1" w:themeTint="A6"/>
      <w:u w:val="single"/>
    </w:rPr>
  </w:style>
  <w:style w:type="paragraph" w:customStyle="1" w:styleId="T4">
    <w:name w:val="T4"/>
    <w:basedOn w:val="Titre1"/>
    <w:next w:val="Normal"/>
    <w:rsid w:val="00D22A3F"/>
    <w:pPr>
      <w:keepLines w:val="0"/>
      <w:numPr>
        <w:numId w:val="0"/>
      </w:numPr>
      <w:tabs>
        <w:tab w:val="num" w:pos="1080"/>
        <w:tab w:val="left" w:pos="1843"/>
      </w:tabs>
      <w:spacing w:before="0" w:beforeAutospacing="0" w:after="0" w:afterAutospacing="0"/>
      <w:ind w:left="1080" w:firstLine="905"/>
    </w:pPr>
    <w:rPr>
      <w:rFonts w:ascii="Arial" w:eastAsia="Times New Roman" w:hAnsi="Arial" w:cs="Tahoma"/>
      <w:caps w:val="0"/>
      <w:color w:val="262626" w:themeColor="text1" w:themeTint="D9"/>
      <w:sz w:val="22"/>
      <w:szCs w:val="22"/>
      <w:u w:val="single"/>
    </w:rPr>
  </w:style>
  <w:style w:type="paragraph" w:customStyle="1" w:styleId="T2">
    <w:name w:val="T2"/>
    <w:basedOn w:val="Titre1"/>
    <w:next w:val="Normal"/>
    <w:rsid w:val="00D22A3F"/>
    <w:pPr>
      <w:keepLines w:val="0"/>
      <w:numPr>
        <w:ilvl w:val="1"/>
        <w:numId w:val="4"/>
      </w:numPr>
      <w:shd w:val="clear" w:color="auto" w:fill="F7CAAC" w:themeFill="accent2" w:themeFillTint="66"/>
      <w:tabs>
        <w:tab w:val="left" w:pos="567"/>
      </w:tabs>
      <w:spacing w:before="360" w:beforeAutospacing="0" w:after="240" w:afterAutospacing="0" w:line="360" w:lineRule="auto"/>
    </w:pPr>
    <w:rPr>
      <w:rFonts w:ascii="Arial" w:eastAsia="Times New Roman" w:hAnsi="Arial" w:cs="Tahoma"/>
      <w:caps w:val="0"/>
      <w:color w:val="auto"/>
      <w:sz w:val="24"/>
      <w:szCs w:val="24"/>
    </w:rPr>
  </w:style>
  <w:style w:type="character" w:customStyle="1" w:styleId="ParagraphedelisteCar">
    <w:name w:val="Paragraphe de liste Car"/>
    <w:aliases w:val="Tiret Car,normal Car,PADE_liste Car,Normal1 Car,Resume Title Car,6 pt paragraphe carré Car,Puce focus Car,texte de base Car,Titree 2 Car,Contact Car,Paragraphe Car,Normal bullet 2 Car,List Paragraph1 Car,Bullet list Car,lp1 Car"/>
    <w:basedOn w:val="Policepardfaut"/>
    <w:link w:val="Paragraphedeliste"/>
    <w:uiPriority w:val="99"/>
    <w:rsid w:val="000E6CC2"/>
    <w:rPr>
      <w:rFonts w:ascii="Tahoma" w:hAnsi="Tahoma"/>
      <w:color w:val="767171" w:themeColor="background2" w:themeShade="80"/>
    </w:rPr>
  </w:style>
  <w:style w:type="paragraph" w:styleId="Sansinterligne">
    <w:name w:val="No Spacing"/>
    <w:basedOn w:val="Normal"/>
    <w:uiPriority w:val="1"/>
    <w:qFormat/>
    <w:rsid w:val="00CE719E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A13B33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customStyle="1" w:styleId="Listepuce1">
    <w:name w:val="Liste à puce 1"/>
    <w:basedOn w:val="Normal"/>
    <w:rsid w:val="006E39ED"/>
    <w:pPr>
      <w:numPr>
        <w:numId w:val="5"/>
      </w:numPr>
      <w:spacing w:after="120" w:line="240" w:lineRule="auto"/>
    </w:pPr>
    <w:rPr>
      <w:rFonts w:asciiTheme="minorHAnsi" w:eastAsia="Times New Roman" w:hAnsiTheme="minorHAnsi" w:cstheme="minorHAnsi"/>
      <w:color w:val="auto"/>
      <w:sz w:val="20"/>
      <w:szCs w:val="24"/>
    </w:rPr>
  </w:style>
  <w:style w:type="character" w:styleId="lev">
    <w:name w:val="Strong"/>
    <w:basedOn w:val="Policepardfaut"/>
    <w:uiPriority w:val="22"/>
    <w:qFormat/>
    <w:rsid w:val="002E25DB"/>
    <w:rPr>
      <w:b/>
      <w:bCs/>
    </w:rPr>
  </w:style>
  <w:style w:type="paragraph" w:styleId="Lgende">
    <w:name w:val="caption"/>
    <w:basedOn w:val="Normal"/>
    <w:next w:val="Normal"/>
    <w:unhideWhenUsed/>
    <w:qFormat/>
    <w:rsid w:val="0036115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D5660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7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728C"/>
    <w:rPr>
      <w:rFonts w:ascii="Segoe UI" w:hAnsi="Segoe UI" w:cs="Segoe UI"/>
      <w:color w:val="767171" w:themeColor="background2" w:themeShade="80"/>
      <w:sz w:val="18"/>
      <w:szCs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8C2D6D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61AB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61ABB"/>
    <w:rPr>
      <w:rFonts w:ascii="Tahoma" w:hAnsi="Tahoma"/>
      <w:color w:val="767171" w:themeColor="background2" w:themeShade="8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61ABB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297E6F"/>
    <w:rPr>
      <w:color w:val="800080"/>
      <w:u w:val="single"/>
    </w:rPr>
  </w:style>
  <w:style w:type="paragraph" w:customStyle="1" w:styleId="msonormal0">
    <w:name w:val="msonormal"/>
    <w:basedOn w:val="Normal"/>
    <w:rsid w:val="00297E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4">
    <w:name w:val="xl74"/>
    <w:basedOn w:val="Normal"/>
    <w:rsid w:val="00297E6F"/>
    <w:pPr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color w:val="auto"/>
      <w:sz w:val="20"/>
      <w:szCs w:val="20"/>
    </w:rPr>
  </w:style>
  <w:style w:type="paragraph" w:customStyle="1" w:styleId="xl75">
    <w:name w:val="xl75"/>
    <w:basedOn w:val="Normal"/>
    <w:rsid w:val="00297E6F"/>
    <w:pPr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76">
    <w:name w:val="xl76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77">
    <w:name w:val="xl77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78">
    <w:name w:val="xl78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79">
    <w:name w:val="xl79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80">
    <w:name w:val="xl80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81">
    <w:name w:val="xl81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82">
    <w:name w:val="xl82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83">
    <w:name w:val="xl83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84">
    <w:name w:val="xl84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85">
    <w:name w:val="xl85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86">
    <w:name w:val="xl86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87">
    <w:name w:val="xl87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88">
    <w:name w:val="xl88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1E9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89">
    <w:name w:val="xl89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1E9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90">
    <w:name w:val="xl90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1E9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91">
    <w:name w:val="xl91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1E9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92">
    <w:name w:val="xl92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93">
    <w:name w:val="xl93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94">
    <w:name w:val="xl94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95">
    <w:name w:val="xl95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96">
    <w:name w:val="xl96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97">
    <w:name w:val="xl97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98">
    <w:name w:val="xl98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99">
    <w:name w:val="xl99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00">
    <w:name w:val="xl100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01">
    <w:name w:val="xl101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02">
    <w:name w:val="xl102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03">
    <w:name w:val="xl103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04">
    <w:name w:val="xl104"/>
    <w:basedOn w:val="Normal"/>
    <w:rsid w:val="00297E6F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auto"/>
      <w:sz w:val="20"/>
      <w:szCs w:val="20"/>
    </w:rPr>
  </w:style>
  <w:style w:type="paragraph" w:customStyle="1" w:styleId="xl105">
    <w:name w:val="xl105"/>
    <w:basedOn w:val="Normal"/>
    <w:rsid w:val="00297E6F"/>
    <w:pPr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color w:val="auto"/>
      <w:sz w:val="20"/>
      <w:szCs w:val="20"/>
    </w:rPr>
  </w:style>
  <w:style w:type="paragraph" w:customStyle="1" w:styleId="xl106">
    <w:name w:val="xl106"/>
    <w:basedOn w:val="Normal"/>
    <w:rsid w:val="00297E6F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auto"/>
      <w:sz w:val="20"/>
      <w:szCs w:val="20"/>
    </w:rPr>
  </w:style>
  <w:style w:type="paragraph" w:customStyle="1" w:styleId="xl107">
    <w:name w:val="xl107"/>
    <w:basedOn w:val="Normal"/>
    <w:rsid w:val="00297E6F"/>
    <w:pPr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i/>
      <w:iCs/>
      <w:color w:val="auto"/>
      <w:sz w:val="20"/>
      <w:szCs w:val="20"/>
    </w:rPr>
  </w:style>
  <w:style w:type="paragraph" w:customStyle="1" w:styleId="xl108">
    <w:name w:val="xl108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09">
    <w:name w:val="xl109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10">
    <w:name w:val="xl110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i/>
      <w:iCs/>
      <w:color w:val="auto"/>
      <w:sz w:val="20"/>
      <w:szCs w:val="20"/>
    </w:rPr>
  </w:style>
  <w:style w:type="paragraph" w:customStyle="1" w:styleId="xl111">
    <w:name w:val="xl111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i/>
      <w:iCs/>
      <w:color w:val="auto"/>
      <w:sz w:val="20"/>
      <w:szCs w:val="20"/>
    </w:rPr>
  </w:style>
  <w:style w:type="paragraph" w:customStyle="1" w:styleId="xl112">
    <w:name w:val="xl112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i/>
      <w:iCs/>
      <w:color w:val="auto"/>
      <w:sz w:val="20"/>
      <w:szCs w:val="20"/>
    </w:rPr>
  </w:style>
  <w:style w:type="paragraph" w:customStyle="1" w:styleId="xl113">
    <w:name w:val="xl113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i/>
      <w:iCs/>
      <w:color w:val="auto"/>
      <w:sz w:val="20"/>
      <w:szCs w:val="20"/>
    </w:rPr>
  </w:style>
  <w:style w:type="paragraph" w:customStyle="1" w:styleId="xl114">
    <w:name w:val="xl114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i/>
      <w:iCs/>
      <w:color w:val="auto"/>
      <w:sz w:val="20"/>
      <w:szCs w:val="20"/>
    </w:rPr>
  </w:style>
  <w:style w:type="paragraph" w:customStyle="1" w:styleId="xl115">
    <w:name w:val="xl115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16">
    <w:name w:val="xl116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17">
    <w:name w:val="xl117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18">
    <w:name w:val="xl118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19">
    <w:name w:val="xl119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20">
    <w:name w:val="xl120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21">
    <w:name w:val="xl121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22">
    <w:name w:val="xl122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23">
    <w:name w:val="xl123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61E9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24">
    <w:name w:val="xl124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61E9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25">
    <w:name w:val="xl125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26">
    <w:name w:val="xl126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27">
    <w:name w:val="xl127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28">
    <w:name w:val="xl128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29">
    <w:name w:val="xl129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30">
    <w:name w:val="xl130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7470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31">
    <w:name w:val="xl131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i/>
      <w:iCs/>
      <w:color w:val="auto"/>
      <w:sz w:val="20"/>
      <w:szCs w:val="20"/>
    </w:rPr>
  </w:style>
  <w:style w:type="paragraph" w:customStyle="1" w:styleId="xl132">
    <w:name w:val="xl132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0000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33">
    <w:name w:val="xl133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34">
    <w:name w:val="xl134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35">
    <w:name w:val="xl135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36">
    <w:name w:val="xl136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61E94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37">
    <w:name w:val="xl137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8064A2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38">
    <w:name w:val="xl138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39">
    <w:name w:val="xl139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74706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40">
    <w:name w:val="xl140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41">
    <w:name w:val="xl141"/>
    <w:basedOn w:val="Normal"/>
    <w:rsid w:val="00297E6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42">
    <w:name w:val="xl142"/>
    <w:basedOn w:val="Normal"/>
    <w:rsid w:val="00297E6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43">
    <w:name w:val="xl143"/>
    <w:basedOn w:val="Normal"/>
    <w:rsid w:val="00297E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44">
    <w:name w:val="xl144"/>
    <w:basedOn w:val="Normal"/>
    <w:rsid w:val="00297E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45">
    <w:name w:val="xl145"/>
    <w:basedOn w:val="Normal"/>
    <w:rsid w:val="00297E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46">
    <w:name w:val="xl146"/>
    <w:basedOn w:val="Normal"/>
    <w:rsid w:val="00297E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47">
    <w:name w:val="xl147"/>
    <w:basedOn w:val="Normal"/>
    <w:rsid w:val="00297E6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48">
    <w:name w:val="xl148"/>
    <w:basedOn w:val="Normal"/>
    <w:rsid w:val="00297E6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49">
    <w:name w:val="xl149"/>
    <w:basedOn w:val="Normal"/>
    <w:rsid w:val="00297E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50">
    <w:name w:val="xl150"/>
    <w:basedOn w:val="Normal"/>
    <w:rsid w:val="00297E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51">
    <w:name w:val="xl151"/>
    <w:basedOn w:val="Normal"/>
    <w:rsid w:val="00297E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52">
    <w:name w:val="xl152"/>
    <w:basedOn w:val="Normal"/>
    <w:rsid w:val="00297E6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53">
    <w:name w:val="xl153"/>
    <w:basedOn w:val="Normal"/>
    <w:rsid w:val="00297E6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54">
    <w:name w:val="xl154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i/>
      <w:iCs/>
      <w:color w:val="auto"/>
      <w:sz w:val="20"/>
      <w:szCs w:val="20"/>
    </w:rPr>
  </w:style>
  <w:style w:type="paragraph" w:customStyle="1" w:styleId="xl155">
    <w:name w:val="xl155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0000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56">
    <w:name w:val="xl156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57">
    <w:name w:val="xl157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58">
    <w:name w:val="xl158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59">
    <w:name w:val="xl159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61E94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60">
    <w:name w:val="xl160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8064A2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61">
    <w:name w:val="xl161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62">
    <w:name w:val="xl162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74706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FFFFFF"/>
      <w:sz w:val="20"/>
      <w:szCs w:val="20"/>
    </w:rPr>
  </w:style>
  <w:style w:type="paragraph" w:customStyle="1" w:styleId="xl163">
    <w:name w:val="xl163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64">
    <w:name w:val="xl164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79646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65">
    <w:name w:val="xl165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66">
    <w:name w:val="xl166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67">
    <w:name w:val="xl167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68">
    <w:name w:val="xl168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69">
    <w:name w:val="xl169"/>
    <w:basedOn w:val="Normal"/>
    <w:rsid w:val="0029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70">
    <w:name w:val="xl170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79646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71">
    <w:name w:val="xl171"/>
    <w:basedOn w:val="Normal"/>
    <w:rsid w:val="00297E6F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i/>
      <w:iCs/>
      <w:color w:val="auto"/>
      <w:sz w:val="20"/>
      <w:szCs w:val="20"/>
    </w:rPr>
  </w:style>
  <w:style w:type="paragraph" w:customStyle="1" w:styleId="xl172">
    <w:name w:val="xl172"/>
    <w:basedOn w:val="Normal"/>
    <w:rsid w:val="00297E6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73">
    <w:name w:val="xl173"/>
    <w:basedOn w:val="Normal"/>
    <w:rsid w:val="00297E6F"/>
    <w:pPr>
      <w:pBdr>
        <w:top w:val="single" w:sz="8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74">
    <w:name w:val="xl174"/>
    <w:basedOn w:val="Normal"/>
    <w:rsid w:val="00297E6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75">
    <w:name w:val="xl175"/>
    <w:basedOn w:val="Normal"/>
    <w:rsid w:val="00297E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76">
    <w:name w:val="xl176"/>
    <w:basedOn w:val="Normal"/>
    <w:rsid w:val="00297E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77">
    <w:name w:val="xl177"/>
    <w:basedOn w:val="Normal"/>
    <w:rsid w:val="0029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78">
    <w:name w:val="xl178"/>
    <w:basedOn w:val="Normal"/>
    <w:rsid w:val="00001E5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i/>
      <w:iCs/>
      <w:color w:val="auto"/>
      <w:sz w:val="20"/>
      <w:szCs w:val="20"/>
    </w:rPr>
  </w:style>
  <w:style w:type="paragraph" w:customStyle="1" w:styleId="xl179">
    <w:name w:val="xl179"/>
    <w:basedOn w:val="Normal"/>
    <w:rsid w:val="00001E5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80">
    <w:name w:val="xl180"/>
    <w:basedOn w:val="Normal"/>
    <w:rsid w:val="00001E52"/>
    <w:pPr>
      <w:pBdr>
        <w:top w:val="single" w:sz="8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81">
    <w:name w:val="xl181"/>
    <w:basedOn w:val="Normal"/>
    <w:rsid w:val="00001E5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82">
    <w:name w:val="xl182"/>
    <w:basedOn w:val="Normal"/>
    <w:rsid w:val="00001E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83">
    <w:name w:val="xl183"/>
    <w:basedOn w:val="Normal"/>
    <w:rsid w:val="00001E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84">
    <w:name w:val="xl184"/>
    <w:basedOn w:val="Normal"/>
    <w:rsid w:val="00001E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85">
    <w:name w:val="xl185"/>
    <w:basedOn w:val="Normal"/>
    <w:rsid w:val="00D57A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FF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86">
    <w:name w:val="xl186"/>
    <w:basedOn w:val="Normal"/>
    <w:rsid w:val="00D57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87">
    <w:name w:val="xl187"/>
    <w:basedOn w:val="Normal"/>
    <w:rsid w:val="00D57A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79646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88">
    <w:name w:val="xl188"/>
    <w:basedOn w:val="Normal"/>
    <w:rsid w:val="00D57A2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89">
    <w:name w:val="xl189"/>
    <w:basedOn w:val="Normal"/>
    <w:rsid w:val="00D57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90">
    <w:name w:val="xl190"/>
    <w:basedOn w:val="Normal"/>
    <w:rsid w:val="00D57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91">
    <w:name w:val="xl191"/>
    <w:basedOn w:val="Normal"/>
    <w:rsid w:val="00D57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92">
    <w:name w:val="xl192"/>
    <w:basedOn w:val="Normal"/>
    <w:rsid w:val="00D57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93">
    <w:name w:val="xl193"/>
    <w:basedOn w:val="Normal"/>
    <w:rsid w:val="00D57A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79646"/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94">
    <w:name w:val="xl194"/>
    <w:basedOn w:val="Normal"/>
    <w:rsid w:val="00D57A26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ahoma"/>
      <w:i/>
      <w:iCs/>
      <w:color w:val="auto"/>
      <w:sz w:val="20"/>
      <w:szCs w:val="20"/>
    </w:rPr>
  </w:style>
  <w:style w:type="paragraph" w:customStyle="1" w:styleId="xl195">
    <w:name w:val="xl195"/>
    <w:basedOn w:val="Normal"/>
    <w:rsid w:val="00D57A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auto"/>
      <w:sz w:val="20"/>
      <w:szCs w:val="20"/>
    </w:rPr>
  </w:style>
  <w:style w:type="paragraph" w:customStyle="1" w:styleId="xl196">
    <w:name w:val="xl196"/>
    <w:basedOn w:val="Normal"/>
    <w:rsid w:val="00D57A2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97">
    <w:name w:val="xl197"/>
    <w:basedOn w:val="Normal"/>
    <w:rsid w:val="00D57A26"/>
    <w:pPr>
      <w:pBdr>
        <w:top w:val="single" w:sz="8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98">
    <w:name w:val="xl198"/>
    <w:basedOn w:val="Normal"/>
    <w:rsid w:val="00D57A2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199">
    <w:name w:val="xl199"/>
    <w:basedOn w:val="Normal"/>
    <w:rsid w:val="00D57A2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200">
    <w:name w:val="xl200"/>
    <w:basedOn w:val="Normal"/>
    <w:rsid w:val="00D57A2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paragraph" w:customStyle="1" w:styleId="xl201">
    <w:name w:val="xl201"/>
    <w:basedOn w:val="Normal"/>
    <w:rsid w:val="00D57A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FFFFFF"/>
      <w:sz w:val="24"/>
      <w:szCs w:val="24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FB74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35199">
          <w:marLeft w:val="151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5701">
          <w:marLeft w:val="151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09276">
          <w:marLeft w:val="151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4472">
          <w:marLeft w:val="504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2924">
          <w:marLeft w:val="151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9942">
          <w:marLeft w:val="151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0478">
          <w:marLeft w:val="504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1238">
          <w:marLeft w:val="151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6464">
          <w:marLeft w:val="151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078">
          <w:marLeft w:val="151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530821">
          <w:marLeft w:val="151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AMOP%20OPERATIONNEL\RHONE-ALPES\3-ADMIN\PERSONNEL%20AGENCE\SANDRINE\Mod&#232;le%20wor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5EACB-C070-4F18-BA0F-FDD3D2433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word</Template>
  <TotalTime>7</TotalTime>
  <Pages>2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Sandrine DEVERT</dc:creator>
  <cp:lastModifiedBy>Lepetit, Christophe</cp:lastModifiedBy>
  <cp:revision>5</cp:revision>
  <cp:lastPrinted>2022-06-03T13:31:00Z</cp:lastPrinted>
  <dcterms:created xsi:type="dcterms:W3CDTF">2024-06-13T14:14:00Z</dcterms:created>
  <dcterms:modified xsi:type="dcterms:W3CDTF">2024-06-13T15:32:00Z</dcterms:modified>
</cp:coreProperties>
</file>