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B3BBC" w14:textId="77777777" w:rsidR="0062631D" w:rsidRDefault="0062631D" w:rsidP="0062631D">
      <w:pPr>
        <w:jc w:val="left"/>
      </w:pPr>
      <w:permStart w:id="1444939374" w:edGrp="everyone"/>
      <w:r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 wp14:anchorId="56864728" wp14:editId="7864A9A9">
            <wp:simplePos x="0" y="0"/>
            <wp:positionH relativeFrom="margin">
              <wp:align>left</wp:align>
            </wp:positionH>
            <wp:positionV relativeFrom="page">
              <wp:posOffset>240344</wp:posOffset>
            </wp:positionV>
            <wp:extent cx="2888615" cy="1089660"/>
            <wp:effectExtent l="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615" cy="108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444939374"/>
    </w:p>
    <w:p w14:paraId="290F7237" w14:textId="77777777" w:rsidR="0062631D" w:rsidRDefault="0062631D" w:rsidP="0062631D">
      <w:pPr>
        <w:jc w:val="left"/>
      </w:pPr>
    </w:p>
    <w:p w14:paraId="509D766E" w14:textId="77777777" w:rsidR="0062631D" w:rsidRDefault="0062631D" w:rsidP="0062631D">
      <w:pPr>
        <w:jc w:val="left"/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6"/>
        <w:gridCol w:w="1418"/>
        <w:gridCol w:w="6535"/>
        <w:gridCol w:w="534"/>
        <w:gridCol w:w="595"/>
      </w:tblGrid>
      <w:tr w:rsidR="0062631D" w14:paraId="33E6E90F" w14:textId="77777777" w:rsidTr="0050648C">
        <w:trPr>
          <w:gridAfter w:val="1"/>
          <w:wAfter w:w="595" w:type="dxa"/>
          <w:trHeight w:val="1397"/>
          <w:jc w:val="center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53A9E" w14:textId="77777777" w:rsidR="0062631D" w:rsidRPr="00AA62FB" w:rsidRDefault="0062631D" w:rsidP="00486077">
            <w:pPr>
              <w:jc w:val="center"/>
              <w:rPr>
                <w:b/>
                <w:sz w:val="28"/>
                <w:szCs w:val="28"/>
              </w:rPr>
            </w:pPr>
            <w:r w:rsidRPr="00AA62FB">
              <w:rPr>
                <w:b/>
                <w:sz w:val="28"/>
                <w:szCs w:val="28"/>
              </w:rPr>
              <w:t>UNIVERSITE DE BORDEAUX</w:t>
            </w:r>
          </w:p>
          <w:p w14:paraId="6636A560" w14:textId="77777777" w:rsidR="0062631D" w:rsidRDefault="0062631D" w:rsidP="0048607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35, place Pey Berland</w:t>
            </w:r>
          </w:p>
          <w:p w14:paraId="597335E1" w14:textId="77777777" w:rsidR="0062631D" w:rsidRDefault="0062631D" w:rsidP="004860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Arial"/>
                <w:lang w:val="en-US"/>
              </w:rPr>
              <w:t>33000 BORDEAUX</w:t>
            </w:r>
          </w:p>
        </w:tc>
      </w:tr>
      <w:tr w:rsidR="00660DF3" w14:paraId="0B9CF553" w14:textId="77777777" w:rsidTr="0050648C">
        <w:trPr>
          <w:gridAfter w:val="1"/>
          <w:wAfter w:w="595" w:type="dxa"/>
          <w:trHeight w:val="1189"/>
          <w:jc w:val="center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A2A4" w14:textId="77777777" w:rsidR="00660DF3" w:rsidRPr="00AA62FB" w:rsidRDefault="00660DF3" w:rsidP="00660DF3">
            <w:pPr>
              <w:pStyle w:val="Corpsdetexte"/>
              <w:tabs>
                <w:tab w:val="right" w:leader="dot" w:pos="10206"/>
              </w:tabs>
              <w:spacing w:line="257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AA62FB">
              <w:rPr>
                <w:b/>
                <w:color w:val="000000"/>
                <w:sz w:val="28"/>
                <w:szCs w:val="28"/>
                <w:lang w:eastAsia="en-US"/>
              </w:rPr>
              <w:t>Catégorie principale :</w:t>
            </w:r>
          </w:p>
          <w:permStart w:id="1692484724" w:edGrp="everyone"/>
          <w:p w14:paraId="3A773E47" w14:textId="18CA134B" w:rsidR="00660DF3" w:rsidRPr="003D6D21" w:rsidRDefault="00F77B54" w:rsidP="00660DF3">
            <w:pPr>
              <w:pStyle w:val="Corpsdetexte"/>
              <w:tabs>
                <w:tab w:val="right" w:leader="dot" w:pos="10206"/>
              </w:tabs>
              <w:spacing w:line="257" w:lineRule="auto"/>
              <w:jc w:val="center"/>
              <w:rPr>
                <w:b/>
                <w:color w:val="000000"/>
                <w:sz w:val="32"/>
                <w:szCs w:val="32"/>
                <w:lang w:eastAsia="en-US"/>
              </w:rPr>
            </w:pPr>
            <w:sdt>
              <w:sdtPr>
                <w:rPr>
                  <w:b/>
                  <w:color w:val="0033CC"/>
                  <w:sz w:val="32"/>
                  <w:szCs w:val="32"/>
                  <w:lang w:eastAsia="en-US"/>
                </w:rPr>
                <w:alias w:val="Catégorie"/>
                <w:tag w:val="Catégorie"/>
                <w:id w:val="373971229"/>
                <w:placeholder>
                  <w:docPart w:val="834211D403084FD6BBEDBFFD350FCF0D"/>
                </w:placeholder>
                <w:dropDownList>
                  <w:listItem w:value="Choisissez un élément."/>
                  <w:listItem w:displayText="Fournitures" w:value="Fournitures"/>
                  <w:listItem w:displayText="Services" w:value="Services"/>
                </w:dropDownList>
              </w:sdtPr>
              <w:sdtEndPr/>
              <w:sdtContent>
                <w:r w:rsidR="00CA3BFD">
                  <w:rPr>
                    <w:b/>
                    <w:color w:val="0033CC"/>
                    <w:sz w:val="32"/>
                    <w:szCs w:val="32"/>
                    <w:lang w:eastAsia="en-US"/>
                  </w:rPr>
                  <w:t>Services</w:t>
                </w:r>
              </w:sdtContent>
            </w:sdt>
            <w:r w:rsidR="00660DF3" w:rsidRPr="003D6D21">
              <w:rPr>
                <w:b/>
                <w:color w:val="000000"/>
                <w:sz w:val="32"/>
                <w:szCs w:val="32"/>
                <w:lang w:eastAsia="en-US"/>
              </w:rPr>
              <w:t xml:space="preserve"> </w:t>
            </w:r>
            <w:permEnd w:id="1692484724"/>
          </w:p>
        </w:tc>
      </w:tr>
      <w:tr w:rsidR="0062631D" w14:paraId="791FFFF3" w14:textId="77777777" w:rsidTr="0050648C">
        <w:trPr>
          <w:gridAfter w:val="1"/>
          <w:wAfter w:w="595" w:type="dxa"/>
          <w:trHeight w:val="568"/>
          <w:jc w:val="center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C283A" w14:textId="187CD1C6" w:rsidR="0062631D" w:rsidRPr="00660DF3" w:rsidRDefault="00660DF3" w:rsidP="008B5071">
            <w:pPr>
              <w:spacing w:after="0" w:line="257" w:lineRule="auto"/>
              <w:jc w:val="center"/>
              <w:rPr>
                <w:b/>
                <w:color w:val="3333FF"/>
                <w:sz w:val="36"/>
                <w:szCs w:val="36"/>
              </w:rPr>
            </w:pPr>
            <w:permStart w:id="1177839521" w:edGrp="everyone"/>
            <w:r>
              <w:rPr>
                <w:b/>
                <w:color w:val="3333FF"/>
                <w:sz w:val="36"/>
                <w:szCs w:val="36"/>
              </w:rPr>
              <w:t>N</w:t>
            </w:r>
            <w:r w:rsidR="00FF1AC6">
              <w:rPr>
                <w:b/>
                <w:color w:val="3333FF"/>
                <w:sz w:val="36"/>
                <w:szCs w:val="36"/>
              </w:rPr>
              <w:t>°</w:t>
            </w:r>
            <w:r w:rsidR="00332F49">
              <w:rPr>
                <w:b/>
                <w:color w:val="3333FF"/>
                <w:sz w:val="36"/>
                <w:szCs w:val="36"/>
              </w:rPr>
              <w:t>2024-</w:t>
            </w:r>
            <w:r w:rsidR="00CA3BFD">
              <w:rPr>
                <w:b/>
                <w:color w:val="3333FF"/>
                <w:sz w:val="36"/>
                <w:szCs w:val="36"/>
              </w:rPr>
              <w:t>162</w:t>
            </w:r>
            <w:permEnd w:id="1177839521"/>
          </w:p>
        </w:tc>
      </w:tr>
      <w:tr w:rsidR="00660DF3" w14:paraId="4B39C48D" w14:textId="77777777" w:rsidTr="0050648C">
        <w:trPr>
          <w:gridAfter w:val="1"/>
          <w:wAfter w:w="595" w:type="dxa"/>
          <w:trHeight w:val="291"/>
          <w:jc w:val="center"/>
        </w:trPr>
        <w:tc>
          <w:tcPr>
            <w:tcW w:w="1017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AB0709" w14:textId="77777777" w:rsidR="00660DF3" w:rsidRPr="00660DF3" w:rsidRDefault="00660DF3" w:rsidP="00660DF3">
            <w:pPr>
              <w:spacing w:after="0" w:line="257" w:lineRule="auto"/>
              <w:jc w:val="center"/>
              <w:rPr>
                <w:i/>
                <w:color w:val="3333FF"/>
                <w:sz w:val="24"/>
                <w:szCs w:val="24"/>
              </w:rPr>
            </w:pPr>
            <w:r w:rsidRPr="00660DF3">
              <w:rPr>
                <w:i/>
                <w:color w:val="FF0000"/>
                <w:sz w:val="24"/>
                <w:szCs w:val="24"/>
                <w:highlight w:val="lightGray"/>
              </w:rPr>
              <w:t>Intitulé =&gt; report de l’objet de la consultation</w:t>
            </w:r>
          </w:p>
        </w:tc>
      </w:tr>
      <w:tr w:rsidR="00660DF3" w14:paraId="76110F74" w14:textId="77777777" w:rsidTr="0050648C">
        <w:trPr>
          <w:gridAfter w:val="1"/>
          <w:wAfter w:w="595" w:type="dxa"/>
          <w:trHeight w:val="1121"/>
          <w:jc w:val="center"/>
        </w:trPr>
        <w:tc>
          <w:tcPr>
            <w:tcW w:w="101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63EBA" w14:textId="411208F8" w:rsidR="00660DF3" w:rsidRPr="00EE193F" w:rsidRDefault="0098440F" w:rsidP="0098440F">
            <w:pPr>
              <w:spacing w:after="0" w:line="257" w:lineRule="auto"/>
              <w:jc w:val="center"/>
              <w:rPr>
                <w:b/>
                <w:color w:val="3333FF"/>
                <w:sz w:val="24"/>
                <w:szCs w:val="24"/>
              </w:rPr>
            </w:pPr>
            <w:permStart w:id="798232097" w:edGrp="everyone"/>
            <w:r>
              <w:rPr>
                <w:b/>
                <w:color w:val="3333FF"/>
                <w:sz w:val="36"/>
                <w:szCs w:val="36"/>
              </w:rPr>
              <w:t xml:space="preserve"> </w:t>
            </w:r>
            <w:r w:rsidR="00CA3BFD">
              <w:rPr>
                <w:b/>
                <w:color w:val="3333FF"/>
                <w:sz w:val="36"/>
                <w:szCs w:val="36"/>
              </w:rPr>
              <w:t xml:space="preserve">Réalisation de </w:t>
            </w:r>
            <w:r w:rsidR="00113000">
              <w:rPr>
                <w:b/>
                <w:color w:val="3333FF"/>
                <w:sz w:val="36"/>
                <w:szCs w:val="36"/>
              </w:rPr>
              <w:t xml:space="preserve">modèles géométriques </w:t>
            </w:r>
            <w:r w:rsidR="00CA3BFD">
              <w:rPr>
                <w:b/>
                <w:color w:val="3333FF"/>
                <w:sz w:val="36"/>
                <w:szCs w:val="36"/>
              </w:rPr>
              <w:t>volumiques de cathédrales à partir de scans 3D</w:t>
            </w:r>
            <w:r w:rsidR="00E770BA">
              <w:rPr>
                <w:b/>
                <w:color w:val="3333FF"/>
                <w:sz w:val="36"/>
                <w:szCs w:val="36"/>
              </w:rPr>
              <w:t xml:space="preserve"> pour l’Université de Bordeaux</w:t>
            </w:r>
            <w:permEnd w:id="798232097"/>
          </w:p>
        </w:tc>
      </w:tr>
      <w:tr w:rsidR="0062631D" w14:paraId="717E385E" w14:textId="77777777" w:rsidTr="0050648C">
        <w:trPr>
          <w:gridAfter w:val="1"/>
          <w:wAfter w:w="595" w:type="dxa"/>
          <w:trHeight w:val="832"/>
          <w:jc w:val="center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C397" w14:textId="77777777" w:rsidR="006044F7" w:rsidRPr="00261BA3" w:rsidRDefault="003D6D21" w:rsidP="00660DF3">
            <w:pPr>
              <w:spacing w:after="0" w:line="257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Forme : marché ordinaire</w:t>
            </w:r>
          </w:p>
        </w:tc>
      </w:tr>
      <w:tr w:rsidR="00261BA3" w14:paraId="09294C97" w14:textId="77777777" w:rsidTr="0050648C">
        <w:trPr>
          <w:gridAfter w:val="1"/>
          <w:wAfter w:w="595" w:type="dxa"/>
          <w:trHeight w:val="856"/>
          <w:jc w:val="center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570D" w14:textId="101DA57F" w:rsidR="007550A4" w:rsidRPr="007550A4" w:rsidRDefault="007550A4" w:rsidP="00660DF3">
            <w:pPr>
              <w:pStyle w:val="En-tte"/>
              <w:spacing w:line="257" w:lineRule="auto"/>
              <w:ind w:firstLine="0"/>
              <w:jc w:val="center"/>
              <w:rPr>
                <w:sz w:val="36"/>
                <w:szCs w:val="36"/>
                <w:lang w:eastAsia="en-US"/>
              </w:rPr>
            </w:pPr>
            <w:r w:rsidRPr="007550A4">
              <w:rPr>
                <w:sz w:val="36"/>
                <w:szCs w:val="36"/>
                <w:lang w:eastAsia="en-US"/>
              </w:rPr>
              <w:t xml:space="preserve">CCAG applicable : </w:t>
            </w:r>
            <w:r w:rsidR="005268F4">
              <w:rPr>
                <w:sz w:val="36"/>
                <w:szCs w:val="36"/>
                <w:lang w:eastAsia="en-US"/>
              </w:rPr>
              <w:t>PI</w:t>
            </w:r>
          </w:p>
        </w:tc>
      </w:tr>
      <w:tr w:rsidR="0062631D" w14:paraId="1A37444D" w14:textId="77777777" w:rsidTr="0050648C">
        <w:trPr>
          <w:gridAfter w:val="1"/>
          <w:wAfter w:w="595" w:type="dxa"/>
          <w:trHeight w:val="982"/>
          <w:jc w:val="center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FF8B" w14:textId="77777777" w:rsidR="00F52228" w:rsidRPr="00660DF3" w:rsidRDefault="00D26412" w:rsidP="008B2913">
            <w:pPr>
              <w:pStyle w:val="En-tte"/>
              <w:spacing w:line="256" w:lineRule="auto"/>
              <w:ind w:firstLine="0"/>
              <w:jc w:val="center"/>
              <w:rPr>
                <w:b/>
                <w:sz w:val="24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Acte d’E</w:t>
            </w:r>
            <w:r w:rsidR="00F63CD4">
              <w:rPr>
                <w:b/>
                <w:sz w:val="36"/>
                <w:szCs w:val="36"/>
                <w:lang w:eastAsia="en-US"/>
              </w:rPr>
              <w:t>ngagement</w:t>
            </w:r>
            <w:r w:rsidR="00487458" w:rsidRPr="00487458">
              <w:rPr>
                <w:b/>
                <w:sz w:val="24"/>
                <w:szCs w:val="36"/>
                <w:lang w:eastAsia="en-US"/>
              </w:rPr>
              <w:t xml:space="preserve"> </w:t>
            </w:r>
          </w:p>
        </w:tc>
      </w:tr>
      <w:tr w:rsidR="00AA62FB" w14:paraId="2B9DEE6C" w14:textId="77777777" w:rsidTr="0050648C">
        <w:trPr>
          <w:gridAfter w:val="1"/>
          <w:wAfter w:w="595" w:type="dxa"/>
          <w:trHeight w:val="418"/>
          <w:jc w:val="center"/>
        </w:trPr>
        <w:tc>
          <w:tcPr>
            <w:tcW w:w="101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43F86A" w14:textId="77777777" w:rsidR="00AA62FB" w:rsidRPr="00AA62FB" w:rsidRDefault="00AA62FB" w:rsidP="00AA62FB">
            <w:pPr>
              <w:pStyle w:val="En-tte"/>
              <w:jc w:val="left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0648C" w:rsidRPr="00551777" w14:paraId="2DA4EDB4" w14:textId="77777777" w:rsidTr="0050648C">
        <w:trPr>
          <w:trHeight w:val="1304"/>
          <w:jc w:val="center"/>
        </w:trPr>
        <w:tc>
          <w:tcPr>
            <w:tcW w:w="107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D07EFF" w14:textId="77777777" w:rsidR="0050648C" w:rsidRPr="00AE423E" w:rsidRDefault="0050648C" w:rsidP="00563999">
            <w:pPr>
              <w:pStyle w:val="En-tte"/>
              <w:spacing w:line="276" w:lineRule="auto"/>
              <w:ind w:firstLine="0"/>
              <w:rPr>
                <w:bCs/>
                <w:i/>
                <w:color w:val="FF0000"/>
                <w:sz w:val="24"/>
                <w:highlight w:val="lightGray"/>
                <w:u w:val="single"/>
                <w:lang w:eastAsia="en-US"/>
              </w:rPr>
            </w:pPr>
            <w:r w:rsidRPr="00AE423E">
              <w:rPr>
                <w:i/>
                <w:color w:val="FF0000"/>
                <w:sz w:val="24"/>
                <w:highlight w:val="lightGray"/>
              </w:rPr>
              <w:t>Codes NACRE et CPV</w:t>
            </w:r>
            <w:r>
              <w:rPr>
                <w:bCs/>
                <w:i/>
                <w:color w:val="FF0000"/>
                <w:sz w:val="24"/>
                <w:highlight w:val="lightGray"/>
                <w:u w:val="single"/>
                <w:lang w:eastAsia="en-US"/>
              </w:rPr>
              <w:t xml:space="preserve"> à déterminer par lot en fonction de l’objet détaillé du marché : lignes à dupliquer si nécessaire</w:t>
            </w:r>
          </w:p>
        </w:tc>
      </w:tr>
      <w:tr w:rsidR="00332F49" w:rsidRPr="00551777" w14:paraId="19392106" w14:textId="77777777" w:rsidTr="0050648C">
        <w:trPr>
          <w:gridAfter w:val="2"/>
          <w:wAfter w:w="1129" w:type="dxa"/>
          <w:trHeight w:val="397"/>
          <w:jc w:val="center"/>
        </w:trPr>
        <w:tc>
          <w:tcPr>
            <w:tcW w:w="168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E33EC5" w14:textId="77777777" w:rsidR="00332F49" w:rsidRPr="00551777" w:rsidRDefault="00332F49" w:rsidP="00563999">
            <w:pPr>
              <w:jc w:val="center"/>
              <w:rPr>
                <w:b/>
              </w:rPr>
            </w:pPr>
            <w:r w:rsidRPr="00551777">
              <w:rPr>
                <w:b/>
              </w:rPr>
              <w:t>Nomenclature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EEBDAD6" w14:textId="77777777" w:rsidR="00332F49" w:rsidRPr="00551777" w:rsidRDefault="00332F49" w:rsidP="00563999">
            <w:pPr>
              <w:jc w:val="center"/>
              <w:rPr>
                <w:b/>
              </w:rPr>
            </w:pPr>
            <w:r w:rsidRPr="00551777">
              <w:rPr>
                <w:b/>
              </w:rPr>
              <w:t>Code</w:t>
            </w:r>
          </w:p>
        </w:tc>
        <w:tc>
          <w:tcPr>
            <w:tcW w:w="6535" w:type="dxa"/>
            <w:shd w:val="clear" w:color="auto" w:fill="F2F2F2" w:themeFill="background1" w:themeFillShade="F2"/>
            <w:vAlign w:val="center"/>
          </w:tcPr>
          <w:p w14:paraId="39374AB0" w14:textId="77777777" w:rsidR="00332F49" w:rsidRPr="00551777" w:rsidRDefault="00332F49" w:rsidP="00563999">
            <w:pPr>
              <w:jc w:val="center"/>
              <w:rPr>
                <w:b/>
              </w:rPr>
            </w:pPr>
            <w:r w:rsidRPr="00551777">
              <w:rPr>
                <w:b/>
              </w:rPr>
              <w:t>Descriptif</w:t>
            </w:r>
          </w:p>
        </w:tc>
      </w:tr>
      <w:tr w:rsidR="00332F49" w:rsidRPr="00551777" w14:paraId="5BD91BAF" w14:textId="77777777" w:rsidTr="0050648C">
        <w:trPr>
          <w:gridAfter w:val="2"/>
          <w:wAfter w:w="1129" w:type="dxa"/>
          <w:trHeight w:val="439"/>
          <w:jc w:val="center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E73B78" w14:textId="77777777" w:rsidR="00332F49" w:rsidRPr="00551777" w:rsidRDefault="00332F49" w:rsidP="00332F49">
            <w:pPr>
              <w:jc w:val="center"/>
            </w:pPr>
            <w:permStart w:id="343502565" w:edGrp="everyone"/>
            <w:r>
              <w:t>CPV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1E12CAF" w14:textId="7C950B82" w:rsidR="00332F49" w:rsidRPr="00157AA0" w:rsidRDefault="00CA3BFD" w:rsidP="00332F49">
            <w:pPr>
              <w:jc w:val="center"/>
              <w:rPr>
                <w:color w:val="000000"/>
                <w:szCs w:val="20"/>
              </w:rPr>
            </w:pPr>
            <w:r w:rsidRPr="00CA3BFD">
              <w:rPr>
                <w:rFonts w:cs="Arial"/>
              </w:rPr>
              <w:t>71350000-6</w:t>
            </w:r>
          </w:p>
        </w:tc>
        <w:tc>
          <w:tcPr>
            <w:tcW w:w="6535" w:type="dxa"/>
            <w:vAlign w:val="center"/>
          </w:tcPr>
          <w:p w14:paraId="067BF0FF" w14:textId="730BFEC7" w:rsidR="00332F49" w:rsidRPr="00A56507" w:rsidRDefault="00CA3BFD" w:rsidP="00332F49">
            <w:pPr>
              <w:rPr>
                <w:rFonts w:asciiTheme="minorHAnsi" w:hAnsiTheme="minorHAnsi"/>
              </w:rPr>
            </w:pPr>
            <w:r w:rsidRPr="00CA3BFD">
              <w:rPr>
                <w:rFonts w:cs="Arial"/>
              </w:rPr>
              <w:t>Services scientifiques et techniques dans le domaine de l'ingénierie</w:t>
            </w:r>
          </w:p>
        </w:tc>
      </w:tr>
      <w:tr w:rsidR="00332F49" w:rsidRPr="00551777" w14:paraId="0FE6D4F0" w14:textId="77777777" w:rsidTr="00533921">
        <w:trPr>
          <w:gridAfter w:val="2"/>
          <w:wAfter w:w="1129" w:type="dxa"/>
          <w:trHeight w:val="58"/>
          <w:jc w:val="center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7742C" w14:textId="77777777" w:rsidR="00332F49" w:rsidRPr="00551777" w:rsidRDefault="00332F49" w:rsidP="00332F49">
            <w:pPr>
              <w:jc w:val="center"/>
            </w:pPr>
            <w:r>
              <w:t>NACRES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650826A" w14:textId="0432DB27" w:rsidR="00332F49" w:rsidRPr="00157AA0" w:rsidRDefault="00332F49" w:rsidP="00332F49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IB.</w:t>
            </w:r>
            <w:r w:rsidR="00CA3BFD">
              <w:rPr>
                <w:color w:val="000000"/>
                <w:szCs w:val="20"/>
              </w:rPr>
              <w:t>06</w:t>
            </w:r>
          </w:p>
        </w:tc>
        <w:tc>
          <w:tcPr>
            <w:tcW w:w="6535" w:type="dxa"/>
            <w:vAlign w:val="center"/>
          </w:tcPr>
          <w:p w14:paraId="09A812D3" w14:textId="23F0EB5F" w:rsidR="00332F49" w:rsidRPr="00A56507" w:rsidRDefault="00CA3BFD" w:rsidP="00332F49">
            <w:pPr>
              <w:rPr>
                <w:rFonts w:asciiTheme="minorHAnsi" w:hAnsiTheme="minorHAnsi"/>
              </w:rPr>
            </w:pPr>
            <w:r w:rsidRPr="00CA3BFD">
              <w:rPr>
                <w:rFonts w:asciiTheme="minorHAnsi" w:hAnsiTheme="minorHAnsi"/>
              </w:rPr>
              <w:t>CONSEIL ET EXPERTISE METIER Y COMPRIS RECHERCHE</w:t>
            </w:r>
          </w:p>
        </w:tc>
      </w:tr>
    </w:tbl>
    <w:p w14:paraId="4D9648A4" w14:textId="77777777" w:rsidR="0050648C" w:rsidRDefault="0050648C" w:rsidP="0050648C">
      <w:pPr>
        <w:spacing w:after="200" w:line="276" w:lineRule="auto"/>
        <w:jc w:val="left"/>
      </w:pPr>
    </w:p>
    <w:permEnd w:id="343502565"/>
    <w:p w14:paraId="196D9293" w14:textId="77777777" w:rsidR="0050648C" w:rsidRDefault="0050648C" w:rsidP="0062631D">
      <w:pPr>
        <w:jc w:val="left"/>
      </w:pPr>
    </w:p>
    <w:p w14:paraId="1B9CC076" w14:textId="77777777" w:rsidR="0085015A" w:rsidRDefault="0085015A">
      <w:pPr>
        <w:spacing w:after="0" w:line="240" w:lineRule="auto"/>
        <w:jc w:val="left"/>
      </w:pPr>
      <w:r>
        <w:br w:type="page"/>
      </w:r>
    </w:p>
    <w:p w14:paraId="6790250A" w14:textId="77777777" w:rsidR="0062631D" w:rsidRDefault="0062631D" w:rsidP="0062631D">
      <w:pPr>
        <w:jc w:val="left"/>
      </w:pPr>
    </w:p>
    <w:p w14:paraId="1FE9D6FD" w14:textId="77777777" w:rsidR="00542B17" w:rsidRDefault="00542B17" w:rsidP="0062631D">
      <w:pPr>
        <w:jc w:val="left"/>
      </w:pPr>
    </w:p>
    <w:permStart w:id="1108373586" w:edGrp="everyone" w:displacedByCustomXml="next"/>
    <w:sdt>
      <w:sdtPr>
        <w:rPr>
          <w:rFonts w:asciiTheme="minorHAnsi" w:hAnsiTheme="minorHAnsi"/>
          <w:sz w:val="22"/>
        </w:rPr>
        <w:id w:val="492150119"/>
        <w:docPartObj>
          <w:docPartGallery w:val="Table of Contents"/>
          <w:docPartUnique/>
        </w:docPartObj>
      </w:sdtPr>
      <w:sdtEndPr>
        <w:rPr>
          <w:rFonts w:ascii="Arial" w:hAnsi="Arial"/>
          <w:sz w:val="20"/>
        </w:rPr>
      </w:sdtEndPr>
      <w:sdtContent>
        <w:p w14:paraId="68E96007" w14:textId="77777777" w:rsidR="0062631D" w:rsidRDefault="0062631D" w:rsidP="00AA62FB">
          <w:pPr>
            <w:jc w:val="left"/>
            <w:rPr>
              <w:rFonts w:asciiTheme="minorHAnsi" w:hAnsiTheme="minorHAnsi"/>
              <w:sz w:val="22"/>
            </w:rPr>
          </w:pPr>
          <w:r>
            <w:rPr>
              <w:b/>
            </w:rPr>
            <w:t>Table des matières</w:t>
          </w:r>
        </w:p>
        <w:p w14:paraId="2597DCF1" w14:textId="06E27369" w:rsidR="008661E4" w:rsidRDefault="0062631D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9857573" w:history="1">
            <w:r w:rsidR="008661E4" w:rsidRPr="003C441F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1 -</w:t>
            </w:r>
            <w:r w:rsidR="008661E4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8661E4" w:rsidRPr="003C441F">
              <w:rPr>
                <w:rStyle w:val="Lienhypertexte"/>
                <w:noProof/>
              </w:rPr>
              <w:t>POUVOIR ADJUDICATEUR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_Toc169857573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3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4E03C173" w14:textId="6B45FCA9" w:rsidR="008661E4" w:rsidRDefault="00F77B5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69857574" w:history="1">
            <w:r w:rsidR="008661E4" w:rsidRPr="003C441F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2 -</w:t>
            </w:r>
            <w:r w:rsidR="008661E4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8661E4" w:rsidRPr="003C441F">
              <w:rPr>
                <w:rStyle w:val="Lienhypertexte"/>
                <w:noProof/>
              </w:rPr>
              <w:t>COCONTRACTANT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_Toc169857574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4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01212DFA" w14:textId="3BDD584D" w:rsidR="008661E4" w:rsidRDefault="00F77B5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69857575" w:history="1">
            <w:r w:rsidR="008661E4" w:rsidRPr="003C441F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3 -</w:t>
            </w:r>
            <w:r w:rsidR="008661E4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8661E4" w:rsidRPr="003C441F">
              <w:rPr>
                <w:rStyle w:val="Lienhypertexte"/>
                <w:noProof/>
              </w:rPr>
              <w:t>PRIX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_Toc169857575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4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70ED7116" w14:textId="5E539987" w:rsidR="008661E4" w:rsidRDefault="00F77B5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69857576" w:history="1">
            <w:r w:rsidR="008661E4" w:rsidRPr="003C441F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4 -</w:t>
            </w:r>
            <w:r w:rsidR="008661E4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8661E4" w:rsidRPr="003C441F">
              <w:rPr>
                <w:rStyle w:val="Lienhypertexte"/>
                <w:noProof/>
              </w:rPr>
              <w:t>MONTANT(S)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_Toc169857576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4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60184BB5" w14:textId="70DF5523" w:rsidR="008661E4" w:rsidRDefault="00F77B5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69857577" w:history="1">
            <w:r w:rsidR="008661E4" w:rsidRPr="003C441F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5 -</w:t>
            </w:r>
            <w:r w:rsidR="008661E4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8661E4" w:rsidRPr="003C441F">
              <w:rPr>
                <w:rStyle w:val="Lienhypertexte"/>
                <w:noProof/>
              </w:rPr>
              <w:t>DUREE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_Toc169857577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5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1F1D47BB" w14:textId="0B59DBFA" w:rsidR="008661E4" w:rsidRDefault="00F77B5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69857578" w:history="1">
            <w:r w:rsidR="008661E4" w:rsidRPr="003C441F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6 -</w:t>
            </w:r>
            <w:r w:rsidR="008661E4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8661E4" w:rsidRPr="003C441F">
              <w:rPr>
                <w:rStyle w:val="Lienhypertexte"/>
                <w:noProof/>
              </w:rPr>
              <w:t>ORIGINE DES FOURNITURES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_Toc169857578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5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415596C4" w14:textId="49EF531E" w:rsidR="008661E4" w:rsidRDefault="00F77B5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69857579" w:history="1">
            <w:r w:rsidR="008661E4" w:rsidRPr="003C441F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7 -</w:t>
            </w:r>
            <w:r w:rsidR="008661E4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8661E4" w:rsidRPr="003C441F">
              <w:rPr>
                <w:rStyle w:val="Lienhypertexte"/>
                <w:noProof/>
              </w:rPr>
              <w:t>PAIEMENTS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_Toc169857579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6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0B85C223" w14:textId="736A820D" w:rsidR="008661E4" w:rsidRDefault="00F77B5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69857580" w:history="1">
            <w:r w:rsidR="008661E4" w:rsidRPr="003C441F">
              <w:rPr>
                <w:rStyle w:val="Lienhypertexte"/>
                <w:noProof/>
              </w:rPr>
              <w:t>7.1 - Informations financières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_Toc169857580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6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25755F88" w14:textId="02370B0C" w:rsidR="008661E4" w:rsidRDefault="00F77B54">
          <w:pPr>
            <w:pStyle w:val="TM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69857581" w:history="1">
            <w:r w:rsidR="008661E4" w:rsidRPr="003C441F">
              <w:rPr>
                <w:rStyle w:val="Lienhypertexte"/>
                <w:noProof/>
              </w:rPr>
              <w:t>7.2 – Avance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_Toc169857581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6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22DE9B55" w14:textId="46173F5D" w:rsidR="008661E4" w:rsidRDefault="00F77B5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69857582" w:history="1">
            <w:r w:rsidR="008661E4" w:rsidRPr="003C441F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8 -</w:t>
            </w:r>
            <w:r w:rsidR="008661E4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8661E4" w:rsidRPr="003C441F">
              <w:rPr>
                <w:rStyle w:val="Lienhypertexte"/>
                <w:noProof/>
              </w:rPr>
              <w:t>ENGAGEMENT DU CANDIDAT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_Toc169857582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7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50F9C4D3" w14:textId="7A8E4754" w:rsidR="008661E4" w:rsidRDefault="00F77B54">
          <w:pPr>
            <w:pStyle w:val="TM1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fr-FR"/>
            </w:rPr>
          </w:pPr>
          <w:hyperlink w:anchor="_Toc169857583" w:history="1">
            <w:r w:rsidR="008661E4" w:rsidRPr="003C441F">
              <w:rPr>
                <w:rStyle w:val="Lienhypertext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ARTICLE 9 -</w:t>
            </w:r>
            <w:r w:rsidR="008661E4">
              <w:rPr>
                <w:rFonts w:asciiTheme="minorHAnsi" w:eastAsiaTheme="minorEastAsia" w:hAnsiTheme="minorHAnsi"/>
                <w:noProof/>
                <w:sz w:val="22"/>
                <w:lang w:eastAsia="fr-FR"/>
              </w:rPr>
              <w:tab/>
            </w:r>
            <w:r w:rsidR="008661E4" w:rsidRPr="003C441F">
              <w:rPr>
                <w:rStyle w:val="Lienhypertexte"/>
                <w:noProof/>
              </w:rPr>
              <w:t>SIGNATURE DU POUVOIR ADJUDICATEUR</w:t>
            </w:r>
            <w:r w:rsidR="008661E4">
              <w:rPr>
                <w:noProof/>
                <w:webHidden/>
              </w:rPr>
              <w:tab/>
            </w:r>
            <w:r w:rsidR="008661E4">
              <w:rPr>
                <w:noProof/>
                <w:webHidden/>
              </w:rPr>
              <w:fldChar w:fldCharType="begin"/>
            </w:r>
            <w:r w:rsidR="008661E4">
              <w:rPr>
                <w:noProof/>
                <w:webHidden/>
              </w:rPr>
              <w:instrText xml:space="preserve"> PAGEREF _Toc169857583 \h </w:instrText>
            </w:r>
            <w:r w:rsidR="008661E4">
              <w:rPr>
                <w:noProof/>
                <w:webHidden/>
              </w:rPr>
            </w:r>
            <w:r w:rsidR="008661E4">
              <w:rPr>
                <w:noProof/>
                <w:webHidden/>
              </w:rPr>
              <w:fldChar w:fldCharType="separate"/>
            </w:r>
            <w:r w:rsidR="008661E4">
              <w:rPr>
                <w:noProof/>
                <w:webHidden/>
              </w:rPr>
              <w:t>9</w:t>
            </w:r>
            <w:r w:rsidR="008661E4">
              <w:rPr>
                <w:noProof/>
                <w:webHidden/>
              </w:rPr>
              <w:fldChar w:fldCharType="end"/>
            </w:r>
          </w:hyperlink>
        </w:p>
        <w:p w14:paraId="12338FB4" w14:textId="1900AE4B" w:rsidR="0062631D" w:rsidRDefault="0062631D" w:rsidP="0062631D">
          <w:r>
            <w:rPr>
              <w:b/>
              <w:bCs/>
            </w:rPr>
            <w:fldChar w:fldCharType="end"/>
          </w:r>
        </w:p>
        <w:permEnd w:id="1108373586" w:displacedByCustomXml="next"/>
      </w:sdtContent>
    </w:sdt>
    <w:p w14:paraId="5F1CB778" w14:textId="77777777" w:rsidR="0062631D" w:rsidRDefault="0062631D" w:rsidP="0062631D"/>
    <w:p w14:paraId="6BB75095" w14:textId="77777777" w:rsidR="005B23BA" w:rsidRDefault="003D6D21" w:rsidP="003D6D21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729B43BC" w14:textId="77777777" w:rsidR="005B23BA" w:rsidRDefault="005B23BA" w:rsidP="00CB4558">
      <w:pPr>
        <w:rPr>
          <w:rFonts w:cs="Arial"/>
          <w:szCs w:val="20"/>
        </w:rPr>
      </w:pPr>
    </w:p>
    <w:p w14:paraId="49827ACF" w14:textId="77777777" w:rsidR="005B23BA" w:rsidRDefault="005B23BA" w:rsidP="00CB4558">
      <w:pPr>
        <w:rPr>
          <w:rFonts w:cs="Arial"/>
          <w:szCs w:val="20"/>
        </w:rPr>
      </w:pPr>
    </w:p>
    <w:p w14:paraId="2DAE2640" w14:textId="77777777" w:rsidR="005B23BA" w:rsidRDefault="005B23BA" w:rsidP="00CB4558">
      <w:pPr>
        <w:rPr>
          <w:rFonts w:cs="Arial"/>
          <w:szCs w:val="20"/>
        </w:rPr>
      </w:pPr>
    </w:p>
    <w:p w14:paraId="0CFE30EE" w14:textId="77777777" w:rsidR="005B23BA" w:rsidRDefault="005B23BA" w:rsidP="00CB4558">
      <w:pPr>
        <w:rPr>
          <w:rFonts w:cs="Arial"/>
          <w:szCs w:val="20"/>
        </w:rPr>
      </w:pPr>
    </w:p>
    <w:p w14:paraId="0EA7DF79" w14:textId="77777777" w:rsidR="005B23BA" w:rsidRDefault="005B23BA" w:rsidP="00CB4558">
      <w:pPr>
        <w:rPr>
          <w:rFonts w:cs="Arial"/>
          <w:szCs w:val="20"/>
        </w:rPr>
      </w:pPr>
    </w:p>
    <w:p w14:paraId="5934E399" w14:textId="77777777" w:rsidR="005B23BA" w:rsidRDefault="005B23BA" w:rsidP="00CB4558">
      <w:pPr>
        <w:rPr>
          <w:rFonts w:cs="Arial"/>
          <w:szCs w:val="20"/>
        </w:rPr>
      </w:pPr>
    </w:p>
    <w:p w14:paraId="5D0C38BA" w14:textId="77777777" w:rsidR="005B23BA" w:rsidRDefault="005B23BA" w:rsidP="00CB4558">
      <w:pPr>
        <w:rPr>
          <w:rFonts w:cs="Arial"/>
          <w:szCs w:val="20"/>
        </w:rPr>
      </w:pPr>
    </w:p>
    <w:p w14:paraId="38E910BC" w14:textId="77777777" w:rsidR="005B23BA" w:rsidRDefault="005B23BA" w:rsidP="00CB4558">
      <w:pPr>
        <w:rPr>
          <w:rFonts w:cs="Arial"/>
          <w:szCs w:val="20"/>
        </w:rPr>
      </w:pPr>
    </w:p>
    <w:p w14:paraId="6033DBFB" w14:textId="77777777" w:rsidR="005B23BA" w:rsidRDefault="005B23BA" w:rsidP="00CB4558">
      <w:pPr>
        <w:rPr>
          <w:rFonts w:cs="Arial"/>
          <w:szCs w:val="20"/>
        </w:rPr>
      </w:pPr>
    </w:p>
    <w:p w14:paraId="408B044D" w14:textId="77777777" w:rsidR="005B23BA" w:rsidRDefault="005B23BA" w:rsidP="00CB4558">
      <w:pPr>
        <w:rPr>
          <w:rFonts w:cs="Arial"/>
          <w:szCs w:val="20"/>
        </w:rPr>
      </w:pPr>
    </w:p>
    <w:p w14:paraId="3030C8D4" w14:textId="77777777" w:rsidR="005B23BA" w:rsidRDefault="005B23BA" w:rsidP="00CB4558">
      <w:pPr>
        <w:rPr>
          <w:rFonts w:cs="Arial"/>
          <w:szCs w:val="20"/>
        </w:rPr>
      </w:pPr>
    </w:p>
    <w:p w14:paraId="5A953219" w14:textId="77777777" w:rsidR="005B23BA" w:rsidRDefault="005B23BA" w:rsidP="00CB4558">
      <w:pPr>
        <w:rPr>
          <w:rFonts w:cs="Arial"/>
          <w:szCs w:val="20"/>
        </w:rPr>
      </w:pPr>
    </w:p>
    <w:p w14:paraId="28AFD50E" w14:textId="77777777" w:rsidR="005B23BA" w:rsidRDefault="005B23BA" w:rsidP="00CB4558">
      <w:pPr>
        <w:rPr>
          <w:rFonts w:cs="Arial"/>
          <w:szCs w:val="20"/>
        </w:rPr>
      </w:pPr>
    </w:p>
    <w:p w14:paraId="7C8D4A1B" w14:textId="77777777" w:rsidR="005B23BA" w:rsidRDefault="005B23BA" w:rsidP="00CB4558">
      <w:pPr>
        <w:rPr>
          <w:rFonts w:cs="Arial"/>
          <w:szCs w:val="20"/>
        </w:rPr>
      </w:pPr>
    </w:p>
    <w:p w14:paraId="5360EDB6" w14:textId="77777777" w:rsidR="005B23BA" w:rsidRDefault="005B23BA" w:rsidP="00CB4558">
      <w:pPr>
        <w:rPr>
          <w:rFonts w:cs="Arial"/>
          <w:szCs w:val="20"/>
        </w:rPr>
      </w:pPr>
    </w:p>
    <w:p w14:paraId="488C3B5B" w14:textId="77777777" w:rsidR="005B23BA" w:rsidRDefault="005B23BA" w:rsidP="00CB4558">
      <w:pPr>
        <w:rPr>
          <w:rFonts w:cs="Arial"/>
          <w:szCs w:val="20"/>
        </w:rPr>
      </w:pPr>
    </w:p>
    <w:p w14:paraId="46CDDC8A" w14:textId="77777777" w:rsidR="005B23BA" w:rsidRDefault="005B23BA" w:rsidP="00CB4558">
      <w:pPr>
        <w:rPr>
          <w:rFonts w:cs="Arial"/>
          <w:szCs w:val="20"/>
        </w:rPr>
      </w:pPr>
    </w:p>
    <w:p w14:paraId="629262BD" w14:textId="77777777" w:rsidR="005B23BA" w:rsidRDefault="005B23BA" w:rsidP="00CB4558">
      <w:pPr>
        <w:rPr>
          <w:rFonts w:cs="Arial"/>
          <w:szCs w:val="20"/>
        </w:rPr>
      </w:pPr>
    </w:p>
    <w:p w14:paraId="24E2C6E0" w14:textId="77777777" w:rsidR="005B23BA" w:rsidRDefault="005B23BA" w:rsidP="00CB4558">
      <w:pPr>
        <w:rPr>
          <w:rFonts w:cs="Arial"/>
          <w:szCs w:val="20"/>
        </w:rPr>
      </w:pPr>
    </w:p>
    <w:p w14:paraId="2AF44D87" w14:textId="77777777" w:rsidR="00ED74D4" w:rsidRDefault="00ED74D4" w:rsidP="00CB4558">
      <w:pPr>
        <w:rPr>
          <w:rFonts w:cs="Arial"/>
          <w:szCs w:val="20"/>
        </w:rPr>
      </w:pPr>
    </w:p>
    <w:p w14:paraId="794EF8D3" w14:textId="77777777" w:rsidR="00BA4FF3" w:rsidRPr="008F3527" w:rsidRDefault="00BA4FF3" w:rsidP="000F0C37">
      <w:pPr>
        <w:pStyle w:val="Titre1"/>
      </w:pPr>
      <w:bookmarkStart w:id="0" w:name="_Toc169857573"/>
      <w:r w:rsidRPr="008F3527">
        <w:lastRenderedPageBreak/>
        <w:t>POUVOIR ADJUDICATEUR</w:t>
      </w:r>
      <w:bookmarkEnd w:id="0"/>
    </w:p>
    <w:p w14:paraId="65ACAD1D" w14:textId="77777777" w:rsidR="00BA4FF3" w:rsidRPr="008F3527" w:rsidRDefault="00BA4FF3" w:rsidP="00180EBC">
      <w:pPr>
        <w:pStyle w:val="pucepouvoir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Pouvoir Adjudicateur :</w:t>
      </w:r>
    </w:p>
    <w:p w14:paraId="2C7A121F" w14:textId="77777777" w:rsidR="00BA4FF3" w:rsidRPr="008F3527" w:rsidRDefault="00BA4FF3" w:rsidP="00BA4FF3">
      <w:pPr>
        <w:spacing w:before="6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Université de Bordeaux</w:t>
      </w:r>
    </w:p>
    <w:p w14:paraId="6215E7E8" w14:textId="77777777" w:rsidR="00BA4FF3" w:rsidRPr="008F3527" w:rsidRDefault="00BA4FF3" w:rsidP="00BA4FF3">
      <w:pPr>
        <w:spacing w:before="120"/>
        <w:ind w:left="720"/>
        <w:rPr>
          <w:rFonts w:cs="Arial"/>
          <w:b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Siège social</w:t>
      </w:r>
    </w:p>
    <w:p w14:paraId="7D6E9568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35, place Pey Berland</w:t>
      </w:r>
    </w:p>
    <w:p w14:paraId="1666A6BA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33000 BORDEAUX</w:t>
      </w:r>
    </w:p>
    <w:p w14:paraId="7B16EF6E" w14:textId="77777777" w:rsidR="00BA4FF3" w:rsidRPr="008F3527" w:rsidRDefault="00BA4FF3" w:rsidP="00BA4FF3">
      <w:pPr>
        <w:spacing w:before="240"/>
        <w:ind w:left="720"/>
        <w:rPr>
          <w:rFonts w:cs="Arial"/>
          <w:b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Adresse de correspondance</w:t>
      </w:r>
    </w:p>
    <w:p w14:paraId="39EC4234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351 Cours de la Libération</w:t>
      </w:r>
    </w:p>
    <w:p w14:paraId="37B48674" w14:textId="77777777" w:rsidR="003D6D21" w:rsidRPr="008F3527" w:rsidRDefault="00BA4FF3" w:rsidP="003D6D21">
      <w:pPr>
        <w:spacing w:after="120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33405 TALENCE Cedex</w:t>
      </w:r>
    </w:p>
    <w:p w14:paraId="2396E782" w14:textId="77777777" w:rsidR="00BA4FF3" w:rsidRPr="008F3527" w:rsidRDefault="00BA4FF3" w:rsidP="00BA4FF3">
      <w:pPr>
        <w:spacing w:before="240"/>
        <w:ind w:left="709"/>
        <w:rPr>
          <w:rFonts w:cs="Arial"/>
          <w:szCs w:val="20"/>
          <w:highlight w:val="yellow"/>
        </w:rPr>
      </w:pPr>
      <w:r w:rsidRPr="008F3527">
        <w:rPr>
          <w:rFonts w:cs="Arial"/>
          <w:b/>
          <w:szCs w:val="20"/>
          <w:u w:val="single"/>
        </w:rPr>
        <w:t>N°TVA intracommunautaire</w:t>
      </w:r>
      <w:r w:rsidRPr="008F3527">
        <w:rPr>
          <w:rFonts w:cs="Arial"/>
          <w:b/>
          <w:szCs w:val="20"/>
        </w:rPr>
        <w:t xml:space="preserve"> </w:t>
      </w:r>
      <w:r w:rsidRPr="008F3527">
        <w:rPr>
          <w:rFonts w:cs="Arial"/>
          <w:szCs w:val="20"/>
        </w:rPr>
        <w:t>: FR 23 130 018 351</w:t>
      </w:r>
    </w:p>
    <w:p w14:paraId="6F3C381F" w14:textId="77777777" w:rsidR="00BA4FF3" w:rsidRPr="008F3527" w:rsidRDefault="00BA4FF3" w:rsidP="00BA4FF3">
      <w:pPr>
        <w:ind w:left="709"/>
        <w:rPr>
          <w:rFonts w:cs="Arial"/>
          <w:b/>
          <w:bCs/>
          <w:i/>
          <w:iCs/>
          <w:szCs w:val="20"/>
          <w:u w:val="single"/>
        </w:rPr>
      </w:pPr>
      <w:r w:rsidRPr="008F3527">
        <w:rPr>
          <w:rFonts w:cs="Arial"/>
          <w:b/>
          <w:szCs w:val="20"/>
          <w:u w:val="single"/>
        </w:rPr>
        <w:t>SIRET</w:t>
      </w:r>
      <w:r w:rsidRPr="008F3527">
        <w:rPr>
          <w:rFonts w:cs="Arial"/>
          <w:szCs w:val="20"/>
        </w:rPr>
        <w:t xml:space="preserve"> : 130 018 351 00010</w:t>
      </w:r>
    </w:p>
    <w:p w14:paraId="7441EB8E" w14:textId="77777777" w:rsidR="00BA4FF3" w:rsidRPr="008F3527" w:rsidRDefault="00132B94" w:rsidP="00180EBC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R</w:t>
      </w:r>
      <w:r w:rsidR="00BA4FF3" w:rsidRPr="008F3527">
        <w:rPr>
          <w:rFonts w:ascii="Arial" w:hAnsi="Arial"/>
          <w:sz w:val="20"/>
        </w:rPr>
        <w:t>eprésentant du Pouvoir Adjudicateur :</w:t>
      </w:r>
    </w:p>
    <w:p w14:paraId="1FF68ED0" w14:textId="77777777" w:rsidR="00BA4FF3" w:rsidRPr="008F3527" w:rsidRDefault="00933E19" w:rsidP="00BA4FF3">
      <w:pPr>
        <w:spacing w:before="60"/>
        <w:ind w:left="720"/>
        <w:rPr>
          <w:rFonts w:cs="Arial"/>
          <w:szCs w:val="20"/>
        </w:rPr>
      </w:pPr>
      <w:r>
        <w:rPr>
          <w:rFonts w:cs="Arial"/>
          <w:szCs w:val="20"/>
        </w:rPr>
        <w:t>Le Président de l’u</w:t>
      </w:r>
      <w:r w:rsidR="00BA4FF3" w:rsidRPr="008F3527">
        <w:rPr>
          <w:rFonts w:cs="Arial"/>
          <w:szCs w:val="20"/>
        </w:rPr>
        <w:t>niversité de Bordeaux</w:t>
      </w:r>
    </w:p>
    <w:p w14:paraId="50D18E83" w14:textId="77777777" w:rsidR="00BA4FF3" w:rsidRDefault="00132B94" w:rsidP="00180EBC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Personne</w:t>
      </w:r>
      <w:r w:rsidR="003D6D21" w:rsidRPr="008F3527">
        <w:rPr>
          <w:rFonts w:ascii="Arial" w:hAnsi="Arial"/>
          <w:sz w:val="20"/>
        </w:rPr>
        <w:t xml:space="preserve"> habilité</w:t>
      </w:r>
      <w:r>
        <w:rPr>
          <w:rFonts w:ascii="Arial" w:hAnsi="Arial"/>
          <w:sz w:val="20"/>
        </w:rPr>
        <w:t>e</w:t>
      </w:r>
      <w:r w:rsidR="00BA4FF3" w:rsidRPr="008F3527">
        <w:rPr>
          <w:rFonts w:ascii="Arial" w:hAnsi="Arial"/>
          <w:sz w:val="20"/>
        </w:rPr>
        <w:t xml:space="preserve"> à donner les renseignements</w:t>
      </w:r>
      <w:r>
        <w:rPr>
          <w:rFonts w:ascii="Arial" w:hAnsi="Arial"/>
          <w:sz w:val="20"/>
        </w:rPr>
        <w:t xml:space="preserve"> relatifs aux nantissements et cessions de créances</w:t>
      </w:r>
      <w:r w:rsidR="00BA4FF3" w:rsidRPr="008F3527">
        <w:rPr>
          <w:rFonts w:ascii="Arial" w:hAnsi="Arial"/>
          <w:sz w:val="20"/>
        </w:rPr>
        <w:t> :</w:t>
      </w:r>
    </w:p>
    <w:p w14:paraId="12552656" w14:textId="77777777" w:rsidR="00933E19" w:rsidRPr="00933E19" w:rsidRDefault="00933E19" w:rsidP="00933E19">
      <w:pPr>
        <w:spacing w:before="60"/>
        <w:ind w:left="720"/>
        <w:rPr>
          <w:rFonts w:cs="Arial"/>
          <w:szCs w:val="20"/>
        </w:rPr>
      </w:pPr>
      <w:r w:rsidRPr="00933E19">
        <w:rPr>
          <w:rFonts w:cs="Arial"/>
          <w:szCs w:val="20"/>
        </w:rPr>
        <w:t>Le Président de l’université de Bordeaux</w:t>
      </w:r>
    </w:p>
    <w:p w14:paraId="67AC768C" w14:textId="77777777" w:rsidR="00933E19" w:rsidRPr="00933E19" w:rsidRDefault="00933E19" w:rsidP="00933E19">
      <w:pPr>
        <w:pStyle w:val="pucepouvoir"/>
        <w:ind w:left="357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Ordonnateur </w:t>
      </w:r>
      <w:r w:rsidRPr="00933E19">
        <w:rPr>
          <w:rFonts w:ascii="Arial" w:hAnsi="Arial"/>
          <w:sz w:val="20"/>
        </w:rPr>
        <w:t xml:space="preserve">: </w:t>
      </w:r>
    </w:p>
    <w:p w14:paraId="5E4CD9BC" w14:textId="77777777" w:rsidR="00933E19" w:rsidRPr="00933E19" w:rsidRDefault="00933E19" w:rsidP="00933E19">
      <w:pPr>
        <w:spacing w:before="60"/>
        <w:ind w:left="720"/>
        <w:rPr>
          <w:rFonts w:cs="Arial"/>
          <w:szCs w:val="20"/>
        </w:rPr>
      </w:pPr>
      <w:r w:rsidRPr="00933E19">
        <w:rPr>
          <w:rFonts w:cs="Arial"/>
          <w:szCs w:val="20"/>
        </w:rPr>
        <w:t>Le Président de l’université de Bordeaux</w:t>
      </w:r>
    </w:p>
    <w:p w14:paraId="4549EB52" w14:textId="77777777" w:rsidR="00BA4FF3" w:rsidRPr="008F3527" w:rsidRDefault="00BA4FF3" w:rsidP="00180EBC">
      <w:pPr>
        <w:pStyle w:val="pucepouvoir"/>
        <w:ind w:left="357" w:hanging="357"/>
        <w:rPr>
          <w:rFonts w:ascii="Arial" w:hAnsi="Arial"/>
          <w:sz w:val="20"/>
        </w:rPr>
      </w:pPr>
      <w:r w:rsidRPr="008F3527">
        <w:rPr>
          <w:rFonts w:ascii="Arial" w:hAnsi="Arial"/>
          <w:sz w:val="20"/>
        </w:rPr>
        <w:t>Comptable assignataire :</w:t>
      </w:r>
    </w:p>
    <w:p w14:paraId="3FD58374" w14:textId="77777777" w:rsidR="00BA4FF3" w:rsidRPr="008F3527" w:rsidRDefault="00933E19" w:rsidP="00BA4FF3">
      <w:pPr>
        <w:spacing w:before="60"/>
        <w:ind w:left="720"/>
        <w:rPr>
          <w:rFonts w:cs="Arial"/>
          <w:szCs w:val="20"/>
        </w:rPr>
      </w:pPr>
      <w:r>
        <w:rPr>
          <w:rFonts w:cs="Arial"/>
          <w:szCs w:val="20"/>
        </w:rPr>
        <w:t>L’Agent Comptable de l’u</w:t>
      </w:r>
      <w:r w:rsidR="00BA4FF3" w:rsidRPr="008F3527">
        <w:rPr>
          <w:rFonts w:cs="Arial"/>
          <w:szCs w:val="20"/>
        </w:rPr>
        <w:t>niversité de Bordeaux</w:t>
      </w:r>
    </w:p>
    <w:p w14:paraId="7D20CABC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351 Cours de la Libération</w:t>
      </w:r>
    </w:p>
    <w:p w14:paraId="6E0E8714" w14:textId="77777777" w:rsidR="00BA4FF3" w:rsidRPr="008F3527" w:rsidRDefault="00BA4FF3" w:rsidP="00BA4FF3">
      <w:pPr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33405 TALENCE CEDEX</w:t>
      </w:r>
    </w:p>
    <w:p w14:paraId="3E6102FA" w14:textId="77777777" w:rsidR="008F3527" w:rsidRPr="00DA230A" w:rsidRDefault="00BA4FF3" w:rsidP="00DA230A">
      <w:pPr>
        <w:numPr>
          <w:ilvl w:val="0"/>
          <w:numId w:val="30"/>
        </w:numPr>
        <w:tabs>
          <w:tab w:val="clear" w:pos="360"/>
          <w:tab w:val="num" w:pos="1080"/>
        </w:tabs>
        <w:spacing w:after="0" w:line="240" w:lineRule="auto"/>
        <w:ind w:left="720"/>
        <w:rPr>
          <w:rFonts w:cs="Arial"/>
          <w:szCs w:val="20"/>
        </w:rPr>
      </w:pPr>
      <w:r w:rsidRPr="008F3527">
        <w:rPr>
          <w:rFonts w:cs="Arial"/>
          <w:szCs w:val="20"/>
        </w:rPr>
        <w:t>05.40.00.65.95</w:t>
      </w:r>
    </w:p>
    <w:p w14:paraId="2ABBFC46" w14:textId="77777777" w:rsidR="00180EBC" w:rsidRDefault="00180EBC">
      <w:pPr>
        <w:spacing w:after="0" w:line="240" w:lineRule="auto"/>
        <w:jc w:val="left"/>
        <w:rPr>
          <w:rFonts w:eastAsiaTheme="majorEastAsia" w:cs="Arial"/>
          <w:b/>
          <w:bCs/>
          <w:szCs w:val="20"/>
        </w:rPr>
      </w:pPr>
      <w:r>
        <w:br w:type="page"/>
      </w:r>
    </w:p>
    <w:p w14:paraId="08C9DFE7" w14:textId="77777777" w:rsidR="008F3527" w:rsidRDefault="008F3527" w:rsidP="000F0C37">
      <w:pPr>
        <w:pStyle w:val="Titre1"/>
      </w:pPr>
      <w:bookmarkStart w:id="1" w:name="_Toc169857574"/>
      <w:r w:rsidRPr="00EB34DD">
        <w:lastRenderedPageBreak/>
        <w:t>COCONTRACTANT</w:t>
      </w:r>
      <w:bookmarkEnd w:id="1"/>
    </w:p>
    <w:p w14:paraId="439F458F" w14:textId="77777777" w:rsidR="008F3527" w:rsidRPr="008B5071" w:rsidRDefault="008B5071" w:rsidP="00DA230A">
      <w:pPr>
        <w:spacing w:after="0" w:line="257" w:lineRule="auto"/>
        <w:rPr>
          <w:i/>
          <w:color w:val="FF0000"/>
        </w:rPr>
      </w:pPr>
      <w:r w:rsidRPr="008B5071">
        <w:rPr>
          <w:i/>
          <w:color w:val="FF0000"/>
          <w:highlight w:val="lightGray"/>
        </w:rPr>
        <w:t>A compléter par le candidat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8F3527" w:rsidRPr="008F3527" w14:paraId="6071C16C" w14:textId="77777777" w:rsidTr="00575F84">
        <w:trPr>
          <w:trHeight w:val="37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51F8" w14:textId="77777777" w:rsidR="008F3527" w:rsidRPr="008F3527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 w:rsidRPr="008F3527">
              <w:rPr>
                <w:rFonts w:cs="Arial"/>
                <w:szCs w:val="20"/>
              </w:rPr>
              <w:t xml:space="preserve">NOM PRENOM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217AD3" w14:textId="77777777" w:rsidR="008F3527" w:rsidRPr="008F3527" w:rsidRDefault="00F23C6C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  <w:permStart w:id="1612712275" w:edGrp="everyone"/>
            <w:r>
              <w:rPr>
                <w:rFonts w:cs="Arial"/>
                <w:szCs w:val="20"/>
                <w:highlight w:val="lightGray"/>
              </w:rPr>
              <w:t xml:space="preserve"> </w:t>
            </w:r>
            <w:r w:rsidR="00F6310C">
              <w:rPr>
                <w:rFonts w:cs="Arial"/>
                <w:szCs w:val="20"/>
                <w:highlight w:val="lightGray"/>
              </w:rPr>
              <w:t xml:space="preserve"> </w:t>
            </w:r>
            <w:permEnd w:id="1612712275"/>
          </w:p>
        </w:tc>
      </w:tr>
      <w:tr w:rsidR="008F3527" w:rsidRPr="008F3527" w14:paraId="7C658308" w14:textId="77777777" w:rsidTr="00575F84">
        <w:trPr>
          <w:trHeight w:val="384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4519" w14:textId="77777777" w:rsidR="008F3527" w:rsidRPr="00C7496F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  <w:r w:rsidRPr="00C7496F">
              <w:rPr>
                <w:rFonts w:cs="Arial"/>
                <w:b/>
                <w:szCs w:val="20"/>
              </w:rPr>
              <w:t xml:space="preserve">Agissant pour le nom et pour le compte de la Société : </w:t>
            </w:r>
          </w:p>
        </w:tc>
      </w:tr>
      <w:tr w:rsidR="008F3527" w:rsidRPr="008F3527" w14:paraId="626D85FD" w14:textId="77777777" w:rsidTr="00575F84">
        <w:trPr>
          <w:trHeight w:val="419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60B786" w14:textId="77777777" w:rsidR="008F3527" w:rsidRPr="008F3527" w:rsidRDefault="00F6310C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 </w:t>
            </w:r>
            <w:permStart w:id="1739718734" w:edGrp="everyone"/>
            <w:r w:rsidR="00EC42D8">
              <w:rPr>
                <w:rFonts w:cs="Arial"/>
                <w:szCs w:val="20"/>
              </w:rPr>
              <w:t xml:space="preserve">  </w:t>
            </w:r>
            <w:permEnd w:id="1739718734"/>
          </w:p>
        </w:tc>
      </w:tr>
      <w:tr w:rsidR="00575F84" w:rsidRPr="008F3527" w14:paraId="56A6403F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33D9" w14:textId="77777777" w:rsidR="00575F84" w:rsidRPr="00C7496F" w:rsidRDefault="00575F84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  <w:permStart w:id="1722184981" w:edGrp="everyone" w:colFirst="1" w:colLast="1"/>
            <w:r w:rsidRPr="00C7496F">
              <w:rPr>
                <w:rFonts w:cs="Arial"/>
                <w:szCs w:val="20"/>
              </w:rPr>
              <w:t xml:space="preserve">Adresse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3C5C0" w14:textId="77777777" w:rsidR="00575F84" w:rsidRPr="00C7496F" w:rsidRDefault="00575F84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  <w:highlight w:val="lightGray"/>
              </w:rPr>
            </w:pPr>
          </w:p>
        </w:tc>
      </w:tr>
      <w:tr w:rsidR="00C7496F" w:rsidRPr="008F3527" w14:paraId="2F24A0EE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A780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765290846" w:edGrp="everyone" w:colFirst="1" w:colLast="1"/>
            <w:permEnd w:id="1722184981"/>
            <w:r w:rsidRPr="008F3527">
              <w:rPr>
                <w:rFonts w:cs="Arial"/>
                <w:szCs w:val="20"/>
              </w:rPr>
              <w:t>CP / VILLE</w:t>
            </w:r>
            <w:r>
              <w:rPr>
                <w:rFonts w:cs="Arial"/>
                <w:szCs w:val="20"/>
              </w:rPr>
              <w:t xml:space="preserve"> :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55A195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37EC5746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8F19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  <w:permStart w:id="2029208613" w:edGrp="everyone" w:colFirst="1" w:colLast="1"/>
            <w:permEnd w:id="1765290846"/>
            <w:r w:rsidRPr="008F3527">
              <w:rPr>
                <w:rFonts w:cs="Arial"/>
                <w:b/>
                <w:szCs w:val="20"/>
              </w:rPr>
              <w:t xml:space="preserve">Email* 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4743F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b/>
                <w:szCs w:val="20"/>
              </w:rPr>
            </w:pPr>
          </w:p>
        </w:tc>
      </w:tr>
      <w:tr w:rsidR="00C7496F" w:rsidRPr="008F3527" w14:paraId="174CA5C5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EFBA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80640460" w:edGrp="everyone" w:colFirst="1" w:colLast="1"/>
            <w:permEnd w:id="2029208613"/>
            <w:r w:rsidRPr="008F3527">
              <w:rPr>
                <w:rFonts w:cs="Arial"/>
                <w:szCs w:val="20"/>
              </w:rPr>
              <w:t xml:space="preserve">Immatriculée à l’INSEE : </w:t>
            </w:r>
            <w:r>
              <w:rPr>
                <w:rFonts w:cs="Arial"/>
                <w:szCs w:val="20"/>
              </w:rPr>
              <w:t xml:space="preserve">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E55723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6639517C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04384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2120166188" w:edGrp="everyone" w:colFirst="1" w:colLast="1"/>
            <w:permEnd w:id="180640460"/>
            <w:r w:rsidRPr="008F3527">
              <w:rPr>
                <w:rFonts w:cs="Arial"/>
                <w:szCs w:val="20"/>
              </w:rPr>
              <w:t>Numéro RCS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AB0DB3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09C671CA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EA7F" w14:textId="77777777" w:rsidR="00C7496F" w:rsidRPr="00C7496F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200821331" w:edGrp="everyone" w:colFirst="1" w:colLast="1"/>
            <w:permEnd w:id="2120166188"/>
            <w:r w:rsidRPr="00C7496F">
              <w:rPr>
                <w:rFonts w:cs="Arial"/>
                <w:szCs w:val="20"/>
              </w:rPr>
              <w:t xml:space="preserve">Numéro SIRET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EBEBEC" w14:textId="77777777" w:rsidR="00C7496F" w:rsidRPr="00C7496F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587C30E9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F693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493971343" w:edGrp="everyone" w:colFirst="1" w:colLast="1"/>
            <w:permEnd w:id="200821331"/>
            <w:r w:rsidRPr="008F3527">
              <w:rPr>
                <w:rFonts w:cs="Arial"/>
                <w:szCs w:val="20"/>
              </w:rPr>
              <w:t>Code APE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8B34FA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4821A0C3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4F89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1986995782" w:edGrp="everyone" w:colFirst="1" w:colLast="1"/>
            <w:permEnd w:id="493971343"/>
            <w:r w:rsidRPr="008F3527">
              <w:rPr>
                <w:rFonts w:cs="Arial"/>
                <w:szCs w:val="20"/>
              </w:rPr>
              <w:t>Téléphone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90FC09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tr w:rsidR="00C7496F" w:rsidRPr="008F3527" w14:paraId="387CF507" w14:textId="77777777" w:rsidTr="00575F84">
        <w:trPr>
          <w:trHeight w:val="38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3B38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permStart w:id="272647422" w:edGrp="everyone" w:colFirst="1" w:colLast="1"/>
            <w:permEnd w:id="1986995782"/>
            <w:r w:rsidRPr="008F3527">
              <w:rPr>
                <w:rFonts w:cs="Arial"/>
                <w:szCs w:val="20"/>
              </w:rPr>
              <w:t>Fax</w:t>
            </w:r>
            <w:r>
              <w:rPr>
                <w:rFonts w:cs="Arial"/>
                <w:szCs w:val="20"/>
              </w:rPr>
              <w:t xml:space="preserve"> :   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E9C025" w14:textId="77777777" w:rsidR="00C7496F" w:rsidRPr="008F3527" w:rsidRDefault="00C7496F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</w:p>
        </w:tc>
      </w:tr>
      <w:permEnd w:id="272647422"/>
      <w:tr w:rsidR="008F3527" w:rsidRPr="008F3527" w14:paraId="643298D1" w14:textId="77777777" w:rsidTr="008F3527">
        <w:trPr>
          <w:trHeight w:val="68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E01E" w14:textId="77777777" w:rsidR="008F3527" w:rsidRPr="008F3527" w:rsidRDefault="008F3527" w:rsidP="00DA230A">
            <w:pPr>
              <w:spacing w:after="0" w:line="257" w:lineRule="auto"/>
              <w:ind w:left="142"/>
              <w:jc w:val="left"/>
              <w:rPr>
                <w:rFonts w:cs="Arial"/>
                <w:szCs w:val="20"/>
              </w:rPr>
            </w:pPr>
            <w:r w:rsidRPr="008F3527">
              <w:rPr>
                <w:rFonts w:cs="Arial"/>
                <w:szCs w:val="20"/>
              </w:rPr>
              <w:t xml:space="preserve">La société est une </w:t>
            </w:r>
            <w:proofErr w:type="gramStart"/>
            <w:r w:rsidRPr="008F3527">
              <w:rPr>
                <w:rFonts w:cs="Arial"/>
                <w:szCs w:val="20"/>
              </w:rPr>
              <w:t>PME  (</w:t>
            </w:r>
            <w:proofErr w:type="gramEnd"/>
            <w:r w:rsidRPr="008F3527">
              <w:rPr>
                <w:rFonts w:cs="Arial"/>
                <w:szCs w:val="20"/>
              </w:rPr>
              <w:t>&lt; 250 salariés et chiffre d'affaires annuel &lt; 50 million € ou  total du bilan annuel &lt; 43 millions d'euros) </w:t>
            </w:r>
            <w:permStart w:id="1261248598" w:edGrp="everyone"/>
            <w:r w:rsidRPr="008F3527">
              <w:rPr>
                <w:rFonts w:cs="Arial"/>
                <w:szCs w:val="20"/>
              </w:rPr>
              <w:t xml:space="preserve">: </w:t>
            </w:r>
            <w:sdt>
              <w:sdtPr>
                <w:rPr>
                  <w:b/>
                  <w:color w:val="0000FF"/>
                  <w:highlight w:val="yellow"/>
                </w:rPr>
                <w:id w:val="-136305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10C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r w:rsidRPr="008F3527">
              <w:rPr>
                <w:rFonts w:cs="Arial"/>
                <w:szCs w:val="20"/>
              </w:rPr>
              <w:t xml:space="preserve"> OUI </w:t>
            </w:r>
            <w:sdt>
              <w:sdtPr>
                <w:rPr>
                  <w:b/>
                  <w:color w:val="0000FF"/>
                  <w:highlight w:val="yellow"/>
                </w:rPr>
                <w:id w:val="-211898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310C">
                  <w:rPr>
                    <w:rFonts w:ascii="MS Gothic" w:eastAsia="MS Gothic" w:hAnsi="MS Gothic" w:hint="eastAsia"/>
                    <w:b/>
                    <w:color w:val="0000FF"/>
                    <w:highlight w:val="yellow"/>
                  </w:rPr>
                  <w:t>☐</w:t>
                </w:r>
              </w:sdtContent>
            </w:sdt>
            <w:r w:rsidRPr="008F3527">
              <w:rPr>
                <w:rFonts w:cs="Arial"/>
                <w:szCs w:val="20"/>
              </w:rPr>
              <w:t xml:space="preserve"> NON</w:t>
            </w:r>
            <w:permEnd w:id="1261248598"/>
          </w:p>
        </w:tc>
      </w:tr>
    </w:tbl>
    <w:p w14:paraId="041D736E" w14:textId="77777777" w:rsidR="008F3527" w:rsidRPr="00180EBC" w:rsidRDefault="008F3527" w:rsidP="00180EBC">
      <w:pPr>
        <w:pStyle w:val="Corpsdetexte"/>
        <w:ind w:left="284" w:firstLine="0"/>
        <w:rPr>
          <w:i/>
          <w:sz w:val="20"/>
          <w:szCs w:val="20"/>
        </w:rPr>
      </w:pPr>
      <w:r w:rsidRPr="008F3527">
        <w:rPr>
          <w:i/>
          <w:sz w:val="20"/>
          <w:szCs w:val="20"/>
        </w:rPr>
        <w:t xml:space="preserve">(Ce courriel sera utilisé pour les correspondances avec le Titulaire – transmission des commandes notamment) Les notifications prévues à l’article 3.1 du CCAG (par exemple, OS, courriers…) seront valablement faites </w:t>
      </w:r>
      <w:bookmarkStart w:id="2" w:name="_Toc294191768"/>
      <w:r w:rsidRPr="008F3527">
        <w:rPr>
          <w:i/>
          <w:sz w:val="20"/>
          <w:szCs w:val="20"/>
        </w:rPr>
        <w:t>à l’adresse indiquée ci-dessus.</w:t>
      </w:r>
      <w:bookmarkEnd w:id="2"/>
    </w:p>
    <w:p w14:paraId="78E1ECD8" w14:textId="77777777" w:rsidR="003D6D21" w:rsidRPr="008F3527" w:rsidRDefault="008F3527" w:rsidP="000F0C37">
      <w:pPr>
        <w:pStyle w:val="Paragraphe2"/>
        <w:ind w:left="0"/>
        <w:rPr>
          <w:rFonts w:cs="Arial"/>
        </w:rPr>
      </w:pPr>
      <w:r w:rsidRPr="008F3527">
        <w:rPr>
          <w:rFonts w:cs="Arial"/>
        </w:rPr>
        <w:t>L’offre a</w:t>
      </w:r>
      <w:r w:rsidR="008132AD">
        <w:rPr>
          <w:rFonts w:cs="Arial"/>
        </w:rPr>
        <w:t>insi présentée ne me</w:t>
      </w:r>
      <w:r w:rsidRPr="008F3527">
        <w:rPr>
          <w:rFonts w:cs="Arial"/>
        </w:rPr>
        <w:t xml:space="preserve"> liant toutefois que si son acceptation nous est noti</w:t>
      </w:r>
      <w:r w:rsidR="0085015A">
        <w:rPr>
          <w:rFonts w:cs="Arial"/>
        </w:rPr>
        <w:t xml:space="preserve">fiée dans le </w:t>
      </w:r>
      <w:r w:rsidR="00A51AF2">
        <w:rPr>
          <w:rFonts w:cs="Arial"/>
        </w:rPr>
        <w:t xml:space="preserve">délai </w:t>
      </w:r>
      <w:r w:rsidR="0085015A">
        <w:rPr>
          <w:rFonts w:cs="Arial"/>
        </w:rPr>
        <w:t xml:space="preserve">de </w:t>
      </w:r>
      <w:r w:rsidR="0085015A" w:rsidRPr="009963FF">
        <w:rPr>
          <w:rFonts w:cs="Arial"/>
        </w:rPr>
        <w:t>validité</w:t>
      </w:r>
      <w:r w:rsidR="0085015A">
        <w:rPr>
          <w:rFonts w:cs="Arial"/>
        </w:rPr>
        <w:t xml:space="preserve"> des offres fixé</w:t>
      </w:r>
      <w:r w:rsidR="008132AD">
        <w:rPr>
          <w:rFonts w:cs="Arial"/>
        </w:rPr>
        <w:t xml:space="preserve"> </w:t>
      </w:r>
      <w:r w:rsidR="00F8622F">
        <w:rPr>
          <w:rFonts w:cs="Arial"/>
        </w:rPr>
        <w:t xml:space="preserve">à l’annexe ou </w:t>
      </w:r>
      <w:r w:rsidR="008132AD">
        <w:rPr>
          <w:rFonts w:cs="Arial"/>
        </w:rPr>
        <w:t xml:space="preserve">au règlement de </w:t>
      </w:r>
      <w:r w:rsidR="00F8622F">
        <w:rPr>
          <w:rFonts w:cs="Arial"/>
        </w:rPr>
        <w:t xml:space="preserve">la </w:t>
      </w:r>
      <w:r w:rsidR="008132AD">
        <w:rPr>
          <w:rFonts w:cs="Arial"/>
        </w:rPr>
        <w:t>c</w:t>
      </w:r>
      <w:r w:rsidRPr="008F3527">
        <w:rPr>
          <w:rFonts w:cs="Arial"/>
        </w:rPr>
        <w:t>onsultation.</w:t>
      </w:r>
    </w:p>
    <w:p w14:paraId="0E4808EB" w14:textId="77777777" w:rsidR="008F3527" w:rsidRPr="008F3527" w:rsidRDefault="008F3527" w:rsidP="000F0C37">
      <w:pPr>
        <w:pStyle w:val="Titre1"/>
      </w:pPr>
      <w:bookmarkStart w:id="3" w:name="_Toc169857575"/>
      <w:r w:rsidRPr="008F3527">
        <w:t>PRIX</w:t>
      </w:r>
      <w:bookmarkStart w:id="4" w:name="_Toc2373315361"/>
      <w:bookmarkStart w:id="5" w:name="__RefHeading___Toc3446_168511670"/>
      <w:bookmarkStart w:id="6" w:name="_Ref477817781"/>
      <w:bookmarkStart w:id="7" w:name="_Ref507771831"/>
      <w:bookmarkStart w:id="8" w:name="_Toc446047382"/>
      <w:bookmarkStart w:id="9" w:name="_Toc447550515"/>
      <w:bookmarkStart w:id="10" w:name="_Toc2867562421"/>
      <w:bookmarkStart w:id="11" w:name="_Toc2373315311"/>
      <w:bookmarkStart w:id="12" w:name="_Toc448925297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7C8AC8F4" w14:textId="77777777" w:rsidR="008F3527" w:rsidRPr="008F3527" w:rsidRDefault="008F3527" w:rsidP="008F3527">
      <w:pPr>
        <w:rPr>
          <w:rFonts w:cs="Arial"/>
          <w:szCs w:val="20"/>
        </w:rPr>
      </w:pPr>
    </w:p>
    <w:p w14:paraId="734C3192" w14:textId="77777777" w:rsidR="008F3527" w:rsidRPr="008F3527" w:rsidRDefault="008F3527" w:rsidP="008F3527">
      <w:pPr>
        <w:pStyle w:val="Paragraphe2"/>
        <w:spacing w:before="0" w:after="240"/>
        <w:ind w:left="0"/>
        <w:rPr>
          <w:rFonts w:cs="Arial"/>
        </w:rPr>
      </w:pPr>
      <w:r w:rsidRPr="008F3527">
        <w:rPr>
          <w:rFonts w:cs="Arial"/>
        </w:rPr>
        <w:t xml:space="preserve">Le contenu, la forme et la variation des </w:t>
      </w:r>
      <w:r w:rsidR="000F0C37">
        <w:rPr>
          <w:rFonts w:cs="Arial"/>
        </w:rPr>
        <w:t>p</w:t>
      </w:r>
      <w:r w:rsidR="0031443D">
        <w:rPr>
          <w:rFonts w:cs="Arial"/>
        </w:rPr>
        <w:t>rix sont défini</w:t>
      </w:r>
      <w:r w:rsidR="00A869A7">
        <w:rPr>
          <w:rFonts w:cs="Arial"/>
        </w:rPr>
        <w:t>s</w:t>
      </w:r>
      <w:r w:rsidR="0031443D">
        <w:rPr>
          <w:rFonts w:cs="Arial"/>
        </w:rPr>
        <w:t xml:space="preserve"> à l’article 3.6</w:t>
      </w:r>
      <w:r w:rsidRPr="008F3527">
        <w:rPr>
          <w:rFonts w:cs="Arial"/>
        </w:rPr>
        <w:t xml:space="preserve"> du CCP. Le</w:t>
      </w:r>
      <w:r w:rsidR="00A51AF2">
        <w:rPr>
          <w:rFonts w:cs="Arial"/>
        </w:rPr>
        <w:t xml:space="preserve"> détail des prix figure</w:t>
      </w:r>
      <w:r w:rsidRPr="008F3527">
        <w:rPr>
          <w:rFonts w:cs="Arial"/>
        </w:rPr>
        <w:t xml:space="preserve"> en annexe à l’acte d’engagement.</w:t>
      </w:r>
    </w:p>
    <w:p w14:paraId="4D16B4D6" w14:textId="77777777" w:rsidR="008F3527" w:rsidRPr="008F3527" w:rsidRDefault="008F3527" w:rsidP="000F0C37">
      <w:pPr>
        <w:pStyle w:val="Titre1"/>
      </w:pPr>
      <w:bookmarkStart w:id="13" w:name="_Toc169857576"/>
      <w:bookmarkEnd w:id="12"/>
      <w:r w:rsidRPr="008F3527">
        <w:t>M</w:t>
      </w:r>
      <w:r w:rsidR="00494285">
        <w:t>ONTANT</w:t>
      </w:r>
      <w:r w:rsidR="00A869A7">
        <w:t>(S)</w:t>
      </w:r>
      <w:bookmarkEnd w:id="13"/>
    </w:p>
    <w:p w14:paraId="7B2446E3" w14:textId="77777777" w:rsidR="00914ADC" w:rsidRDefault="00914ADC" w:rsidP="00914ADC">
      <w:pPr>
        <w:autoSpaceDE w:val="0"/>
        <w:autoSpaceDN w:val="0"/>
        <w:adjustRightInd w:val="0"/>
        <w:spacing w:before="24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L’offre acceptée, ainsi que son montant, </w:t>
      </w:r>
      <w:r w:rsidR="008D1D6B">
        <w:rPr>
          <w:rFonts w:cs="Arial"/>
          <w:b/>
          <w:szCs w:val="20"/>
        </w:rPr>
        <w:t>s</w:t>
      </w:r>
      <w:r>
        <w:rPr>
          <w:rFonts w:cs="Arial"/>
          <w:b/>
          <w:szCs w:val="20"/>
        </w:rPr>
        <w:t xml:space="preserve">ont précisés dans la décision d’attribution définitive du pouvoir adjudicateur. </w:t>
      </w:r>
    </w:p>
    <w:p w14:paraId="39C067CE" w14:textId="77777777" w:rsidR="00A869A7" w:rsidRDefault="00A869A7" w:rsidP="008F3527">
      <w:pPr>
        <w:rPr>
          <w:rFonts w:cs="Arial"/>
          <w:i/>
          <w:color w:val="FF0000"/>
          <w:szCs w:val="20"/>
          <w:highlight w:val="lightGray"/>
        </w:rPr>
      </w:pPr>
    </w:p>
    <w:p w14:paraId="67ABEC43" w14:textId="0563A31D" w:rsidR="00A869A7" w:rsidRPr="00A869A7" w:rsidRDefault="008D1D6B" w:rsidP="00A869A7">
      <w:pPr>
        <w:rPr>
          <w:rFonts w:cs="Arial"/>
          <w:i/>
          <w:color w:val="FF0000"/>
          <w:szCs w:val="20"/>
          <w:highlight w:val="lightGray"/>
        </w:rPr>
      </w:pPr>
      <w:permStart w:id="1401634895" w:edGrp="everyone"/>
      <w:r>
        <w:rPr>
          <w:rFonts w:cs="Arial"/>
          <w:i/>
          <w:color w:val="FF0000"/>
          <w:szCs w:val="20"/>
          <w:highlight w:val="lightGray"/>
        </w:rPr>
        <w:t>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4247"/>
        <w:gridCol w:w="1739"/>
        <w:gridCol w:w="2372"/>
      </w:tblGrid>
      <w:tr w:rsidR="00CA3BFD" w14:paraId="1FC77043" w14:textId="77777777" w:rsidTr="00CA3BFD">
        <w:trPr>
          <w:trHeight w:val="438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</w:tcBorders>
          </w:tcPr>
          <w:p w14:paraId="498EF197" w14:textId="77777777" w:rsidR="00CA3BFD" w:rsidRDefault="00CA3BFD" w:rsidP="00914ADC">
            <w:pPr>
              <w:jc w:val="center"/>
              <w:rPr>
                <w:rFonts w:cs="Arial"/>
                <w:i/>
                <w:color w:val="FF0000"/>
                <w:highlight w:val="lightGray"/>
              </w:rPr>
            </w:pPr>
          </w:p>
          <w:p w14:paraId="44FB16C1" w14:textId="3408C4C6" w:rsidR="00CA3BFD" w:rsidRPr="00914ADC" w:rsidRDefault="00CA3BFD" w:rsidP="00914ADC">
            <w:pPr>
              <w:jc w:val="center"/>
              <w:rPr>
                <w:rFonts w:cs="Arial"/>
                <w:i/>
                <w:color w:val="FF0000"/>
              </w:rPr>
            </w:pPr>
            <w:r>
              <w:rPr>
                <w:rFonts w:cs="Arial"/>
                <w:b/>
              </w:rPr>
              <w:t>Offre de base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A4C932" w14:textId="77777777" w:rsidR="00CA3BFD" w:rsidRPr="00914ADC" w:rsidRDefault="00CA3BFD" w:rsidP="00914ADC">
            <w:pPr>
              <w:jc w:val="center"/>
              <w:rPr>
                <w:rFonts w:cs="Arial"/>
                <w:b/>
              </w:rPr>
            </w:pPr>
            <w:r w:rsidRPr="00914ADC">
              <w:rPr>
                <w:rFonts w:cs="Arial"/>
                <w:b/>
                <w:i/>
                <w:color w:val="FF0000"/>
                <w:highlight w:val="lightGray"/>
              </w:rPr>
              <w:t>Proposition(s) candidat</w:t>
            </w:r>
          </w:p>
        </w:tc>
      </w:tr>
      <w:tr w:rsidR="00CA3BFD" w14:paraId="0A80CC2C" w14:textId="77777777" w:rsidTr="00504823">
        <w:trPr>
          <w:trHeight w:val="438"/>
        </w:trPr>
        <w:tc>
          <w:tcPr>
            <w:tcW w:w="42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90F5E2" w14:textId="68B68215" w:rsidR="00CA3BFD" w:rsidRDefault="00CA3BFD" w:rsidP="004F0340">
            <w:pPr>
              <w:spacing w:after="0" w:line="257" w:lineRule="auto"/>
              <w:rPr>
                <w:rFonts w:cs="Arial"/>
              </w:rPr>
            </w:pPr>
            <w:r>
              <w:rPr>
                <w:rFonts w:cs="Arial"/>
              </w:rPr>
              <w:t xml:space="preserve">Prestation de </w:t>
            </w:r>
            <w:r w:rsidR="005354DA">
              <w:rPr>
                <w:rFonts w:cs="Arial"/>
              </w:rPr>
              <w:t xml:space="preserve">modèles géométriques </w:t>
            </w:r>
            <w:r>
              <w:rPr>
                <w:rFonts w:cs="Arial"/>
              </w:rPr>
              <w:t>volumique</w:t>
            </w:r>
            <w:r w:rsidR="005354DA">
              <w:rPr>
                <w:rFonts w:cs="Arial"/>
              </w:rPr>
              <w:t>s</w:t>
            </w:r>
          </w:p>
        </w:tc>
        <w:tc>
          <w:tcPr>
            <w:tcW w:w="17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35D509" w14:textId="77777777" w:rsidR="00CA3BFD" w:rsidRDefault="00CA3BFD" w:rsidP="004F0340">
            <w:pPr>
              <w:spacing w:after="0" w:line="257" w:lineRule="auto"/>
              <w:rPr>
                <w:rFonts w:cs="Arial"/>
              </w:rPr>
            </w:pPr>
            <w:r>
              <w:rPr>
                <w:rFonts w:cs="Arial"/>
              </w:rPr>
              <w:t>MONTANT HT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7F3AB6B9" w14:textId="77777777" w:rsidR="00CA3BFD" w:rsidRDefault="00CA3BFD" w:rsidP="004F0340">
            <w:pPr>
              <w:spacing w:after="0" w:line="257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€ </w:t>
            </w:r>
          </w:p>
        </w:tc>
      </w:tr>
      <w:tr w:rsidR="00CA3BFD" w14:paraId="61E8209D" w14:textId="77777777" w:rsidTr="00504823">
        <w:trPr>
          <w:trHeight w:val="416"/>
        </w:trPr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E0796" w14:textId="77777777" w:rsidR="00CA3BFD" w:rsidRDefault="00CA3BFD" w:rsidP="004F0340">
            <w:pPr>
              <w:spacing w:after="0" w:line="257" w:lineRule="auto"/>
              <w:rPr>
                <w:rFonts w:cs="Arial"/>
              </w:rPr>
            </w:pPr>
          </w:p>
        </w:tc>
        <w:tc>
          <w:tcPr>
            <w:tcW w:w="17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15E421" w14:textId="77777777" w:rsidR="00CA3BFD" w:rsidRDefault="00CA3BFD" w:rsidP="004F0340">
            <w:pPr>
              <w:spacing w:after="0" w:line="257" w:lineRule="auto"/>
              <w:rPr>
                <w:rFonts w:cs="Arial"/>
              </w:rPr>
            </w:pPr>
            <w:r>
              <w:rPr>
                <w:rFonts w:cs="Arial"/>
              </w:rPr>
              <w:t>TAUX TVA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24DD8947" w14:textId="77777777" w:rsidR="00CA3BFD" w:rsidRDefault="00CA3BFD" w:rsidP="004F0340">
            <w:pPr>
              <w:spacing w:after="0" w:line="257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%</w:t>
            </w:r>
          </w:p>
        </w:tc>
      </w:tr>
      <w:tr w:rsidR="00CA3BFD" w14:paraId="1917B533" w14:textId="77777777" w:rsidTr="00AE43B2">
        <w:trPr>
          <w:trHeight w:val="421"/>
        </w:trPr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0ADB4" w14:textId="77777777" w:rsidR="00CA3BFD" w:rsidRDefault="00CA3BFD" w:rsidP="004F0340">
            <w:pPr>
              <w:spacing w:after="0" w:line="257" w:lineRule="auto"/>
              <w:rPr>
                <w:rFonts w:cs="Arial"/>
              </w:rPr>
            </w:pPr>
          </w:p>
        </w:tc>
        <w:tc>
          <w:tcPr>
            <w:tcW w:w="17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F4DCB5" w14:textId="77777777" w:rsidR="00CA3BFD" w:rsidRDefault="00CA3BFD" w:rsidP="004F0340">
            <w:pPr>
              <w:spacing w:after="0" w:line="257" w:lineRule="auto"/>
              <w:rPr>
                <w:rFonts w:cs="Arial"/>
              </w:rPr>
            </w:pPr>
            <w:r>
              <w:rPr>
                <w:rFonts w:cs="Arial"/>
              </w:rPr>
              <w:t>MONTANT TVA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15C3F196" w14:textId="77777777" w:rsidR="00CA3BFD" w:rsidRDefault="00CA3BFD" w:rsidP="004F0340">
            <w:pPr>
              <w:spacing w:after="0" w:line="257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€</w:t>
            </w:r>
          </w:p>
        </w:tc>
      </w:tr>
      <w:tr w:rsidR="00CA3BFD" w14:paraId="4B700CCD" w14:textId="77777777" w:rsidTr="00504823">
        <w:trPr>
          <w:trHeight w:val="414"/>
        </w:trPr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99803" w14:textId="77777777" w:rsidR="00CA3BFD" w:rsidRDefault="00CA3BFD" w:rsidP="004F0340">
            <w:pPr>
              <w:spacing w:after="0" w:line="257" w:lineRule="auto"/>
              <w:rPr>
                <w:rFonts w:cs="Arial"/>
              </w:rPr>
            </w:pPr>
          </w:p>
        </w:tc>
        <w:tc>
          <w:tcPr>
            <w:tcW w:w="17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2982D5" w14:textId="77777777" w:rsidR="00CA3BFD" w:rsidRDefault="00CA3BFD" w:rsidP="004F0340">
            <w:pPr>
              <w:spacing w:after="0" w:line="257" w:lineRule="auto"/>
              <w:rPr>
                <w:rFonts w:cs="Arial"/>
              </w:rPr>
            </w:pPr>
            <w:r>
              <w:rPr>
                <w:rFonts w:cs="Arial"/>
              </w:rPr>
              <w:t>MONTANT TTC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458CF3C1" w14:textId="77777777" w:rsidR="00CA3BFD" w:rsidRDefault="00CA3BFD" w:rsidP="004F0340">
            <w:pPr>
              <w:spacing w:after="0" w:line="257" w:lineRule="auto"/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 €</w:t>
            </w:r>
          </w:p>
        </w:tc>
      </w:tr>
    </w:tbl>
    <w:p w14:paraId="69D73A48" w14:textId="77777777" w:rsidR="00A869A7" w:rsidRDefault="00A869A7" w:rsidP="00620C5A">
      <w:pPr>
        <w:pStyle w:val="Paragraphe2"/>
        <w:rPr>
          <w:sz w:val="16"/>
          <w:szCs w:val="16"/>
        </w:rPr>
      </w:pPr>
    </w:p>
    <w:p w14:paraId="00E3D8B1" w14:textId="77777777" w:rsidR="00A869A7" w:rsidRDefault="00A869A7" w:rsidP="00620C5A">
      <w:pPr>
        <w:pStyle w:val="Paragraphe2"/>
        <w:rPr>
          <w:sz w:val="16"/>
          <w:szCs w:val="16"/>
        </w:rPr>
      </w:pPr>
    </w:p>
    <w:permEnd w:id="1401634895"/>
    <w:p w14:paraId="3FFCAD6E" w14:textId="77777777" w:rsidR="00792619" w:rsidRDefault="00792619" w:rsidP="00792619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left"/>
        <w:rPr>
          <w:rFonts w:ascii="Arial" w:hAnsi="Arial" w:cs="Arial"/>
          <w:b/>
        </w:rPr>
      </w:pPr>
    </w:p>
    <w:p w14:paraId="5B963877" w14:textId="77777777" w:rsidR="00792619" w:rsidRPr="00597FA6" w:rsidRDefault="00792619" w:rsidP="00792619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left"/>
        <w:rPr>
          <w:rFonts w:ascii="Arial" w:hAnsi="Arial" w:cs="Arial"/>
          <w:b/>
        </w:rPr>
      </w:pPr>
      <w:r w:rsidRPr="00597FA6">
        <w:rPr>
          <w:rFonts w:ascii="Arial" w:hAnsi="Arial" w:cs="Arial"/>
          <w:b/>
        </w:rPr>
        <w:t xml:space="preserve">NOTA : </w:t>
      </w:r>
    </w:p>
    <w:p w14:paraId="2D011AED" w14:textId="77777777" w:rsidR="00792619" w:rsidRPr="00792619" w:rsidRDefault="00792619" w:rsidP="00792619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rPr>
          <w:rFonts w:ascii="Arial" w:hAnsi="Arial" w:cs="Arial"/>
          <w:b/>
        </w:rPr>
      </w:pPr>
      <w:r w:rsidRPr="00597FA6">
        <w:rPr>
          <w:rFonts w:ascii="Arial" w:hAnsi="Arial" w:cs="Arial"/>
          <w:b/>
        </w:rPr>
        <w:t xml:space="preserve">Si le Titulaire n’est pas un ressortissant national, </w:t>
      </w:r>
      <w:r w:rsidRPr="00B37401">
        <w:rPr>
          <w:rFonts w:ascii="Arial" w:hAnsi="Arial" w:cs="Arial"/>
          <w:b/>
          <w:u w:val="single"/>
        </w:rPr>
        <w:t>le</w:t>
      </w:r>
      <w:r w:rsidR="00504823">
        <w:rPr>
          <w:rFonts w:ascii="Arial" w:hAnsi="Arial" w:cs="Arial"/>
          <w:b/>
          <w:u w:val="single"/>
        </w:rPr>
        <w:t xml:space="preserve"> ou les montants</w:t>
      </w:r>
      <w:r w:rsidRPr="00B37401">
        <w:rPr>
          <w:rFonts w:ascii="Arial" w:hAnsi="Arial" w:cs="Arial"/>
          <w:b/>
          <w:u w:val="single"/>
        </w:rPr>
        <w:t xml:space="preserve"> ci-dessus </w:t>
      </w:r>
      <w:r w:rsidR="00504823">
        <w:rPr>
          <w:rFonts w:ascii="Arial" w:hAnsi="Arial" w:cs="Arial"/>
          <w:b/>
          <w:u w:val="single"/>
        </w:rPr>
        <w:t>sont</w:t>
      </w:r>
      <w:r w:rsidRPr="00B37401">
        <w:rPr>
          <w:rFonts w:ascii="Arial" w:hAnsi="Arial" w:cs="Arial"/>
          <w:b/>
          <w:u w:val="single"/>
        </w:rPr>
        <w:t xml:space="preserve"> hors taxe</w:t>
      </w:r>
      <w:r>
        <w:rPr>
          <w:rFonts w:ascii="Arial" w:hAnsi="Arial" w:cs="Arial"/>
          <w:b/>
        </w:rPr>
        <w:t xml:space="preserve">, même si </w:t>
      </w:r>
      <w:r w:rsidR="00504823">
        <w:rPr>
          <w:rFonts w:ascii="Arial" w:hAnsi="Arial" w:cs="Arial"/>
          <w:b/>
        </w:rPr>
        <w:t xml:space="preserve">un ou </w:t>
      </w:r>
      <w:r>
        <w:rPr>
          <w:rFonts w:ascii="Arial" w:hAnsi="Arial" w:cs="Arial"/>
          <w:b/>
        </w:rPr>
        <w:t>des</w:t>
      </w:r>
      <w:r w:rsidR="00504823">
        <w:rPr>
          <w:rFonts w:ascii="Arial" w:hAnsi="Arial" w:cs="Arial"/>
          <w:b/>
        </w:rPr>
        <w:t xml:space="preserve"> montants TTC sont c</w:t>
      </w:r>
      <w:r>
        <w:rPr>
          <w:rFonts w:ascii="Arial" w:hAnsi="Arial" w:cs="Arial"/>
          <w:b/>
        </w:rPr>
        <w:t>omplétés ci-dessus</w:t>
      </w:r>
      <w:r w:rsidRPr="00597FA6">
        <w:rPr>
          <w:rFonts w:ascii="Arial" w:hAnsi="Arial" w:cs="Arial"/>
          <w:b/>
        </w:rPr>
        <w:t xml:space="preserve">. </w:t>
      </w:r>
    </w:p>
    <w:p w14:paraId="1E72CCF1" w14:textId="77777777" w:rsidR="008F3527" w:rsidRPr="008F3527" w:rsidRDefault="008F3527" w:rsidP="000F0C37">
      <w:pPr>
        <w:pStyle w:val="Titre1"/>
      </w:pPr>
      <w:bookmarkStart w:id="14" w:name="_Toc169857577"/>
      <w:r w:rsidRPr="008F3527">
        <w:t>DUREE</w:t>
      </w:r>
      <w:bookmarkEnd w:id="14"/>
      <w:r w:rsidRPr="008F3527">
        <w:t xml:space="preserve"> </w:t>
      </w:r>
    </w:p>
    <w:p w14:paraId="352D0109" w14:textId="77777777" w:rsidR="0057561C" w:rsidRDefault="000F0C37" w:rsidP="0057561C">
      <w:pPr>
        <w:pStyle w:val="Paragraphe2"/>
        <w:ind w:left="0"/>
        <w:rPr>
          <w:rFonts w:cs="Arial"/>
        </w:rPr>
      </w:pPr>
      <w:r>
        <w:rPr>
          <w:rFonts w:cs="Arial"/>
        </w:rPr>
        <w:t>La durée</w:t>
      </w:r>
      <w:r w:rsidR="00547A9F">
        <w:rPr>
          <w:rFonts w:cs="Arial"/>
        </w:rPr>
        <w:t xml:space="preserve"> est définie à l’article</w:t>
      </w:r>
      <w:r>
        <w:rPr>
          <w:rFonts w:cs="Arial"/>
        </w:rPr>
        <w:t> 3.</w:t>
      </w:r>
      <w:r w:rsidR="0031443D">
        <w:rPr>
          <w:rFonts w:cs="Arial"/>
        </w:rPr>
        <w:t>2</w:t>
      </w:r>
      <w:r w:rsidR="008F3527" w:rsidRPr="008F3527">
        <w:rPr>
          <w:rFonts w:cs="Arial"/>
        </w:rPr>
        <w:t xml:space="preserve"> du CCP.</w:t>
      </w:r>
    </w:p>
    <w:p w14:paraId="1A8D74B0" w14:textId="77777777" w:rsidR="0057561C" w:rsidRPr="0057561C" w:rsidRDefault="0057561C" w:rsidP="0057561C">
      <w:pPr>
        <w:pStyle w:val="Paragraphe2"/>
        <w:ind w:left="0"/>
        <w:rPr>
          <w:rFonts w:cs="Arial"/>
        </w:rPr>
      </w:pPr>
    </w:p>
    <w:p w14:paraId="3FC2432D" w14:textId="77777777" w:rsidR="008F3527" w:rsidRPr="008F3527" w:rsidRDefault="008F3527" w:rsidP="000F0C37">
      <w:pPr>
        <w:pStyle w:val="Titre1"/>
      </w:pPr>
      <w:bookmarkStart w:id="15" w:name="_Toc169857578"/>
      <w:r w:rsidRPr="008F3527">
        <w:t>ORIGINE DES FOURNITURES</w:t>
      </w:r>
      <w:bookmarkEnd w:id="15"/>
    </w:p>
    <w:p w14:paraId="1A97FAE1" w14:textId="77777777" w:rsidR="008F3527" w:rsidRPr="008F3527" w:rsidRDefault="008F3527" w:rsidP="008F3527">
      <w:pPr>
        <w:pStyle w:val="Paragraphe2"/>
        <w:ind w:left="0"/>
        <w:rPr>
          <w:rFonts w:cs="Arial"/>
          <w:iCs/>
        </w:rPr>
      </w:pPr>
      <w:r w:rsidRPr="008F3527">
        <w:rPr>
          <w:rFonts w:cs="Arial"/>
        </w:rPr>
        <w:t xml:space="preserve">L’offre présentée au titre du présent </w:t>
      </w:r>
      <w:r w:rsidR="00DE0263">
        <w:rPr>
          <w:rFonts w:cs="Arial"/>
        </w:rPr>
        <w:t>contrat</w:t>
      </w:r>
      <w:r w:rsidRPr="008F3527">
        <w:rPr>
          <w:rFonts w:cs="Arial"/>
        </w:rPr>
        <w:t xml:space="preserve"> contient des fournitures en provenance de </w:t>
      </w:r>
      <w:r w:rsidRPr="008F3527">
        <w:rPr>
          <w:rFonts w:cs="Arial"/>
          <w:iCs/>
        </w:rPr>
        <w:t>:</w:t>
      </w:r>
    </w:p>
    <w:p w14:paraId="538041EF" w14:textId="77777777" w:rsidR="007A365F" w:rsidRDefault="007A365F" w:rsidP="008B5071">
      <w:pPr>
        <w:rPr>
          <w:rFonts w:cs="Arial"/>
          <w:i/>
          <w:color w:val="FF0000"/>
          <w:szCs w:val="20"/>
          <w:highlight w:val="lightGray"/>
        </w:rPr>
      </w:pPr>
    </w:p>
    <w:p w14:paraId="7A6E5080" w14:textId="77777777" w:rsidR="008B5071" w:rsidRDefault="007A365F" w:rsidP="008B5071">
      <w:pPr>
        <w:rPr>
          <w:rFonts w:cs="Arial"/>
          <w:i/>
          <w:color w:val="FF0000"/>
          <w:szCs w:val="20"/>
          <w:highlight w:val="lightGray"/>
        </w:rPr>
      </w:pPr>
      <w:r>
        <w:rPr>
          <w:rFonts w:cs="Arial"/>
          <w:i/>
          <w:color w:val="FF0000"/>
          <w:szCs w:val="20"/>
          <w:highlight w:val="lightGray"/>
        </w:rPr>
        <w:t>Colonne quantité à dupliquer/supprimer selon le nombre de lots</w:t>
      </w:r>
    </w:p>
    <w:p w14:paraId="7513472B" w14:textId="77777777" w:rsidR="008F3527" w:rsidRPr="00DE0263" w:rsidRDefault="00DE0263" w:rsidP="00DA230A">
      <w:pPr>
        <w:pStyle w:val="Paragraphe2"/>
        <w:ind w:left="0"/>
        <w:rPr>
          <w:rFonts w:cs="Arial"/>
          <w:i/>
          <w:iCs/>
          <w:color w:val="FF0000"/>
        </w:rPr>
      </w:pPr>
      <w:r w:rsidRPr="00DE0263">
        <w:rPr>
          <w:rFonts w:cs="Arial"/>
          <w:i/>
          <w:iCs/>
          <w:color w:val="FF0000"/>
          <w:highlight w:val="lightGray"/>
        </w:rPr>
        <w:t>Provenance et quantité à déterminer par le candidat</w:t>
      </w:r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678"/>
        <w:gridCol w:w="1701"/>
      </w:tblGrid>
      <w:tr w:rsidR="00CA3BFD" w:rsidRPr="008F3527" w14:paraId="5F0D462F" w14:textId="77777777" w:rsidTr="00CA3BFD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E2272" w14:textId="77777777" w:rsidR="00CA3BFD" w:rsidRPr="008F3527" w:rsidRDefault="00CA3BFD" w:rsidP="004C2F1C">
            <w:pPr>
              <w:pStyle w:val="Paragraphe2"/>
              <w:ind w:left="0"/>
              <w:jc w:val="center"/>
              <w:rPr>
                <w:rFonts w:cs="Arial"/>
                <w:b/>
                <w:iCs/>
                <w:smallCaps/>
              </w:rPr>
            </w:pPr>
            <w:r w:rsidRPr="008F3527">
              <w:rPr>
                <w:rFonts w:cs="Arial"/>
                <w:b/>
                <w:iCs/>
                <w:smallCaps/>
              </w:rPr>
              <w:t>Provenance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69EB" w14:textId="77777777" w:rsidR="00CA3BFD" w:rsidRDefault="00CA3BFD" w:rsidP="004C2F1C">
            <w:pPr>
              <w:pStyle w:val="Paragraphe2"/>
              <w:ind w:left="0"/>
              <w:jc w:val="center"/>
              <w:rPr>
                <w:rFonts w:cs="Arial"/>
                <w:b/>
                <w:iCs/>
                <w:smallCaps/>
              </w:rPr>
            </w:pPr>
            <w:r w:rsidRPr="008F3527">
              <w:rPr>
                <w:rFonts w:cs="Arial"/>
                <w:b/>
                <w:iCs/>
                <w:smallCaps/>
              </w:rPr>
              <w:t>Quantité (en %)</w:t>
            </w:r>
          </w:p>
        </w:tc>
      </w:tr>
      <w:tr w:rsidR="00CA3BFD" w:rsidRPr="008F3527" w14:paraId="6FBE5D36" w14:textId="77777777" w:rsidTr="00DE0263"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540A" w14:textId="77777777" w:rsidR="00CA3BFD" w:rsidRPr="008F3527" w:rsidRDefault="00CA3BFD" w:rsidP="00DE0263">
            <w:pPr>
              <w:pStyle w:val="Paragraphe2"/>
              <w:ind w:left="0"/>
              <w:jc w:val="center"/>
              <w:rPr>
                <w:rFonts w:cs="Arial"/>
                <w:b/>
                <w:iCs/>
                <w:smallCaps/>
              </w:rPr>
            </w:pPr>
            <w:permStart w:id="1649294305" w:edGrp="everyone" w:colFirst="1" w:colLast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CABE" w14:textId="1409A108" w:rsidR="00CA3BFD" w:rsidRPr="007A365F" w:rsidRDefault="00CA3BFD" w:rsidP="004C2F1C">
            <w:pPr>
              <w:pStyle w:val="Paragraphe2"/>
              <w:ind w:left="0"/>
              <w:jc w:val="center"/>
              <w:rPr>
                <w:rFonts w:ascii="Arial Gras" w:hAnsi="Arial Gras" w:cs="Arial"/>
                <w:b/>
                <w:iCs/>
              </w:rPr>
            </w:pPr>
            <w:r>
              <w:rPr>
                <w:rFonts w:ascii="Arial Gras" w:hAnsi="Arial Gras" w:cs="Arial"/>
                <w:b/>
                <w:iCs/>
              </w:rPr>
              <w:t xml:space="preserve"> </w:t>
            </w:r>
            <w:proofErr w:type="gramStart"/>
            <w:r w:rsidRPr="007A365F">
              <w:rPr>
                <w:rFonts w:ascii="Arial Gras" w:hAnsi="Arial Gras" w:cs="Arial"/>
                <w:b/>
                <w:iCs/>
              </w:rPr>
              <w:t>lo</w:t>
            </w:r>
            <w:r>
              <w:rPr>
                <w:rFonts w:ascii="Arial Gras" w:hAnsi="Arial Gras" w:cs="Arial"/>
                <w:b/>
                <w:iCs/>
              </w:rPr>
              <w:t>t</w:t>
            </w:r>
            <w:proofErr w:type="gramEnd"/>
            <w:r>
              <w:rPr>
                <w:rFonts w:ascii="Arial Gras" w:hAnsi="Arial Gras" w:cs="Arial"/>
                <w:b/>
                <w:iCs/>
              </w:rPr>
              <w:t xml:space="preserve"> unique</w:t>
            </w:r>
          </w:p>
        </w:tc>
      </w:tr>
      <w:tr w:rsidR="00CA3BFD" w:rsidRPr="008F3527" w14:paraId="381A061A" w14:textId="77777777" w:rsidTr="00DE0263">
        <w:trPr>
          <w:trHeight w:val="55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C445" w14:textId="77777777" w:rsidR="00CA3BFD" w:rsidRPr="008F3527" w:rsidRDefault="00CA3BFD" w:rsidP="00DE0263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permStart w:id="2145656539" w:edGrp="everyone" w:colFirst="1" w:colLast="1"/>
            <w:permEnd w:id="1649294305"/>
            <w:r w:rsidRPr="008F3527">
              <w:rPr>
                <w:rFonts w:ascii="Arial" w:hAnsi="Arial" w:cs="Arial"/>
              </w:rPr>
              <w:t xml:space="preserve">Pays de l'Union européenne, France comprise 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187B62" w14:textId="77777777" w:rsidR="00CA3BFD" w:rsidRPr="00DE0263" w:rsidRDefault="00CA3BFD" w:rsidP="00DE0263">
            <w:pPr>
              <w:pStyle w:val="Paragraphe2"/>
              <w:ind w:left="0"/>
              <w:rPr>
                <w:rFonts w:cs="Arial"/>
                <w:iCs/>
              </w:rPr>
            </w:pPr>
            <w:r w:rsidRPr="00DE0263">
              <w:rPr>
                <w:rFonts w:cs="Arial"/>
              </w:rPr>
              <w:t>………%.</w:t>
            </w:r>
          </w:p>
        </w:tc>
      </w:tr>
      <w:tr w:rsidR="00CA3BFD" w:rsidRPr="008F3527" w14:paraId="6909748C" w14:textId="77777777" w:rsidTr="00DE0263">
        <w:trPr>
          <w:trHeight w:val="98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DB00" w14:textId="77777777" w:rsidR="00CA3BFD" w:rsidRPr="008F3527" w:rsidRDefault="00CA3BFD" w:rsidP="00DE0263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permStart w:id="1115628574" w:edGrp="everyone" w:colFirst="1" w:colLast="1"/>
            <w:permEnd w:id="2145656539"/>
            <w:r w:rsidRPr="008F3527">
              <w:rPr>
                <w:rFonts w:ascii="Arial" w:hAnsi="Arial" w:cs="Arial"/>
              </w:rPr>
              <w:t xml:space="preserve">Pays membre de l'Organisation mondiale du commerce signataire de l'accord sur les marchés publics (Union européenne exclue) 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A67AC0" w14:textId="77777777" w:rsidR="00CA3BFD" w:rsidRPr="00DE0263" w:rsidRDefault="00CA3BFD" w:rsidP="00DE0263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 w:rsidRPr="00DE0263">
              <w:rPr>
                <w:rFonts w:ascii="Arial" w:hAnsi="Arial" w:cs="Arial"/>
              </w:rPr>
              <w:t>………%.</w:t>
            </w:r>
          </w:p>
        </w:tc>
      </w:tr>
      <w:tr w:rsidR="00CA3BFD" w:rsidRPr="008F3527" w14:paraId="5B545A28" w14:textId="77777777" w:rsidTr="00DE0263">
        <w:trPr>
          <w:trHeight w:val="51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2043" w14:textId="77777777" w:rsidR="00CA3BFD" w:rsidRPr="00DE0263" w:rsidRDefault="00CA3BFD" w:rsidP="00DE0263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  <w:shd w:val="clear" w:color="auto" w:fill="D9D9D9" w:themeFill="background1" w:themeFillShade="D9"/>
              </w:rPr>
            </w:pPr>
            <w:permStart w:id="1743131788" w:edGrp="everyone" w:colFirst="1" w:colLast="1"/>
            <w:permEnd w:id="1115628574"/>
            <w:r w:rsidRPr="008F3527">
              <w:rPr>
                <w:rFonts w:ascii="Arial" w:hAnsi="Arial" w:cs="Arial"/>
              </w:rPr>
              <w:t xml:space="preserve">Autre : </w:t>
            </w:r>
            <w:permStart w:id="282293599" w:edGrp="everyone"/>
            <w:r>
              <w:rPr>
                <w:rFonts w:ascii="Arial" w:hAnsi="Arial" w:cs="Arial"/>
              </w:rPr>
              <w:t xml:space="preserve">       </w:t>
            </w:r>
            <w:r w:rsidRPr="00C7496F">
              <w:rPr>
                <w:rFonts w:ascii="Arial" w:hAnsi="Arial" w:cs="Arial"/>
                <w:shd w:val="clear" w:color="auto" w:fill="D9D9D9" w:themeFill="background1" w:themeFillShade="D9"/>
              </w:rPr>
              <w:t xml:space="preserve"> </w:t>
            </w:r>
            <w:permEnd w:id="282293599"/>
            <w:r w:rsidRPr="00C7496F">
              <w:rPr>
                <w:rFonts w:ascii="Arial" w:hAnsi="Arial" w:cs="Arial"/>
                <w:shd w:val="clear" w:color="auto" w:fill="D9D9D9" w:themeFill="background1" w:themeFillShade="D9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E7786B" w14:textId="77777777" w:rsidR="00CA3BFD" w:rsidRPr="00DE0263" w:rsidRDefault="00CA3BFD" w:rsidP="00DE0263">
            <w:pPr>
              <w:pStyle w:val="fcasegauche"/>
              <w:spacing w:before="120" w:after="0"/>
              <w:ind w:left="0" w:firstLine="0"/>
              <w:rPr>
                <w:rFonts w:ascii="Arial" w:hAnsi="Arial" w:cs="Arial"/>
              </w:rPr>
            </w:pPr>
            <w:r w:rsidRPr="00DE0263">
              <w:rPr>
                <w:rFonts w:ascii="Arial" w:hAnsi="Arial" w:cs="Arial"/>
              </w:rPr>
              <w:t>………%.</w:t>
            </w:r>
          </w:p>
        </w:tc>
      </w:tr>
      <w:permEnd w:id="1743131788"/>
    </w:tbl>
    <w:p w14:paraId="4E139C21" w14:textId="77777777" w:rsidR="00D92761" w:rsidRDefault="00D92761" w:rsidP="00D92761">
      <w:pPr>
        <w:pStyle w:val="paragraphe0"/>
      </w:pPr>
    </w:p>
    <w:p w14:paraId="61597188" w14:textId="77777777" w:rsidR="00D92761" w:rsidRDefault="00D92761">
      <w:pPr>
        <w:spacing w:after="0" w:line="240" w:lineRule="auto"/>
        <w:jc w:val="left"/>
        <w:rPr>
          <w:rFonts w:eastAsia="Times New Roman" w:cs="Arial"/>
          <w:szCs w:val="20"/>
          <w:lang w:eastAsia="fr-FR"/>
        </w:rPr>
      </w:pPr>
      <w:r>
        <w:br w:type="page"/>
      </w:r>
    </w:p>
    <w:p w14:paraId="3F655C8D" w14:textId="77777777" w:rsidR="008F3527" w:rsidRPr="008F3527" w:rsidRDefault="008F3527" w:rsidP="000F0C37">
      <w:pPr>
        <w:pStyle w:val="Titre1"/>
      </w:pPr>
      <w:bookmarkStart w:id="16" w:name="_Toc169857579"/>
      <w:r w:rsidRPr="008F3527">
        <w:lastRenderedPageBreak/>
        <w:t>PAIEMENTS</w:t>
      </w:r>
      <w:bookmarkEnd w:id="16"/>
    </w:p>
    <w:p w14:paraId="2E9C6783" w14:textId="77777777" w:rsidR="008F3527" w:rsidRPr="008F3527" w:rsidRDefault="008F3527" w:rsidP="000F0C37">
      <w:pPr>
        <w:pStyle w:val="Titre2"/>
        <w:numPr>
          <w:ilvl w:val="0"/>
          <w:numId w:val="0"/>
        </w:numPr>
      </w:pPr>
      <w:bookmarkStart w:id="17" w:name="_Toc169857580"/>
      <w:r w:rsidRPr="008F3527">
        <w:t>7.1 - Informations financières</w:t>
      </w:r>
      <w:bookmarkEnd w:id="17"/>
    </w:p>
    <w:p w14:paraId="413BE1B5" w14:textId="77777777" w:rsidR="00504823" w:rsidRDefault="008F3527" w:rsidP="00504823">
      <w:pPr>
        <w:pStyle w:val="CarCar1"/>
        <w:spacing w:before="120" w:after="0"/>
        <w:rPr>
          <w:rFonts w:ascii="Arial" w:hAnsi="Arial" w:cs="Arial"/>
        </w:rPr>
      </w:pPr>
      <w:r w:rsidRPr="008F3527">
        <w:rPr>
          <w:rFonts w:ascii="Arial" w:hAnsi="Arial" w:cs="Arial"/>
        </w:rPr>
        <w:t xml:space="preserve"> La monnaie de règlement des sommes dues est </w:t>
      </w:r>
      <w:r w:rsidRPr="008F3527">
        <w:rPr>
          <w:rFonts w:ascii="Arial" w:hAnsi="Arial" w:cs="Arial"/>
          <w:b/>
        </w:rPr>
        <w:t>l’EURO</w:t>
      </w:r>
      <w:r w:rsidRPr="008F3527">
        <w:rPr>
          <w:rFonts w:ascii="Arial" w:hAnsi="Arial" w:cs="Arial"/>
        </w:rPr>
        <w:t>.</w:t>
      </w:r>
    </w:p>
    <w:p w14:paraId="314EC3C8" w14:textId="77777777" w:rsidR="002157BA" w:rsidRPr="008132AD" w:rsidRDefault="00504823" w:rsidP="00504823">
      <w:pPr>
        <w:pStyle w:val="CarCar1"/>
        <w:spacing w:before="120" w:after="0"/>
        <w:rPr>
          <w:rFonts w:ascii="Arial" w:hAnsi="Arial" w:cs="Arial"/>
          <w:i/>
        </w:rPr>
      </w:pPr>
      <w:r>
        <w:rPr>
          <w:rFonts w:ascii="Arial" w:hAnsi="Arial" w:cs="Arial"/>
        </w:rPr>
        <w:t>Au titre du ou des lots attribués, l</w:t>
      </w:r>
      <w:r w:rsidR="008F3527" w:rsidRPr="008F3527">
        <w:rPr>
          <w:rFonts w:ascii="Arial" w:hAnsi="Arial" w:cs="Arial"/>
        </w:rPr>
        <w:t xml:space="preserve">’Université se libérera des sommes dues par virement </w:t>
      </w:r>
      <w:r>
        <w:rPr>
          <w:rFonts w:ascii="Arial" w:hAnsi="Arial" w:cs="Arial"/>
        </w:rPr>
        <w:t xml:space="preserve">sur le compte dont le BIC-IBAN a été fourni dans l’offre =&gt; </w:t>
      </w:r>
      <w:r w:rsidRPr="008132AD">
        <w:rPr>
          <w:rFonts w:ascii="Arial" w:hAnsi="Arial" w:cs="Arial"/>
          <w:i/>
          <w:color w:val="FF0000"/>
          <w:highlight w:val="lightGray"/>
        </w:rPr>
        <w:t>BIC-IBAN</w:t>
      </w:r>
      <w:r w:rsidR="008F3527" w:rsidRPr="008132AD">
        <w:rPr>
          <w:rFonts w:ascii="Arial" w:hAnsi="Arial" w:cs="Arial"/>
          <w:i/>
          <w:color w:val="FF0000"/>
          <w:highlight w:val="lightGray"/>
        </w:rPr>
        <w:t xml:space="preserve"> </w:t>
      </w:r>
      <w:r w:rsidRPr="008132AD">
        <w:rPr>
          <w:rFonts w:ascii="Arial" w:hAnsi="Arial" w:cs="Arial"/>
          <w:i/>
          <w:color w:val="FF0000"/>
          <w:highlight w:val="lightGray"/>
        </w:rPr>
        <w:t>à joindre dans l’offre</w:t>
      </w:r>
    </w:p>
    <w:p w14:paraId="35B9A021" w14:textId="77777777" w:rsidR="00547A9F" w:rsidRPr="008F3527" w:rsidRDefault="00547A9F" w:rsidP="008F3527">
      <w:pPr>
        <w:jc w:val="left"/>
        <w:rPr>
          <w:rFonts w:cs="Arial"/>
          <w:szCs w:val="20"/>
        </w:rPr>
      </w:pPr>
    </w:p>
    <w:p w14:paraId="2D40EEFA" w14:textId="77777777" w:rsidR="008F3527" w:rsidRPr="008F3527" w:rsidRDefault="008F3527" w:rsidP="000F0C37">
      <w:pPr>
        <w:pStyle w:val="Titre2"/>
        <w:numPr>
          <w:ilvl w:val="0"/>
          <w:numId w:val="0"/>
        </w:numPr>
      </w:pPr>
      <w:bookmarkStart w:id="18" w:name="_Toc169857581"/>
      <w:r w:rsidRPr="008F3527">
        <w:t>7.2 – Avance</w:t>
      </w:r>
      <w:bookmarkEnd w:id="18"/>
    </w:p>
    <w:p w14:paraId="2F1CB042" w14:textId="77777777" w:rsidR="00D26412" w:rsidRDefault="00D26412" w:rsidP="008F3527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i/>
        </w:rPr>
      </w:pPr>
    </w:p>
    <w:p w14:paraId="7AA299BB" w14:textId="77777777" w:rsidR="008F3527" w:rsidRPr="008132AD" w:rsidRDefault="007D238A" w:rsidP="008F3527">
      <w:pPr>
        <w:pStyle w:val="fcasegauche"/>
        <w:tabs>
          <w:tab w:val="left" w:pos="426"/>
          <w:tab w:val="left" w:pos="851"/>
        </w:tabs>
        <w:spacing w:before="120" w:after="120"/>
        <w:ind w:left="0" w:firstLine="0"/>
        <w:jc w:val="left"/>
        <w:rPr>
          <w:rFonts w:ascii="Arial" w:hAnsi="Arial" w:cs="Arial"/>
          <w:b/>
        </w:rPr>
      </w:pPr>
      <w:r w:rsidRPr="008132AD">
        <w:rPr>
          <w:rFonts w:ascii="Arial" w:hAnsi="Arial" w:cs="Arial"/>
        </w:rPr>
        <w:t>En application des articles R2191-3 et suivants du code de la commande publique</w:t>
      </w:r>
      <w:r w:rsidR="00504823" w:rsidRPr="008132AD">
        <w:rPr>
          <w:rFonts w:ascii="Arial" w:hAnsi="Arial" w:cs="Arial"/>
        </w:rPr>
        <w:t xml:space="preserve"> et de l’article 3.7.1 du CCP</w:t>
      </w:r>
      <w:r w:rsidR="008132AD" w:rsidRPr="008132AD">
        <w:rPr>
          <w:rFonts w:ascii="Arial" w:hAnsi="Arial" w:cs="Arial"/>
        </w:rPr>
        <w:t xml:space="preserve"> du marché</w:t>
      </w:r>
      <w:r w:rsidR="008F3527" w:rsidRPr="008132AD">
        <w:rPr>
          <w:rFonts w:ascii="Arial" w:hAnsi="Arial" w:cs="Arial"/>
        </w:rPr>
        <w:t xml:space="preserve"> </w:t>
      </w:r>
      <w:r w:rsidR="008F3527" w:rsidRPr="008132AD">
        <w:rPr>
          <w:rFonts w:ascii="Arial" w:hAnsi="Arial" w:cs="Arial"/>
          <w:b/>
        </w:rPr>
        <w:t>:</w:t>
      </w:r>
    </w:p>
    <w:p w14:paraId="4AF09F42" w14:textId="77777777" w:rsidR="008132AD" w:rsidRDefault="008132AD" w:rsidP="00180EBC">
      <w:pPr>
        <w:rPr>
          <w:rFonts w:eastAsia="Times New Roman" w:cs="Arial"/>
          <w:i/>
          <w:color w:val="FF0000"/>
          <w:szCs w:val="20"/>
          <w:highlight w:val="lightGray"/>
          <w:lang w:eastAsia="fr-FR"/>
        </w:rPr>
      </w:pPr>
      <w:r>
        <w:rPr>
          <w:rFonts w:eastAsia="Times New Roman" w:cs="Arial"/>
          <w:i/>
          <w:color w:val="FF0000"/>
          <w:szCs w:val="20"/>
          <w:highlight w:val="lightGray"/>
          <w:lang w:eastAsia="fr-FR"/>
        </w:rPr>
        <w:t>A compléter par le candidat</w:t>
      </w:r>
    </w:p>
    <w:p w14:paraId="0C1A786D" w14:textId="77777777" w:rsidR="00180EBC" w:rsidRPr="00180EBC" w:rsidRDefault="00180EBC" w:rsidP="00180EBC">
      <w:pPr>
        <w:rPr>
          <w:rFonts w:cs="Arial"/>
          <w:i/>
          <w:color w:val="FF0000"/>
          <w:szCs w:val="20"/>
        </w:rPr>
      </w:pP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>Si le</w:t>
      </w:r>
      <w:r>
        <w:rPr>
          <w:rFonts w:eastAsia="Times New Roman" w:cs="Arial"/>
          <w:i/>
          <w:color w:val="FF0000"/>
          <w:szCs w:val="20"/>
          <w:highlight w:val="lightGray"/>
          <w:lang w:eastAsia="fr-FR"/>
        </w:rPr>
        <w:t>s</w:t>
      </w: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 xml:space="preserve"> deux cases </w:t>
      </w:r>
      <w:r w:rsidR="00D26412">
        <w:rPr>
          <w:rFonts w:eastAsia="Times New Roman" w:cs="Arial"/>
          <w:i/>
          <w:color w:val="FF0000"/>
          <w:szCs w:val="20"/>
          <w:highlight w:val="lightGray"/>
          <w:lang w:eastAsia="fr-FR"/>
        </w:rPr>
        <w:t xml:space="preserve">ci-dessous </w:t>
      </w:r>
      <w:r w:rsidRPr="00180EBC">
        <w:rPr>
          <w:rFonts w:eastAsia="Times New Roman" w:cs="Arial"/>
          <w:i/>
          <w:color w:val="FF0000"/>
          <w:szCs w:val="20"/>
          <w:highlight w:val="lightGray"/>
          <w:lang w:eastAsia="fr-FR"/>
        </w:rPr>
        <w:t>sont cochées, ou si aucune case n’est cochée, le co-contractant est réputé refuser l’avance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5529"/>
        <w:gridCol w:w="1701"/>
      </w:tblGrid>
      <w:tr w:rsidR="00504823" w:rsidRPr="00504823" w14:paraId="601036DE" w14:textId="77777777" w:rsidTr="00C7496F">
        <w:trPr>
          <w:trHeight w:val="11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AB214" w14:textId="77777777" w:rsidR="008F3527" w:rsidRPr="00504823" w:rsidRDefault="008F3527" w:rsidP="004C2F1C">
            <w:pPr>
              <w:pStyle w:val="fcasegauche"/>
              <w:spacing w:before="120" w:after="0"/>
              <w:ind w:left="38" w:firstLine="0"/>
              <w:rPr>
                <w:rFonts w:ascii="Arial" w:hAnsi="Arial" w:cs="Arial"/>
              </w:rPr>
            </w:pPr>
            <w:r w:rsidRPr="00504823">
              <w:rPr>
                <w:rFonts w:ascii="Arial" w:hAnsi="Arial" w:cs="Arial"/>
              </w:rPr>
              <w:t>Je renonce au bénéfice de l'avance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DEAA37" w14:textId="77777777" w:rsidR="008F3527" w:rsidRPr="00504823" w:rsidRDefault="00D3283E" w:rsidP="004C2F1C">
            <w:pPr>
              <w:pStyle w:val="Paragraphe2"/>
              <w:ind w:left="0"/>
              <w:jc w:val="center"/>
              <w:rPr>
                <w:rFonts w:cs="Arial"/>
              </w:rPr>
            </w:pPr>
            <w:permStart w:id="830960708" w:edGrp="everyone"/>
            <w:r w:rsidRPr="00504823">
              <w:rPr>
                <w:rFonts w:cs="Arial"/>
              </w:rPr>
              <w:t>OUI</w:t>
            </w:r>
            <w:r w:rsidR="008F3527" w:rsidRPr="00504823">
              <w:rPr>
                <w:rFonts w:cs="Arial"/>
              </w:rPr>
              <w:t xml:space="preserve"> </w:t>
            </w:r>
            <w:sdt>
              <w:sdtPr>
                <w:rPr>
                  <w:b/>
                  <w:highlight w:val="yellow"/>
                </w:rPr>
                <w:id w:val="47773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04823">
                  <w:rPr>
                    <w:rFonts w:ascii="MS Gothic" w:eastAsia="MS Gothic" w:hAnsi="MS Gothic" w:hint="eastAsia"/>
                    <w:b/>
                    <w:highlight w:val="yellow"/>
                  </w:rPr>
                  <w:t>☐</w:t>
                </w:r>
              </w:sdtContent>
            </w:sdt>
          </w:p>
          <w:p w14:paraId="4E34F10C" w14:textId="77777777" w:rsidR="008F3527" w:rsidRPr="00504823" w:rsidRDefault="00D3283E" w:rsidP="004C2F1C">
            <w:pPr>
              <w:pStyle w:val="fcasegauche"/>
              <w:tabs>
                <w:tab w:val="left" w:pos="426"/>
                <w:tab w:val="left" w:pos="851"/>
              </w:tabs>
              <w:spacing w:before="120"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504823">
              <w:rPr>
                <w:rFonts w:ascii="Arial" w:hAnsi="Arial" w:cs="Arial"/>
              </w:rPr>
              <w:t>NON</w:t>
            </w:r>
            <w:r w:rsidR="008F3527" w:rsidRPr="00504823">
              <w:rPr>
                <w:rFonts w:ascii="Arial" w:hAnsi="Arial" w:cs="Arial"/>
              </w:rPr>
              <w:t xml:space="preserve">  </w:t>
            </w:r>
            <w:sdt>
              <w:sdtPr>
                <w:rPr>
                  <w:b/>
                  <w:highlight w:val="yellow"/>
                </w:rPr>
                <w:id w:val="-141608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C6C" w:rsidRPr="00504823">
                  <w:rPr>
                    <w:rFonts w:ascii="MS Gothic" w:eastAsia="MS Gothic" w:hAnsi="MS Gothic" w:hint="eastAsia"/>
                    <w:b/>
                    <w:highlight w:val="yellow"/>
                  </w:rPr>
                  <w:t>☐</w:t>
                </w:r>
              </w:sdtContent>
            </w:sdt>
            <w:permEnd w:id="830960708"/>
          </w:p>
        </w:tc>
      </w:tr>
    </w:tbl>
    <w:p w14:paraId="6915D6DC" w14:textId="77777777" w:rsidR="008F3527" w:rsidRPr="008F3527" w:rsidRDefault="008F3527">
      <w:pPr>
        <w:spacing w:after="0" w:line="240" w:lineRule="auto"/>
        <w:jc w:val="left"/>
        <w:rPr>
          <w:rFonts w:eastAsiaTheme="majorEastAsia" w:cs="Arial"/>
          <w:b/>
          <w:bCs/>
          <w:color w:val="C00000"/>
          <w:szCs w:val="20"/>
        </w:rPr>
      </w:pPr>
      <w:r w:rsidRPr="008F3527">
        <w:rPr>
          <w:rFonts w:cs="Arial"/>
          <w:szCs w:val="20"/>
        </w:rPr>
        <w:br w:type="page"/>
      </w:r>
    </w:p>
    <w:p w14:paraId="05E0AB90" w14:textId="77777777" w:rsidR="008F3527" w:rsidRPr="008F3527" w:rsidRDefault="008F3527" w:rsidP="000F0C37">
      <w:pPr>
        <w:pStyle w:val="Titre1"/>
      </w:pPr>
      <w:bookmarkStart w:id="19" w:name="_Toc169857582"/>
      <w:r w:rsidRPr="008F3527">
        <w:lastRenderedPageBreak/>
        <w:t>ENGAGEMENT DU CANDIDAT</w:t>
      </w:r>
      <w:bookmarkEnd w:id="19"/>
    </w:p>
    <w:p w14:paraId="17226D89" w14:textId="77777777" w:rsidR="008F3527" w:rsidRPr="008F3527" w:rsidRDefault="008F3527" w:rsidP="008F3527">
      <w:pPr>
        <w:autoSpaceDE w:val="0"/>
        <w:autoSpaceDN w:val="0"/>
        <w:adjustRightInd w:val="0"/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Après avoir pris connaissance du Cahier des Clauses Particulières (CCP) et des documents contractuels qui y sont mentionnés,</w:t>
      </w:r>
    </w:p>
    <w:p w14:paraId="1ED0D96B" w14:textId="77777777" w:rsidR="008F3527" w:rsidRPr="008F3527" w:rsidRDefault="008F3527" w:rsidP="008F3527">
      <w:pPr>
        <w:autoSpaceDE w:val="0"/>
        <w:autoSpaceDN w:val="0"/>
        <w:adjustRightInd w:val="0"/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 xml:space="preserve">Après avoir fourni les pièces prévues aux articles </w:t>
      </w:r>
      <w:r w:rsidR="00F33FEA">
        <w:rPr>
          <w:rFonts w:cs="Arial"/>
          <w:szCs w:val="20"/>
        </w:rPr>
        <w:t>R2142 et suivants du code de la commande publique</w:t>
      </w:r>
      <w:r w:rsidRPr="008F3527">
        <w:rPr>
          <w:rFonts w:cs="Arial"/>
          <w:szCs w:val="20"/>
        </w:rPr>
        <w:t>.</w:t>
      </w:r>
    </w:p>
    <w:p w14:paraId="4D319DA2" w14:textId="77777777" w:rsidR="008F3527" w:rsidRPr="008F3527" w:rsidRDefault="00180EBC" w:rsidP="008F3527">
      <w:pPr>
        <w:spacing w:before="120"/>
        <w:rPr>
          <w:rFonts w:cs="Arial"/>
          <w:szCs w:val="20"/>
        </w:rPr>
      </w:pPr>
      <w:r>
        <w:rPr>
          <w:rFonts w:cs="Arial"/>
          <w:b/>
          <w:bCs/>
          <w:szCs w:val="20"/>
        </w:rPr>
        <w:t>JE M’ENGAGE</w:t>
      </w:r>
      <w:r w:rsidR="008F3527" w:rsidRPr="008F3527">
        <w:rPr>
          <w:rFonts w:cs="Arial"/>
          <w:szCs w:val="20"/>
        </w:rPr>
        <w:t xml:space="preserve"> sans réserve, conformément aux stipulations des documents visés ci-dessus, à exécuter les prestations conformément aux disp</w:t>
      </w:r>
      <w:r w:rsidR="00DE0263">
        <w:rPr>
          <w:rFonts w:cs="Arial"/>
          <w:szCs w:val="20"/>
        </w:rPr>
        <w:t>ositions contractuelles prévues</w:t>
      </w:r>
      <w:r w:rsidR="008F3527" w:rsidRPr="008F3527">
        <w:rPr>
          <w:rFonts w:cs="Arial"/>
          <w:szCs w:val="20"/>
        </w:rPr>
        <w:t xml:space="preserve">. </w:t>
      </w:r>
    </w:p>
    <w:p w14:paraId="03793FCC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b/>
          <w:szCs w:val="20"/>
        </w:rPr>
        <w:t>J’affirme</w:t>
      </w:r>
      <w:r w:rsidRPr="008F3527">
        <w:rPr>
          <w:rFonts w:cs="Arial"/>
          <w:szCs w:val="20"/>
        </w:rPr>
        <w:t xml:space="preserve"> sous peine de résiliation du marché,</w:t>
      </w:r>
      <w:r w:rsidR="00180EBC">
        <w:rPr>
          <w:rFonts w:cs="Arial"/>
          <w:szCs w:val="20"/>
        </w:rPr>
        <w:t xml:space="preserve"> ou de mise en régie à mes torts exclusifs que la</w:t>
      </w:r>
      <w:r w:rsidRPr="008F3527">
        <w:rPr>
          <w:rFonts w:cs="Arial"/>
          <w:szCs w:val="20"/>
        </w:rPr>
        <w:t xml:space="preserve"> sociét</w:t>
      </w:r>
      <w:r w:rsidR="00180EBC">
        <w:rPr>
          <w:rFonts w:cs="Arial"/>
          <w:szCs w:val="20"/>
        </w:rPr>
        <w:t>é pour laquelle j’interviens ne tombe</w:t>
      </w:r>
      <w:r w:rsidRPr="008F3527">
        <w:rPr>
          <w:rFonts w:cs="Arial"/>
          <w:szCs w:val="20"/>
        </w:rPr>
        <w:t xml:space="preserve"> pas sous le coup des interdictions découlant de</w:t>
      </w:r>
      <w:r w:rsidR="006D6F85">
        <w:rPr>
          <w:rFonts w:cs="Arial"/>
          <w:szCs w:val="20"/>
        </w:rPr>
        <w:t>s articles L2341.1 et suivants du code de la commande publique.</w:t>
      </w:r>
    </w:p>
    <w:p w14:paraId="5D9136D2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Les déclarations similaires des éventuels s</w:t>
      </w:r>
      <w:r w:rsidR="00180EBC">
        <w:rPr>
          <w:rFonts w:cs="Arial"/>
          <w:szCs w:val="20"/>
        </w:rPr>
        <w:t>ous-traitants énumérés</w:t>
      </w:r>
      <w:r w:rsidRPr="008F3527">
        <w:rPr>
          <w:rFonts w:cs="Arial"/>
          <w:szCs w:val="20"/>
        </w:rPr>
        <w:t xml:space="preserve"> sont annexées au présent acte d’engagement.</w:t>
      </w:r>
    </w:p>
    <w:p w14:paraId="26F0FB98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Fait en un seul original,</w:t>
      </w:r>
    </w:p>
    <w:p w14:paraId="05F0BFE1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A</w:t>
      </w:r>
      <w:permStart w:id="1258834046" w:edGrp="everyone"/>
      <w:r w:rsidRPr="00C7496F">
        <w:rPr>
          <w:rFonts w:cs="Arial"/>
          <w:szCs w:val="20"/>
          <w:shd w:val="clear" w:color="auto" w:fill="D9D9D9" w:themeFill="background1" w:themeFillShade="D9"/>
        </w:rPr>
        <w:t>………………………………………………, le…………………………………………</w:t>
      </w:r>
      <w:proofErr w:type="gramStart"/>
      <w:r w:rsidRPr="00C7496F">
        <w:rPr>
          <w:rFonts w:cs="Arial"/>
          <w:szCs w:val="20"/>
          <w:shd w:val="clear" w:color="auto" w:fill="D9D9D9" w:themeFill="background1" w:themeFillShade="D9"/>
        </w:rPr>
        <w:t>…….</w:t>
      </w:r>
      <w:proofErr w:type="gramEnd"/>
      <w:r w:rsidRPr="00C7496F">
        <w:rPr>
          <w:rFonts w:cs="Arial"/>
          <w:szCs w:val="20"/>
          <w:shd w:val="clear" w:color="auto" w:fill="D9D9D9" w:themeFill="background1" w:themeFillShade="D9"/>
        </w:rPr>
        <w:t>…..</w:t>
      </w:r>
      <w:permEnd w:id="1258834046"/>
    </w:p>
    <w:p w14:paraId="7FFDBD0D" w14:textId="77777777" w:rsidR="008F3527" w:rsidRPr="008F3527" w:rsidRDefault="008F3527" w:rsidP="008F3527">
      <w:pPr>
        <w:spacing w:before="120"/>
        <w:rPr>
          <w:rFonts w:cs="Arial"/>
          <w:szCs w:val="20"/>
        </w:rPr>
      </w:pPr>
      <w:r w:rsidRPr="008F3527">
        <w:rPr>
          <w:rFonts w:cs="Arial"/>
          <w:szCs w:val="20"/>
        </w:rPr>
        <w:t>Nom du signataire, si</w:t>
      </w:r>
      <w:r w:rsidR="00180EBC">
        <w:rPr>
          <w:rFonts w:cs="Arial"/>
          <w:szCs w:val="20"/>
        </w:rPr>
        <w:t>gnature, cachet de l’Entreprise</w:t>
      </w:r>
      <w:r w:rsidRPr="008F3527">
        <w:rPr>
          <w:rFonts w:cs="Arial"/>
          <w:szCs w:val="20"/>
        </w:rPr>
        <w:t>.</w:t>
      </w:r>
    </w:p>
    <w:p w14:paraId="444AA345" w14:textId="77777777" w:rsidR="008F3527" w:rsidRPr="008F3527" w:rsidRDefault="00C7496F" w:rsidP="00C7496F">
      <w:pPr>
        <w:shd w:val="clear" w:color="auto" w:fill="D9D9D9" w:themeFill="background1" w:themeFillShade="D9"/>
        <w:jc w:val="left"/>
        <w:rPr>
          <w:rFonts w:cs="Arial"/>
          <w:caps/>
          <w:spacing w:val="5"/>
          <w:szCs w:val="20"/>
        </w:rPr>
      </w:pPr>
      <w:permStart w:id="1953441887" w:edGrp="everyone"/>
      <w:r>
        <w:rPr>
          <w:rFonts w:cs="Arial"/>
          <w:caps/>
          <w:spacing w:val="5"/>
          <w:szCs w:val="20"/>
        </w:rPr>
        <w:t xml:space="preserve">   </w:t>
      </w:r>
    </w:p>
    <w:permEnd w:id="1953441887"/>
    <w:p w14:paraId="7E66582B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7515C1D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7478CFE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EF8B88E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6CCCF9D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A45A46F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1CC20D78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5B8B7196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F915BCA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567B151F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4AE61DB4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790E5B41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6CFB6CA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59A425B1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946EDFE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0124D1F7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7C97960B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5E640F5E" w14:textId="77777777" w:rsidR="008F3527" w:rsidRPr="008F3527" w:rsidRDefault="008F3527" w:rsidP="008F3527">
      <w:pPr>
        <w:spacing w:before="120"/>
        <w:jc w:val="center"/>
        <w:rPr>
          <w:rFonts w:cs="Arial"/>
          <w:b/>
          <w:color w:val="0070C0"/>
          <w:szCs w:val="20"/>
        </w:rPr>
      </w:pPr>
    </w:p>
    <w:p w14:paraId="3FAE79C4" w14:textId="77777777" w:rsidR="00DA230A" w:rsidRDefault="00DA230A" w:rsidP="00DA230A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  <w:r>
        <w:rPr>
          <w:rFonts w:cs="Arial"/>
          <w:b/>
          <w:color w:val="0070C0"/>
          <w:szCs w:val="20"/>
        </w:rPr>
        <w:br w:type="page"/>
      </w:r>
    </w:p>
    <w:p w14:paraId="23822E45" w14:textId="77777777" w:rsidR="00D92761" w:rsidRDefault="00D92761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  <w:r>
        <w:rPr>
          <w:rFonts w:cs="Arial"/>
          <w:b/>
          <w:noProof/>
          <w:color w:val="0070C0"/>
          <w:szCs w:val="2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CDBA52" wp14:editId="1771B46F">
                <wp:simplePos x="0" y="0"/>
                <wp:positionH relativeFrom="column">
                  <wp:posOffset>33655</wp:posOffset>
                </wp:positionH>
                <wp:positionV relativeFrom="paragraph">
                  <wp:posOffset>-30480</wp:posOffset>
                </wp:positionV>
                <wp:extent cx="5867400" cy="9144000"/>
                <wp:effectExtent l="0" t="0" r="19050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67400" cy="9144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676B5" id="Connecteur droit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5pt,-2.4pt" to="464.65pt,7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" strokecolor="#748fa7 [3044]"/>
            </w:pict>
          </mc:Fallback>
        </mc:AlternateContent>
      </w:r>
      <w:r>
        <w:rPr>
          <w:rFonts w:cs="Arial"/>
          <w:b/>
          <w:noProof/>
          <w:color w:val="0070C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3B53C" wp14:editId="74EC6708">
                <wp:simplePos x="0" y="0"/>
                <wp:positionH relativeFrom="column">
                  <wp:posOffset>-4444</wp:posOffset>
                </wp:positionH>
                <wp:positionV relativeFrom="paragraph">
                  <wp:posOffset>-1905</wp:posOffset>
                </wp:positionV>
                <wp:extent cx="5734050" cy="9344025"/>
                <wp:effectExtent l="0" t="0" r="19050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0" cy="9344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E1870B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-.15pt" to="451.15pt,7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" strokecolor="#748fa7 [3044]"/>
            </w:pict>
          </mc:Fallback>
        </mc:AlternateContent>
      </w:r>
      <w:r>
        <w:rPr>
          <w:rFonts w:cs="Arial"/>
          <w:b/>
          <w:color w:val="0070C0"/>
          <w:szCs w:val="20"/>
        </w:rPr>
        <w:br w:type="page"/>
      </w:r>
    </w:p>
    <w:p w14:paraId="5435CD47" w14:textId="77777777" w:rsidR="00D92761" w:rsidRPr="00DA230A" w:rsidRDefault="00D92761" w:rsidP="00DA230A">
      <w:pPr>
        <w:spacing w:after="0" w:line="240" w:lineRule="auto"/>
        <w:jc w:val="left"/>
        <w:rPr>
          <w:rFonts w:cs="Arial"/>
          <w:b/>
          <w:color w:val="0070C0"/>
          <w:szCs w:val="20"/>
        </w:rPr>
      </w:pPr>
    </w:p>
    <w:p w14:paraId="2F11102F" w14:textId="77777777" w:rsidR="008F3527" w:rsidRPr="008F3527" w:rsidRDefault="00DE0263" w:rsidP="000F0C37">
      <w:pPr>
        <w:pStyle w:val="Titre1"/>
      </w:pPr>
      <w:bookmarkStart w:id="20" w:name="_Toc169857583"/>
      <w:r>
        <w:t>SIGNATURE DU</w:t>
      </w:r>
      <w:r w:rsidR="00494285">
        <w:t xml:space="preserve"> POUVOIR</w:t>
      </w:r>
      <w:r w:rsidR="008F3527" w:rsidRPr="008F3527">
        <w:t xml:space="preserve"> ADJUDICATEUR</w:t>
      </w:r>
      <w:bookmarkEnd w:id="20"/>
    </w:p>
    <w:p w14:paraId="3CA6AA6C" w14:textId="77777777" w:rsidR="008F3527" w:rsidRPr="008F3527" w:rsidRDefault="008F3527" w:rsidP="008F3527">
      <w:pPr>
        <w:rPr>
          <w:rFonts w:cs="Arial"/>
          <w:b/>
          <w:bCs/>
          <w:szCs w:val="20"/>
          <w:u w:val="single"/>
        </w:rPr>
      </w:pPr>
    </w:p>
    <w:p w14:paraId="60E4D8C9" w14:textId="77777777" w:rsidR="00494285" w:rsidRDefault="00494285" w:rsidP="00494285">
      <w:pPr>
        <w:autoSpaceDE w:val="0"/>
        <w:autoSpaceDN w:val="0"/>
        <w:adjustRightInd w:val="0"/>
        <w:spacing w:before="240"/>
        <w:rPr>
          <w:rFonts w:cs="Arial"/>
          <w:szCs w:val="20"/>
        </w:rPr>
      </w:pPr>
    </w:p>
    <w:p w14:paraId="465D71E8" w14:textId="77777777" w:rsidR="00494285" w:rsidRDefault="008132AD" w:rsidP="008F3527">
      <w:pPr>
        <w:autoSpaceDE w:val="0"/>
        <w:autoSpaceDN w:val="0"/>
        <w:adjustRightInd w:val="0"/>
        <w:spacing w:before="240"/>
        <w:rPr>
          <w:rFonts w:cs="Arial"/>
          <w:b/>
          <w:szCs w:val="20"/>
        </w:rPr>
      </w:pPr>
      <w:permStart w:id="23013841" w:edGrp="everyone"/>
      <w:r>
        <w:rPr>
          <w:rFonts w:cs="Arial"/>
          <w:b/>
          <w:szCs w:val="20"/>
        </w:rPr>
        <w:t xml:space="preserve">L’offre acceptée, ainsi que son montant, </w:t>
      </w:r>
      <w:r w:rsidR="008D1D6B">
        <w:rPr>
          <w:rFonts w:cs="Arial"/>
          <w:b/>
          <w:szCs w:val="20"/>
        </w:rPr>
        <w:t>s</w:t>
      </w:r>
      <w:r>
        <w:rPr>
          <w:rFonts w:cs="Arial"/>
          <w:b/>
          <w:szCs w:val="20"/>
        </w:rPr>
        <w:t xml:space="preserve">ont </w:t>
      </w:r>
      <w:proofErr w:type="gramStart"/>
      <w:r>
        <w:rPr>
          <w:rFonts w:cs="Arial"/>
          <w:b/>
          <w:szCs w:val="20"/>
        </w:rPr>
        <w:t>précisés</w:t>
      </w:r>
      <w:proofErr w:type="gramEnd"/>
      <w:r>
        <w:rPr>
          <w:rFonts w:cs="Arial"/>
          <w:b/>
          <w:szCs w:val="20"/>
        </w:rPr>
        <w:t xml:space="preserve"> dans la décision d’attribution définitive du pouvoir adjudicateur. </w:t>
      </w:r>
    </w:p>
    <w:p w14:paraId="09E7B7C9" w14:textId="77777777" w:rsidR="008F3527" w:rsidRPr="008F3527" w:rsidRDefault="008F3527" w:rsidP="00DA230A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</w:p>
    <w:p w14:paraId="19826015" w14:textId="77777777" w:rsidR="00AA62FB" w:rsidRDefault="00AA62FB" w:rsidP="00DA230A">
      <w:pPr>
        <w:pStyle w:val="CarCar1"/>
        <w:tabs>
          <w:tab w:val="right" w:leader="hyphen" w:pos="4820"/>
          <w:tab w:val="left" w:pos="4962"/>
          <w:tab w:val="right" w:leader="hyphen" w:pos="9072"/>
        </w:tabs>
        <w:spacing w:after="0"/>
        <w:jc w:val="right"/>
        <w:rPr>
          <w:rFonts w:ascii="Arial" w:hAnsi="Arial" w:cs="Arial"/>
        </w:rPr>
      </w:pPr>
    </w:p>
    <w:p w14:paraId="39ACB2BD" w14:textId="77777777" w:rsidR="00792619" w:rsidRDefault="00792619" w:rsidP="008661E4">
      <w:pPr>
        <w:jc w:val="right"/>
      </w:pPr>
    </w:p>
    <w:p w14:paraId="3151BD79" w14:textId="77777777" w:rsidR="008F3527" w:rsidRPr="008F3527" w:rsidRDefault="008F3527" w:rsidP="008661E4">
      <w:pPr>
        <w:jc w:val="right"/>
      </w:pPr>
      <w:r w:rsidRPr="008F3527">
        <w:t>À Talence, le</w:t>
      </w:r>
      <w:proofErr w:type="gramStart"/>
      <w:r w:rsidRPr="008F3527">
        <w:t xml:space="preserve"> ….</w:t>
      </w:r>
      <w:proofErr w:type="gramEnd"/>
      <w:r w:rsidRPr="008F3527">
        <w:t>…………………………</w:t>
      </w:r>
    </w:p>
    <w:p w14:paraId="27DEA95E" w14:textId="77777777" w:rsidR="008F3527" w:rsidRPr="008F3527" w:rsidRDefault="008F3527" w:rsidP="008661E4">
      <w:pPr>
        <w:jc w:val="right"/>
      </w:pPr>
    </w:p>
    <w:p w14:paraId="24144FE5" w14:textId="77777777" w:rsidR="008F3527" w:rsidRPr="008F3527" w:rsidRDefault="008F3527" w:rsidP="008661E4">
      <w:pPr>
        <w:jc w:val="right"/>
        <w:rPr>
          <w:rFonts w:eastAsia="Arial Unicode MS"/>
        </w:rPr>
      </w:pPr>
      <w:r w:rsidRPr="008F3527">
        <w:rPr>
          <w:rFonts w:eastAsia="Arial Unicode MS"/>
        </w:rPr>
        <w:t>Pour le Président et par délégation,</w:t>
      </w:r>
    </w:p>
    <w:p w14:paraId="3A49C860" w14:textId="2F12B087" w:rsidR="004F35E6" w:rsidRDefault="004F35E6" w:rsidP="008661E4">
      <w:pPr>
        <w:jc w:val="right"/>
        <w:rPr>
          <w:szCs w:val="20"/>
        </w:rPr>
      </w:pPr>
    </w:p>
    <w:p w14:paraId="7B0AEE07" w14:textId="77777777" w:rsidR="00F30DB5" w:rsidRDefault="00F30DB5" w:rsidP="008661E4">
      <w:pPr>
        <w:jc w:val="right"/>
        <w:rPr>
          <w:szCs w:val="20"/>
        </w:rPr>
      </w:pPr>
    </w:p>
    <w:p w14:paraId="3B98EFF4" w14:textId="77777777" w:rsidR="004F35E6" w:rsidRPr="004F35E6" w:rsidRDefault="004F35E6" w:rsidP="008661E4">
      <w:pPr>
        <w:jc w:val="right"/>
        <w:rPr>
          <w:rFonts w:ascii="Times New Roman" w:eastAsia="Arial Unicode MS" w:hAnsi="Times New Roman"/>
          <w:color w:val="FFFFFF" w:themeColor="background1"/>
          <w:sz w:val="22"/>
        </w:rPr>
      </w:pPr>
      <w:r w:rsidRPr="004F35E6">
        <w:rPr>
          <w:color w:val="FFFFFF" w:themeColor="background1"/>
        </w:rPr>
        <w:t>#signatureUB1#</w:t>
      </w:r>
    </w:p>
    <w:permEnd w:id="23013841"/>
    <w:p w14:paraId="753A3EC0" w14:textId="77777777" w:rsidR="00BA4FF3" w:rsidRPr="004F35E6" w:rsidRDefault="00BA4FF3" w:rsidP="004F35E6">
      <w:pPr>
        <w:jc w:val="right"/>
        <w:rPr>
          <w:rFonts w:cs="Arial"/>
          <w:szCs w:val="20"/>
        </w:rPr>
      </w:pPr>
    </w:p>
    <w:sectPr w:rsidR="00BA4FF3" w:rsidRPr="004F35E6" w:rsidSect="00DA230A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D3A03" w14:textId="77777777" w:rsidR="006A5E22" w:rsidRDefault="006A5E22" w:rsidP="007C5133">
      <w:pPr>
        <w:spacing w:after="0" w:line="240" w:lineRule="auto"/>
      </w:pPr>
      <w:r>
        <w:separator/>
      </w:r>
    </w:p>
  </w:endnote>
  <w:endnote w:type="continuationSeparator" w:id="0">
    <w:p w14:paraId="637879FD" w14:textId="77777777" w:rsidR="006A5E22" w:rsidRDefault="006A5E22" w:rsidP="007C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auto"/>
    <w:pitch w:val="default"/>
  </w:font>
  <w:font w:name="LinePrinter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3885169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p w14:paraId="25E592C8" w14:textId="77777777" w:rsidR="00C10BDF" w:rsidRPr="00C10BDF" w:rsidRDefault="00261BA3">
        <w:pPr>
          <w:pStyle w:val="Pieddepage"/>
          <w:jc w:val="right"/>
          <w:rPr>
            <w:sz w:val="16"/>
            <w:szCs w:val="16"/>
          </w:rPr>
        </w:pPr>
        <w:r w:rsidRPr="00C10BDF">
          <w:rPr>
            <w:sz w:val="16"/>
            <w:szCs w:val="16"/>
          </w:rPr>
          <w:fldChar w:fldCharType="begin"/>
        </w:r>
        <w:r w:rsidRPr="00C10BDF">
          <w:rPr>
            <w:sz w:val="16"/>
            <w:szCs w:val="16"/>
          </w:rPr>
          <w:instrText>PAGE   \* MERGEFORMAT</w:instrText>
        </w:r>
        <w:r w:rsidRPr="00C10BDF">
          <w:rPr>
            <w:sz w:val="16"/>
            <w:szCs w:val="16"/>
          </w:rPr>
          <w:fldChar w:fldCharType="separate"/>
        </w:r>
        <w:r w:rsidR="00C561C0">
          <w:rPr>
            <w:noProof/>
            <w:sz w:val="16"/>
            <w:szCs w:val="16"/>
          </w:rPr>
          <w:t>2</w:t>
        </w:r>
        <w:r w:rsidRPr="00C10BDF">
          <w:rPr>
            <w:sz w:val="16"/>
            <w:szCs w:val="16"/>
          </w:rPr>
          <w:fldChar w:fldCharType="end"/>
        </w:r>
      </w:p>
      <w:p w14:paraId="733CCDCE" w14:textId="77777777" w:rsidR="00C10BDF" w:rsidRPr="00C10BDF" w:rsidRDefault="00F33FEA" w:rsidP="00C10BDF">
        <w:pPr>
          <w:pStyle w:val="Pieddepage"/>
          <w:jc w:val="left"/>
          <w:rPr>
            <w:sz w:val="16"/>
            <w:szCs w:val="16"/>
          </w:rPr>
        </w:pPr>
        <w:proofErr w:type="spellStart"/>
        <w:r>
          <w:rPr>
            <w:sz w:val="16"/>
            <w:szCs w:val="16"/>
          </w:rPr>
          <w:t>AE_ordinaire_sans</w:t>
        </w:r>
        <w:proofErr w:type="spellEnd"/>
        <w:r>
          <w:rPr>
            <w:sz w:val="16"/>
            <w:szCs w:val="16"/>
          </w:rPr>
          <w:t xml:space="preserve"> </w:t>
        </w:r>
        <w:r w:rsidR="008132AD">
          <w:rPr>
            <w:sz w:val="16"/>
            <w:szCs w:val="16"/>
          </w:rPr>
          <w:t>M_PS_V</w:t>
        </w:r>
      </w:p>
      <w:p w14:paraId="7EB05F27" w14:textId="77777777" w:rsidR="00261BA3" w:rsidRDefault="00F77B54" w:rsidP="00C10BDF">
        <w:pPr>
          <w:pStyle w:val="Pieddepage"/>
          <w:jc w:val="left"/>
        </w:pPr>
      </w:p>
    </w:sdtContent>
  </w:sdt>
  <w:p w14:paraId="4F3F5D2B" w14:textId="116908E8" w:rsidR="00261BA3" w:rsidRPr="007C5133" w:rsidRDefault="00261BA3">
    <w:pPr>
      <w:pStyle w:val="Pieddepage"/>
      <w:rPr>
        <w:sz w:val="16"/>
      </w:rPr>
    </w:pPr>
    <w:permStart w:id="303388414" w:edGrp="everyone"/>
    <w:r>
      <w:rPr>
        <w:sz w:val="16"/>
      </w:rPr>
      <w:t>Consultation n°</w:t>
    </w:r>
    <w:r w:rsidR="008B5071">
      <w:rPr>
        <w:b/>
        <w:color w:val="0000FF"/>
        <w:sz w:val="16"/>
        <w:highlight w:val="yellow"/>
      </w:rPr>
      <w:t>20</w:t>
    </w:r>
    <w:r w:rsidR="00CA3BFD">
      <w:rPr>
        <w:b/>
        <w:color w:val="0000FF"/>
        <w:sz w:val="16"/>
      </w:rPr>
      <w:t>24-162</w:t>
    </w:r>
    <w:permEnd w:id="3033884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5EA85" w14:textId="77777777" w:rsidR="006A5E22" w:rsidRDefault="006A5E22" w:rsidP="007C5133">
      <w:pPr>
        <w:spacing w:after="0" w:line="240" w:lineRule="auto"/>
      </w:pPr>
      <w:r>
        <w:separator/>
      </w:r>
    </w:p>
  </w:footnote>
  <w:footnote w:type="continuationSeparator" w:id="0">
    <w:p w14:paraId="6FF8C371" w14:textId="77777777" w:rsidR="006A5E22" w:rsidRDefault="006A5E22" w:rsidP="007C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1" w15:restartNumberingAfterBreak="0">
    <w:nsid w:val="069941ED"/>
    <w:multiLevelType w:val="hybridMultilevel"/>
    <w:tmpl w:val="06BCA4EC"/>
    <w:lvl w:ilvl="0" w:tplc="040C0017">
      <w:start w:val="1"/>
      <w:numFmt w:val="lowerLetter"/>
      <w:lvlText w:val="%1)"/>
      <w:lvlJc w:val="left"/>
      <w:pPr>
        <w:ind w:left="496" w:hanging="360"/>
      </w:pPr>
    </w:lvl>
    <w:lvl w:ilvl="1" w:tplc="040C0019">
      <w:start w:val="1"/>
      <w:numFmt w:val="lowerLetter"/>
      <w:lvlText w:val="%2."/>
      <w:lvlJc w:val="left"/>
      <w:pPr>
        <w:ind w:left="1216" w:hanging="360"/>
      </w:pPr>
    </w:lvl>
    <w:lvl w:ilvl="2" w:tplc="040C001B">
      <w:start w:val="1"/>
      <w:numFmt w:val="lowerRoman"/>
      <w:lvlText w:val="%3."/>
      <w:lvlJc w:val="right"/>
      <w:pPr>
        <w:ind w:left="1936" w:hanging="180"/>
      </w:pPr>
    </w:lvl>
    <w:lvl w:ilvl="3" w:tplc="040C000F">
      <w:start w:val="1"/>
      <w:numFmt w:val="decimal"/>
      <w:lvlText w:val="%4."/>
      <w:lvlJc w:val="left"/>
      <w:pPr>
        <w:ind w:left="2656" w:hanging="360"/>
      </w:pPr>
    </w:lvl>
    <w:lvl w:ilvl="4" w:tplc="040C0019">
      <w:start w:val="1"/>
      <w:numFmt w:val="lowerLetter"/>
      <w:lvlText w:val="%5."/>
      <w:lvlJc w:val="left"/>
      <w:pPr>
        <w:ind w:left="3376" w:hanging="360"/>
      </w:pPr>
    </w:lvl>
    <w:lvl w:ilvl="5" w:tplc="040C001B">
      <w:start w:val="1"/>
      <w:numFmt w:val="lowerRoman"/>
      <w:lvlText w:val="%6."/>
      <w:lvlJc w:val="right"/>
      <w:pPr>
        <w:ind w:left="4096" w:hanging="180"/>
      </w:pPr>
    </w:lvl>
    <w:lvl w:ilvl="6" w:tplc="040C000F">
      <w:start w:val="1"/>
      <w:numFmt w:val="decimal"/>
      <w:lvlText w:val="%7."/>
      <w:lvlJc w:val="left"/>
      <w:pPr>
        <w:ind w:left="4816" w:hanging="360"/>
      </w:pPr>
    </w:lvl>
    <w:lvl w:ilvl="7" w:tplc="040C0019">
      <w:start w:val="1"/>
      <w:numFmt w:val="lowerLetter"/>
      <w:lvlText w:val="%8."/>
      <w:lvlJc w:val="left"/>
      <w:pPr>
        <w:ind w:left="5536" w:hanging="360"/>
      </w:pPr>
    </w:lvl>
    <w:lvl w:ilvl="8" w:tplc="040C001B">
      <w:start w:val="1"/>
      <w:numFmt w:val="lowerRoman"/>
      <w:lvlText w:val="%9."/>
      <w:lvlJc w:val="right"/>
      <w:pPr>
        <w:ind w:left="6256" w:hanging="180"/>
      </w:pPr>
    </w:lvl>
  </w:abstractNum>
  <w:abstractNum w:abstractNumId="2" w15:restartNumberingAfterBreak="0">
    <w:nsid w:val="09AF385F"/>
    <w:multiLevelType w:val="hybridMultilevel"/>
    <w:tmpl w:val="BEF8C7D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A46"/>
    <w:multiLevelType w:val="hybridMultilevel"/>
    <w:tmpl w:val="83A0F6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14AB3"/>
    <w:multiLevelType w:val="hybridMultilevel"/>
    <w:tmpl w:val="D144CD94"/>
    <w:lvl w:ilvl="0" w:tplc="328EF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A2E3E"/>
    <w:multiLevelType w:val="hybridMultilevel"/>
    <w:tmpl w:val="8476098E"/>
    <w:lvl w:ilvl="0" w:tplc="D44E6C08">
      <w:start w:val="1"/>
      <w:numFmt w:val="bullet"/>
      <w:pStyle w:val="Puces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A53EE"/>
    <w:multiLevelType w:val="hybridMultilevel"/>
    <w:tmpl w:val="65B2BC16"/>
    <w:lvl w:ilvl="0" w:tplc="4F7EF824">
      <w:start w:val="1"/>
      <w:numFmt w:val="decimal"/>
      <w:pStyle w:val="Titre1"/>
      <w:lvlText w:val="ARTICLE %1 - "/>
      <w:lvlJc w:val="left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820B6"/>
    <w:multiLevelType w:val="hybridMultilevel"/>
    <w:tmpl w:val="4EA46596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E7FEF"/>
    <w:multiLevelType w:val="hybridMultilevel"/>
    <w:tmpl w:val="34B2F600"/>
    <w:lvl w:ilvl="0" w:tplc="F02ED468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6AB3237"/>
    <w:multiLevelType w:val="hybridMultilevel"/>
    <w:tmpl w:val="698E09A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03C4A"/>
    <w:multiLevelType w:val="hybridMultilevel"/>
    <w:tmpl w:val="28328B8A"/>
    <w:lvl w:ilvl="0" w:tplc="5C32834A">
      <w:start w:val="1"/>
      <w:numFmt w:val="decimal"/>
      <w:pStyle w:val="Pucesnumro"/>
      <w:lvlText w:val="%1)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>
      <w:start w:val="1"/>
      <w:numFmt w:val="lowerLetter"/>
      <w:lvlText w:val="%8."/>
      <w:lvlJc w:val="left"/>
      <w:pPr>
        <w:ind w:left="6108" w:hanging="360"/>
      </w:pPr>
    </w:lvl>
    <w:lvl w:ilvl="8" w:tplc="040C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705E77"/>
    <w:multiLevelType w:val="hybridMultilevel"/>
    <w:tmpl w:val="461041EC"/>
    <w:lvl w:ilvl="0" w:tplc="040C0011">
      <w:start w:val="1"/>
      <w:numFmt w:val="decimal"/>
      <w:lvlText w:val="%1)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>
      <w:start w:val="1"/>
      <w:numFmt w:val="decimal"/>
      <w:lvlText w:val="%4."/>
      <w:lvlJc w:val="left"/>
      <w:pPr>
        <w:ind w:left="2804" w:hanging="360"/>
      </w:pPr>
    </w:lvl>
    <w:lvl w:ilvl="4" w:tplc="040C0019">
      <w:start w:val="1"/>
      <w:numFmt w:val="lowerLetter"/>
      <w:lvlText w:val="%5."/>
      <w:lvlJc w:val="left"/>
      <w:pPr>
        <w:ind w:left="3524" w:hanging="360"/>
      </w:pPr>
    </w:lvl>
    <w:lvl w:ilvl="5" w:tplc="040C001B">
      <w:start w:val="1"/>
      <w:numFmt w:val="lowerRoman"/>
      <w:lvlText w:val="%6."/>
      <w:lvlJc w:val="right"/>
      <w:pPr>
        <w:ind w:left="4244" w:hanging="180"/>
      </w:pPr>
    </w:lvl>
    <w:lvl w:ilvl="6" w:tplc="040C000F">
      <w:start w:val="1"/>
      <w:numFmt w:val="decimal"/>
      <w:lvlText w:val="%7."/>
      <w:lvlJc w:val="left"/>
      <w:pPr>
        <w:ind w:left="4964" w:hanging="360"/>
      </w:pPr>
    </w:lvl>
    <w:lvl w:ilvl="7" w:tplc="040C0019">
      <w:start w:val="1"/>
      <w:numFmt w:val="lowerLetter"/>
      <w:lvlText w:val="%8."/>
      <w:lvlJc w:val="left"/>
      <w:pPr>
        <w:ind w:left="5684" w:hanging="360"/>
      </w:pPr>
    </w:lvl>
    <w:lvl w:ilvl="8" w:tplc="040C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14061C"/>
    <w:multiLevelType w:val="hybridMultilevel"/>
    <w:tmpl w:val="D59C53B6"/>
    <w:lvl w:ilvl="0" w:tplc="01B00DE0">
      <w:start w:val="1"/>
      <w:numFmt w:val="bullet"/>
      <w:pStyle w:val="Puces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12D4987"/>
    <w:multiLevelType w:val="multilevel"/>
    <w:tmpl w:val="7344757A"/>
    <w:lvl w:ilvl="0">
      <w:start w:val="1"/>
      <w:numFmt w:val="decimal"/>
      <w:suff w:val="space"/>
      <w:lvlText w:val="Article %1 - "/>
      <w:lvlJc w:val="left"/>
      <w:pPr>
        <w:ind w:left="1000" w:hanging="432"/>
      </w:pPr>
      <w:rPr>
        <w:color w:val="C00000"/>
        <w:sz w:val="24"/>
        <w:szCs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7030A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48174B8"/>
    <w:multiLevelType w:val="hybridMultilevel"/>
    <w:tmpl w:val="1BFA858C"/>
    <w:lvl w:ilvl="0" w:tplc="D44E6C0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37822A40"/>
    <w:multiLevelType w:val="hybridMultilevel"/>
    <w:tmpl w:val="395E2836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85F49"/>
    <w:multiLevelType w:val="singleLevel"/>
    <w:tmpl w:val="BFE8D010"/>
    <w:lvl w:ilvl="0">
      <w:numFmt w:val="bullet"/>
      <w:lvlText w:val="-"/>
      <w:lvlJc w:val="left"/>
      <w:pPr>
        <w:tabs>
          <w:tab w:val="num" w:pos="360"/>
        </w:tabs>
        <w:ind w:left="340" w:hanging="340"/>
      </w:pPr>
    </w:lvl>
  </w:abstractNum>
  <w:abstractNum w:abstractNumId="17" w15:restartNumberingAfterBreak="0">
    <w:nsid w:val="468B7F5B"/>
    <w:multiLevelType w:val="hybridMultilevel"/>
    <w:tmpl w:val="16CAAB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F1C12"/>
    <w:multiLevelType w:val="hybridMultilevel"/>
    <w:tmpl w:val="0B60B186"/>
    <w:lvl w:ilvl="0" w:tplc="D2F49910">
      <w:start w:val="1"/>
      <w:numFmt w:val="decimal"/>
      <w:lvlText w:val="%1."/>
      <w:lvlJc w:val="right"/>
      <w:pPr>
        <w:ind w:left="720" w:hanging="360"/>
      </w:pPr>
      <w:rPr>
        <w:b/>
        <w:sz w:val="20"/>
        <w:szCs w:val="20"/>
      </w:rPr>
    </w:lvl>
    <w:lvl w:ilvl="1" w:tplc="040C0003">
      <w:start w:val="1"/>
      <w:numFmt w:val="lowerLetter"/>
      <w:lvlText w:val="%2."/>
      <w:lvlJc w:val="left"/>
      <w:pPr>
        <w:ind w:left="1440" w:hanging="360"/>
      </w:pPr>
    </w:lvl>
    <w:lvl w:ilvl="2" w:tplc="040C0005">
      <w:start w:val="1"/>
      <w:numFmt w:val="lowerRoman"/>
      <w:lvlText w:val="%3."/>
      <w:lvlJc w:val="right"/>
      <w:pPr>
        <w:ind w:left="2160" w:hanging="180"/>
      </w:pPr>
    </w:lvl>
    <w:lvl w:ilvl="3" w:tplc="040C0001">
      <w:start w:val="1"/>
      <w:numFmt w:val="decimal"/>
      <w:lvlText w:val="%4."/>
      <w:lvlJc w:val="left"/>
      <w:pPr>
        <w:ind w:left="2880" w:hanging="360"/>
      </w:pPr>
    </w:lvl>
    <w:lvl w:ilvl="4" w:tplc="040C0003">
      <w:start w:val="1"/>
      <w:numFmt w:val="lowerLetter"/>
      <w:lvlText w:val="%5."/>
      <w:lvlJc w:val="left"/>
      <w:pPr>
        <w:ind w:left="3600" w:hanging="360"/>
      </w:pPr>
    </w:lvl>
    <w:lvl w:ilvl="5" w:tplc="040C0005">
      <w:start w:val="1"/>
      <w:numFmt w:val="lowerRoman"/>
      <w:lvlText w:val="%6."/>
      <w:lvlJc w:val="right"/>
      <w:pPr>
        <w:ind w:left="4320" w:hanging="180"/>
      </w:pPr>
    </w:lvl>
    <w:lvl w:ilvl="6" w:tplc="040C0001">
      <w:start w:val="1"/>
      <w:numFmt w:val="decimal"/>
      <w:lvlText w:val="%7."/>
      <w:lvlJc w:val="left"/>
      <w:pPr>
        <w:ind w:left="5040" w:hanging="360"/>
      </w:pPr>
    </w:lvl>
    <w:lvl w:ilvl="7" w:tplc="040C0003">
      <w:start w:val="1"/>
      <w:numFmt w:val="lowerLetter"/>
      <w:lvlText w:val="%8."/>
      <w:lvlJc w:val="left"/>
      <w:pPr>
        <w:ind w:left="5760" w:hanging="360"/>
      </w:pPr>
    </w:lvl>
    <w:lvl w:ilvl="8" w:tplc="040C0005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B4CD4"/>
    <w:multiLevelType w:val="hybridMultilevel"/>
    <w:tmpl w:val="2C6CB416"/>
    <w:lvl w:ilvl="0" w:tplc="1D9ADC62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32D3706"/>
    <w:multiLevelType w:val="hybridMultilevel"/>
    <w:tmpl w:val="4886A1BE"/>
    <w:lvl w:ilvl="0" w:tplc="82768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209BB"/>
    <w:multiLevelType w:val="hybridMultilevel"/>
    <w:tmpl w:val="017C4CBC"/>
    <w:lvl w:ilvl="0" w:tplc="D44E6C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75302B"/>
    <w:multiLevelType w:val="hybridMultilevel"/>
    <w:tmpl w:val="D1E4D688"/>
    <w:lvl w:ilvl="0" w:tplc="6844565A">
      <w:start w:val="1"/>
      <w:numFmt w:val="bullet"/>
      <w:pStyle w:val="pucepouvoir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878C7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915850"/>
    <w:multiLevelType w:val="hybridMultilevel"/>
    <w:tmpl w:val="57F8397A"/>
    <w:lvl w:ilvl="0" w:tplc="D44E6C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E74D86"/>
    <w:multiLevelType w:val="hybridMultilevel"/>
    <w:tmpl w:val="B90C91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106F3"/>
    <w:multiLevelType w:val="hybridMultilevel"/>
    <w:tmpl w:val="980694FE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4E6C0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826BBF"/>
    <w:multiLevelType w:val="hybridMultilevel"/>
    <w:tmpl w:val="8EBEA51A"/>
    <w:lvl w:ilvl="0" w:tplc="DEE44AE6">
      <w:start w:val="1"/>
      <w:numFmt w:val="bullet"/>
      <w:lvlText w:val="-"/>
      <w:lvlJc w:val="left"/>
      <w:pPr>
        <w:ind w:left="1724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7" w15:restartNumberingAfterBreak="0">
    <w:nsid w:val="691C2D5B"/>
    <w:multiLevelType w:val="hybridMultilevel"/>
    <w:tmpl w:val="874AA416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E2A58"/>
    <w:multiLevelType w:val="hybridMultilevel"/>
    <w:tmpl w:val="39DC07DC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06535"/>
    <w:multiLevelType w:val="hybridMultilevel"/>
    <w:tmpl w:val="C75E1B1E"/>
    <w:lvl w:ilvl="0" w:tplc="328EF4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09A2045"/>
    <w:multiLevelType w:val="hybridMultilevel"/>
    <w:tmpl w:val="6DA27C00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8B7BAD"/>
    <w:multiLevelType w:val="singleLevel"/>
    <w:tmpl w:val="36F0E236"/>
    <w:lvl w:ilvl="0">
      <w:start w:val="1"/>
      <w:numFmt w:val="bullet"/>
      <w:lvlText w:val="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sz w:val="24"/>
      </w:rPr>
    </w:lvl>
  </w:abstractNum>
  <w:abstractNum w:abstractNumId="32" w15:restartNumberingAfterBreak="0">
    <w:nsid w:val="749E2758"/>
    <w:multiLevelType w:val="hybridMultilevel"/>
    <w:tmpl w:val="348E8068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43A03"/>
    <w:multiLevelType w:val="hybridMultilevel"/>
    <w:tmpl w:val="9E3AC094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4E6C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231698"/>
    <w:multiLevelType w:val="hybridMultilevel"/>
    <w:tmpl w:val="E982B410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746DB"/>
    <w:multiLevelType w:val="hybridMultilevel"/>
    <w:tmpl w:val="010431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73AC0"/>
    <w:multiLevelType w:val="hybridMultilevel"/>
    <w:tmpl w:val="2D0A3510"/>
    <w:lvl w:ilvl="0" w:tplc="328EF4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A2658FB"/>
    <w:multiLevelType w:val="hybridMultilevel"/>
    <w:tmpl w:val="66541DE2"/>
    <w:lvl w:ilvl="0" w:tplc="D44E6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D1FC31E4">
      <w:numFmt w:val="bullet"/>
      <w:lvlText w:val="·"/>
      <w:lvlJc w:val="left"/>
      <w:pPr>
        <w:ind w:left="3030" w:hanging="510"/>
      </w:pPr>
      <w:rPr>
        <w:rFonts w:ascii="Calibri" w:eastAsia="Times New Roman" w:hAnsi="Calibri" w:cs="Times New Roman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7"/>
  </w:num>
  <w:num w:numId="5">
    <w:abstractNumId w:val="20"/>
  </w:num>
  <w:num w:numId="6">
    <w:abstractNumId w:val="24"/>
  </w:num>
  <w:num w:numId="7">
    <w:abstractNumId w:val="37"/>
  </w:num>
  <w:num w:numId="8">
    <w:abstractNumId w:val="34"/>
  </w:num>
  <w:num w:numId="9">
    <w:abstractNumId w:val="15"/>
  </w:num>
  <w:num w:numId="10">
    <w:abstractNumId w:val="14"/>
  </w:num>
  <w:num w:numId="11">
    <w:abstractNumId w:val="32"/>
  </w:num>
  <w:num w:numId="12">
    <w:abstractNumId w:val="7"/>
  </w:num>
  <w:num w:numId="13">
    <w:abstractNumId w:val="25"/>
  </w:num>
  <w:num w:numId="14">
    <w:abstractNumId w:val="30"/>
  </w:num>
  <w:num w:numId="15">
    <w:abstractNumId w:val="23"/>
  </w:num>
  <w:num w:numId="16">
    <w:abstractNumId w:val="2"/>
  </w:num>
  <w:num w:numId="17">
    <w:abstractNumId w:val="9"/>
  </w:num>
  <w:num w:numId="18">
    <w:abstractNumId w:val="21"/>
  </w:num>
  <w:num w:numId="19">
    <w:abstractNumId w:val="13"/>
  </w:num>
  <w:num w:numId="20">
    <w:abstractNumId w:val="16"/>
  </w:num>
  <w:num w:numId="21">
    <w:abstractNumId w:val="35"/>
  </w:num>
  <w:num w:numId="22">
    <w:abstractNumId w:val="33"/>
  </w:num>
  <w:num w:numId="23">
    <w:abstractNumId w:val="19"/>
  </w:num>
  <w:num w:numId="24">
    <w:abstractNumId w:val="2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0"/>
  </w:num>
  <w:num w:numId="31">
    <w:abstractNumId w:val="31"/>
  </w:num>
  <w:num w:numId="32">
    <w:abstractNumId w:val="1"/>
  </w:num>
  <w:num w:numId="33">
    <w:abstractNumId w:val="11"/>
  </w:num>
  <w:num w:numId="34">
    <w:abstractNumId w:val="29"/>
  </w:num>
  <w:num w:numId="35">
    <w:abstractNumId w:val="17"/>
  </w:num>
  <w:num w:numId="36">
    <w:abstractNumId w:val="3"/>
  </w:num>
  <w:num w:numId="37">
    <w:abstractNumId w:val="4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36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13"/>
  </w:num>
  <w:num w:numId="45">
    <w:abstractNumId w:val="6"/>
  </w:num>
  <w:num w:numId="46">
    <w:abstractNumId w:val="22"/>
  </w:num>
  <w:num w:numId="47">
    <w:abstractNumId w:val="22"/>
  </w:num>
  <w:num w:numId="48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ocumentProtection w:edit="readOnly" w:enforcement="0"/>
  <w:autoFormatOverrid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EC1"/>
    <w:rsid w:val="00003698"/>
    <w:rsid w:val="00006170"/>
    <w:rsid w:val="000264A3"/>
    <w:rsid w:val="000337B7"/>
    <w:rsid w:val="000537CD"/>
    <w:rsid w:val="00061D63"/>
    <w:rsid w:val="0008382C"/>
    <w:rsid w:val="00085B40"/>
    <w:rsid w:val="00087EB3"/>
    <w:rsid w:val="000B138C"/>
    <w:rsid w:val="000C0B36"/>
    <w:rsid w:val="000C7D67"/>
    <w:rsid w:val="000D362C"/>
    <w:rsid w:val="000F0C37"/>
    <w:rsid w:val="000F119C"/>
    <w:rsid w:val="000F18AF"/>
    <w:rsid w:val="001049CC"/>
    <w:rsid w:val="00113000"/>
    <w:rsid w:val="00132B94"/>
    <w:rsid w:val="001358BE"/>
    <w:rsid w:val="00146D80"/>
    <w:rsid w:val="001604A8"/>
    <w:rsid w:val="0018025D"/>
    <w:rsid w:val="001805AF"/>
    <w:rsid w:val="00180EBC"/>
    <w:rsid w:val="00186801"/>
    <w:rsid w:val="00194481"/>
    <w:rsid w:val="00195395"/>
    <w:rsid w:val="001A504A"/>
    <w:rsid w:val="001B5EC3"/>
    <w:rsid w:val="001B63FA"/>
    <w:rsid w:val="001C59EC"/>
    <w:rsid w:val="001D2B61"/>
    <w:rsid w:val="001D6070"/>
    <w:rsid w:val="001E2544"/>
    <w:rsid w:val="001E35C1"/>
    <w:rsid w:val="001F1575"/>
    <w:rsid w:val="001F2003"/>
    <w:rsid w:val="001F3AAA"/>
    <w:rsid w:val="00202521"/>
    <w:rsid w:val="002157BA"/>
    <w:rsid w:val="002172F6"/>
    <w:rsid w:val="00224874"/>
    <w:rsid w:val="0023037F"/>
    <w:rsid w:val="002465A2"/>
    <w:rsid w:val="00261BA3"/>
    <w:rsid w:val="00267D76"/>
    <w:rsid w:val="0027181F"/>
    <w:rsid w:val="00272635"/>
    <w:rsid w:val="00272ED7"/>
    <w:rsid w:val="00280DB2"/>
    <w:rsid w:val="00281089"/>
    <w:rsid w:val="002846B9"/>
    <w:rsid w:val="002A3785"/>
    <w:rsid w:val="002A6F1D"/>
    <w:rsid w:val="002B4F8C"/>
    <w:rsid w:val="002B5D96"/>
    <w:rsid w:val="002C5790"/>
    <w:rsid w:val="002D2C1D"/>
    <w:rsid w:val="002D5180"/>
    <w:rsid w:val="002D6EC3"/>
    <w:rsid w:val="002F1A3F"/>
    <w:rsid w:val="00303CF8"/>
    <w:rsid w:val="003129F5"/>
    <w:rsid w:val="0031443D"/>
    <w:rsid w:val="00331807"/>
    <w:rsid w:val="00332F49"/>
    <w:rsid w:val="00337735"/>
    <w:rsid w:val="00355FE5"/>
    <w:rsid w:val="003707BC"/>
    <w:rsid w:val="00373D67"/>
    <w:rsid w:val="00381F79"/>
    <w:rsid w:val="0038472B"/>
    <w:rsid w:val="003874EF"/>
    <w:rsid w:val="003876F4"/>
    <w:rsid w:val="003970C8"/>
    <w:rsid w:val="003B2A7F"/>
    <w:rsid w:val="003B5009"/>
    <w:rsid w:val="003B5C1A"/>
    <w:rsid w:val="003D6D21"/>
    <w:rsid w:val="003E18E1"/>
    <w:rsid w:val="003F0D8A"/>
    <w:rsid w:val="004002B4"/>
    <w:rsid w:val="0040102B"/>
    <w:rsid w:val="00404F40"/>
    <w:rsid w:val="00421A8A"/>
    <w:rsid w:val="004360BD"/>
    <w:rsid w:val="00443A72"/>
    <w:rsid w:val="00462FBE"/>
    <w:rsid w:val="00465CC1"/>
    <w:rsid w:val="00480D6A"/>
    <w:rsid w:val="00481738"/>
    <w:rsid w:val="00486077"/>
    <w:rsid w:val="00487458"/>
    <w:rsid w:val="00494285"/>
    <w:rsid w:val="00496127"/>
    <w:rsid w:val="004A11A6"/>
    <w:rsid w:val="004A3DB2"/>
    <w:rsid w:val="004A7124"/>
    <w:rsid w:val="004C6237"/>
    <w:rsid w:val="004C6501"/>
    <w:rsid w:val="004D44F2"/>
    <w:rsid w:val="004D628F"/>
    <w:rsid w:val="004F35E6"/>
    <w:rsid w:val="004F54AA"/>
    <w:rsid w:val="004F569A"/>
    <w:rsid w:val="00503931"/>
    <w:rsid w:val="00504823"/>
    <w:rsid w:val="0050648C"/>
    <w:rsid w:val="005268F4"/>
    <w:rsid w:val="005354DA"/>
    <w:rsid w:val="00542B17"/>
    <w:rsid w:val="00547A9F"/>
    <w:rsid w:val="0055169C"/>
    <w:rsid w:val="00560F82"/>
    <w:rsid w:val="00563D93"/>
    <w:rsid w:val="0057561C"/>
    <w:rsid w:val="00575B16"/>
    <w:rsid w:val="00575F84"/>
    <w:rsid w:val="005804F7"/>
    <w:rsid w:val="00587897"/>
    <w:rsid w:val="00597929"/>
    <w:rsid w:val="005A4326"/>
    <w:rsid w:val="005B23BA"/>
    <w:rsid w:val="005B2E18"/>
    <w:rsid w:val="005B7EF4"/>
    <w:rsid w:val="005C264D"/>
    <w:rsid w:val="005C484E"/>
    <w:rsid w:val="005C60CA"/>
    <w:rsid w:val="005F3D15"/>
    <w:rsid w:val="005F4915"/>
    <w:rsid w:val="006044F7"/>
    <w:rsid w:val="00605522"/>
    <w:rsid w:val="00612795"/>
    <w:rsid w:val="006166F4"/>
    <w:rsid w:val="00620C5A"/>
    <w:rsid w:val="0062502C"/>
    <w:rsid w:val="006262FA"/>
    <w:rsid w:val="0062631D"/>
    <w:rsid w:val="00630EA1"/>
    <w:rsid w:val="00660DF3"/>
    <w:rsid w:val="00663179"/>
    <w:rsid w:val="00681657"/>
    <w:rsid w:val="00691CD7"/>
    <w:rsid w:val="00692D46"/>
    <w:rsid w:val="006A39A0"/>
    <w:rsid w:val="006A5E22"/>
    <w:rsid w:val="006A69C7"/>
    <w:rsid w:val="006B23B3"/>
    <w:rsid w:val="006D6F85"/>
    <w:rsid w:val="006E08AF"/>
    <w:rsid w:val="006F197E"/>
    <w:rsid w:val="006F1D26"/>
    <w:rsid w:val="006F5CC3"/>
    <w:rsid w:val="006F61D6"/>
    <w:rsid w:val="006F7421"/>
    <w:rsid w:val="007413BC"/>
    <w:rsid w:val="007550A4"/>
    <w:rsid w:val="00755440"/>
    <w:rsid w:val="0077153D"/>
    <w:rsid w:val="00773AD1"/>
    <w:rsid w:val="00782F6C"/>
    <w:rsid w:val="0078799F"/>
    <w:rsid w:val="00790B4F"/>
    <w:rsid w:val="00792201"/>
    <w:rsid w:val="00792619"/>
    <w:rsid w:val="00793363"/>
    <w:rsid w:val="007957BB"/>
    <w:rsid w:val="007A0D43"/>
    <w:rsid w:val="007A365F"/>
    <w:rsid w:val="007B23D1"/>
    <w:rsid w:val="007C5133"/>
    <w:rsid w:val="007D238A"/>
    <w:rsid w:val="007D36F8"/>
    <w:rsid w:val="007D53A8"/>
    <w:rsid w:val="007F56E5"/>
    <w:rsid w:val="00801B59"/>
    <w:rsid w:val="00805895"/>
    <w:rsid w:val="00807260"/>
    <w:rsid w:val="008132AD"/>
    <w:rsid w:val="0083213B"/>
    <w:rsid w:val="00832E75"/>
    <w:rsid w:val="00843527"/>
    <w:rsid w:val="0084359F"/>
    <w:rsid w:val="00845330"/>
    <w:rsid w:val="0085015A"/>
    <w:rsid w:val="008638E4"/>
    <w:rsid w:val="008661E4"/>
    <w:rsid w:val="00875C4B"/>
    <w:rsid w:val="00885D92"/>
    <w:rsid w:val="00890B8A"/>
    <w:rsid w:val="008A32C7"/>
    <w:rsid w:val="008B26ED"/>
    <w:rsid w:val="008B2913"/>
    <w:rsid w:val="008B5071"/>
    <w:rsid w:val="008D1D6B"/>
    <w:rsid w:val="008D3307"/>
    <w:rsid w:val="008D517D"/>
    <w:rsid w:val="008E5ED3"/>
    <w:rsid w:val="008F3527"/>
    <w:rsid w:val="008F6B92"/>
    <w:rsid w:val="00914ADC"/>
    <w:rsid w:val="00917075"/>
    <w:rsid w:val="00933E19"/>
    <w:rsid w:val="00935140"/>
    <w:rsid w:val="00943480"/>
    <w:rsid w:val="009530D0"/>
    <w:rsid w:val="00954731"/>
    <w:rsid w:val="00956349"/>
    <w:rsid w:val="009644DE"/>
    <w:rsid w:val="00971C5B"/>
    <w:rsid w:val="009738E7"/>
    <w:rsid w:val="0098440F"/>
    <w:rsid w:val="009901D6"/>
    <w:rsid w:val="00995468"/>
    <w:rsid w:val="009B735D"/>
    <w:rsid w:val="009C4D8F"/>
    <w:rsid w:val="009D4452"/>
    <w:rsid w:val="009D762C"/>
    <w:rsid w:val="009F2B35"/>
    <w:rsid w:val="009F456F"/>
    <w:rsid w:val="00A0417D"/>
    <w:rsid w:val="00A05A73"/>
    <w:rsid w:val="00A10E02"/>
    <w:rsid w:val="00A12BFD"/>
    <w:rsid w:val="00A234BC"/>
    <w:rsid w:val="00A51AF2"/>
    <w:rsid w:val="00A66BB4"/>
    <w:rsid w:val="00A72CB5"/>
    <w:rsid w:val="00A869A7"/>
    <w:rsid w:val="00A90637"/>
    <w:rsid w:val="00A91752"/>
    <w:rsid w:val="00A9551B"/>
    <w:rsid w:val="00AA62FB"/>
    <w:rsid w:val="00AC4BA7"/>
    <w:rsid w:val="00AD6E86"/>
    <w:rsid w:val="00AE61EC"/>
    <w:rsid w:val="00AF5ABB"/>
    <w:rsid w:val="00AF65BF"/>
    <w:rsid w:val="00B04D2E"/>
    <w:rsid w:val="00B068CA"/>
    <w:rsid w:val="00B179B7"/>
    <w:rsid w:val="00B26DA4"/>
    <w:rsid w:val="00B31614"/>
    <w:rsid w:val="00B339F0"/>
    <w:rsid w:val="00B45276"/>
    <w:rsid w:val="00B57691"/>
    <w:rsid w:val="00B75D4F"/>
    <w:rsid w:val="00B92563"/>
    <w:rsid w:val="00B93367"/>
    <w:rsid w:val="00BA2B13"/>
    <w:rsid w:val="00BA4FF3"/>
    <w:rsid w:val="00BA6074"/>
    <w:rsid w:val="00BD577C"/>
    <w:rsid w:val="00BD633D"/>
    <w:rsid w:val="00BD7639"/>
    <w:rsid w:val="00BE28E6"/>
    <w:rsid w:val="00BE4AAE"/>
    <w:rsid w:val="00C010CA"/>
    <w:rsid w:val="00C10BDF"/>
    <w:rsid w:val="00C26006"/>
    <w:rsid w:val="00C3472F"/>
    <w:rsid w:val="00C44C9B"/>
    <w:rsid w:val="00C45C2F"/>
    <w:rsid w:val="00C4675E"/>
    <w:rsid w:val="00C561C0"/>
    <w:rsid w:val="00C56959"/>
    <w:rsid w:val="00C72107"/>
    <w:rsid w:val="00C73951"/>
    <w:rsid w:val="00C7496F"/>
    <w:rsid w:val="00C8348D"/>
    <w:rsid w:val="00C931E7"/>
    <w:rsid w:val="00CA29F9"/>
    <w:rsid w:val="00CA3BFD"/>
    <w:rsid w:val="00CA6DE4"/>
    <w:rsid w:val="00CB4325"/>
    <w:rsid w:val="00CB4558"/>
    <w:rsid w:val="00CB5DE8"/>
    <w:rsid w:val="00CB767C"/>
    <w:rsid w:val="00CC2C8A"/>
    <w:rsid w:val="00CC5377"/>
    <w:rsid w:val="00CC555E"/>
    <w:rsid w:val="00CC5F70"/>
    <w:rsid w:val="00CC7B29"/>
    <w:rsid w:val="00CD1692"/>
    <w:rsid w:val="00CE76E7"/>
    <w:rsid w:val="00CF3B5F"/>
    <w:rsid w:val="00D02FA9"/>
    <w:rsid w:val="00D03334"/>
    <w:rsid w:val="00D26412"/>
    <w:rsid w:val="00D3283E"/>
    <w:rsid w:val="00D33115"/>
    <w:rsid w:val="00D3713E"/>
    <w:rsid w:val="00D52CA9"/>
    <w:rsid w:val="00D54625"/>
    <w:rsid w:val="00D72DF6"/>
    <w:rsid w:val="00D764A9"/>
    <w:rsid w:val="00D92761"/>
    <w:rsid w:val="00D95A58"/>
    <w:rsid w:val="00D9658F"/>
    <w:rsid w:val="00DA150E"/>
    <w:rsid w:val="00DA230A"/>
    <w:rsid w:val="00DB6003"/>
    <w:rsid w:val="00DC5070"/>
    <w:rsid w:val="00DC60D9"/>
    <w:rsid w:val="00DD1922"/>
    <w:rsid w:val="00DD2EC1"/>
    <w:rsid w:val="00DD7072"/>
    <w:rsid w:val="00DE0263"/>
    <w:rsid w:val="00DE3FBB"/>
    <w:rsid w:val="00DF7B0F"/>
    <w:rsid w:val="00E02074"/>
    <w:rsid w:val="00E0220D"/>
    <w:rsid w:val="00E17E1E"/>
    <w:rsid w:val="00E21AA7"/>
    <w:rsid w:val="00E249EF"/>
    <w:rsid w:val="00E26D87"/>
    <w:rsid w:val="00E271B6"/>
    <w:rsid w:val="00E43300"/>
    <w:rsid w:val="00E516D3"/>
    <w:rsid w:val="00E52C3A"/>
    <w:rsid w:val="00E629BC"/>
    <w:rsid w:val="00E670EE"/>
    <w:rsid w:val="00E74DA9"/>
    <w:rsid w:val="00E770BA"/>
    <w:rsid w:val="00E84247"/>
    <w:rsid w:val="00E8795F"/>
    <w:rsid w:val="00E90C93"/>
    <w:rsid w:val="00EB7D6F"/>
    <w:rsid w:val="00EC0CD4"/>
    <w:rsid w:val="00EC389B"/>
    <w:rsid w:val="00EC42D8"/>
    <w:rsid w:val="00EC4B4B"/>
    <w:rsid w:val="00ED7340"/>
    <w:rsid w:val="00ED74D4"/>
    <w:rsid w:val="00EE193F"/>
    <w:rsid w:val="00EE57A4"/>
    <w:rsid w:val="00EE6B3C"/>
    <w:rsid w:val="00EF2084"/>
    <w:rsid w:val="00F10BBD"/>
    <w:rsid w:val="00F11AF7"/>
    <w:rsid w:val="00F14683"/>
    <w:rsid w:val="00F16B26"/>
    <w:rsid w:val="00F23C6C"/>
    <w:rsid w:val="00F25D59"/>
    <w:rsid w:val="00F30DB5"/>
    <w:rsid w:val="00F33FEA"/>
    <w:rsid w:val="00F35401"/>
    <w:rsid w:val="00F43754"/>
    <w:rsid w:val="00F52228"/>
    <w:rsid w:val="00F57C14"/>
    <w:rsid w:val="00F61F65"/>
    <w:rsid w:val="00F6310C"/>
    <w:rsid w:val="00F63CD4"/>
    <w:rsid w:val="00F650A2"/>
    <w:rsid w:val="00F72D32"/>
    <w:rsid w:val="00F7648A"/>
    <w:rsid w:val="00F76CB9"/>
    <w:rsid w:val="00F77B54"/>
    <w:rsid w:val="00F806D3"/>
    <w:rsid w:val="00F80A3E"/>
    <w:rsid w:val="00F84835"/>
    <w:rsid w:val="00F8622F"/>
    <w:rsid w:val="00F95FAE"/>
    <w:rsid w:val="00FA06FF"/>
    <w:rsid w:val="00FA13EC"/>
    <w:rsid w:val="00FC204B"/>
    <w:rsid w:val="00FE583F"/>
    <w:rsid w:val="00FE63A3"/>
    <w:rsid w:val="00FE7320"/>
    <w:rsid w:val="00FE7585"/>
    <w:rsid w:val="00FF1AC6"/>
    <w:rsid w:val="00FF3D8B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91A150"/>
  <w15:docId w15:val="{FAD5A90E-D810-4186-ACE2-2943C736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31D"/>
    <w:pPr>
      <w:spacing w:after="160" w:line="256" w:lineRule="auto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qFormat/>
    <w:rsid w:val="000F0C37"/>
    <w:pPr>
      <w:keepNext/>
      <w:keepLines/>
      <w:numPr>
        <w:numId w:val="43"/>
      </w:numPr>
      <w:pBdr>
        <w:bottom w:val="single" w:sz="4" w:space="1" w:color="0070C0"/>
      </w:pBdr>
      <w:tabs>
        <w:tab w:val="left" w:pos="1276"/>
      </w:tabs>
      <w:spacing w:before="480" w:after="0" w:line="240" w:lineRule="auto"/>
      <w:ind w:left="0" w:hanging="11"/>
      <w:outlineLvl w:val="0"/>
    </w:pPr>
    <w:rPr>
      <w:rFonts w:eastAsiaTheme="majorEastAsia" w:cs="Arial"/>
      <w:b/>
      <w:bCs/>
      <w:szCs w:val="20"/>
    </w:rPr>
  </w:style>
  <w:style w:type="paragraph" w:styleId="Titre2">
    <w:name w:val="heading 2"/>
    <w:basedOn w:val="Titre1"/>
    <w:next w:val="Normal"/>
    <w:link w:val="Titre2Car"/>
    <w:unhideWhenUsed/>
    <w:qFormat/>
    <w:rsid w:val="003F0D8A"/>
    <w:pPr>
      <w:numPr>
        <w:ilvl w:val="1"/>
      </w:numPr>
      <w:spacing w:before="360"/>
      <w:outlineLvl w:val="1"/>
    </w:pPr>
    <w:rPr>
      <w:bCs w:val="0"/>
      <w:color w:val="7030A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845330"/>
    <w:pPr>
      <w:keepNext/>
      <w:keepLines/>
      <w:spacing w:before="240" w:after="120" w:line="257" w:lineRule="auto"/>
      <w:ind w:left="720" w:hanging="11"/>
      <w:outlineLvl w:val="2"/>
    </w:pPr>
    <w:rPr>
      <w:rFonts w:cstheme="majorBidi"/>
      <w:b/>
      <w:color w:val="394B5A" w:themeColor="accent1" w:themeShade="7F"/>
      <w:szCs w:val="20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A0417D"/>
    <w:pPr>
      <w:keepNext/>
      <w:spacing w:line="257" w:lineRule="auto"/>
      <w:jc w:val="center"/>
      <w:outlineLvl w:val="3"/>
    </w:pPr>
    <w:rPr>
      <w:rFonts w:eastAsia="Times New Roman" w:cs="Times New Roman"/>
      <w:b/>
      <w:sz w:val="32"/>
      <w:szCs w:val="3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62631D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577188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2631D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62631D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2631D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2631D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F0C37"/>
    <w:rPr>
      <w:rFonts w:ascii="Arial" w:eastAsiaTheme="majorEastAsia" w:hAnsi="Arial" w:cs="Arial"/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rsid w:val="00A0417D"/>
    <w:rPr>
      <w:rFonts w:ascii="Arial" w:eastAsia="Times New Roman" w:hAnsi="Arial" w:cs="Times New Roman"/>
      <w:b/>
      <w:sz w:val="32"/>
      <w:szCs w:val="32"/>
    </w:rPr>
  </w:style>
  <w:style w:type="character" w:styleId="lev">
    <w:name w:val="Strong"/>
    <w:basedOn w:val="Policepardfaut"/>
    <w:uiPriority w:val="22"/>
    <w:qFormat/>
    <w:rsid w:val="00E8795F"/>
    <w:rPr>
      <w:b/>
      <w:bCs/>
    </w:rPr>
  </w:style>
  <w:style w:type="paragraph" w:styleId="Paragraphedeliste">
    <w:name w:val="List Paragraph"/>
    <w:basedOn w:val="Normal"/>
    <w:link w:val="ParagraphedelisteCar"/>
    <w:uiPriority w:val="34"/>
    <w:qFormat/>
    <w:rsid w:val="00E8795F"/>
    <w:pPr>
      <w:ind w:left="720"/>
      <w:contextualSpacing/>
    </w:pPr>
    <w:rPr>
      <w:rFonts w:eastAsia="Times New Roman" w:cs="Times New Roma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795F"/>
    <w:pPr>
      <w:spacing w:line="276" w:lineRule="auto"/>
      <w:outlineLvl w:val="9"/>
    </w:pPr>
    <w:rPr>
      <w:b w:val="0"/>
    </w:rPr>
  </w:style>
  <w:style w:type="paragraph" w:styleId="Titre">
    <w:name w:val="Title"/>
    <w:basedOn w:val="Normal"/>
    <w:next w:val="Normal"/>
    <w:link w:val="TitreCar"/>
    <w:uiPriority w:val="10"/>
    <w:qFormat/>
    <w:rsid w:val="00E8795F"/>
    <w:pPr>
      <w:pBdr>
        <w:bottom w:val="single" w:sz="8" w:space="4" w:color="7E97AD" w:themeColor="accent1"/>
      </w:pBdr>
      <w:spacing w:after="300"/>
      <w:contextualSpacing/>
    </w:pPr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795F"/>
    <w:rPr>
      <w:rFonts w:asciiTheme="majorHAnsi" w:eastAsiaTheme="majorEastAsia" w:hAnsiTheme="majorHAnsi" w:cstheme="majorBidi"/>
      <w:b/>
      <w:color w:val="17181A" w:themeColor="text2" w:themeShade="BF"/>
      <w:spacing w:val="5"/>
      <w:kern w:val="28"/>
      <w:sz w:val="52"/>
      <w:szCs w:val="52"/>
      <w:lang w:eastAsia="fr-FR"/>
    </w:rPr>
  </w:style>
  <w:style w:type="character" w:customStyle="1" w:styleId="Titre2Car">
    <w:name w:val="Titre 2 Car"/>
    <w:basedOn w:val="Policepardfaut"/>
    <w:link w:val="Titre2"/>
    <w:rsid w:val="003F0D8A"/>
    <w:rPr>
      <w:rFonts w:ascii="Arial Gras" w:eastAsiaTheme="majorEastAsia" w:hAnsi="Arial Gras" w:cstheme="majorBidi"/>
      <w:b/>
      <w:color w:val="7030A0"/>
      <w:sz w:val="20"/>
      <w:szCs w:val="26"/>
    </w:rPr>
  </w:style>
  <w:style w:type="character" w:customStyle="1" w:styleId="Titre3Car">
    <w:name w:val="Titre 3 Car"/>
    <w:basedOn w:val="Policepardfaut"/>
    <w:link w:val="Titre3"/>
    <w:rsid w:val="00845330"/>
    <w:rPr>
      <w:rFonts w:ascii="Arial" w:hAnsi="Arial" w:cstheme="majorBidi"/>
      <w:b/>
      <w:color w:val="394B5A" w:themeColor="accent1" w:themeShade="7F"/>
      <w:sz w:val="20"/>
      <w:szCs w:val="20"/>
      <w:u w:val="single"/>
    </w:rPr>
  </w:style>
  <w:style w:type="character" w:customStyle="1" w:styleId="Titre5Car">
    <w:name w:val="Titre 5 Car"/>
    <w:basedOn w:val="Policepardfaut"/>
    <w:link w:val="Titre5"/>
    <w:semiHidden/>
    <w:rsid w:val="0062631D"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character" w:customStyle="1" w:styleId="Titre6Car">
    <w:name w:val="Titre 6 Car"/>
    <w:basedOn w:val="Policepardfaut"/>
    <w:link w:val="Titre6"/>
    <w:semiHidden/>
    <w:rsid w:val="0062631D"/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9"/>
    <w:semiHidden/>
    <w:rsid w:val="0062631D"/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character" w:customStyle="1" w:styleId="Titre8Car">
    <w:name w:val="Titre 8 Car"/>
    <w:basedOn w:val="Policepardfaut"/>
    <w:link w:val="Titre8"/>
    <w:semiHidden/>
    <w:rsid w:val="006263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263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Lienhypertexte">
    <w:name w:val="Hyperlink"/>
    <w:basedOn w:val="Policepardfaut"/>
    <w:uiPriority w:val="99"/>
    <w:unhideWhenUsed/>
    <w:rsid w:val="0062631D"/>
    <w:rPr>
      <w:color w:val="646464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2631D"/>
    <w:rPr>
      <w:color w:val="969696" w:themeColor="followed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62631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2631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62631D"/>
    <w:pPr>
      <w:spacing w:after="100"/>
      <w:ind w:left="440"/>
    </w:pPr>
  </w:style>
  <w:style w:type="paragraph" w:styleId="Commentaire">
    <w:name w:val="annotation text"/>
    <w:basedOn w:val="Normal"/>
    <w:link w:val="CommentaireCar"/>
    <w:semiHidden/>
    <w:unhideWhenUsed/>
    <w:rsid w:val="0062631D"/>
    <w:pPr>
      <w:spacing w:after="0" w:line="240" w:lineRule="auto"/>
      <w:ind w:firstLine="284"/>
    </w:pPr>
    <w:rPr>
      <w:rFonts w:ascii="LinePrinter" w:eastAsia="Times New Roman" w:hAnsi="LinePrinter" w:cs="Times New Roman"/>
      <w:szCs w:val="20"/>
      <w:lang w:val="en-US" w:eastAsia="fr-FR"/>
    </w:rPr>
  </w:style>
  <w:style w:type="character" w:customStyle="1" w:styleId="CommentaireCar">
    <w:name w:val="Commentaire Car"/>
    <w:basedOn w:val="Policepardfaut"/>
    <w:link w:val="Commentaire"/>
    <w:semiHidden/>
    <w:rsid w:val="0062631D"/>
    <w:rPr>
      <w:rFonts w:ascii="LinePrinter" w:eastAsia="Times New Roman" w:hAnsi="LinePrinter" w:cs="Times New Roman"/>
      <w:sz w:val="20"/>
      <w:szCs w:val="20"/>
      <w:lang w:val="en-US" w:eastAsia="fr-FR"/>
    </w:rPr>
  </w:style>
  <w:style w:type="paragraph" w:styleId="En-tte">
    <w:name w:val="header"/>
    <w:basedOn w:val="Normal"/>
    <w:link w:val="En-tteCar"/>
    <w:uiPriority w:val="99"/>
    <w:unhideWhenUsed/>
    <w:rsid w:val="0062631D"/>
    <w:pPr>
      <w:tabs>
        <w:tab w:val="center" w:pos="4536"/>
        <w:tab w:val="right" w:pos="9072"/>
      </w:tabs>
      <w:spacing w:after="0" w:line="240" w:lineRule="auto"/>
      <w:ind w:firstLine="284"/>
    </w:pPr>
    <w:rPr>
      <w:rFonts w:eastAsia="Times New Roman" w:cs="Times New Roman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62631D"/>
    <w:rPr>
      <w:rFonts w:ascii="Arial" w:eastAsia="Times New Roman" w:hAnsi="Arial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62631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4"/>
        <w:tab w:val="left" w:pos="9781"/>
      </w:tabs>
      <w:spacing w:after="0" w:line="240" w:lineRule="auto"/>
      <w:ind w:firstLine="284"/>
    </w:pPr>
    <w:rPr>
      <w:rFonts w:eastAsia="Times New Roman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62631D"/>
    <w:rPr>
      <w:rFonts w:ascii="Arial" w:eastAsia="Times New Roman" w:hAnsi="Arial" w:cs="Arial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631D"/>
    <w:pPr>
      <w:spacing w:after="160"/>
      <w:ind w:firstLine="0"/>
    </w:pPr>
    <w:rPr>
      <w:rFonts w:asciiTheme="minorHAnsi" w:eastAsiaTheme="minorHAnsi" w:hAnsiTheme="minorHAnsi" w:cstheme="minorBidi"/>
      <w:b/>
      <w:bCs/>
      <w:lang w:val="fr-FR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631D"/>
    <w:rPr>
      <w:rFonts w:ascii="LinePrinter" w:eastAsia="Times New Roman" w:hAnsi="LinePrinter" w:cs="Times New Roman"/>
      <w:b/>
      <w:bCs/>
      <w:sz w:val="20"/>
      <w:szCs w:val="20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6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631D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link w:val="Paragraphedeliste"/>
    <w:uiPriority w:val="34"/>
    <w:locked/>
    <w:rsid w:val="0062631D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ParagrapheCar">
    <w:name w:val="Paragraphe Car"/>
    <w:link w:val="Paragraphe"/>
    <w:qFormat/>
    <w:locked/>
    <w:rsid w:val="0062631D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Paragraphe">
    <w:name w:val="Paragraphe"/>
    <w:basedOn w:val="Normal"/>
    <w:link w:val="ParagrapheCar"/>
    <w:qFormat/>
    <w:rsid w:val="0062631D"/>
    <w:pPr>
      <w:spacing w:before="120" w:after="0" w:line="240" w:lineRule="auto"/>
    </w:pPr>
    <w:rPr>
      <w:rFonts w:eastAsia="Times New Roman" w:cs="Times New Roman"/>
      <w:szCs w:val="20"/>
      <w:lang w:eastAsia="fr-FR"/>
    </w:rPr>
  </w:style>
  <w:style w:type="paragraph" w:customStyle="1" w:styleId="Paragraphe2">
    <w:name w:val="Paragraphe 2"/>
    <w:basedOn w:val="Paragraphe"/>
    <w:qFormat/>
    <w:rsid w:val="0062631D"/>
    <w:pPr>
      <w:ind w:left="284"/>
    </w:pPr>
  </w:style>
  <w:style w:type="paragraph" w:customStyle="1" w:styleId="Puces">
    <w:name w:val="Puces"/>
    <w:basedOn w:val="Paragraphedeliste"/>
    <w:qFormat/>
    <w:rsid w:val="0062631D"/>
    <w:pPr>
      <w:numPr>
        <w:numId w:val="1"/>
      </w:numPr>
      <w:tabs>
        <w:tab w:val="num" w:pos="360"/>
      </w:tabs>
      <w:ind w:left="720" w:firstLine="284"/>
    </w:pPr>
  </w:style>
  <w:style w:type="paragraph" w:customStyle="1" w:styleId="Pucesnumro">
    <w:name w:val="Puces numéro"/>
    <w:basedOn w:val="Normal"/>
    <w:qFormat/>
    <w:rsid w:val="0062631D"/>
    <w:pPr>
      <w:numPr>
        <w:numId w:val="2"/>
      </w:numPr>
      <w:spacing w:after="0" w:line="240" w:lineRule="auto"/>
    </w:pPr>
    <w:rPr>
      <w:rFonts w:eastAsia="Times New Roman" w:cs="Times New Roman"/>
      <w:szCs w:val="20"/>
      <w:lang w:eastAsia="fr-FR"/>
    </w:rPr>
  </w:style>
  <w:style w:type="paragraph" w:customStyle="1" w:styleId="Puces2">
    <w:name w:val="Puces 2"/>
    <w:basedOn w:val="Puces"/>
    <w:qFormat/>
    <w:rsid w:val="0062631D"/>
    <w:pPr>
      <w:numPr>
        <w:numId w:val="3"/>
      </w:numPr>
      <w:tabs>
        <w:tab w:val="num" w:pos="360"/>
      </w:tabs>
      <w:ind w:left="1134" w:hanging="567"/>
    </w:pPr>
  </w:style>
  <w:style w:type="paragraph" w:customStyle="1" w:styleId="CharChar1">
    <w:name w:val="Char Char1"/>
    <w:basedOn w:val="Normal"/>
    <w:rsid w:val="0062631D"/>
    <w:pPr>
      <w:spacing w:line="240" w:lineRule="exact"/>
      <w:jc w:val="left"/>
    </w:pPr>
    <w:rPr>
      <w:rFonts w:ascii="Verdana" w:eastAsia="Times New Roman" w:hAnsi="Verdana" w:cs="Times New Roman"/>
      <w:szCs w:val="2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2631D"/>
    <w:rPr>
      <w:sz w:val="16"/>
      <w:szCs w:val="16"/>
    </w:rPr>
  </w:style>
  <w:style w:type="character" w:customStyle="1" w:styleId="fontstyle01">
    <w:name w:val="fontstyle01"/>
    <w:basedOn w:val="Policepardfaut"/>
    <w:rsid w:val="0062631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ous-titre">
    <w:name w:val="sous-titre"/>
    <w:basedOn w:val="Policepardfaut"/>
    <w:rsid w:val="0062631D"/>
  </w:style>
  <w:style w:type="character" w:customStyle="1" w:styleId="object">
    <w:name w:val="object"/>
    <w:basedOn w:val="Policepardfaut"/>
    <w:rsid w:val="0062631D"/>
  </w:style>
  <w:style w:type="table" w:styleId="Grilledutableau">
    <w:name w:val="Table Grid"/>
    <w:basedOn w:val="TableauNormal"/>
    <w:uiPriority w:val="99"/>
    <w:rsid w:val="0062631D"/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2">
    <w:name w:val="s2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s4">
    <w:name w:val="s4"/>
    <w:basedOn w:val="Policepardfaut"/>
    <w:rsid w:val="0062631D"/>
  </w:style>
  <w:style w:type="paragraph" w:customStyle="1" w:styleId="s8">
    <w:name w:val="s8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s7">
    <w:name w:val="s7"/>
    <w:basedOn w:val="Normal"/>
    <w:rsid w:val="0062631D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s3">
    <w:name w:val="s3"/>
    <w:basedOn w:val="Policepardfaut"/>
    <w:rsid w:val="0062631D"/>
  </w:style>
  <w:style w:type="paragraph" w:styleId="Pieddepage">
    <w:name w:val="footer"/>
    <w:basedOn w:val="Normal"/>
    <w:link w:val="PieddepageCar"/>
    <w:uiPriority w:val="99"/>
    <w:unhideWhenUsed/>
    <w:rsid w:val="007C5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5133"/>
    <w:rPr>
      <w:rFonts w:ascii="Arial" w:hAnsi="Arial"/>
      <w:sz w:val="20"/>
    </w:rPr>
  </w:style>
  <w:style w:type="character" w:styleId="Accentuation">
    <w:name w:val="Emphasis"/>
    <w:basedOn w:val="Policepardfaut"/>
    <w:uiPriority w:val="20"/>
    <w:qFormat/>
    <w:rsid w:val="00E17E1E"/>
    <w:rPr>
      <w:i/>
      <w:iCs/>
    </w:rPr>
  </w:style>
  <w:style w:type="character" w:styleId="Textedelespacerserv">
    <w:name w:val="Placeholder Text"/>
    <w:basedOn w:val="Policepardfaut"/>
    <w:uiPriority w:val="99"/>
    <w:semiHidden/>
    <w:rsid w:val="006044F7"/>
    <w:rPr>
      <w:color w:val="808080"/>
    </w:rPr>
  </w:style>
  <w:style w:type="paragraph" w:customStyle="1" w:styleId="paragraphe0">
    <w:name w:val="paragraphe"/>
    <w:qFormat/>
    <w:rsid w:val="00956349"/>
    <w:pPr>
      <w:numPr>
        <w:ilvl w:val="12"/>
      </w:numPr>
      <w:shd w:val="clear" w:color="auto" w:fill="FFFFFF"/>
      <w:spacing w:before="120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unhideWhenUsed/>
    <w:rsid w:val="00F43754"/>
  </w:style>
  <w:style w:type="character" w:styleId="Rfrencelgre">
    <w:name w:val="Subtle Reference"/>
    <w:basedOn w:val="Policepardfaut"/>
    <w:uiPriority w:val="31"/>
    <w:qFormat/>
    <w:rsid w:val="00F43754"/>
    <w:rPr>
      <w:smallCaps/>
      <w:color w:val="CC8E60" w:themeColor="accent2"/>
      <w:u w:val="single"/>
    </w:rPr>
  </w:style>
  <w:style w:type="paragraph" w:customStyle="1" w:styleId="pucepouvoir">
    <w:name w:val="puce_pouvoir"/>
    <w:basedOn w:val="Normal"/>
    <w:qFormat/>
    <w:rsid w:val="00BA4FF3"/>
    <w:pPr>
      <w:numPr>
        <w:numId w:val="29"/>
      </w:numPr>
      <w:spacing w:before="480" w:after="0" w:line="240" w:lineRule="auto"/>
    </w:pPr>
    <w:rPr>
      <w:rFonts w:ascii="Arial Gras" w:eastAsia="Times New Roman" w:hAnsi="Arial Gras" w:cs="Arial"/>
      <w:b/>
      <w:sz w:val="22"/>
      <w:szCs w:val="20"/>
      <w:lang w:eastAsia="fr-FR"/>
    </w:rPr>
  </w:style>
  <w:style w:type="paragraph" w:customStyle="1" w:styleId="fcase1ertab">
    <w:name w:val="f_case_1ertab"/>
    <w:basedOn w:val="Normal"/>
    <w:rsid w:val="00BA4FF3"/>
    <w:pPr>
      <w:tabs>
        <w:tab w:val="left" w:pos="426"/>
      </w:tabs>
      <w:spacing w:after="0" w:line="240" w:lineRule="auto"/>
      <w:ind w:left="709" w:hanging="709"/>
    </w:pPr>
    <w:rPr>
      <w:rFonts w:ascii="Univers" w:eastAsia="Times New Roman" w:hAnsi="Univers" w:cs="Times New Roman"/>
      <w:szCs w:val="20"/>
      <w:lang w:eastAsia="fr-FR"/>
    </w:rPr>
  </w:style>
  <w:style w:type="paragraph" w:customStyle="1" w:styleId="fcasegauche">
    <w:name w:val="f_case_gauche"/>
    <w:basedOn w:val="Normal"/>
    <w:rsid w:val="00BA4FF3"/>
    <w:pPr>
      <w:spacing w:after="60" w:line="240" w:lineRule="auto"/>
      <w:ind w:left="284" w:hanging="284"/>
    </w:pPr>
    <w:rPr>
      <w:rFonts w:ascii="Univers (WN)" w:eastAsia="Times New Roman" w:hAnsi="Univers (WN)" w:cs="Times New Roman"/>
      <w:szCs w:val="20"/>
      <w:lang w:eastAsia="fr-FR"/>
    </w:rPr>
  </w:style>
  <w:style w:type="paragraph" w:customStyle="1" w:styleId="CarCar1">
    <w:name w:val="Car Car1"/>
    <w:basedOn w:val="Normal"/>
    <w:rsid w:val="00BA4FF3"/>
    <w:pPr>
      <w:spacing w:line="240" w:lineRule="exact"/>
    </w:pPr>
    <w:rPr>
      <w:rFonts w:ascii="Arial Narrow" w:eastAsia="Times New Roman" w:hAnsi="Arial Narrow" w:cs="Times New Roman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404F40"/>
    <w:pPr>
      <w:spacing w:after="120" w:line="240" w:lineRule="auto"/>
      <w:ind w:left="283" w:firstLine="284"/>
    </w:pPr>
    <w:rPr>
      <w:rFonts w:eastAsia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404F40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4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0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0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jol001\Documents\Proc&#233;dures\Doc%20type%20MAPA\CCP%20typ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4211D403084FD6BBEDBFFD350FCF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165817-3F37-4784-A5C2-E44B2B553002}"/>
      </w:docPartPr>
      <w:docPartBody>
        <w:p w:rsidR="00636C88" w:rsidRDefault="002F1AF8" w:rsidP="002F1AF8">
          <w:pPr>
            <w:pStyle w:val="834211D403084FD6BBEDBFFD350FCF0D9"/>
          </w:pPr>
          <w:r w:rsidRPr="00660DF3">
            <w:rPr>
              <w:rStyle w:val="Textedelespacerserv"/>
              <w:rFonts w:eastAsiaTheme="majorEastAsia"/>
              <w:color w:val="0000FF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auto"/>
    <w:pitch w:val="default"/>
  </w:font>
  <w:font w:name="LinePrinter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Univers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11A67"/>
    <w:multiLevelType w:val="multilevel"/>
    <w:tmpl w:val="36666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F4D"/>
    <w:rsid w:val="001C32AF"/>
    <w:rsid w:val="002B61D8"/>
    <w:rsid w:val="002F1AF8"/>
    <w:rsid w:val="004D7FD7"/>
    <w:rsid w:val="005761A0"/>
    <w:rsid w:val="00636C88"/>
    <w:rsid w:val="008216DA"/>
    <w:rsid w:val="008E58DD"/>
    <w:rsid w:val="00A91186"/>
    <w:rsid w:val="00AA13E0"/>
    <w:rsid w:val="00B14807"/>
    <w:rsid w:val="00B14C08"/>
    <w:rsid w:val="00C66571"/>
    <w:rsid w:val="00C758C9"/>
    <w:rsid w:val="00EC5935"/>
    <w:rsid w:val="00F95F4D"/>
    <w:rsid w:val="00F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F1AF8"/>
    <w:rPr>
      <w:color w:val="808080"/>
    </w:rPr>
  </w:style>
  <w:style w:type="paragraph" w:customStyle="1" w:styleId="834211D403084FD6BBEDBFFD350FCF0D9">
    <w:name w:val="834211D403084FD6BBEDBFFD350FCF0D9"/>
    <w:rsid w:val="002F1AF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4"/>
        <w:tab w:val="left" w:pos="9781"/>
      </w:tabs>
      <w:spacing w:after="0" w:line="240" w:lineRule="auto"/>
      <w:ind w:firstLine="284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Horizon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Personnalisé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E7349-4A53-3C46-9348-14E31691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CCP type</Template>
  <TotalTime>10</TotalTime>
  <Pages>9</Pages>
  <Words>955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Olivier Pujol</dc:creator>
  <cp:lastModifiedBy>Marco Wojciechowski</cp:lastModifiedBy>
  <cp:revision>7</cp:revision>
  <cp:lastPrinted>2019-01-14T08:23:00Z</cp:lastPrinted>
  <dcterms:created xsi:type="dcterms:W3CDTF">2024-11-22T09:09:00Z</dcterms:created>
  <dcterms:modified xsi:type="dcterms:W3CDTF">2024-11-27T11:06:00Z</dcterms:modified>
</cp:coreProperties>
</file>