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</w:t>
      </w:r>
      <w:bookmarkStart w:id="0" w:name="_GoBack"/>
      <w:bookmarkEnd w:id="0"/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>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« Fiche entreprise » </w:t>
            </w:r>
            <w:r w:rsidR="006A5022">
              <w:rPr>
                <w:b/>
                <w:u w:val="single"/>
              </w:rPr>
              <w:t>présente</w:t>
            </w:r>
            <w:r w:rsidRPr="000A39AA">
              <w:rPr>
                <w:b/>
                <w:u w:val="single"/>
              </w:rPr>
              <w:t xml:space="preserve"> </w:t>
            </w:r>
            <w:r w:rsidR="006A5022">
              <w:rPr>
                <w:b/>
                <w:u w:val="single"/>
              </w:rPr>
              <w:t>d</w:t>
            </w:r>
            <w:r w:rsidRPr="000A39AA">
              <w:rPr>
                <w:b/>
                <w:u w:val="single"/>
              </w:rPr>
              <w:t>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AC1FF1">
              <w:t>Elle doit être jointe à l’offre au format numérique .</w:t>
            </w:r>
            <w:proofErr w:type="spellStart"/>
            <w:r w:rsidR="00AC1FF1">
              <w:t>docx</w:t>
            </w:r>
            <w:proofErr w:type="spellEnd"/>
            <w:r w:rsidR="00AC1FF1">
              <w:t xml:space="preserve"> </w:t>
            </w:r>
            <w:proofErr w:type="gramStart"/>
            <w:r w:rsidR="00AC1FF1">
              <w:t>ou .</w:t>
            </w:r>
            <w:proofErr w:type="spellStart"/>
            <w:r w:rsidR="00AC1FF1">
              <w:t>odt</w:t>
            </w:r>
            <w:proofErr w:type="spellEnd"/>
            <w:proofErr w:type="gramEnd"/>
            <w:r w:rsidR="00AC1FF1">
              <w:t xml:space="preserve"> afin que le pouvoir adjudicateur puisse</w:t>
            </w:r>
            <w:r w:rsidR="00050404">
              <w:t xml:space="preserve"> renseigner dans la partie qui lui est réservée</w:t>
            </w:r>
            <w:r w:rsidR="00AC1FF1">
              <w:t xml:space="preserve">, après la notification, les dates de notification, de fin de la période ferme et de fin définitive du marché. </w:t>
            </w:r>
            <w:r w:rsidR="006F624A">
              <w:t xml:space="preserve">Des </w:t>
            </w:r>
            <w:r w:rsidRPr="000A39AA">
              <w:t xml:space="preserve">demandes de précisions pourront être demandées aux </w:t>
            </w:r>
            <w:r w:rsidR="00AC1FF1">
              <w:t>candidats</w:t>
            </w:r>
            <w:r w:rsidRPr="000A39AA">
              <w:t xml:space="preserve">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="006F624A">
              <w:t xml:space="preserve">. Elle fera </w:t>
            </w:r>
            <w:r w:rsidRPr="000A39AA">
              <w:t xml:space="preserve">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6F624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  <w:p w:rsidR="007214D2" w:rsidRPr="000A39AA" w:rsidRDefault="007214D2" w:rsidP="002C6F71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Toute demande adressée par courriel </w:t>
            </w:r>
            <w:r w:rsidR="002C6F71">
              <w:t xml:space="preserve">au pouvoir adjudicateur </w:t>
            </w:r>
            <w:r>
              <w:t>doit avoir pour objet : Clause sociale [références du marché]</w:t>
            </w:r>
          </w:p>
        </w:tc>
      </w:tr>
    </w:tbl>
    <w:p w:rsidR="006A5022" w:rsidRDefault="006A5022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lastRenderedPageBreak/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D411CD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0F2E51B2F29B4CC3A59996310EB37072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0B60D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D1721AAA2F3646DE96436195065BD546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8DB6789EF642496FBABEAB96219DAF12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9A92AC4C63874FE98286CD1FC84D5436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FB6265BB462C47A48CF6201655CA084C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10B57EEEB8B247E296AC692E16B36F0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4822F544836D404B9FEDBE29AE3A9C2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B3404A0F7D9F403A821C0EE2B050979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DA4EBC001E9D41379558986ECE9962D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1B41E45641FF47E29E897B0C8D81314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9CD0E8F5B99942AD97823621A3DC63D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0C0759313465468FA0FDBCDC4F1A16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C9CA931438DD4C1F9F7C75FBBB32640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C7796229465642E6BB5850D845ADE2E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4BE67B0760C4448BBCF81AD241B0A0E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BFBCB77337B642A9ABBC672BD13A0B5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E94AD291FEBE4F1893C70F03C1CA594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9671364CE5AF46E7AFF522078D2A658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369A36FD10964F3995C7B502FCB7AA1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85BE966BA5BC4AF4809C9014CBB7B4A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0B60D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82DE34EEF8364272A9B8096F08EEACE0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7AE444769C824D59B930723700377A43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3C6360B5618844749DAD3C36A0749BEB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0B60D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153417BF007445FAA36BBB37E636F79C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0B60D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E4F4B261181645DD8EE2697BE2ABE21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AB72F20BB0F42D4B2FE2E70EFA14B71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0E92D1E5DF14803901700404ADB4436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0B60D7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1AD0F1D565CB4652BD045BD5DA2827DA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0B60D7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F7C1CA276CCA472C93A2920746F7FE9C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0B60D7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0B60D7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0B60D7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0B60D7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0B60D7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0B60D7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0B60D7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0B60D7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0B60D7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0B60D7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0B60D7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0B60D7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0B60D7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0B60D7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0B60D7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FFAAC7CA1BFD44A183D50357A07BCCE2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0B60D7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0B60D7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0B60D7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0B60D7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0B60D7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0B60D7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0B60D7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0B60D7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7AE94695071D46F3B651CFE7D25D5BA2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85C81A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482629194"/>
              <w:placeholder>
                <w:docPart w:val="D653FC7AE97F470E850E84C4F950E734"/>
              </w:placeholder>
            </w:sdtPr>
            <w:sdtEndPr/>
            <w:sdtContent>
              <w:p w:rsidR="00FE3E77" w:rsidRDefault="006F624A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 xml:space="preserve">Ministère de l’Éducation nationale </w:t>
                </w:r>
              </w:p>
              <w:p w:rsidR="00FE3E77" w:rsidRDefault="00FE3E77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Ministère de l’enseignement supérieur et de la recherche</w:t>
                </w:r>
              </w:p>
              <w:p w:rsidR="00DE3B00" w:rsidRPr="007214D2" w:rsidRDefault="00FE3E77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Ministère des sports, de la jeunesse et de la vie associative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6F624A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</w:t>
            </w:r>
            <w:r w:rsidR="006F624A">
              <w:rPr>
                <w:b/>
                <w:szCs w:val="18"/>
              </w:rPr>
              <w:t xml:space="preserve"> 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110642642"/>
              <w:placeholder>
                <w:docPart w:val="4BDD897DF5834F1B895C1218EA55B6DB"/>
              </w:placeholder>
            </w:sdtPr>
            <w:sdtEndPr/>
            <w:sdtContent>
              <w:p w:rsidR="00DE3B00" w:rsidRPr="006F624A" w:rsidRDefault="006F624A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Administration centrale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D65D52DE0D843748A3CFC31C7DFE39B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6F624A" w:rsidP="006F624A">
                <w:pPr>
                  <w:rPr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 xml:space="preserve">61-65 rue </w:t>
                </w:r>
                <w:proofErr w:type="spellStart"/>
                <w:r>
                  <w:rPr>
                    <w:bCs/>
                    <w:color w:val="7F7F7F" w:themeColor="text1" w:themeTint="80"/>
                    <w:szCs w:val="20"/>
                  </w:rPr>
                  <w:t>Dutot</w:t>
                </w:r>
                <w:proofErr w:type="spellEnd"/>
                <w:r>
                  <w:rPr>
                    <w:bCs/>
                    <w:color w:val="7F7F7F" w:themeColor="text1" w:themeTint="80"/>
                    <w:szCs w:val="20"/>
                  </w:rPr>
                  <w:t xml:space="preserve"> 75015 Paris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7214D2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P</w:t>
            </w:r>
            <w:r w:rsidR="00DE3B00">
              <w:rPr>
                <w:b/>
                <w:szCs w:val="18"/>
              </w:rPr>
              <w:t>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B66FC544921F47FC8867FF99CE5AC8B0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7214D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Bureau de la performance et du contrôle de gestion des achats (Achats 3)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7A38359A575141AD8C07944325182783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214D2">
                  <w:rPr>
                    <w:bCs/>
                    <w:color w:val="7F7F7F" w:themeColor="text1" w:themeTint="80"/>
                    <w:szCs w:val="20"/>
                  </w:rPr>
                  <w:t>saam-mission.achats3@education.gouv.fr</w:t>
                </w:r>
              </w:p>
            </w:tc>
          </w:sdtContent>
        </w:sdt>
      </w:tr>
      <w:tr w:rsidR="00174455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174455" w:rsidRDefault="00174455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Téléphone du point de contact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74455" w:rsidRDefault="006E1D34" w:rsidP="008531DB">
            <w:pPr>
              <w:rPr>
                <w:bCs/>
                <w:color w:val="7F7F7F" w:themeColor="text1" w:themeTint="80"/>
                <w:szCs w:val="20"/>
              </w:rPr>
            </w:pPr>
            <w:r>
              <w:rPr>
                <w:bCs/>
                <w:color w:val="7F7F7F" w:themeColor="text1" w:themeTint="80"/>
                <w:szCs w:val="20"/>
              </w:rPr>
              <w:t>01 55 55 25 45</w:t>
            </w:r>
          </w:p>
        </w:tc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5A8F7A6162D14AB5AE84F07B4EF81BB6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7933DD" w:rsidP="00A21323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MEN-SG-AOO-240</w:t>
                </w:r>
                <w:r w:rsidR="00A21323">
                  <w:rPr>
                    <w:bCs/>
                    <w:color w:val="7F7F7F" w:themeColor="text1" w:themeTint="80"/>
                    <w:szCs w:val="20"/>
                  </w:rPr>
                  <w:t>12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>-</w:t>
                </w:r>
                <w:r w:rsidR="00A21323">
                  <w:rPr>
                    <w:bCs/>
                    <w:color w:val="7F7F7F" w:themeColor="text1" w:themeTint="80"/>
                    <w:szCs w:val="20"/>
                  </w:rPr>
                  <w:t>Location Entretien linge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6F624A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</w:t>
            </w:r>
            <w:r w:rsidR="006F624A">
              <w:rPr>
                <w:b/>
                <w:szCs w:val="18"/>
              </w:rPr>
              <w:t xml:space="preserve"> : </w:t>
            </w:r>
          </w:p>
          <w:p w:rsidR="00DE3B00" w:rsidRPr="006F624A" w:rsidRDefault="006F624A" w:rsidP="008531DB">
            <w:pPr>
              <w:jc w:val="right"/>
              <w:rPr>
                <w:i/>
                <w:szCs w:val="18"/>
              </w:rPr>
            </w:pPr>
            <w:r w:rsidRPr="006F624A">
              <w:rPr>
                <w:i/>
                <w:szCs w:val="18"/>
              </w:rPr>
              <w:t>(travaux, services, fournitures)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7933DD" w:rsidP="008531DB">
            <w:pPr>
              <w:rPr>
                <w:bCs/>
                <w:color w:val="7F7F7F" w:themeColor="text1" w:themeTint="80"/>
                <w:szCs w:val="20"/>
              </w:rPr>
            </w:pPr>
            <w:r>
              <w:rPr>
                <w:bCs/>
                <w:color w:val="7F7F7F" w:themeColor="text1" w:themeTint="80"/>
                <w:szCs w:val="20"/>
              </w:rPr>
              <w:t>services</w:t>
            </w:r>
          </w:p>
        </w:tc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A5786B2AA7804164A18B40B5B21F998B"/>
            </w:placeholder>
          </w:sdtPr>
          <w:sdtEndPr/>
          <w:sdtContent>
            <w:sdt>
              <w:sdtPr>
                <w:rPr>
                  <w:bCs/>
                  <w:color w:val="7F7F7F" w:themeColor="text1" w:themeTint="80"/>
                  <w:szCs w:val="20"/>
                </w:rPr>
                <w:id w:val="1638077241"/>
                <w:placeholder>
                  <w:docPart w:val="6433E64ECF334B5B8C6168F6F2443DF2"/>
                </w:placeholder>
              </w:sdtPr>
              <w:sdtEndPr/>
              <w:sdtContent>
                <w:bookmarkStart w:id="1" w:name="OLE_LINK3" w:displacedByCustomXml="prev"/>
                <w:tc>
                  <w:tcPr>
                    <w:tcW w:w="6321" w:type="dxa"/>
                    <w:tcBorders>
                      <w:top w:val="single" w:sz="4" w:space="0" w:color="D9D9D9" w:themeColor="background1" w:themeShade="D9"/>
                      <w:left w:val="single" w:sz="4" w:space="0" w:color="D9D9D9" w:themeColor="background1" w:themeShade="D9"/>
                      <w:bottom w:val="single" w:sz="4" w:space="0" w:color="D9D9D9" w:themeColor="background1" w:themeShade="D9"/>
                    </w:tcBorders>
                    <w:shd w:val="clear" w:color="auto" w:fill="F2F2F2" w:themeFill="background1" w:themeFillShade="F2"/>
                    <w:vAlign w:val="center"/>
                  </w:tcPr>
                  <w:p w:rsidR="00DE3B00" w:rsidRPr="002B1138" w:rsidRDefault="00A21323" w:rsidP="008531DB">
                    <w:pPr>
                      <w:jc w:val="both"/>
                      <w:rPr>
                        <w:color w:val="7F7F7F" w:themeColor="text1" w:themeTint="80"/>
                      </w:rPr>
                    </w:pPr>
                    <w:r w:rsidRPr="00D45040">
                      <w:rPr>
                        <w:szCs w:val="20"/>
                      </w:rPr>
                      <w:t>Prestations de location et d’entretien de linge d’office, de restauration et d’hôtellerie pour les besoins des services de l’administration centrale des ministères de l’éducation nationale</w:t>
                    </w:r>
                    <w:r>
                      <w:rPr>
                        <w:szCs w:val="20"/>
                      </w:rPr>
                      <w:t>,</w:t>
                    </w:r>
                    <w:r w:rsidRPr="00D45040">
                      <w:rPr>
                        <w:szCs w:val="20"/>
                      </w:rPr>
                      <w:t xml:space="preserve"> de l’enseignement supérieur, de la recherche</w:t>
                    </w:r>
                    <w:bookmarkEnd w:id="1"/>
                    <w:r>
                      <w:rPr>
                        <w:szCs w:val="20"/>
                      </w:rPr>
                      <w:t>, des sports, de la jeunesse et de la vie associative.</w:t>
                    </w:r>
                  </w:p>
                </w:tc>
              </w:sdtContent>
            </w:sdt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B68E5741D4D04DAAB6ADF9E0A04BAAA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B68E5741D4D04DAAB6ADF9E0A04BAAA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B68E5741D4D04DAAB6ADF9E0A04BAAA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AC1FF1" w:rsidRDefault="00AC1FF1" w:rsidP="00AC1FF1">
      <w:pPr>
        <w:suppressAutoHyphens w:val="0"/>
        <w:spacing w:line="276" w:lineRule="auto"/>
        <w:jc w:val="both"/>
        <w:rPr>
          <w:color w:val="auto"/>
        </w:rPr>
      </w:pPr>
      <w:r w:rsidRPr="00AC1FF1">
        <w:rPr>
          <w:b/>
          <w:i/>
          <w:color w:val="auto"/>
        </w:rPr>
        <w:t xml:space="preserve">À l’attention des MLDS. </w:t>
      </w:r>
      <w:r w:rsidRPr="00AC1FF1">
        <w:rPr>
          <w:color w:val="auto"/>
        </w:rPr>
        <w:t>Toute demande adressée par courriel au pouvoir adjudicateur doit avoir pour objet : Clause sociale [n° de procédure interne]</w:t>
      </w:r>
      <w:r w:rsidR="00117E59">
        <w:rPr>
          <w:color w:val="auto"/>
        </w:rPr>
        <w:t>.</w:t>
      </w:r>
    </w:p>
    <w:sectPr w:rsidR="00E94883" w:rsidRPr="00AC1FF1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3DD" w:rsidRDefault="007933DD">
      <w:r>
        <w:separator/>
      </w:r>
    </w:p>
  </w:endnote>
  <w:endnote w:type="continuationSeparator" w:id="0">
    <w:p w:rsidR="007933DD" w:rsidRDefault="0079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0B60D7">
      <w:rPr>
        <w:rStyle w:val="Numrodepage"/>
        <w:noProof/>
      </w:rPr>
      <w:t>6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0B60D7">
      <w:rPr>
        <w:rStyle w:val="Numrodepage"/>
        <w:noProof/>
      </w:rPr>
      <w:t>6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0B60D7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0B60D7">
      <w:rPr>
        <w:rStyle w:val="Numrodepage"/>
        <w:noProof/>
      </w:rPr>
      <w:t>6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3DD" w:rsidRDefault="007933DD">
      <w:r>
        <w:separator/>
      </w:r>
    </w:p>
  </w:footnote>
  <w:footnote w:type="continuationSeparator" w:id="0">
    <w:p w:rsidR="007933DD" w:rsidRDefault="00793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0C6" w:rsidRDefault="006A60C6">
    <w:pPr>
      <w:rPr>
        <w:rFonts w:eastAsia="Times"/>
        <w:szCs w:val="20"/>
      </w:rPr>
    </w:pPr>
  </w:p>
  <w:p w:rsidR="006A60C6" w:rsidRDefault="000B60D7">
    <w:pPr>
      <w:rPr>
        <w:rFonts w:eastAsia="Times"/>
        <w:szCs w:val="20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C9CFB30" wp14:editId="3D5D424B">
          <wp:simplePos x="0" y="0"/>
          <wp:positionH relativeFrom="column">
            <wp:posOffset>-451485</wp:posOffset>
          </wp:positionH>
          <wp:positionV relativeFrom="paragraph">
            <wp:posOffset>185078</wp:posOffset>
          </wp:positionV>
          <wp:extent cx="1637665" cy="2025650"/>
          <wp:effectExtent l="0" t="0" r="635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202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3734" w:rsidRDefault="006A60C6">
    <w:pPr>
      <w:rPr>
        <w:rFonts w:eastAsia="Times"/>
        <w:szCs w:val="20"/>
      </w:rPr>
    </w:pPr>
    <w:r>
      <w:rPr>
        <w:rFonts w:cs="Arial"/>
        <w:noProof/>
      </w:rPr>
      <w:drawing>
        <wp:anchor distT="0" distB="0" distL="114300" distR="114300" simplePos="0" relativeHeight="251662336" behindDoc="0" locked="0" layoutInCell="1" allowOverlap="1" wp14:anchorId="74970BEE" wp14:editId="61B18F96">
          <wp:simplePos x="0" y="0"/>
          <wp:positionH relativeFrom="margin">
            <wp:posOffset>3882390</wp:posOffset>
          </wp:positionH>
          <wp:positionV relativeFrom="margin">
            <wp:posOffset>-1205230</wp:posOffset>
          </wp:positionV>
          <wp:extent cx="1853565" cy="647700"/>
          <wp:effectExtent l="0" t="0" r="0" b="0"/>
          <wp:wrapSquare wrapText="bothSides"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F-logo-10-20_26x65mm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66" t="12586" r="4923" b="14444"/>
                  <a:stretch/>
                </pic:blipFill>
                <pic:spPr bwMode="auto">
                  <a:xfrm>
                    <a:off x="0" y="0"/>
                    <a:ext cx="1853565" cy="64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3FDAAA6" wp14:editId="55887972">
          <wp:simplePos x="0" y="0"/>
          <wp:positionH relativeFrom="margin">
            <wp:posOffset>3810</wp:posOffset>
          </wp:positionH>
          <wp:positionV relativeFrom="paragraph">
            <wp:posOffset>33655</wp:posOffset>
          </wp:positionV>
          <wp:extent cx="1090295" cy="895985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295" cy="895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3734" w:rsidRDefault="007D3734">
    <w:pPr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6A60C6">
    <w:pPr>
      <w:tabs>
        <w:tab w:val="left" w:pos="5055"/>
      </w:tabs>
      <w:rPr>
        <w:rFonts w:eastAsia="Times"/>
        <w:szCs w:val="20"/>
      </w:rPr>
    </w:pPr>
  </w:p>
  <w:p w:rsidR="006A60C6" w:rsidRDefault="006A60C6" w:rsidP="006A60C6">
    <w:pPr>
      <w:tabs>
        <w:tab w:val="left" w:pos="5055"/>
      </w:tabs>
      <w:rPr>
        <w:rFonts w:eastAsia="Times"/>
        <w:szCs w:val="20"/>
      </w:rPr>
    </w:pPr>
  </w:p>
  <w:p w:rsidR="006A60C6" w:rsidRDefault="006A60C6">
    <w:pPr>
      <w:jc w:val="center"/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3DD"/>
    <w:rsid w:val="00040D40"/>
    <w:rsid w:val="00050404"/>
    <w:rsid w:val="0009615B"/>
    <w:rsid w:val="000A39AA"/>
    <w:rsid w:val="000B60D7"/>
    <w:rsid w:val="000D7A36"/>
    <w:rsid w:val="000F7371"/>
    <w:rsid w:val="00117E59"/>
    <w:rsid w:val="00133B09"/>
    <w:rsid w:val="00147C06"/>
    <w:rsid w:val="00150EA8"/>
    <w:rsid w:val="00151EA3"/>
    <w:rsid w:val="0016023D"/>
    <w:rsid w:val="00174455"/>
    <w:rsid w:val="001A28FD"/>
    <w:rsid w:val="001B22B9"/>
    <w:rsid w:val="001D03D2"/>
    <w:rsid w:val="001D6614"/>
    <w:rsid w:val="001E2508"/>
    <w:rsid w:val="001F258F"/>
    <w:rsid w:val="00203FD8"/>
    <w:rsid w:val="00223E57"/>
    <w:rsid w:val="002B1138"/>
    <w:rsid w:val="002C6F71"/>
    <w:rsid w:val="002E2DF6"/>
    <w:rsid w:val="002F68F5"/>
    <w:rsid w:val="003B538F"/>
    <w:rsid w:val="003F1C4F"/>
    <w:rsid w:val="003F745B"/>
    <w:rsid w:val="00457112"/>
    <w:rsid w:val="0046364A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61710C"/>
    <w:rsid w:val="00665918"/>
    <w:rsid w:val="00687111"/>
    <w:rsid w:val="006A5022"/>
    <w:rsid w:val="006A60C6"/>
    <w:rsid w:val="006C5E2D"/>
    <w:rsid w:val="006D4D9D"/>
    <w:rsid w:val="006E1D34"/>
    <w:rsid w:val="006F624A"/>
    <w:rsid w:val="006F6AC1"/>
    <w:rsid w:val="006F7750"/>
    <w:rsid w:val="007214D2"/>
    <w:rsid w:val="00785006"/>
    <w:rsid w:val="007933DD"/>
    <w:rsid w:val="007D3734"/>
    <w:rsid w:val="00800123"/>
    <w:rsid w:val="00834BBE"/>
    <w:rsid w:val="00835930"/>
    <w:rsid w:val="00867162"/>
    <w:rsid w:val="008C0CCE"/>
    <w:rsid w:val="008D31CD"/>
    <w:rsid w:val="009D3CE3"/>
    <w:rsid w:val="009D6C8E"/>
    <w:rsid w:val="00A104FC"/>
    <w:rsid w:val="00A21323"/>
    <w:rsid w:val="00A32111"/>
    <w:rsid w:val="00A32C28"/>
    <w:rsid w:val="00A35961"/>
    <w:rsid w:val="00AB1AEB"/>
    <w:rsid w:val="00AB6D60"/>
    <w:rsid w:val="00AC1FF1"/>
    <w:rsid w:val="00AD6473"/>
    <w:rsid w:val="00B11931"/>
    <w:rsid w:val="00C26D8B"/>
    <w:rsid w:val="00CA5F10"/>
    <w:rsid w:val="00CA5FF3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C350B"/>
    <w:rsid w:val="00ED563D"/>
    <w:rsid w:val="00F137CC"/>
    <w:rsid w:val="00F40F39"/>
    <w:rsid w:val="00F44ED8"/>
    <w:rsid w:val="00F77E16"/>
    <w:rsid w:val="00FA4667"/>
    <w:rsid w:val="00FE3E7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2EE030B-6477-405B-AE20-22BA3982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tr-saam-b\ACHATS1\ACHETEURS\Franslise%20Lecoq\0-perso\Mod&#232;les\2023.05_Annexe-fiche-entreprise%20-%20MdA%20Educ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F2E51B2F29B4CC3A59996310EB370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EDABA3-B946-4DBE-ADEF-ACE190CBE171}"/>
      </w:docPartPr>
      <w:docPartBody>
        <w:p w:rsidR="009B4E17" w:rsidRDefault="00BA17F4">
          <w:pPr>
            <w:pStyle w:val="0F2E51B2F29B4CC3A59996310EB3707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1721AAA2F3646DE96436195065BD5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25B856-4BC4-4BBF-A679-E0173BE2460B}"/>
      </w:docPartPr>
      <w:docPartBody>
        <w:p w:rsidR="009B4E17" w:rsidRDefault="00BA17F4">
          <w:pPr>
            <w:pStyle w:val="D1721AAA2F3646DE96436195065BD546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DB6789EF642496FBABEAB96219DAF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005859-4D66-4BE8-87B5-F71FF5FC2C97}"/>
      </w:docPartPr>
      <w:docPartBody>
        <w:p w:rsidR="009B4E17" w:rsidRDefault="00BA17F4">
          <w:pPr>
            <w:pStyle w:val="8DB6789EF642496FBABEAB96219DAF1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A92AC4C63874FE98286CD1FC84D5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293120-D560-48EF-BA4D-57026A034FF3}"/>
      </w:docPartPr>
      <w:docPartBody>
        <w:p w:rsidR="009B4E17" w:rsidRDefault="00BA17F4">
          <w:pPr>
            <w:pStyle w:val="9A92AC4C63874FE98286CD1FC84D543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B6265BB462C47A48CF6201655CA08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FA45E9-D9A2-4F26-8560-A8322CC10946}"/>
      </w:docPartPr>
      <w:docPartBody>
        <w:p w:rsidR="009B4E17" w:rsidRDefault="00BA17F4">
          <w:pPr>
            <w:pStyle w:val="FB6265BB462C47A48CF6201655CA084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B57EEEB8B247E296AC692E16B36F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B1A8C3-B918-4157-A2B4-DADAF3FE2166}"/>
      </w:docPartPr>
      <w:docPartBody>
        <w:p w:rsidR="009B4E17" w:rsidRDefault="00BA17F4">
          <w:pPr>
            <w:pStyle w:val="10B57EEEB8B247E296AC692E16B36F0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822F544836D404B9FEDBE29AE3A9C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7BD463-48FE-4B58-AF81-5A8BB14E83D4}"/>
      </w:docPartPr>
      <w:docPartBody>
        <w:p w:rsidR="009B4E17" w:rsidRDefault="00BA17F4">
          <w:pPr>
            <w:pStyle w:val="4822F544836D404B9FEDBE29AE3A9C2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3404A0F7D9F403A821C0EE2B05097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5527CE-4983-492F-B5F3-AAA126054B99}"/>
      </w:docPartPr>
      <w:docPartBody>
        <w:p w:rsidR="009B4E17" w:rsidRDefault="00BA17F4">
          <w:pPr>
            <w:pStyle w:val="B3404A0F7D9F403A821C0EE2B050979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A4EBC001E9D41379558986ECE9962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8F82ED-8776-4F0E-A52C-77588F976EB2}"/>
      </w:docPartPr>
      <w:docPartBody>
        <w:p w:rsidR="009B4E17" w:rsidRDefault="00BA17F4">
          <w:pPr>
            <w:pStyle w:val="DA4EBC001E9D41379558986ECE9962D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B41E45641FF47E29E897B0C8D8131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559768-C421-41B1-9B66-0AA8DB69FA39}"/>
      </w:docPartPr>
      <w:docPartBody>
        <w:p w:rsidR="009B4E17" w:rsidRDefault="00BA17F4">
          <w:pPr>
            <w:pStyle w:val="1B41E45641FF47E29E897B0C8D81314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CD0E8F5B99942AD97823621A3DC63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B0C76A-3F5B-490C-B39A-1C646E2590A2}"/>
      </w:docPartPr>
      <w:docPartBody>
        <w:p w:rsidR="009B4E17" w:rsidRDefault="00BA17F4">
          <w:pPr>
            <w:pStyle w:val="9CD0E8F5B99942AD97823621A3DC63D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C0759313465468FA0FDBCDC4F1A16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3A4DFC-BBC7-4624-99BF-088E9FC2B8A7}"/>
      </w:docPartPr>
      <w:docPartBody>
        <w:p w:rsidR="009B4E17" w:rsidRDefault="00BA17F4">
          <w:pPr>
            <w:pStyle w:val="0C0759313465468FA0FDBCDC4F1A16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9CA931438DD4C1F9F7C75FBBB3264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52AA8D-A3CE-4A4A-B730-3745ACC51001}"/>
      </w:docPartPr>
      <w:docPartBody>
        <w:p w:rsidR="009B4E17" w:rsidRDefault="00BA17F4">
          <w:pPr>
            <w:pStyle w:val="C9CA931438DD4C1F9F7C75FBBB32640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7796229465642E6BB5850D845ADE2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4B05D0-3CF3-4139-A968-8BB65BFFD9F0}"/>
      </w:docPartPr>
      <w:docPartBody>
        <w:p w:rsidR="009B4E17" w:rsidRDefault="00BA17F4">
          <w:pPr>
            <w:pStyle w:val="C7796229465642E6BB5850D845ADE2E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E67B0760C4448BBCF81AD241B0A0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2A6548-0C56-4517-802F-687D3A33A565}"/>
      </w:docPartPr>
      <w:docPartBody>
        <w:p w:rsidR="009B4E17" w:rsidRDefault="00BA17F4">
          <w:pPr>
            <w:pStyle w:val="4BE67B0760C4448BBCF81AD241B0A0E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FBCB77337B642A9ABBC672BD13A0B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90BFAC-ADE0-4427-89F4-9FE081F5F22C}"/>
      </w:docPartPr>
      <w:docPartBody>
        <w:p w:rsidR="009B4E17" w:rsidRDefault="00BA17F4">
          <w:pPr>
            <w:pStyle w:val="BFBCB77337B642A9ABBC672BD13A0B5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94AD291FEBE4F1893C70F03C1CA59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712D68-745E-4A9F-A992-1361EBC14FE4}"/>
      </w:docPartPr>
      <w:docPartBody>
        <w:p w:rsidR="009B4E17" w:rsidRDefault="00BA17F4">
          <w:pPr>
            <w:pStyle w:val="E94AD291FEBE4F1893C70F03C1CA594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671364CE5AF46E7AFF522078D2A65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35D327-EAAB-4EEF-865F-F1A273598CF5}"/>
      </w:docPartPr>
      <w:docPartBody>
        <w:p w:rsidR="009B4E17" w:rsidRDefault="00BA17F4">
          <w:pPr>
            <w:pStyle w:val="9671364CE5AF46E7AFF522078D2A658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69A36FD10964F3995C7B502FCB7AA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0FFF17-A056-483D-B0BD-9EA5DBE5DFEF}"/>
      </w:docPartPr>
      <w:docPartBody>
        <w:p w:rsidR="009B4E17" w:rsidRDefault="00BA17F4">
          <w:pPr>
            <w:pStyle w:val="369A36FD10964F3995C7B502FCB7AA1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5BE966BA5BC4AF4809C9014CBB7B4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EA5CCA-6229-4DF8-9B36-441C9E1FA6CE}"/>
      </w:docPartPr>
      <w:docPartBody>
        <w:p w:rsidR="009B4E17" w:rsidRDefault="00BA17F4">
          <w:pPr>
            <w:pStyle w:val="85BE966BA5BC4AF4809C9014CBB7B4A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2DE34EEF8364272A9B8096F08EEAC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FB11C7-96E2-4AAF-82D6-7BC9EA32D0AA}"/>
      </w:docPartPr>
      <w:docPartBody>
        <w:p w:rsidR="009B4E17" w:rsidRDefault="00BA17F4">
          <w:pPr>
            <w:pStyle w:val="82DE34EEF8364272A9B8096F08EEACE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7AE444769C824D59B930723700377A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81F94D-1B68-4E18-BA09-421D381470E6}"/>
      </w:docPartPr>
      <w:docPartBody>
        <w:p w:rsidR="009B4E17" w:rsidRDefault="00BA17F4">
          <w:pPr>
            <w:pStyle w:val="7AE444769C824D59B930723700377A4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C6360B5618844749DAD3C36A0749B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4FFD8B-1551-4B13-BFAF-3DC43ECCF27E}"/>
      </w:docPartPr>
      <w:docPartBody>
        <w:p w:rsidR="009B4E17" w:rsidRDefault="00BA17F4">
          <w:pPr>
            <w:pStyle w:val="3C6360B5618844749DAD3C36A0749BEB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153417BF007445FAA36BBB37E636F7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1F8163-5169-40F2-B15C-4552FDB97AA1}"/>
      </w:docPartPr>
      <w:docPartBody>
        <w:p w:rsidR="009B4E17" w:rsidRDefault="00BA17F4">
          <w:pPr>
            <w:pStyle w:val="153417BF007445FAA36BBB37E636F79C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4F4B261181645DD8EE2697BE2ABE2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244D2C-F962-4FDA-837E-0C0C338497C6}"/>
      </w:docPartPr>
      <w:docPartBody>
        <w:p w:rsidR="009B4E17" w:rsidRDefault="00BA17F4">
          <w:pPr>
            <w:pStyle w:val="E4F4B261181645DD8EE2697BE2ABE21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1AB72F20BB0F42D4B2FE2E70EFA14B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D47528-D768-4030-9A36-903C2FE71F15}"/>
      </w:docPartPr>
      <w:docPartBody>
        <w:p w:rsidR="009B4E17" w:rsidRDefault="00BA17F4">
          <w:pPr>
            <w:pStyle w:val="1AB72F20BB0F42D4B2FE2E70EFA14B7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0E92D1E5DF14803901700404ADB4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61C9B0-C314-4FF1-973F-D2AA8DB0BD4A}"/>
      </w:docPartPr>
      <w:docPartBody>
        <w:p w:rsidR="009B4E17" w:rsidRDefault="00BA17F4">
          <w:pPr>
            <w:pStyle w:val="20E92D1E5DF14803901700404ADB4436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1AD0F1D565CB4652BD045BD5DA2827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45612D-1563-4704-A530-5580697381E1}"/>
      </w:docPartPr>
      <w:docPartBody>
        <w:p w:rsidR="009B4E17" w:rsidRDefault="00BA17F4">
          <w:pPr>
            <w:pStyle w:val="1AD0F1D565CB4652BD045BD5DA2827D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7C1CA276CCA472C93A2920746F7FE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EC24E7-0349-4483-B706-3B9D5B420BC5}"/>
      </w:docPartPr>
      <w:docPartBody>
        <w:p w:rsidR="009B4E17" w:rsidRDefault="00BA17F4">
          <w:pPr>
            <w:pStyle w:val="F7C1CA276CCA472C93A2920746F7FE9C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FAAC7CA1BFD44A183D50357A07BCC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71BBC6-2010-4278-8DAD-C4DB645D991E}"/>
      </w:docPartPr>
      <w:docPartBody>
        <w:p w:rsidR="009B4E17" w:rsidRDefault="00BA17F4">
          <w:pPr>
            <w:pStyle w:val="FFAAC7CA1BFD44A183D50357A07BCCE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AE94695071D46F3B651CFE7D25D5B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0F5F36-930C-44BB-AEBA-0C3BA7FB1645}"/>
      </w:docPartPr>
      <w:docPartBody>
        <w:p w:rsidR="009B4E17" w:rsidRDefault="00BA17F4">
          <w:pPr>
            <w:pStyle w:val="7AE94695071D46F3B651CFE7D25D5B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653FC7AE97F470E850E84C4F950E7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94F573-A777-435F-92FC-4EB23333A318}"/>
      </w:docPartPr>
      <w:docPartBody>
        <w:p w:rsidR="009B4E17" w:rsidRDefault="00BA17F4">
          <w:pPr>
            <w:pStyle w:val="D653FC7AE97F470E850E84C4F950E73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DD897DF5834F1B895C1218EA55B6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7DCC96-7FC0-4C3D-8F43-61C513003374}"/>
      </w:docPartPr>
      <w:docPartBody>
        <w:p w:rsidR="009B4E17" w:rsidRDefault="00BA17F4">
          <w:pPr>
            <w:pStyle w:val="4BDD897DF5834F1B895C1218EA55B6D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65D52DE0D843748A3CFC31C7DFE3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ACC6E5-61FD-451A-AEF1-181CC87884A2}"/>
      </w:docPartPr>
      <w:docPartBody>
        <w:p w:rsidR="009B4E17" w:rsidRDefault="00BA17F4">
          <w:pPr>
            <w:pStyle w:val="ED65D52DE0D843748A3CFC31C7DFE39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66FC544921F47FC8867FF99CE5AC8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C7AFB8-0BBF-4643-AD2E-E49956655DB6}"/>
      </w:docPartPr>
      <w:docPartBody>
        <w:p w:rsidR="009B4E17" w:rsidRDefault="00BA17F4">
          <w:pPr>
            <w:pStyle w:val="B66FC544921F47FC8867FF99CE5AC8B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A38359A575141AD8C079443251827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5E0BBD-6D1B-4E5D-92EB-72D938FEF58F}"/>
      </w:docPartPr>
      <w:docPartBody>
        <w:p w:rsidR="009B4E17" w:rsidRDefault="00BA17F4">
          <w:pPr>
            <w:pStyle w:val="7A38359A575141AD8C0794432518278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A8F7A6162D14AB5AE84F07B4EF81B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ED42B4-15D1-4B3E-8128-E084886F5768}"/>
      </w:docPartPr>
      <w:docPartBody>
        <w:p w:rsidR="009B4E17" w:rsidRDefault="00BA17F4">
          <w:pPr>
            <w:pStyle w:val="5A8F7A6162D14AB5AE84F07B4EF81BB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5786B2AA7804164A18B40B5B21F99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B9A451-118E-41BD-8E9F-F6A06AF6E6A8}"/>
      </w:docPartPr>
      <w:docPartBody>
        <w:p w:rsidR="009B4E17" w:rsidRDefault="00BA17F4">
          <w:pPr>
            <w:pStyle w:val="A5786B2AA7804164A18B40B5B21F998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68E5741D4D04DAAB6ADF9E0A04BAA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79EDFD-9271-4FEA-B866-8F98FEDD20CD}"/>
      </w:docPartPr>
      <w:docPartBody>
        <w:p w:rsidR="009B4E17" w:rsidRDefault="00BA17F4">
          <w:pPr>
            <w:pStyle w:val="B68E5741D4D04DAAB6ADF9E0A04BAAA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6433E64ECF334B5B8C6168F6F2443D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93178D-F6D8-41AF-8BE6-A0162ACF5242}"/>
      </w:docPartPr>
      <w:docPartBody>
        <w:p w:rsidR="009B4E17" w:rsidRDefault="00BA17F4" w:rsidP="00BA17F4">
          <w:pPr>
            <w:pStyle w:val="6433E64ECF334B5B8C6168F6F2443DF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F4"/>
    <w:rsid w:val="009B4E17"/>
    <w:rsid w:val="00BA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A17F4"/>
    <w:rPr>
      <w:color w:val="808080"/>
    </w:rPr>
  </w:style>
  <w:style w:type="paragraph" w:customStyle="1" w:styleId="0F2E51B2F29B4CC3A59996310EB37072">
    <w:name w:val="0F2E51B2F29B4CC3A59996310EB37072"/>
  </w:style>
  <w:style w:type="paragraph" w:customStyle="1" w:styleId="D1721AAA2F3646DE96436195065BD546">
    <w:name w:val="D1721AAA2F3646DE96436195065BD546"/>
  </w:style>
  <w:style w:type="paragraph" w:customStyle="1" w:styleId="8DB6789EF642496FBABEAB96219DAF12">
    <w:name w:val="8DB6789EF642496FBABEAB96219DAF12"/>
  </w:style>
  <w:style w:type="paragraph" w:customStyle="1" w:styleId="9A92AC4C63874FE98286CD1FC84D5436">
    <w:name w:val="9A92AC4C63874FE98286CD1FC84D5436"/>
  </w:style>
  <w:style w:type="paragraph" w:customStyle="1" w:styleId="FB6265BB462C47A48CF6201655CA084C">
    <w:name w:val="FB6265BB462C47A48CF6201655CA084C"/>
  </w:style>
  <w:style w:type="paragraph" w:customStyle="1" w:styleId="10B57EEEB8B247E296AC692E16B36F0A">
    <w:name w:val="10B57EEEB8B247E296AC692E16B36F0A"/>
  </w:style>
  <w:style w:type="paragraph" w:customStyle="1" w:styleId="4822F544836D404B9FEDBE29AE3A9C2A">
    <w:name w:val="4822F544836D404B9FEDBE29AE3A9C2A"/>
  </w:style>
  <w:style w:type="paragraph" w:customStyle="1" w:styleId="B3404A0F7D9F403A821C0EE2B0509795">
    <w:name w:val="B3404A0F7D9F403A821C0EE2B0509795"/>
  </w:style>
  <w:style w:type="paragraph" w:customStyle="1" w:styleId="DA4EBC001E9D41379558986ECE9962D2">
    <w:name w:val="DA4EBC001E9D41379558986ECE9962D2"/>
  </w:style>
  <w:style w:type="paragraph" w:customStyle="1" w:styleId="1B41E45641FF47E29E897B0C8D813149">
    <w:name w:val="1B41E45641FF47E29E897B0C8D813149"/>
  </w:style>
  <w:style w:type="paragraph" w:customStyle="1" w:styleId="9CD0E8F5B99942AD97823621A3DC63D6">
    <w:name w:val="9CD0E8F5B99942AD97823621A3DC63D6"/>
  </w:style>
  <w:style w:type="paragraph" w:customStyle="1" w:styleId="0C0759313465468FA0FDBCDC4F1A16B5">
    <w:name w:val="0C0759313465468FA0FDBCDC4F1A16B5"/>
  </w:style>
  <w:style w:type="paragraph" w:customStyle="1" w:styleId="C9CA931438DD4C1F9F7C75FBBB326400">
    <w:name w:val="C9CA931438DD4C1F9F7C75FBBB326400"/>
  </w:style>
  <w:style w:type="paragraph" w:customStyle="1" w:styleId="C7796229465642E6BB5850D845ADE2E9">
    <w:name w:val="C7796229465642E6BB5850D845ADE2E9"/>
  </w:style>
  <w:style w:type="paragraph" w:customStyle="1" w:styleId="4BE67B0760C4448BBCF81AD241B0A0E9">
    <w:name w:val="4BE67B0760C4448BBCF81AD241B0A0E9"/>
  </w:style>
  <w:style w:type="paragraph" w:customStyle="1" w:styleId="BFBCB77337B642A9ABBC672BD13A0B5D">
    <w:name w:val="BFBCB77337B642A9ABBC672BD13A0B5D"/>
  </w:style>
  <w:style w:type="paragraph" w:customStyle="1" w:styleId="E94AD291FEBE4F1893C70F03C1CA5948">
    <w:name w:val="E94AD291FEBE4F1893C70F03C1CA5948"/>
  </w:style>
  <w:style w:type="paragraph" w:customStyle="1" w:styleId="9671364CE5AF46E7AFF522078D2A6588">
    <w:name w:val="9671364CE5AF46E7AFF522078D2A6588"/>
  </w:style>
  <w:style w:type="paragraph" w:customStyle="1" w:styleId="369A36FD10964F3995C7B502FCB7AA19">
    <w:name w:val="369A36FD10964F3995C7B502FCB7AA19"/>
  </w:style>
  <w:style w:type="paragraph" w:customStyle="1" w:styleId="85BE966BA5BC4AF4809C9014CBB7B4A0">
    <w:name w:val="85BE966BA5BC4AF4809C9014CBB7B4A0"/>
  </w:style>
  <w:style w:type="paragraph" w:customStyle="1" w:styleId="82DE34EEF8364272A9B8096F08EEACE0">
    <w:name w:val="82DE34EEF8364272A9B8096F08EEACE0"/>
  </w:style>
  <w:style w:type="paragraph" w:customStyle="1" w:styleId="7AE444769C824D59B930723700377A43">
    <w:name w:val="7AE444769C824D59B930723700377A43"/>
  </w:style>
  <w:style w:type="paragraph" w:customStyle="1" w:styleId="3C6360B5618844749DAD3C36A0749BEB">
    <w:name w:val="3C6360B5618844749DAD3C36A0749BEB"/>
  </w:style>
  <w:style w:type="paragraph" w:customStyle="1" w:styleId="153417BF007445FAA36BBB37E636F79C">
    <w:name w:val="153417BF007445FAA36BBB37E636F79C"/>
  </w:style>
  <w:style w:type="paragraph" w:customStyle="1" w:styleId="E4F4B261181645DD8EE2697BE2ABE210">
    <w:name w:val="E4F4B261181645DD8EE2697BE2ABE210"/>
  </w:style>
  <w:style w:type="paragraph" w:customStyle="1" w:styleId="1AB72F20BB0F42D4B2FE2E70EFA14B71">
    <w:name w:val="1AB72F20BB0F42D4B2FE2E70EFA14B71"/>
  </w:style>
  <w:style w:type="paragraph" w:customStyle="1" w:styleId="20E92D1E5DF14803901700404ADB4436">
    <w:name w:val="20E92D1E5DF14803901700404ADB4436"/>
  </w:style>
  <w:style w:type="paragraph" w:customStyle="1" w:styleId="1AD0F1D565CB4652BD045BD5DA2827DA">
    <w:name w:val="1AD0F1D565CB4652BD045BD5DA2827DA"/>
  </w:style>
  <w:style w:type="paragraph" w:customStyle="1" w:styleId="F7C1CA276CCA472C93A2920746F7FE9C">
    <w:name w:val="F7C1CA276CCA472C93A2920746F7FE9C"/>
  </w:style>
  <w:style w:type="paragraph" w:customStyle="1" w:styleId="FFAAC7CA1BFD44A183D50357A07BCCE2">
    <w:name w:val="FFAAC7CA1BFD44A183D50357A07BCCE2"/>
  </w:style>
  <w:style w:type="paragraph" w:customStyle="1" w:styleId="7AE94695071D46F3B651CFE7D25D5BA2">
    <w:name w:val="7AE94695071D46F3B651CFE7D25D5BA2"/>
  </w:style>
  <w:style w:type="paragraph" w:customStyle="1" w:styleId="D653FC7AE97F470E850E84C4F950E734">
    <w:name w:val="D653FC7AE97F470E850E84C4F950E734"/>
  </w:style>
  <w:style w:type="paragraph" w:customStyle="1" w:styleId="4BDD897DF5834F1B895C1218EA55B6DB">
    <w:name w:val="4BDD897DF5834F1B895C1218EA55B6DB"/>
  </w:style>
  <w:style w:type="paragraph" w:customStyle="1" w:styleId="ED65D52DE0D843748A3CFC31C7DFE39B">
    <w:name w:val="ED65D52DE0D843748A3CFC31C7DFE39B"/>
  </w:style>
  <w:style w:type="paragraph" w:customStyle="1" w:styleId="B66FC544921F47FC8867FF99CE5AC8B0">
    <w:name w:val="B66FC544921F47FC8867FF99CE5AC8B0"/>
  </w:style>
  <w:style w:type="paragraph" w:customStyle="1" w:styleId="7A38359A575141AD8C07944325182783">
    <w:name w:val="7A38359A575141AD8C07944325182783"/>
  </w:style>
  <w:style w:type="paragraph" w:customStyle="1" w:styleId="5A8F7A6162D14AB5AE84F07B4EF81BB6">
    <w:name w:val="5A8F7A6162D14AB5AE84F07B4EF81BB6"/>
  </w:style>
  <w:style w:type="paragraph" w:customStyle="1" w:styleId="3C4F01D527DC400D90E1AC573C76429E">
    <w:name w:val="3C4F01D527DC400D90E1AC573C76429E"/>
  </w:style>
  <w:style w:type="paragraph" w:customStyle="1" w:styleId="A5786B2AA7804164A18B40B5B21F998B">
    <w:name w:val="A5786B2AA7804164A18B40B5B21F998B"/>
  </w:style>
  <w:style w:type="paragraph" w:customStyle="1" w:styleId="B68E5741D4D04DAAB6ADF9E0A04BAAA6">
    <w:name w:val="B68E5741D4D04DAAB6ADF9E0A04BAAA6"/>
  </w:style>
  <w:style w:type="paragraph" w:customStyle="1" w:styleId="6433E64ECF334B5B8C6168F6F2443DF2">
    <w:name w:val="6433E64ECF334B5B8C6168F6F2443DF2"/>
    <w:rsid w:val="00BA17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DD655-ABCD-4BB4-ACD9-8D4AA748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2023.05_Annexe-fiche-entreprise - MdA Educ.dotx</Template>
  <TotalTime>3</TotalTime>
  <Pages>6</Pages>
  <Words>1186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Administration centrale</dc:creator>
  <cp:lastModifiedBy>FRANSLISE LECOQ</cp:lastModifiedBy>
  <cp:revision>5</cp:revision>
  <dcterms:created xsi:type="dcterms:W3CDTF">2024-11-12T14:46:00Z</dcterms:created>
  <dcterms:modified xsi:type="dcterms:W3CDTF">2024-11-22T17:13:00Z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