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A90" w:rsidRPr="001C6B74" w:rsidRDefault="001C6B74" w:rsidP="001C6B74">
      <w:pPr>
        <w:spacing w:after="0"/>
        <w:jc w:val="center"/>
        <w:rPr>
          <w:b/>
        </w:rPr>
      </w:pPr>
      <w:r w:rsidRPr="001C6B74">
        <w:rPr>
          <w:b/>
        </w:rPr>
        <w:t>CONVENTION DE STAGE</w:t>
      </w:r>
    </w:p>
    <w:p w:rsidR="001C6B74" w:rsidRDefault="001C6B74" w:rsidP="001C6B74">
      <w:pPr>
        <w:spacing w:after="0"/>
        <w:jc w:val="center"/>
      </w:pPr>
    </w:p>
    <w:p w:rsidR="001C6B74" w:rsidRDefault="001C6B74" w:rsidP="001C6B74">
      <w:pPr>
        <w:spacing w:after="0"/>
      </w:pPr>
      <w:r>
        <w:t xml:space="preserve">Objet du marché : </w:t>
      </w:r>
    </w:p>
    <w:p w:rsidR="001C6B74" w:rsidRDefault="001C6B74" w:rsidP="001C6B74">
      <w:pPr>
        <w:spacing w:after="0"/>
      </w:pPr>
    </w:p>
    <w:p w:rsidR="001C6B74" w:rsidRDefault="001C6B74" w:rsidP="001C6B74">
      <w:pPr>
        <w:spacing w:after="0"/>
        <w:jc w:val="center"/>
        <w:rPr>
          <w:b/>
        </w:rPr>
      </w:pPr>
      <w:r w:rsidRPr="001C6B74">
        <w:rPr>
          <w:b/>
        </w:rPr>
        <w:t>LE STAGIAIRE</w:t>
      </w:r>
    </w:p>
    <w:p w:rsidR="001C6B74" w:rsidRPr="001C6B74" w:rsidRDefault="001C6B74" w:rsidP="001C6B74">
      <w:pPr>
        <w:spacing w:after="0"/>
        <w:jc w:val="center"/>
        <w:rPr>
          <w:b/>
        </w:rPr>
      </w:pPr>
    </w:p>
    <w:p w:rsidR="001C6B74" w:rsidRDefault="001C6B74" w:rsidP="001C6B74">
      <w:pPr>
        <w:spacing w:after="0"/>
      </w:pPr>
      <w:r>
        <w:t>M. Mme Nom de naissance :</w:t>
      </w:r>
    </w:p>
    <w:p w:rsidR="001C6B74" w:rsidRDefault="001C6B74" w:rsidP="001C6B74">
      <w:pPr>
        <w:spacing w:after="0"/>
      </w:pPr>
      <w:r>
        <w:t>Prénom :</w:t>
      </w:r>
    </w:p>
    <w:p w:rsidR="001C6B74" w:rsidRDefault="001C6B74" w:rsidP="001C6B74">
      <w:pPr>
        <w:spacing w:after="0"/>
      </w:pPr>
      <w:r>
        <w:t>Nom d’usage :</w:t>
      </w:r>
    </w:p>
    <w:p w:rsidR="001C6B74" w:rsidRDefault="001C6B74" w:rsidP="001C6B74">
      <w:pPr>
        <w:spacing w:after="0"/>
      </w:pPr>
      <w:r>
        <w:t>Né(e) le :</w:t>
      </w:r>
    </w:p>
    <w:p w:rsidR="001C6B74" w:rsidRDefault="001C6B74" w:rsidP="001C6B74">
      <w:pPr>
        <w:spacing w:after="0"/>
      </w:pPr>
      <w:r>
        <w:t>A (commune) :</w:t>
      </w:r>
      <w:r>
        <w:tab/>
      </w:r>
      <w:r>
        <w:tab/>
      </w:r>
      <w:r>
        <w:tab/>
      </w:r>
      <w:r>
        <w:tab/>
      </w:r>
      <w:r>
        <w:tab/>
      </w:r>
      <w:r>
        <w:tab/>
        <w:t>(département /pays) :</w:t>
      </w:r>
    </w:p>
    <w:p w:rsidR="001C6B74" w:rsidRDefault="001C6B74" w:rsidP="001C6B74">
      <w:pPr>
        <w:spacing w:after="0"/>
      </w:pPr>
      <w:r>
        <w:t>Nationalité :</w:t>
      </w:r>
    </w:p>
    <w:p w:rsidR="001C6B74" w:rsidRDefault="001C6B74" w:rsidP="001C6B74">
      <w:pPr>
        <w:spacing w:after="0"/>
      </w:pPr>
      <w:r>
        <w:t>Adresse :</w:t>
      </w:r>
    </w:p>
    <w:p w:rsidR="001C6B74" w:rsidRDefault="001C6B74" w:rsidP="001C6B74">
      <w:pPr>
        <w:spacing w:after="0"/>
      </w:pPr>
    </w:p>
    <w:p w:rsidR="001C6B74" w:rsidRDefault="001C6B74" w:rsidP="001C6B74">
      <w:pPr>
        <w:spacing w:after="0"/>
      </w:pPr>
    </w:p>
    <w:p w:rsidR="001C6B74" w:rsidRDefault="001C6B74" w:rsidP="001C6B74">
      <w:pPr>
        <w:spacing w:after="0"/>
      </w:pPr>
      <w:r>
        <w:t>Courriel :</w:t>
      </w:r>
    </w:p>
    <w:p w:rsidR="001C6B74" w:rsidRDefault="001C6B74" w:rsidP="001C6B74">
      <w:pPr>
        <w:spacing w:after="0"/>
      </w:pPr>
      <w:r>
        <w:t>Personne à prévenir en cas d’urgence :</w:t>
      </w:r>
    </w:p>
    <w:p w:rsidR="001C6B74" w:rsidRDefault="001C6B74" w:rsidP="001C6B74">
      <w:pPr>
        <w:spacing w:after="0"/>
      </w:pPr>
      <w:r>
        <w:t>Téléphone :</w:t>
      </w:r>
    </w:p>
    <w:p w:rsidR="001C6B74" w:rsidRDefault="001C6B74" w:rsidP="001C6B74">
      <w:pPr>
        <w:spacing w:after="0"/>
      </w:pPr>
    </w:p>
    <w:p w:rsidR="001C6B74" w:rsidRPr="001C6B74" w:rsidRDefault="001C6B74" w:rsidP="001C6B74">
      <w:pPr>
        <w:spacing w:after="0"/>
        <w:jc w:val="center"/>
        <w:rPr>
          <w:b/>
        </w:rPr>
      </w:pPr>
      <w:r w:rsidRPr="001C6B74">
        <w:rPr>
          <w:b/>
        </w:rPr>
        <w:t>L’ENTREPRISE TITULAIRE / LA STRUCTURE D’ACCUEIL</w:t>
      </w:r>
    </w:p>
    <w:p w:rsidR="001C6B74" w:rsidRDefault="001C6B74" w:rsidP="001C6B74">
      <w:pPr>
        <w:spacing w:after="0"/>
      </w:pPr>
      <w:r>
        <w:t>Dénomination / Raison sociale :</w:t>
      </w:r>
    </w:p>
    <w:p w:rsidR="001C6B74" w:rsidRDefault="001C6B74" w:rsidP="001C6B74">
      <w:pPr>
        <w:spacing w:after="0"/>
      </w:pPr>
      <w:r>
        <w:t>N° SIRET :</w:t>
      </w:r>
    </w:p>
    <w:p w:rsidR="001C6B74" w:rsidRDefault="001C6B74" w:rsidP="001C6B74">
      <w:pPr>
        <w:spacing w:after="0"/>
      </w:pPr>
      <w:r>
        <w:t>Adresse :</w:t>
      </w:r>
    </w:p>
    <w:p w:rsidR="001C6B74" w:rsidRDefault="001C6B74" w:rsidP="001C6B74">
      <w:pPr>
        <w:spacing w:after="0"/>
      </w:pPr>
    </w:p>
    <w:p w:rsidR="001C6B74" w:rsidRDefault="001C6B74" w:rsidP="001C6B74">
      <w:pPr>
        <w:spacing w:after="0"/>
      </w:pPr>
      <w:r>
        <w:t>Personne responsable du stagiaire (référent entreprise) : Nom :</w:t>
      </w:r>
      <w:r>
        <w:tab/>
      </w:r>
      <w:r>
        <w:tab/>
        <w:t>Prénom :</w:t>
      </w:r>
    </w:p>
    <w:p w:rsidR="001C6B74" w:rsidRDefault="001C6B74" w:rsidP="001C6B74">
      <w:pPr>
        <w:spacing w:after="0"/>
      </w:pPr>
      <w:r>
        <w:t>Fonction :</w:t>
      </w:r>
    </w:p>
    <w:p w:rsidR="001C6B74" w:rsidRDefault="001C6B74" w:rsidP="001C6B74">
      <w:pPr>
        <w:spacing w:after="0"/>
      </w:pPr>
      <w:r>
        <w:t>Courriel :</w:t>
      </w:r>
    </w:p>
    <w:p w:rsidR="001C6B74" w:rsidRDefault="001C6B74" w:rsidP="001C6B74">
      <w:pPr>
        <w:spacing w:after="0"/>
      </w:pPr>
      <w:r>
        <w:t>Téléphone :</w:t>
      </w:r>
    </w:p>
    <w:p w:rsidR="001C6B74" w:rsidRDefault="001C6B74" w:rsidP="001C6B74">
      <w:pPr>
        <w:spacing w:after="0"/>
      </w:pPr>
    </w:p>
    <w:p w:rsidR="001C6B74" w:rsidRDefault="001C6B74" w:rsidP="001C6B74">
      <w:pPr>
        <w:spacing w:after="0"/>
        <w:jc w:val="center"/>
        <w:rPr>
          <w:b/>
        </w:rPr>
      </w:pPr>
      <w:r w:rsidRPr="001C6B74">
        <w:rPr>
          <w:b/>
        </w:rPr>
        <w:t>AUTORITE D’ACCOMPAGNEMENT : DEFENSE MOBILITE</w:t>
      </w:r>
    </w:p>
    <w:p w:rsidR="001C6B74" w:rsidRPr="001C6B74" w:rsidRDefault="001C6B74" w:rsidP="001C6B74">
      <w:pPr>
        <w:spacing w:after="0"/>
        <w:jc w:val="center"/>
        <w:rPr>
          <w:b/>
        </w:rPr>
      </w:pPr>
    </w:p>
    <w:p w:rsidR="001C6B74" w:rsidRDefault="001C6B74" w:rsidP="001C6B74">
      <w:pPr>
        <w:spacing w:after="0"/>
      </w:pPr>
      <w:r>
        <w:t xml:space="preserve">Adresse : </w:t>
      </w:r>
    </w:p>
    <w:p w:rsidR="001C6B74" w:rsidRDefault="001C6B74" w:rsidP="001C6B74">
      <w:pPr>
        <w:spacing w:after="0"/>
      </w:pPr>
    </w:p>
    <w:p w:rsidR="001C6B74" w:rsidRDefault="001C6B74" w:rsidP="001C6B74">
      <w:pPr>
        <w:spacing w:after="0"/>
      </w:pPr>
      <w:r w:rsidRPr="001C6B74">
        <w:rPr>
          <w:b/>
          <w:u w:val="single"/>
        </w:rPr>
        <w:t>Représentant</w:t>
      </w:r>
      <w:r>
        <w:t> : Nom :</w:t>
      </w:r>
      <w:r>
        <w:tab/>
      </w:r>
      <w:r>
        <w:tab/>
      </w:r>
      <w:r>
        <w:tab/>
      </w:r>
      <w:r>
        <w:tab/>
      </w:r>
      <w:r>
        <w:tab/>
        <w:t>Prénom :</w:t>
      </w:r>
    </w:p>
    <w:p w:rsidR="001C6B74" w:rsidRDefault="001C6B74" w:rsidP="001C6B74">
      <w:pPr>
        <w:spacing w:after="0"/>
      </w:pPr>
      <w:r>
        <w:t>Courriel :</w:t>
      </w:r>
    </w:p>
    <w:p w:rsidR="001C6B74" w:rsidRDefault="001C6B74" w:rsidP="001C6B74">
      <w:pPr>
        <w:spacing w:after="0"/>
      </w:pPr>
      <w:r>
        <w:t>Téléphone :</w:t>
      </w:r>
    </w:p>
    <w:p w:rsidR="001C6B74" w:rsidRDefault="001C6B74" w:rsidP="001C6B74">
      <w:pPr>
        <w:spacing w:after="0"/>
      </w:pPr>
    </w:p>
    <w:p w:rsidR="001C6B74" w:rsidRDefault="001C6B74" w:rsidP="001C6B74">
      <w:pPr>
        <w:spacing w:after="0"/>
        <w:jc w:val="center"/>
        <w:rPr>
          <w:b/>
        </w:rPr>
      </w:pPr>
      <w:r w:rsidRPr="001C6B74">
        <w:rPr>
          <w:b/>
        </w:rPr>
        <w:t>PERIODE DE STAGE</w:t>
      </w:r>
    </w:p>
    <w:p w:rsidR="001C6B74" w:rsidRPr="001C6B74" w:rsidRDefault="001C6B74" w:rsidP="001C6B74">
      <w:pPr>
        <w:spacing w:after="0"/>
        <w:jc w:val="center"/>
        <w:rPr>
          <w:b/>
        </w:rPr>
      </w:pPr>
    </w:p>
    <w:p w:rsidR="001C6B74" w:rsidRDefault="001C6B74" w:rsidP="001C6B74">
      <w:pPr>
        <w:spacing w:after="0"/>
      </w:pPr>
      <w:r>
        <w:t xml:space="preserve">La période est prévue du </w:t>
      </w:r>
      <w:r>
        <w:tab/>
      </w:r>
      <w:r>
        <w:tab/>
        <w:t xml:space="preserve">au  </w:t>
      </w:r>
    </w:p>
    <w:p w:rsidR="001C6B74" w:rsidRDefault="001C6B74" w:rsidP="001C6B74">
      <w:pPr>
        <w:spacing w:after="0"/>
      </w:pPr>
    </w:p>
    <w:p w:rsidR="001C6B74" w:rsidRDefault="001C6B74" w:rsidP="001C6B74">
      <w:pPr>
        <w:spacing w:after="0"/>
      </w:pPr>
      <w:r>
        <w:t>Lieu d’exécution (si différent de l’adresse de la structure d’accueil) :</w:t>
      </w:r>
    </w:p>
    <w:p w:rsidR="001C6B74" w:rsidRDefault="001C6B74" w:rsidP="001C6B74">
      <w:pPr>
        <w:spacing w:after="0"/>
      </w:pPr>
    </w:p>
    <w:p w:rsidR="001C6B74" w:rsidRDefault="001C6B74" w:rsidP="001C6B74">
      <w:pPr>
        <w:spacing w:after="0"/>
      </w:pPr>
      <w:r>
        <w:t>Objet du stage :</w:t>
      </w:r>
    </w:p>
    <w:p w:rsidR="001C6B74" w:rsidRDefault="001C6B74" w:rsidP="001C6B74">
      <w:pPr>
        <w:spacing w:after="0"/>
      </w:pPr>
    </w:p>
    <w:p w:rsidR="001C6B74" w:rsidRDefault="001C6B74" w:rsidP="001C6B74">
      <w:pPr>
        <w:spacing w:after="0"/>
      </w:pPr>
      <w:r>
        <w:t>(Découvrir un métier ou un secteur d’activité / Confirmer un projet professionnel / Initier une démarche de recrutement).</w:t>
      </w:r>
    </w:p>
    <w:p w:rsidR="008D228A" w:rsidRDefault="008D228A" w:rsidP="001C6B74">
      <w:pPr>
        <w:spacing w:after="0"/>
        <w:jc w:val="center"/>
        <w:rPr>
          <w:b/>
        </w:rPr>
      </w:pPr>
    </w:p>
    <w:p w:rsidR="001C6B74" w:rsidRPr="001C6B74" w:rsidRDefault="001C6B74" w:rsidP="001C6B74">
      <w:pPr>
        <w:spacing w:after="0"/>
        <w:jc w:val="center"/>
        <w:rPr>
          <w:b/>
        </w:rPr>
      </w:pPr>
      <w:bookmarkStart w:id="0" w:name="_GoBack"/>
      <w:bookmarkEnd w:id="0"/>
      <w:r w:rsidRPr="001C6B74">
        <w:rPr>
          <w:b/>
        </w:rPr>
        <w:lastRenderedPageBreak/>
        <w:t>ACTIVITE CONFIEES – CONDITIONS DE MISE EN ŒUVRE ET D’EVALUATION</w:t>
      </w:r>
    </w:p>
    <w:p w:rsidR="001C6B74" w:rsidRDefault="001C6B74" w:rsidP="001C6B74">
      <w:pPr>
        <w:spacing w:after="0"/>
        <w:jc w:val="center"/>
      </w:pPr>
      <w:r w:rsidRPr="001C6B74">
        <w:rPr>
          <w:b/>
        </w:rPr>
        <w:t>Activités confiées et objectifs associé</w:t>
      </w:r>
      <w:r>
        <w:t>s (Détail des activités et conditions de mise en œuvre en annexe)</w:t>
      </w:r>
    </w:p>
    <w:p w:rsidR="001C6B74" w:rsidRDefault="001C6B74" w:rsidP="001C6B74">
      <w:pPr>
        <w:spacing w:after="0"/>
        <w:jc w:val="center"/>
      </w:pPr>
    </w:p>
    <w:p w:rsidR="001C6B74" w:rsidRDefault="001C6B74" w:rsidP="001C6B74">
      <w:pPr>
        <w:spacing w:after="0"/>
      </w:pPr>
    </w:p>
    <w:p w:rsidR="001C6B74" w:rsidRPr="003B36C1" w:rsidRDefault="001C6B74" w:rsidP="001C6B74">
      <w:pPr>
        <w:spacing w:after="0"/>
        <w:rPr>
          <w:b/>
          <w:u w:val="single"/>
        </w:rPr>
      </w:pPr>
      <w:r w:rsidRPr="003B36C1">
        <w:rPr>
          <w:b/>
          <w:u w:val="single"/>
        </w:rPr>
        <w:t>Organisation de la période dans la structure d’accueil </w:t>
      </w:r>
    </w:p>
    <w:p w:rsidR="001C6B74" w:rsidRDefault="001C6B74" w:rsidP="001C6B74">
      <w:pPr>
        <w:spacing w:after="0"/>
      </w:pPr>
      <w:r>
        <w:t xml:space="preserve">Lundi : de </w:t>
      </w:r>
      <w:r>
        <w:tab/>
      </w:r>
      <w:r>
        <w:tab/>
      </w:r>
      <w:r>
        <w:tab/>
        <w:t>à</w:t>
      </w:r>
      <w:r>
        <w:tab/>
      </w:r>
      <w:r>
        <w:tab/>
        <w:t xml:space="preserve">et de </w:t>
      </w:r>
      <w:r>
        <w:tab/>
      </w:r>
      <w:r>
        <w:tab/>
      </w:r>
      <w:r>
        <w:tab/>
        <w:t>à</w:t>
      </w:r>
    </w:p>
    <w:p w:rsidR="001C6B74" w:rsidRDefault="001C6B74" w:rsidP="001C6B74">
      <w:pPr>
        <w:spacing w:after="0"/>
      </w:pPr>
      <w:r>
        <w:t>Mardi : de</w:t>
      </w:r>
      <w:r>
        <w:tab/>
      </w:r>
      <w:r>
        <w:tab/>
      </w:r>
      <w:r>
        <w:tab/>
        <w:t>à</w:t>
      </w:r>
      <w:r>
        <w:tab/>
      </w:r>
      <w:r>
        <w:tab/>
        <w:t>et de</w:t>
      </w:r>
      <w:r>
        <w:tab/>
      </w:r>
      <w:r>
        <w:tab/>
      </w:r>
      <w:r>
        <w:tab/>
        <w:t>à</w:t>
      </w:r>
    </w:p>
    <w:p w:rsidR="001C6B74" w:rsidRDefault="001C6B74" w:rsidP="001C6B74">
      <w:pPr>
        <w:spacing w:after="0"/>
      </w:pPr>
      <w:r>
        <w:t xml:space="preserve">Mercredi : de </w:t>
      </w:r>
      <w:r>
        <w:tab/>
      </w:r>
      <w:r>
        <w:tab/>
      </w:r>
      <w:r>
        <w:tab/>
        <w:t>à</w:t>
      </w:r>
      <w:r>
        <w:tab/>
      </w:r>
      <w:r>
        <w:tab/>
        <w:t xml:space="preserve">et de </w:t>
      </w:r>
      <w:r>
        <w:tab/>
      </w:r>
      <w:r>
        <w:tab/>
      </w:r>
      <w:r>
        <w:tab/>
        <w:t>à</w:t>
      </w:r>
    </w:p>
    <w:p w:rsidR="001C6B74" w:rsidRDefault="001C6B74" w:rsidP="001C6B74">
      <w:pPr>
        <w:spacing w:after="0"/>
      </w:pPr>
      <w:r>
        <w:t>Jeudi : de</w:t>
      </w:r>
      <w:r>
        <w:tab/>
      </w:r>
      <w:r>
        <w:tab/>
      </w:r>
      <w:r>
        <w:tab/>
        <w:t>à</w:t>
      </w:r>
      <w:r>
        <w:tab/>
      </w:r>
      <w:r>
        <w:tab/>
        <w:t xml:space="preserve">et de </w:t>
      </w:r>
      <w:r>
        <w:tab/>
      </w:r>
      <w:r>
        <w:tab/>
      </w:r>
      <w:r>
        <w:tab/>
        <w:t>à</w:t>
      </w:r>
    </w:p>
    <w:p w:rsidR="001C6B74" w:rsidRDefault="001C6B74" w:rsidP="001C6B74">
      <w:pPr>
        <w:spacing w:after="0"/>
      </w:pPr>
      <w:r>
        <w:t>Vendredi : de</w:t>
      </w:r>
      <w:r>
        <w:tab/>
      </w:r>
      <w:r>
        <w:tab/>
      </w:r>
      <w:r>
        <w:tab/>
        <w:t xml:space="preserve">à </w:t>
      </w:r>
      <w:r>
        <w:tab/>
      </w:r>
      <w:r>
        <w:tab/>
        <w:t>et de</w:t>
      </w:r>
      <w:r>
        <w:tab/>
      </w:r>
      <w:r>
        <w:tab/>
      </w:r>
      <w:r>
        <w:tab/>
        <w:t>à</w:t>
      </w:r>
    </w:p>
    <w:p w:rsidR="001C6B74" w:rsidRDefault="001C6B74" w:rsidP="001C6B74">
      <w:pPr>
        <w:spacing w:after="0"/>
      </w:pPr>
      <w:r>
        <w:t>Samedi : de</w:t>
      </w:r>
      <w:r>
        <w:tab/>
      </w:r>
      <w:r>
        <w:tab/>
      </w:r>
      <w:r>
        <w:tab/>
        <w:t>à</w:t>
      </w:r>
      <w:r>
        <w:tab/>
      </w:r>
      <w:r>
        <w:tab/>
        <w:t xml:space="preserve">et de </w:t>
      </w:r>
      <w:r>
        <w:tab/>
      </w:r>
      <w:r>
        <w:tab/>
      </w:r>
      <w:r>
        <w:tab/>
        <w:t>à</w:t>
      </w:r>
    </w:p>
    <w:p w:rsidR="001C6B74" w:rsidRDefault="001C6B74" w:rsidP="001C6B74">
      <w:pPr>
        <w:spacing w:after="0"/>
      </w:pPr>
      <w:r>
        <w:t>Dimanche : de</w:t>
      </w:r>
      <w:r>
        <w:tab/>
      </w:r>
      <w:r>
        <w:tab/>
      </w:r>
      <w:r>
        <w:tab/>
        <w:t>à</w:t>
      </w:r>
      <w:r>
        <w:tab/>
      </w:r>
      <w:r>
        <w:tab/>
        <w:t xml:space="preserve">et de </w:t>
      </w:r>
      <w:r>
        <w:tab/>
      </w:r>
      <w:r>
        <w:tab/>
      </w:r>
      <w:r>
        <w:tab/>
        <w:t>à</w:t>
      </w:r>
    </w:p>
    <w:p w:rsidR="00AC34E3" w:rsidRDefault="00AC34E3" w:rsidP="001C6B74">
      <w:pPr>
        <w:spacing w:after="0"/>
      </w:pPr>
    </w:p>
    <w:p w:rsidR="00AC34E3" w:rsidRDefault="00AC34E3" w:rsidP="001C6B74">
      <w:pPr>
        <w:spacing w:after="0"/>
      </w:pPr>
      <w:r>
        <w:t>Observations :</w:t>
      </w:r>
    </w:p>
    <w:p w:rsidR="00AC34E3" w:rsidRDefault="00AC34E3" w:rsidP="001C6B74">
      <w:pPr>
        <w:spacing w:after="0"/>
      </w:pPr>
    </w:p>
    <w:p w:rsidR="00AC34E3" w:rsidRDefault="00AC34E3" w:rsidP="001C6B74">
      <w:pPr>
        <w:spacing w:after="0"/>
      </w:pPr>
    </w:p>
    <w:p w:rsidR="00AC34E3" w:rsidRPr="00AC34E3" w:rsidRDefault="00AC34E3" w:rsidP="001C6B74">
      <w:pPr>
        <w:spacing w:after="0"/>
        <w:rPr>
          <w:b/>
        </w:rPr>
      </w:pPr>
      <w:r w:rsidRPr="00AC34E3">
        <w:rPr>
          <w:b/>
        </w:rPr>
        <w:t>Obligations des parties :</w:t>
      </w:r>
    </w:p>
    <w:p w:rsidR="00AC34E3" w:rsidRDefault="00AC34E3" w:rsidP="001C6B74">
      <w:pPr>
        <w:spacing w:after="0"/>
      </w:pPr>
    </w:p>
    <w:p w:rsidR="00AC34E3" w:rsidRDefault="00AC34E3" w:rsidP="001C6B74">
      <w:pPr>
        <w:spacing w:after="0"/>
      </w:pPr>
      <w:r w:rsidRPr="00AC34E3">
        <w:rPr>
          <w:u w:val="single"/>
        </w:rPr>
        <w:t>Le stagiaire s’engage</w:t>
      </w:r>
      <w:r>
        <w:t xml:space="preserve"> à exercer les activités et tâches telles que définies dans la présente convention et à mettre en œuvre l’ensemble des actions lui permettant d’atteindre les objectifs d’insertion socioprofessionnelle attendus, et notamment : </w:t>
      </w:r>
    </w:p>
    <w:p w:rsidR="00AC34E3" w:rsidRDefault="00AC34E3" w:rsidP="00AC34E3">
      <w:pPr>
        <w:pStyle w:val="Paragraphedeliste"/>
        <w:numPr>
          <w:ilvl w:val="0"/>
          <w:numId w:val="1"/>
        </w:numPr>
        <w:spacing w:after="0"/>
      </w:pPr>
      <w:r>
        <w:t>Respecter le règlement intérieur de la structure d’accueil et les consignes qui lui sont données et informer le référent entreprise de tout retard ou absence en fournissant les documents justificatifs requis ;</w:t>
      </w:r>
    </w:p>
    <w:p w:rsidR="00AC34E3" w:rsidRDefault="00AC34E3" w:rsidP="00AC34E3">
      <w:pPr>
        <w:pStyle w:val="Paragraphedeliste"/>
        <w:numPr>
          <w:ilvl w:val="0"/>
          <w:numId w:val="1"/>
        </w:numPr>
        <w:spacing w:after="0"/>
      </w:pPr>
      <w:r>
        <w:t>Se conformer à l’ensemble des dispositions et mesures en matière d’hygiène et de sécurité applicables aux salariés dans la structure d’accueil ;</w:t>
      </w:r>
    </w:p>
    <w:p w:rsidR="00AC34E3" w:rsidRDefault="00AC34E3" w:rsidP="00AC34E3">
      <w:pPr>
        <w:pStyle w:val="Paragraphedeliste"/>
        <w:numPr>
          <w:ilvl w:val="0"/>
          <w:numId w:val="1"/>
        </w:numPr>
        <w:spacing w:after="0"/>
      </w:pPr>
      <w:r>
        <w:t>Informer l’autorité d’accompagnement et le référent d’entreprise de tout incident et/ou accident ;</w:t>
      </w:r>
    </w:p>
    <w:p w:rsidR="00AC34E3" w:rsidRDefault="00AC34E3" w:rsidP="00AC34E3">
      <w:pPr>
        <w:pStyle w:val="Paragraphedeliste"/>
        <w:numPr>
          <w:ilvl w:val="0"/>
          <w:numId w:val="1"/>
        </w:numPr>
        <w:spacing w:after="0"/>
      </w:pPr>
      <w:r>
        <w:t>Informer l’autorité d’accompagnement et le référent d’entreprise des difficultés qu’il pourrait rencontrer dans la mise en œuvre de ce stage ;</w:t>
      </w:r>
    </w:p>
    <w:p w:rsidR="00AC34E3" w:rsidRDefault="00AC34E3" w:rsidP="00AC34E3">
      <w:pPr>
        <w:spacing w:after="0"/>
      </w:pPr>
    </w:p>
    <w:p w:rsidR="00AC34E3" w:rsidRDefault="00AC34E3" w:rsidP="00AC34E3">
      <w:pPr>
        <w:spacing w:after="0"/>
      </w:pPr>
      <w:r w:rsidRPr="00B60B72">
        <w:rPr>
          <w:u w:val="single"/>
        </w:rPr>
        <w:t>La structure d’accueil s’engage</w:t>
      </w:r>
      <w:r>
        <w:t> à prendre l’ensemble des dispositions nécessaire en vue de permettre au stagiaire d’exercer les activités et tâches telles que définies dans la présente convention, à l’accompagner afin de lui permettre d’atteindre les objectifs d’insertion socioprofessionnelle attendus, et notamment à :</w:t>
      </w:r>
    </w:p>
    <w:p w:rsidR="00B60B72" w:rsidRDefault="00B60B72" w:rsidP="00B60B72">
      <w:pPr>
        <w:pStyle w:val="Paragraphedeliste"/>
        <w:numPr>
          <w:ilvl w:val="0"/>
          <w:numId w:val="2"/>
        </w:numPr>
        <w:spacing w:after="0"/>
      </w:pPr>
      <w:r>
        <w:t>Désigner une personne chargée d’accueillir, d’aider, d’informer, de guider et d’évaluer le stagiaire pendant la période de stage ;</w:t>
      </w:r>
    </w:p>
    <w:p w:rsidR="00B60B72" w:rsidRDefault="00B60B72" w:rsidP="00B60B72">
      <w:pPr>
        <w:pStyle w:val="Paragraphedeliste"/>
        <w:numPr>
          <w:ilvl w:val="0"/>
          <w:numId w:val="2"/>
        </w:numPr>
        <w:spacing w:after="0"/>
      </w:pPr>
      <w:r>
        <w:t>Ne pas faire exécuter au stagiaire une tâche régulière correspondant à un poste de travail permanent, à un accroissement temporaire d’activité, à un emploi saisonnier ou au remplacement d’un salarié en cas d’absence ou de suspension de son contrat de travail ;</w:t>
      </w:r>
    </w:p>
    <w:p w:rsidR="00B60B72" w:rsidRDefault="00B60B72" w:rsidP="00B60B72">
      <w:pPr>
        <w:pStyle w:val="Paragraphedeliste"/>
        <w:numPr>
          <w:ilvl w:val="0"/>
          <w:numId w:val="2"/>
        </w:numPr>
        <w:spacing w:after="0"/>
      </w:pPr>
      <w:r>
        <w:t>S’assurer que le stage respecte les règles applicables à ses salariés pour ce qui a trait aux durées quotidienne et hebdomadaire de présence, à la présence de nuit, au repos quotidien, hebdomadaire et aux fours fériés ;</w:t>
      </w:r>
    </w:p>
    <w:p w:rsidR="00B60B72" w:rsidRDefault="00B60B72" w:rsidP="00B60B72">
      <w:pPr>
        <w:pStyle w:val="Paragraphedeliste"/>
        <w:numPr>
          <w:ilvl w:val="0"/>
          <w:numId w:val="2"/>
        </w:numPr>
        <w:spacing w:after="0"/>
      </w:pPr>
      <w:r>
        <w:t>S’assurer de permettre au stagiaire de solliciter la médecine du travail s’il le souhaite tout particulièrement si la structure d’accueil dispose d’un service médical ;</w:t>
      </w:r>
    </w:p>
    <w:p w:rsidR="00B60B72" w:rsidRDefault="00B60B72" w:rsidP="00B60B72">
      <w:pPr>
        <w:pStyle w:val="Paragraphedeliste"/>
        <w:numPr>
          <w:ilvl w:val="0"/>
          <w:numId w:val="2"/>
        </w:numPr>
        <w:spacing w:after="0"/>
      </w:pPr>
      <w:r>
        <w:t>Etre couvert par une assurance Multirisque Professionnelle en cours de validité tant à l’encontre de tiers que sur des biens de la structure d’accueil ;</w:t>
      </w:r>
    </w:p>
    <w:p w:rsidR="00B60B72" w:rsidRDefault="00B60B72" w:rsidP="00B60B72">
      <w:pPr>
        <w:pStyle w:val="Paragraphedeliste"/>
        <w:numPr>
          <w:ilvl w:val="0"/>
          <w:numId w:val="2"/>
        </w:numPr>
        <w:spacing w:after="0"/>
      </w:pPr>
      <w:r>
        <w:lastRenderedPageBreak/>
        <w:t>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B60B72" w:rsidRPr="00B60B72" w:rsidRDefault="00B60B72" w:rsidP="00B60B72">
      <w:pPr>
        <w:pStyle w:val="Paragraphedeliste"/>
        <w:numPr>
          <w:ilvl w:val="0"/>
          <w:numId w:val="2"/>
        </w:numPr>
        <w:spacing w:after="0"/>
        <w:rPr>
          <w:b/>
        </w:rPr>
      </w:pPr>
      <w:r w:rsidRPr="00B60B72">
        <w:rPr>
          <w:b/>
        </w:rPr>
        <w:t>Prévenir dès connaissance des faits, et au plus tard dans les 24 heures, la structure d’accompagnement de tout accident survenant soit au cours ou sur le lieu de la mise en situation en milieu professionnel, soit au cours du trajet domicile-structure d’accueil ;</w:t>
      </w:r>
    </w:p>
    <w:p w:rsidR="00B60B72" w:rsidRDefault="00B60B72" w:rsidP="00B60B72">
      <w:pPr>
        <w:pStyle w:val="Paragraphedeliste"/>
        <w:numPr>
          <w:ilvl w:val="0"/>
          <w:numId w:val="2"/>
        </w:numPr>
        <w:spacing w:after="0"/>
      </w:pPr>
      <w:r>
        <w:t>Libérer, à la demande de la structure d’accompagnement, le stagiaire chaque fois que cela s’avère nécessaire.</w:t>
      </w:r>
    </w:p>
    <w:p w:rsidR="00AC34E3" w:rsidRDefault="00AC34E3" w:rsidP="00AC34E3">
      <w:pPr>
        <w:spacing w:after="0"/>
      </w:pPr>
    </w:p>
    <w:p w:rsidR="00B60B72" w:rsidRDefault="00B60B72" w:rsidP="00AC34E3">
      <w:pPr>
        <w:spacing w:after="0"/>
      </w:pPr>
      <w:r w:rsidRPr="00B60B72">
        <w:rPr>
          <w:u w:val="single"/>
        </w:rPr>
        <w:t>L’autorité d’accompagnement s’engage</w:t>
      </w:r>
      <w:r>
        <w:t>, en la personne du référent d’entreprise, à assurer la mise en œuvre du stage et notamment à :</w:t>
      </w:r>
    </w:p>
    <w:p w:rsidR="00B60B72" w:rsidRDefault="00B60B72" w:rsidP="00B60B72">
      <w:pPr>
        <w:pStyle w:val="Paragraphedeliste"/>
        <w:numPr>
          <w:ilvl w:val="0"/>
          <w:numId w:val="3"/>
        </w:numPr>
        <w:spacing w:after="0"/>
      </w:pPr>
      <w:r>
        <w:t>Assurer en tant que de besoin l’accompagnement dans la structure d’accueil du stagiaire au travers de visites et d’entretiens sous toute forme ;</w:t>
      </w:r>
    </w:p>
    <w:p w:rsidR="00B60B72" w:rsidRDefault="00B60B72" w:rsidP="00B60B72">
      <w:pPr>
        <w:pStyle w:val="Paragraphedeliste"/>
        <w:numPr>
          <w:ilvl w:val="0"/>
          <w:numId w:val="3"/>
        </w:numPr>
        <w:spacing w:after="0"/>
      </w:pPr>
      <w:r>
        <w:t>Intervenir à la demande de la structure d’accueil et/ou du stagiaire pour régler toute difficulté pouvant survenir pendant la période de stage ;</w:t>
      </w:r>
    </w:p>
    <w:p w:rsidR="00B60B72" w:rsidRDefault="00B60B72" w:rsidP="00B60B72">
      <w:pPr>
        <w:pStyle w:val="Paragraphedeliste"/>
        <w:numPr>
          <w:ilvl w:val="0"/>
          <w:numId w:val="3"/>
        </w:numPr>
        <w:spacing w:after="0"/>
      </w:pPr>
      <w:r>
        <w:t>Formaliser le bilan/évaluation de la mise en situation réalisée, transmis, le cas échéant, à l’acheteur.</w:t>
      </w:r>
    </w:p>
    <w:p w:rsidR="00B60B72" w:rsidRDefault="00B60B72" w:rsidP="00B60B72">
      <w:pPr>
        <w:spacing w:after="0"/>
      </w:pPr>
    </w:p>
    <w:p w:rsidR="00B60B72" w:rsidRDefault="00B60B72" w:rsidP="00B60B72">
      <w:pPr>
        <w:spacing w:after="0"/>
      </w:pPr>
    </w:p>
    <w:p w:rsidR="00B60B72" w:rsidRDefault="00B60B72" w:rsidP="00B60B72">
      <w:pPr>
        <w:spacing w:after="0"/>
      </w:pPr>
    </w:p>
    <w:p w:rsidR="00B60B72" w:rsidRDefault="00B60B72" w:rsidP="00B60B72">
      <w:pPr>
        <w:spacing w:after="0"/>
      </w:pPr>
      <w:r>
        <w:t xml:space="preserve">Fait le </w:t>
      </w:r>
      <w:r>
        <w:tab/>
      </w:r>
      <w:r>
        <w:tab/>
      </w:r>
      <w:r>
        <w:tab/>
      </w:r>
      <w:r>
        <w:tab/>
      </w:r>
      <w:r>
        <w:tab/>
      </w:r>
      <w:r>
        <w:tab/>
        <w:t>à</w:t>
      </w:r>
    </w:p>
    <w:p w:rsidR="00B60B72" w:rsidRDefault="00B60B72" w:rsidP="00B60B72">
      <w:pPr>
        <w:spacing w:after="0"/>
      </w:pPr>
    </w:p>
    <w:p w:rsidR="00B60B72" w:rsidRDefault="00B60B72" w:rsidP="00B60B72">
      <w:pPr>
        <w:spacing w:after="0"/>
      </w:pPr>
    </w:p>
    <w:p w:rsidR="00B60B72" w:rsidRDefault="00B60B72" w:rsidP="00B60B72">
      <w:pPr>
        <w:spacing w:after="0"/>
      </w:pPr>
      <w:r>
        <w:t>Signatures :</w:t>
      </w:r>
    </w:p>
    <w:p w:rsidR="00B60B72" w:rsidRDefault="00B60B72" w:rsidP="00B60B72">
      <w:pPr>
        <w:spacing w:after="0"/>
      </w:pPr>
    </w:p>
    <w:p w:rsidR="00B60B72" w:rsidRDefault="00B60B72" w:rsidP="00B60B72">
      <w:pPr>
        <w:spacing w:after="0"/>
      </w:pPr>
    </w:p>
    <w:p w:rsidR="00B60B72" w:rsidRDefault="00B60B72" w:rsidP="00B60B72">
      <w:pPr>
        <w:spacing w:after="0"/>
      </w:pPr>
    </w:p>
    <w:p w:rsidR="00B60B72" w:rsidRDefault="00B60B72" w:rsidP="00B60B72">
      <w:pPr>
        <w:spacing w:after="0"/>
      </w:pPr>
      <w:r>
        <w:t>Le stagiaire :</w:t>
      </w:r>
    </w:p>
    <w:p w:rsidR="00B60B72" w:rsidRDefault="00B60B72" w:rsidP="00B60B72">
      <w:pPr>
        <w:spacing w:after="0"/>
      </w:pPr>
    </w:p>
    <w:p w:rsidR="00B60B72" w:rsidRDefault="00B60B72" w:rsidP="00B60B72">
      <w:pPr>
        <w:spacing w:after="0"/>
      </w:pPr>
    </w:p>
    <w:p w:rsidR="00B60B72" w:rsidRDefault="00B60B72" w:rsidP="00B60B72">
      <w:pPr>
        <w:spacing w:after="0"/>
      </w:pPr>
    </w:p>
    <w:p w:rsidR="00B60B72" w:rsidRDefault="00B60B72" w:rsidP="00B60B72">
      <w:pPr>
        <w:spacing w:after="0"/>
      </w:pPr>
      <w:r>
        <w:t>La structure d’accueil (nom du représentant)</w:t>
      </w:r>
    </w:p>
    <w:p w:rsidR="00B60B72" w:rsidRDefault="00B60B72" w:rsidP="00B60B72">
      <w:pPr>
        <w:spacing w:after="0"/>
      </w:pPr>
    </w:p>
    <w:p w:rsidR="00B60B72" w:rsidRDefault="00B60B72" w:rsidP="00B60B72">
      <w:pPr>
        <w:spacing w:after="0"/>
      </w:pPr>
    </w:p>
    <w:p w:rsidR="00B60B72" w:rsidRDefault="00B60B72" w:rsidP="00B60B72">
      <w:pPr>
        <w:spacing w:after="0"/>
      </w:pPr>
    </w:p>
    <w:p w:rsidR="00B60B72" w:rsidRDefault="00B60B72" w:rsidP="00B60B72">
      <w:pPr>
        <w:spacing w:after="0"/>
      </w:pPr>
      <w:r>
        <w:t xml:space="preserve">Défense mobilité </w:t>
      </w:r>
    </w:p>
    <w:sectPr w:rsidR="00B60B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D0325"/>
    <w:multiLevelType w:val="hybridMultilevel"/>
    <w:tmpl w:val="B472F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357E3B"/>
    <w:multiLevelType w:val="hybridMultilevel"/>
    <w:tmpl w:val="C55E5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6EB483A"/>
    <w:multiLevelType w:val="hybridMultilevel"/>
    <w:tmpl w:val="1BFCD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859"/>
    <w:rsid w:val="00026859"/>
    <w:rsid w:val="001C6B74"/>
    <w:rsid w:val="003B36C1"/>
    <w:rsid w:val="00733A90"/>
    <w:rsid w:val="00736E5D"/>
    <w:rsid w:val="008D228A"/>
    <w:rsid w:val="00A72B63"/>
    <w:rsid w:val="00AC34E3"/>
    <w:rsid w:val="00B60B72"/>
    <w:rsid w:val="00D677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1670"/>
  <w15:chartTrackingRefBased/>
  <w15:docId w15:val="{BA38B06C-19FF-4EE8-B522-DB23FE39E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34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726</Words>
  <Characters>3994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GUILBERT Laura SA CL NORMALE DEF</dc:creator>
  <cp:keywords/>
  <dc:description/>
  <cp:lastModifiedBy>GUILBERT Laura SA CL NORMALE DEF</cp:lastModifiedBy>
  <cp:revision>10</cp:revision>
  <dcterms:created xsi:type="dcterms:W3CDTF">2020-08-19T11:11:00Z</dcterms:created>
  <dcterms:modified xsi:type="dcterms:W3CDTF">2020-11-12T07:25:00Z</dcterms:modified>
</cp:coreProperties>
</file>