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CB9427" w14:textId="72D5298C" w:rsidR="00441312" w:rsidRPr="00F16A6A" w:rsidRDefault="00607D3F" w:rsidP="00834AA8">
      <w:pPr>
        <w:spacing w:before="160"/>
        <w:ind w:left="0"/>
        <w:jc w:val="left"/>
        <w:rPr>
          <w:rFonts w:ascii="Marianne" w:hAnsi="Marianne" w:cs="Arial"/>
          <w:b/>
          <w:sz w:val="28"/>
        </w:rPr>
      </w:pPr>
      <w:r w:rsidRPr="00F16A6A">
        <w:rPr>
          <w:rFonts w:ascii="Marianne" w:hAnsi="Marianne" w:cs="Arial"/>
          <w:b/>
          <w:noProof/>
          <w:sz w:val="28"/>
        </w:rPr>
        <w:drawing>
          <wp:inline distT="0" distB="0" distL="0" distR="0" wp14:anchorId="76A7DB30" wp14:editId="427F34A2">
            <wp:extent cx="6189345" cy="881380"/>
            <wp:effectExtent l="0" t="0" r="1905" b="0"/>
            <wp:docPr id="1668543347" name="Image 9" descr="Une image contenant texte, capture d’écran,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543347" name="Image 9" descr="Une image contenant texte, capture d’écran, Police, blanc&#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89345" cy="881380"/>
                    </a:xfrm>
                    <a:prstGeom prst="rect">
                      <a:avLst/>
                    </a:prstGeom>
                  </pic:spPr>
                </pic:pic>
              </a:graphicData>
            </a:graphic>
          </wp:inline>
        </w:drawing>
      </w:r>
    </w:p>
    <w:p w14:paraId="24FF6F44" w14:textId="77777777" w:rsidR="00C75441" w:rsidRPr="00F16A6A" w:rsidRDefault="00C75441" w:rsidP="00834AA8">
      <w:pPr>
        <w:ind w:left="0"/>
        <w:jc w:val="center"/>
        <w:rPr>
          <w:rFonts w:ascii="Marianne" w:hAnsi="Marianne" w:cs="Arial"/>
          <w:b/>
          <w:sz w:val="28"/>
        </w:rPr>
      </w:pPr>
    </w:p>
    <w:p w14:paraId="765C4809" w14:textId="77777777" w:rsidR="00C75441" w:rsidRPr="00F16A6A" w:rsidRDefault="00C75441" w:rsidP="00834AA8">
      <w:pPr>
        <w:ind w:left="0"/>
        <w:jc w:val="center"/>
        <w:rPr>
          <w:rFonts w:ascii="Marianne" w:hAnsi="Marianne" w:cs="Arial"/>
          <w:b/>
          <w:sz w:val="28"/>
        </w:rPr>
      </w:pPr>
    </w:p>
    <w:p w14:paraId="4D447449" w14:textId="77777777" w:rsidR="00C75441" w:rsidRPr="00F16A6A" w:rsidRDefault="00C75441" w:rsidP="00834AA8">
      <w:pPr>
        <w:ind w:left="0"/>
        <w:jc w:val="center"/>
        <w:rPr>
          <w:rFonts w:ascii="Marianne" w:hAnsi="Marianne" w:cs="Arial"/>
          <w:b/>
          <w:sz w:val="28"/>
        </w:rPr>
      </w:pPr>
    </w:p>
    <w:p w14:paraId="562DE777" w14:textId="77777777" w:rsidR="002F1D74" w:rsidRPr="00F16A6A" w:rsidRDefault="002F1D74" w:rsidP="00834AA8">
      <w:pPr>
        <w:ind w:left="0"/>
        <w:jc w:val="center"/>
        <w:rPr>
          <w:rFonts w:ascii="Marianne" w:hAnsi="Marianne" w:cs="Arial"/>
          <w:b/>
          <w:sz w:val="28"/>
        </w:rPr>
      </w:pPr>
    </w:p>
    <w:p w14:paraId="3A159CFE" w14:textId="77777777" w:rsidR="002F1D74" w:rsidRPr="00F16A6A" w:rsidRDefault="002F1D74" w:rsidP="00834AA8">
      <w:pPr>
        <w:ind w:left="0"/>
        <w:jc w:val="center"/>
        <w:rPr>
          <w:rFonts w:ascii="Marianne" w:hAnsi="Marianne" w:cs="Arial"/>
          <w:b/>
          <w:sz w:val="28"/>
        </w:rPr>
      </w:pPr>
    </w:p>
    <w:p w14:paraId="5C5975AF" w14:textId="77777777" w:rsidR="00607D3F" w:rsidRPr="00F16A6A" w:rsidRDefault="00607D3F" w:rsidP="00607D3F">
      <w:pPr>
        <w:spacing w:before="278"/>
        <w:ind w:left="0"/>
        <w:jc w:val="center"/>
        <w:rPr>
          <w:rFonts w:ascii="Marianne" w:hAnsi="Marianne" w:cs="Arial"/>
          <w:b/>
          <w:bCs/>
          <w:kern w:val="28"/>
          <w:sz w:val="32"/>
          <w:szCs w:val="32"/>
        </w:rPr>
      </w:pPr>
      <w:r w:rsidRPr="00F16A6A">
        <w:rPr>
          <w:rFonts w:ascii="Marianne" w:hAnsi="Marianne" w:cs="Arial"/>
          <w:b/>
          <w:bCs/>
          <w:kern w:val="28"/>
          <w:sz w:val="32"/>
          <w:szCs w:val="32"/>
        </w:rPr>
        <w:t>Etablissement pénitentiaire de Draguignan (83)</w:t>
      </w:r>
    </w:p>
    <w:p w14:paraId="6F04ADD0" w14:textId="77777777" w:rsidR="00607D3F" w:rsidRPr="00F16A6A" w:rsidRDefault="00607D3F" w:rsidP="00607D3F">
      <w:pPr>
        <w:spacing w:before="278"/>
        <w:ind w:left="0"/>
        <w:jc w:val="center"/>
        <w:rPr>
          <w:rFonts w:ascii="Marianne" w:hAnsi="Marianne" w:cs="Arial"/>
          <w:b/>
          <w:bCs/>
          <w:kern w:val="28"/>
          <w:sz w:val="32"/>
          <w:szCs w:val="32"/>
        </w:rPr>
      </w:pPr>
      <w:r w:rsidRPr="00F16A6A">
        <w:rPr>
          <w:rFonts w:ascii="Marianne" w:hAnsi="Marianne" w:cs="Arial"/>
          <w:b/>
          <w:bCs/>
          <w:kern w:val="28"/>
          <w:sz w:val="32"/>
          <w:szCs w:val="32"/>
        </w:rPr>
        <w:t>Opération de parachèvement</w:t>
      </w:r>
    </w:p>
    <w:p w14:paraId="218CEC57" w14:textId="77777777" w:rsidR="00607D3F" w:rsidRPr="00F16A6A" w:rsidRDefault="00607D3F" w:rsidP="00607D3F">
      <w:pPr>
        <w:spacing w:before="278"/>
        <w:ind w:left="0"/>
        <w:jc w:val="center"/>
        <w:rPr>
          <w:rFonts w:ascii="Marianne" w:hAnsi="Marianne" w:cs="Arial"/>
          <w:b/>
          <w:bCs/>
          <w:kern w:val="28"/>
          <w:sz w:val="32"/>
          <w:szCs w:val="32"/>
        </w:rPr>
      </w:pPr>
    </w:p>
    <w:p w14:paraId="228C26DE" w14:textId="77777777" w:rsidR="005C51E8" w:rsidRDefault="005C51E8" w:rsidP="00607D3F">
      <w:pPr>
        <w:spacing w:before="278"/>
        <w:ind w:left="0"/>
        <w:jc w:val="center"/>
        <w:rPr>
          <w:rFonts w:ascii="Marianne" w:hAnsi="Marianne" w:cs="Arial"/>
          <w:b/>
          <w:bCs/>
          <w:kern w:val="28"/>
          <w:sz w:val="32"/>
          <w:szCs w:val="32"/>
        </w:rPr>
      </w:pPr>
      <w:r w:rsidRPr="005C51E8">
        <w:rPr>
          <w:rFonts w:ascii="Marianne" w:hAnsi="Marianne" w:cs="Arial"/>
          <w:b/>
          <w:bCs/>
          <w:kern w:val="28"/>
          <w:sz w:val="32"/>
          <w:szCs w:val="32"/>
        </w:rPr>
        <w:t>MARCHE D’ASSISTANCE A MAITRISE D’OUVRAGE TECHNIQUE ET DE CONDUITE D’OPERATION</w:t>
      </w:r>
    </w:p>
    <w:p w14:paraId="5253E0E4" w14:textId="5936B35F" w:rsidR="00441312" w:rsidRPr="00F16A6A" w:rsidRDefault="00A974D1" w:rsidP="00607D3F">
      <w:pPr>
        <w:spacing w:before="278"/>
        <w:ind w:left="0"/>
        <w:jc w:val="center"/>
        <w:rPr>
          <w:rFonts w:ascii="Marianne" w:hAnsi="Marianne" w:cs="Arial"/>
          <w:b/>
          <w:caps/>
          <w:sz w:val="32"/>
          <w:szCs w:val="32"/>
          <w:u w:val="single"/>
        </w:rPr>
      </w:pPr>
      <w:r w:rsidRPr="00F16A6A">
        <w:rPr>
          <w:rFonts w:ascii="Marianne" w:hAnsi="Marianne" w:cs="Arial"/>
          <w:b/>
          <w:caps/>
          <w:sz w:val="32"/>
          <w:szCs w:val="32"/>
          <w:u w:val="single"/>
        </w:rPr>
        <w:t>CADRE DU Mémoire technique</w:t>
      </w:r>
    </w:p>
    <w:p w14:paraId="76E763EA" w14:textId="77777777" w:rsidR="00241570" w:rsidRPr="00F16A6A" w:rsidRDefault="00241570" w:rsidP="00834AA8">
      <w:pPr>
        <w:spacing w:before="278"/>
        <w:ind w:left="0"/>
        <w:jc w:val="center"/>
        <w:rPr>
          <w:rFonts w:ascii="Marianne" w:hAnsi="Marianne"/>
          <w:color w:val="4F6228"/>
        </w:rPr>
      </w:pPr>
      <w:r w:rsidRPr="00F16A6A">
        <w:rPr>
          <w:rFonts w:ascii="Marianne" w:hAnsi="Marianne"/>
          <w:color w:val="4F6228"/>
        </w:rPr>
        <w:t>NOM DE VOTRE ENTREPRISE</w:t>
      </w:r>
    </w:p>
    <w:p w14:paraId="25F10717" w14:textId="77777777" w:rsidR="00A974D1" w:rsidRPr="00F16A6A" w:rsidRDefault="00BD5B38" w:rsidP="00834AA8">
      <w:pPr>
        <w:spacing w:before="278"/>
        <w:ind w:left="0"/>
        <w:jc w:val="center"/>
        <w:rPr>
          <w:rFonts w:ascii="Marianne" w:hAnsi="Marianne" w:cs="Arial"/>
          <w:b/>
          <w:caps/>
          <w:sz w:val="32"/>
          <w:szCs w:val="32"/>
          <w:u w:val="single"/>
        </w:rPr>
      </w:pPr>
      <w:r w:rsidRPr="00F16A6A">
        <w:rPr>
          <w:rFonts w:ascii="Marianne" w:hAnsi="Marianne" w:cs="Arial"/>
          <w:b/>
          <w:caps/>
          <w:noProof/>
          <w:sz w:val="32"/>
          <w:szCs w:val="32"/>
          <w:u w:val="single"/>
        </w:rPr>
        <mc:AlternateContent>
          <mc:Choice Requires="wps">
            <w:drawing>
              <wp:anchor distT="0" distB="0" distL="114300" distR="114300" simplePos="0" relativeHeight="251660800" behindDoc="0" locked="0" layoutInCell="1" allowOverlap="1" wp14:anchorId="24A5DDB4" wp14:editId="0A370023">
                <wp:simplePos x="0" y="0"/>
                <wp:positionH relativeFrom="column">
                  <wp:posOffset>2575560</wp:posOffset>
                </wp:positionH>
                <wp:positionV relativeFrom="paragraph">
                  <wp:posOffset>192405</wp:posOffset>
                </wp:positionV>
                <wp:extent cx="3785235" cy="412115"/>
                <wp:effectExtent l="0" t="0" r="0" b="0"/>
                <wp:wrapNone/>
                <wp:docPr id="8"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3785235" cy="412115"/>
                        </a:xfrm>
                        <a:prstGeom prst="borderCallout1">
                          <a:avLst>
                            <a:gd name="adj1" fmla="val 27731"/>
                            <a:gd name="adj2" fmla="val 102009"/>
                            <a:gd name="adj3" fmla="val -76273"/>
                            <a:gd name="adj4" fmla="val 104144"/>
                          </a:avLst>
                        </a:prstGeom>
                        <a:solidFill>
                          <a:srgbClr val="FFFFFF"/>
                        </a:solidFill>
                        <a:ln w="9525">
                          <a:solidFill>
                            <a:srgbClr val="000000"/>
                          </a:solidFill>
                          <a:miter lim="800000"/>
                          <a:headEnd/>
                          <a:tailEnd/>
                        </a:ln>
                      </wps:spPr>
                      <wps:txbx>
                        <w:txbxContent>
                          <w:p w14:paraId="692CA759" w14:textId="77777777" w:rsidR="00241570" w:rsidRDefault="00241570" w:rsidP="00241570">
                            <w:pPr>
                              <w:ind w:left="0"/>
                              <w:rPr>
                                <w:b/>
                                <w:color w:val="002060"/>
                                <w:sz w:val="16"/>
                                <w:szCs w:val="16"/>
                              </w:rPr>
                            </w:pPr>
                            <w:r>
                              <w:rPr>
                                <w:b/>
                                <w:color w:val="002060"/>
                                <w:sz w:val="16"/>
                                <w:szCs w:val="16"/>
                              </w:rPr>
                              <w:t>Inscrivez le nom de du mandataire</w:t>
                            </w:r>
                          </w:p>
                          <w:p w14:paraId="711CE3EF" w14:textId="77777777" w:rsidR="00A812E2" w:rsidRPr="003A58A9" w:rsidRDefault="00A812E2" w:rsidP="00241570">
                            <w:pPr>
                              <w:ind w:left="0"/>
                              <w:rPr>
                                <w:b/>
                                <w:color w:val="002060"/>
                                <w:sz w:val="16"/>
                                <w:szCs w:val="16"/>
                              </w:rPr>
                            </w:pPr>
                          </w:p>
                          <w:p w14:paraId="7C614986" w14:textId="77777777" w:rsidR="00241570" w:rsidRPr="003A58A9" w:rsidRDefault="00241570" w:rsidP="00241570">
                            <w:pPr>
                              <w:ind w:left="0"/>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A5DDB4"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2" o:spid="_x0000_s1026" type="#_x0000_t47" style="position:absolute;left:0;text-align:left;margin-left:202.8pt;margin-top:15.15pt;width:298.05pt;height:32.4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" adj="22495,-16475,22034,5990">
                <v:textbox>
                  <w:txbxContent>
                    <w:p w14:paraId="692CA759" w14:textId="77777777" w:rsidR="00241570" w:rsidRDefault="00241570" w:rsidP="00241570">
                      <w:pPr>
                        <w:ind w:left="0"/>
                        <w:rPr>
                          <w:b/>
                          <w:color w:val="002060"/>
                          <w:sz w:val="16"/>
                          <w:szCs w:val="16"/>
                        </w:rPr>
                      </w:pPr>
                      <w:r>
                        <w:rPr>
                          <w:b/>
                          <w:color w:val="002060"/>
                          <w:sz w:val="16"/>
                          <w:szCs w:val="16"/>
                        </w:rPr>
                        <w:t>Inscrivez le nom de du mandataire</w:t>
                      </w:r>
                    </w:p>
                    <w:p w14:paraId="711CE3EF" w14:textId="77777777" w:rsidR="00A812E2" w:rsidRPr="003A58A9" w:rsidRDefault="00A812E2" w:rsidP="00241570">
                      <w:pPr>
                        <w:ind w:left="0"/>
                        <w:rPr>
                          <w:b/>
                          <w:color w:val="002060"/>
                          <w:sz w:val="16"/>
                          <w:szCs w:val="16"/>
                        </w:rPr>
                      </w:pPr>
                    </w:p>
                    <w:p w14:paraId="7C614986" w14:textId="77777777" w:rsidR="00241570" w:rsidRPr="003A58A9" w:rsidRDefault="00241570" w:rsidP="00241570">
                      <w:pPr>
                        <w:ind w:left="0"/>
                        <w:rPr>
                          <w:sz w:val="16"/>
                          <w:szCs w:val="16"/>
                        </w:rPr>
                      </w:pPr>
                    </w:p>
                  </w:txbxContent>
                </v:textbox>
                <o:callout v:ext="edit" minusx="t"/>
              </v:shape>
            </w:pict>
          </mc:Fallback>
        </mc:AlternateContent>
      </w:r>
    </w:p>
    <w:p w14:paraId="2AA9B33B" w14:textId="77777777" w:rsidR="004C4C5F" w:rsidRPr="00F16A6A" w:rsidRDefault="004C4C5F" w:rsidP="00834AA8">
      <w:pPr>
        <w:spacing w:before="278"/>
        <w:ind w:left="0"/>
        <w:jc w:val="center"/>
        <w:rPr>
          <w:rFonts w:ascii="Marianne" w:hAnsi="Marianne" w:cs="Arial"/>
          <w:b/>
          <w:caps/>
          <w:sz w:val="28"/>
        </w:rPr>
      </w:pPr>
    </w:p>
    <w:p w14:paraId="4B4DA8E9" w14:textId="77777777" w:rsidR="007E3C4C" w:rsidRPr="00F16A6A" w:rsidRDefault="00BD5B38" w:rsidP="00834AA8">
      <w:pPr>
        <w:spacing w:before="278"/>
        <w:ind w:left="0"/>
        <w:jc w:val="center"/>
        <w:rPr>
          <w:rFonts w:ascii="Marianne" w:hAnsi="Marianne" w:cs="Arial"/>
          <w:b/>
          <w:caps/>
          <w:sz w:val="28"/>
        </w:rPr>
      </w:pPr>
      <w:r w:rsidRPr="00F16A6A">
        <w:rPr>
          <w:rFonts w:ascii="Marianne" w:hAnsi="Marianne" w:cs="Arial"/>
          <w:b/>
          <w:caps/>
          <w:noProof/>
          <w:sz w:val="28"/>
        </w:rPr>
        <mc:AlternateContent>
          <mc:Choice Requires="wps">
            <w:drawing>
              <wp:anchor distT="0" distB="0" distL="114300" distR="114300" simplePos="0" relativeHeight="251661824" behindDoc="0" locked="0" layoutInCell="1" allowOverlap="1" wp14:anchorId="7B0CE599" wp14:editId="38D12933">
                <wp:simplePos x="0" y="0"/>
                <wp:positionH relativeFrom="column">
                  <wp:posOffset>1534795</wp:posOffset>
                </wp:positionH>
                <wp:positionV relativeFrom="paragraph">
                  <wp:posOffset>97155</wp:posOffset>
                </wp:positionV>
                <wp:extent cx="3644900" cy="1431290"/>
                <wp:effectExtent l="0" t="0" r="0" b="0"/>
                <wp:wrapNone/>
                <wp:docPr id="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4900" cy="1431290"/>
                        </a:xfrm>
                        <a:prstGeom prst="rect">
                          <a:avLst/>
                        </a:prstGeom>
                        <a:solidFill>
                          <a:srgbClr val="FFFFFF"/>
                        </a:solidFill>
                        <a:ln w="9525">
                          <a:solidFill>
                            <a:srgbClr val="000000"/>
                          </a:solidFill>
                          <a:miter lim="800000"/>
                          <a:headEnd/>
                          <a:tailEnd/>
                        </a:ln>
                      </wps:spPr>
                      <wps:txbx>
                        <w:txbxContent>
                          <w:p w14:paraId="4E1F6B21" w14:textId="77777777" w:rsidR="00A655E1" w:rsidRPr="00F56F00" w:rsidRDefault="00A655E1" w:rsidP="00834AA8">
                            <w:pPr>
                              <w:spacing w:before="278"/>
                              <w:ind w:left="0"/>
                              <w:rPr>
                                <w:rFonts w:cs="Arial"/>
                                <w:b/>
                                <w:caps/>
                                <w:color w:val="002060"/>
                                <w:sz w:val="28"/>
                              </w:rPr>
                            </w:pPr>
                            <w:r w:rsidRPr="00F56F00">
                              <w:rPr>
                                <w:rFonts w:cs="Arial"/>
                                <w:caps/>
                                <w:color w:val="002060"/>
                                <w:sz w:val="28"/>
                              </w:rPr>
                              <w:t>le présent fichier WORD cadre de réponse DOIT ETRE dûment rempli SELON LES CHAPITRES et</w:t>
                            </w:r>
                            <w:r w:rsidRPr="00F56F00">
                              <w:rPr>
                                <w:rFonts w:cs="Arial"/>
                                <w:b/>
                                <w:caps/>
                                <w:color w:val="002060"/>
                                <w:sz w:val="28"/>
                              </w:rPr>
                              <w:t xml:space="preserve"> transmis au format natif DANS VOTRE OFFRE</w:t>
                            </w:r>
                          </w:p>
                          <w:p w14:paraId="265DA98E" w14:textId="77777777" w:rsidR="00A655E1" w:rsidRDefault="00A655E1">
                            <w:pPr>
                              <w:ind w:left="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0CE599" id="_x0000_t202" coordsize="21600,21600" o:spt="202" path="m,l,21600r21600,l21600,xe">
                <v:stroke joinstyle="miter"/>
                <v:path gradientshapeok="t" o:connecttype="rect"/>
              </v:shapetype>
              <v:shape id="Text Box 14" o:spid="_x0000_s1027" type="#_x0000_t202" style="position:absolute;left:0;text-align:left;margin-left:120.85pt;margin-top:7.65pt;width:287pt;height:112.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">
                <v:textbox>
                  <w:txbxContent>
                    <w:p w14:paraId="4E1F6B21" w14:textId="77777777" w:rsidR="00A655E1" w:rsidRPr="00F56F00" w:rsidRDefault="00A655E1" w:rsidP="00834AA8">
                      <w:pPr>
                        <w:spacing w:before="278"/>
                        <w:ind w:left="0"/>
                        <w:rPr>
                          <w:rFonts w:cs="Arial"/>
                          <w:b/>
                          <w:caps/>
                          <w:color w:val="002060"/>
                          <w:sz w:val="28"/>
                        </w:rPr>
                      </w:pPr>
                      <w:r w:rsidRPr="00F56F00">
                        <w:rPr>
                          <w:rFonts w:cs="Arial"/>
                          <w:caps/>
                          <w:color w:val="002060"/>
                          <w:sz w:val="28"/>
                        </w:rPr>
                        <w:t>le présent fichier WORD cadre de réponse DOIT ETRE dûment rempli SELON LES CHAPITRES et</w:t>
                      </w:r>
                      <w:r w:rsidRPr="00F56F00">
                        <w:rPr>
                          <w:rFonts w:cs="Arial"/>
                          <w:b/>
                          <w:caps/>
                          <w:color w:val="002060"/>
                          <w:sz w:val="28"/>
                        </w:rPr>
                        <w:t xml:space="preserve"> transmis au format natif DANS VOTRE OFFRE</w:t>
                      </w:r>
                    </w:p>
                    <w:p w14:paraId="265DA98E" w14:textId="77777777" w:rsidR="00A655E1" w:rsidRDefault="00A655E1">
                      <w:pPr>
                        <w:ind w:left="0"/>
                      </w:pPr>
                    </w:p>
                  </w:txbxContent>
                </v:textbox>
              </v:shape>
            </w:pict>
          </mc:Fallback>
        </mc:AlternateContent>
      </w:r>
    </w:p>
    <w:p w14:paraId="7D55E19C" w14:textId="77777777" w:rsidR="00441312" w:rsidRPr="00F16A6A" w:rsidRDefault="00A812E2" w:rsidP="00834AA8">
      <w:pPr>
        <w:spacing w:before="160"/>
        <w:ind w:left="0"/>
        <w:jc w:val="center"/>
        <w:rPr>
          <w:rFonts w:ascii="Marianne" w:hAnsi="Marianne" w:cs="Arial"/>
          <w:b/>
          <w:sz w:val="28"/>
        </w:rPr>
      </w:pPr>
      <w:r w:rsidRPr="00F16A6A">
        <w:rPr>
          <w:rFonts w:ascii="Marianne" w:hAnsi="Marianne" w:cs="Arial"/>
          <w:b/>
          <w:sz w:val="28"/>
        </w:rPr>
        <w:br w:type="page"/>
      </w:r>
    </w:p>
    <w:p w14:paraId="62BD1E3F" w14:textId="77777777" w:rsidR="001C1A39" w:rsidRPr="00F16A6A" w:rsidRDefault="001C1A39" w:rsidP="00834AA8">
      <w:pPr>
        <w:pStyle w:val="Titre1"/>
        <w:rPr>
          <w:rFonts w:ascii="Marianne" w:hAnsi="Marianne"/>
        </w:rPr>
      </w:pPr>
      <w:r w:rsidRPr="00F16A6A">
        <w:rPr>
          <w:rFonts w:ascii="Marianne" w:hAnsi="Marianne"/>
        </w:rPr>
        <w:lastRenderedPageBreak/>
        <w:t>Note de compréhension de la mission</w:t>
      </w:r>
    </w:p>
    <w:p w14:paraId="0C3E4B67" w14:textId="77777777" w:rsidR="003A58A9" w:rsidRPr="00F16A6A" w:rsidRDefault="00BD5B38" w:rsidP="00834AA8">
      <w:pPr>
        <w:ind w:left="0"/>
        <w:rPr>
          <w:rFonts w:ascii="Marianne" w:hAnsi="Marianne"/>
          <w:color w:val="4F6228"/>
        </w:rPr>
      </w:pPr>
      <w:r w:rsidRPr="00F16A6A">
        <w:rPr>
          <w:rFonts w:ascii="Marianne" w:hAnsi="Marianne"/>
          <w:noProof/>
        </w:rPr>
        <mc:AlternateContent>
          <mc:Choice Requires="wps">
            <w:drawing>
              <wp:anchor distT="0" distB="0" distL="114300" distR="114300" simplePos="0" relativeHeight="251657728" behindDoc="0" locked="0" layoutInCell="1" allowOverlap="1" wp14:anchorId="4B2664DD" wp14:editId="1AF85C3D">
                <wp:simplePos x="0" y="0"/>
                <wp:positionH relativeFrom="column">
                  <wp:posOffset>1205865</wp:posOffset>
                </wp:positionH>
                <wp:positionV relativeFrom="paragraph">
                  <wp:posOffset>74930</wp:posOffset>
                </wp:positionV>
                <wp:extent cx="3785235" cy="413385"/>
                <wp:effectExtent l="0" t="0" r="0" b="0"/>
                <wp:wrapNone/>
                <wp:docPr id="6"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3785235" cy="413385"/>
                        </a:xfrm>
                        <a:prstGeom prst="borderCallout1">
                          <a:avLst>
                            <a:gd name="adj1" fmla="val 27648"/>
                            <a:gd name="adj2" fmla="val 102009"/>
                            <a:gd name="adj3" fmla="val 165435"/>
                            <a:gd name="adj4" fmla="val 104662"/>
                          </a:avLst>
                        </a:prstGeom>
                        <a:solidFill>
                          <a:srgbClr val="FFFFFF"/>
                        </a:solidFill>
                        <a:ln w="9525">
                          <a:solidFill>
                            <a:srgbClr val="000000"/>
                          </a:solidFill>
                          <a:miter lim="800000"/>
                          <a:headEnd/>
                          <a:tailEnd/>
                        </a:ln>
                      </wps:spPr>
                      <wps:txbx>
                        <w:txbxContent>
                          <w:p w14:paraId="61FD292F" w14:textId="7AB7BFB1" w:rsidR="003A58A9" w:rsidRPr="003A58A9" w:rsidRDefault="003A58A9" w:rsidP="003A58A9">
                            <w:pPr>
                              <w:ind w:left="0"/>
                              <w:rPr>
                                <w:b/>
                                <w:color w:val="002060"/>
                                <w:sz w:val="16"/>
                                <w:szCs w:val="16"/>
                              </w:rPr>
                            </w:pPr>
                            <w:r w:rsidRPr="003A58A9">
                              <w:rPr>
                                <w:b/>
                                <w:color w:val="002060"/>
                                <w:sz w:val="16"/>
                                <w:szCs w:val="16"/>
                              </w:rPr>
                              <w:t xml:space="preserve">Votre texte </w:t>
                            </w:r>
                            <w:r w:rsidR="009722AD">
                              <w:rPr>
                                <w:b/>
                                <w:color w:val="002060"/>
                                <w:sz w:val="16"/>
                                <w:szCs w:val="16"/>
                              </w:rPr>
                              <w:t xml:space="preserve">ne devra pas excéder 1 page </w:t>
                            </w:r>
                            <w:r w:rsidRPr="003A58A9">
                              <w:rPr>
                                <w:b/>
                                <w:color w:val="002060"/>
                                <w:sz w:val="16"/>
                                <w:szCs w:val="16"/>
                              </w:rPr>
                              <w:t>:</w:t>
                            </w:r>
                          </w:p>
                          <w:p w14:paraId="4821DE4B" w14:textId="77777777" w:rsidR="003A58A9" w:rsidRPr="003A58A9" w:rsidRDefault="003A58A9">
                            <w:pPr>
                              <w:ind w:left="0"/>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2664DD"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9" o:spid="_x0000_s1028" type="#_x0000_t47" style="position:absolute;left:0;text-align:left;margin-left:94.95pt;margin-top:5.9pt;width:298.05pt;height:32.55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" adj="22607,35734,22034,5972">
                <v:textbox>
                  <w:txbxContent>
                    <w:p w14:paraId="61FD292F" w14:textId="7AB7BFB1" w:rsidR="003A58A9" w:rsidRPr="003A58A9" w:rsidRDefault="003A58A9" w:rsidP="003A58A9">
                      <w:pPr>
                        <w:ind w:left="0"/>
                        <w:rPr>
                          <w:b/>
                          <w:color w:val="002060"/>
                          <w:sz w:val="16"/>
                          <w:szCs w:val="16"/>
                        </w:rPr>
                      </w:pPr>
                      <w:r w:rsidRPr="003A58A9">
                        <w:rPr>
                          <w:b/>
                          <w:color w:val="002060"/>
                          <w:sz w:val="16"/>
                          <w:szCs w:val="16"/>
                        </w:rPr>
                        <w:t xml:space="preserve">Votre texte </w:t>
                      </w:r>
                      <w:r w:rsidR="009722AD">
                        <w:rPr>
                          <w:b/>
                          <w:color w:val="002060"/>
                          <w:sz w:val="16"/>
                          <w:szCs w:val="16"/>
                        </w:rPr>
                        <w:t xml:space="preserve">ne devra pas excéder 1 page </w:t>
                      </w:r>
                      <w:r w:rsidRPr="003A58A9">
                        <w:rPr>
                          <w:b/>
                          <w:color w:val="002060"/>
                          <w:sz w:val="16"/>
                          <w:szCs w:val="16"/>
                        </w:rPr>
                        <w:t>:</w:t>
                      </w:r>
                    </w:p>
                    <w:p w14:paraId="4821DE4B" w14:textId="77777777" w:rsidR="003A58A9" w:rsidRPr="003A58A9" w:rsidRDefault="003A58A9">
                      <w:pPr>
                        <w:ind w:left="0"/>
                        <w:rPr>
                          <w:sz w:val="16"/>
                          <w:szCs w:val="16"/>
                        </w:rPr>
                      </w:pPr>
                    </w:p>
                  </w:txbxContent>
                </v:textbox>
                <o:callout v:ext="edit" minusx="t" minusy="t"/>
              </v:shape>
            </w:pict>
          </mc:Fallback>
        </mc:AlternateContent>
      </w:r>
    </w:p>
    <w:p w14:paraId="4CDF7334" w14:textId="77777777" w:rsidR="003A58A9" w:rsidRPr="00F16A6A" w:rsidRDefault="003A58A9" w:rsidP="00834AA8">
      <w:pPr>
        <w:ind w:left="0"/>
        <w:rPr>
          <w:rFonts w:ascii="Marianne" w:hAnsi="Marianne"/>
          <w:color w:val="4F6228"/>
        </w:rPr>
      </w:pPr>
    </w:p>
    <w:p w14:paraId="335361FD" w14:textId="77777777" w:rsidR="00866BCE" w:rsidRPr="00F16A6A" w:rsidRDefault="00866BCE" w:rsidP="00834AA8">
      <w:pPr>
        <w:ind w:left="0"/>
        <w:rPr>
          <w:rFonts w:ascii="Marianne" w:hAnsi="Marianne"/>
          <w:color w:val="4F6228"/>
        </w:rPr>
      </w:pPr>
      <w:r w:rsidRPr="00F16A6A">
        <w:rPr>
          <w:rFonts w:ascii="Marianne" w:hAnsi="Marianne"/>
          <w:color w:val="4F6228"/>
        </w:rPr>
        <w:t>Lorem ipsum dolor sit amet, fusce diam, nisl nec etiam. Purus et nonummy mattis mattis, lacus etiam pede hendrerit quam a, posuere vulputate aliquam sagittis iaculis elementum. Velit habitant nullam phasellus pede at, laudantium vel dignissim at vitae dolor, vel integer urna, bibendum pellentesque at. At diam mattis donec amet ut odio. Nunc amet vitae nonummy nunc, arcu parturient sint magna sed volutpat lacus, et enim lacinia bibendum vitae, tellus tellus vehicula a leo, diam bibendum erat. Viverra praesent faucibus aenean elit ac, interdum nec tincidunt porttitor purus elit, semper nulla aptent eiusmod eu massa. Nibh vitae pellentesque enim pellentesque quas tellus, consectetuer elit vivamus, at vehicula molestie ac orci porta. Amet nunc est morbi risus odio, mi nulla vivamus dignissim felis, duis a sodales, consectetuer nam et wisi dolor sed massa, diam neque venenatis maecenas. Auctor tincidunt nonummy ante eu, congue viverra eu rhoncus quis ornare, vitae varius nisl nisl a in, vitae imperdiet, faucibus eget congue in commodo wisi sed.</w:t>
      </w:r>
    </w:p>
    <w:p w14:paraId="20E3076C" w14:textId="77777777" w:rsidR="00F56F00" w:rsidRPr="00F16A6A" w:rsidRDefault="00F56F00">
      <w:pPr>
        <w:spacing w:before="0" w:after="0" w:line="240" w:lineRule="auto"/>
        <w:ind w:left="0"/>
        <w:jc w:val="left"/>
        <w:rPr>
          <w:rFonts w:ascii="Marianne" w:hAnsi="Marianne"/>
          <w:color w:val="4F6228"/>
        </w:rPr>
      </w:pPr>
      <w:r w:rsidRPr="00F16A6A">
        <w:rPr>
          <w:rFonts w:ascii="Marianne" w:hAnsi="Marianne"/>
          <w:color w:val="4F6228"/>
        </w:rPr>
        <w:br w:type="page"/>
      </w:r>
    </w:p>
    <w:p w14:paraId="40A06BEA" w14:textId="77777777" w:rsidR="00F56F00" w:rsidRPr="00F16A6A" w:rsidRDefault="00F56F00" w:rsidP="00834AA8">
      <w:pPr>
        <w:ind w:left="0"/>
        <w:rPr>
          <w:rFonts w:ascii="Marianne" w:hAnsi="Marianne"/>
          <w:color w:val="4F6228"/>
        </w:rPr>
      </w:pPr>
    </w:p>
    <w:p w14:paraId="6558B3E4" w14:textId="205F3DD9" w:rsidR="003A58A9" w:rsidRPr="00F16A6A" w:rsidRDefault="00607D3F" w:rsidP="00834AA8">
      <w:pPr>
        <w:pStyle w:val="Titre1"/>
        <w:rPr>
          <w:rFonts w:ascii="Marianne" w:hAnsi="Marianne"/>
        </w:rPr>
      </w:pPr>
      <w:r w:rsidRPr="00F16A6A">
        <w:rPr>
          <w:rFonts w:ascii="Marianne" w:hAnsi="Marianne"/>
        </w:rPr>
        <w:t>Organisation proposée (</w:t>
      </w:r>
      <w:r w:rsidR="001C1A39" w:rsidRPr="00F16A6A">
        <w:rPr>
          <w:rFonts w:ascii="Marianne" w:hAnsi="Marianne"/>
        </w:rPr>
        <w:t xml:space="preserve">La </w:t>
      </w:r>
      <w:r w:rsidR="00883586" w:rsidRPr="00F16A6A">
        <w:rPr>
          <w:rFonts w:ascii="Marianne" w:hAnsi="Marianne"/>
        </w:rPr>
        <w:t>pertinence des moyens humains</w:t>
      </w:r>
      <w:r w:rsidR="008F0E4D" w:rsidRPr="00F16A6A">
        <w:rPr>
          <w:rFonts w:ascii="Marianne" w:hAnsi="Marianne"/>
        </w:rPr>
        <w:t xml:space="preserve"> </w:t>
      </w:r>
      <w:r w:rsidRPr="00F16A6A">
        <w:rPr>
          <w:rFonts w:ascii="Marianne" w:hAnsi="Marianne"/>
        </w:rPr>
        <w:t>-</w:t>
      </w:r>
      <w:r w:rsidR="008F0E4D" w:rsidRPr="00F16A6A">
        <w:rPr>
          <w:rFonts w:ascii="Marianne" w:hAnsi="Marianne"/>
        </w:rPr>
        <w:t>liste nominative)</w:t>
      </w:r>
    </w:p>
    <w:p w14:paraId="16FA2166" w14:textId="00D4705F" w:rsidR="003A58A9" w:rsidRPr="00F16A6A" w:rsidRDefault="00F16A6A" w:rsidP="00F56F00">
      <w:pPr>
        <w:pStyle w:val="Titre2"/>
        <w:rPr>
          <w:rFonts w:ascii="Marianne" w:hAnsi="Marianne"/>
        </w:rPr>
      </w:pPr>
      <w:r w:rsidRPr="00F16A6A">
        <w:rPr>
          <w:rFonts w:ascii="Marianne" w:hAnsi="Marianne"/>
          <w:noProof/>
        </w:rPr>
        <mc:AlternateContent>
          <mc:Choice Requires="wps">
            <w:drawing>
              <wp:anchor distT="0" distB="0" distL="114300" distR="114300" simplePos="0" relativeHeight="251656704" behindDoc="0" locked="0" layoutInCell="1" allowOverlap="1" wp14:anchorId="44F73D7E" wp14:editId="0137F5FE">
                <wp:simplePos x="0" y="0"/>
                <wp:positionH relativeFrom="margin">
                  <wp:align>right</wp:align>
                </wp:positionH>
                <wp:positionV relativeFrom="paragraph">
                  <wp:posOffset>158225</wp:posOffset>
                </wp:positionV>
                <wp:extent cx="2806700" cy="755015"/>
                <wp:effectExtent l="2114550" t="0" r="12700" b="26035"/>
                <wp:wrapNone/>
                <wp:docPr id="5"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4053343" y="1940118"/>
                          <a:ext cx="2806700" cy="755015"/>
                        </a:xfrm>
                        <a:prstGeom prst="borderCallout1">
                          <a:avLst>
                            <a:gd name="adj1" fmla="val 27648"/>
                            <a:gd name="adj2" fmla="val 102009"/>
                            <a:gd name="adj3" fmla="val 1146"/>
                            <a:gd name="adj4" fmla="val 175203"/>
                          </a:avLst>
                        </a:prstGeom>
                        <a:solidFill>
                          <a:srgbClr val="FFFFFF"/>
                        </a:solidFill>
                        <a:ln w="9525">
                          <a:solidFill>
                            <a:srgbClr val="000000"/>
                          </a:solidFill>
                          <a:miter lim="800000"/>
                          <a:headEnd/>
                          <a:tailEnd/>
                        </a:ln>
                      </wps:spPr>
                      <wps:txbx>
                        <w:txbxContent>
                          <w:p w14:paraId="4CD459DC" w14:textId="77777777" w:rsidR="003A58A9" w:rsidRPr="003A58A9" w:rsidRDefault="003A58A9" w:rsidP="003A58A9">
                            <w:pPr>
                              <w:ind w:left="0"/>
                              <w:rPr>
                                <w:b/>
                                <w:color w:val="002060"/>
                                <w:sz w:val="16"/>
                                <w:szCs w:val="16"/>
                              </w:rPr>
                            </w:pPr>
                            <w:r w:rsidRPr="003A58A9">
                              <w:rPr>
                                <w:b/>
                                <w:color w:val="002060"/>
                                <w:sz w:val="16"/>
                                <w:szCs w:val="16"/>
                              </w:rPr>
                              <w:t>A remplir obligatoirement en respectant la mise en page du document et en adaptant les textes en vert si nécessaires :</w:t>
                            </w:r>
                          </w:p>
                          <w:p w14:paraId="09883454" w14:textId="77777777" w:rsidR="003A58A9" w:rsidRPr="003A58A9" w:rsidRDefault="003A58A9">
                            <w:pPr>
                              <w:ind w:left="0"/>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F73D7E" id="AutoShape 8" o:spid="_x0000_s1029" type="#_x0000_t47" style="position:absolute;left:0;text-align:left;margin-left:169.8pt;margin-top:12.45pt;width:221pt;height:59.45pt;flip:x;z-index:2516567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" adj="37844,248,22034,5972">
                <v:textbox>
                  <w:txbxContent>
                    <w:p w14:paraId="4CD459DC" w14:textId="77777777" w:rsidR="003A58A9" w:rsidRPr="003A58A9" w:rsidRDefault="003A58A9" w:rsidP="003A58A9">
                      <w:pPr>
                        <w:ind w:left="0"/>
                        <w:rPr>
                          <w:b/>
                          <w:color w:val="002060"/>
                          <w:sz w:val="16"/>
                          <w:szCs w:val="16"/>
                        </w:rPr>
                      </w:pPr>
                      <w:r w:rsidRPr="003A58A9">
                        <w:rPr>
                          <w:b/>
                          <w:color w:val="002060"/>
                          <w:sz w:val="16"/>
                          <w:szCs w:val="16"/>
                        </w:rPr>
                        <w:t>A remplir obligatoirement en respectant la mise en page du document et en adaptant les textes en vert si nécessaires :</w:t>
                      </w:r>
                    </w:p>
                    <w:p w14:paraId="09883454" w14:textId="77777777" w:rsidR="003A58A9" w:rsidRPr="003A58A9" w:rsidRDefault="003A58A9">
                      <w:pPr>
                        <w:ind w:left="0"/>
                        <w:rPr>
                          <w:sz w:val="16"/>
                          <w:szCs w:val="16"/>
                        </w:rPr>
                      </w:pPr>
                    </w:p>
                  </w:txbxContent>
                </v:textbox>
                <o:callout v:ext="edit" minusx="t"/>
                <w10:wrap anchorx="margin"/>
              </v:shape>
            </w:pict>
          </mc:Fallback>
        </mc:AlternateContent>
      </w:r>
      <w:r w:rsidR="00F56F00" w:rsidRPr="00F16A6A">
        <w:rPr>
          <w:rFonts w:ascii="Marianne" w:hAnsi="Marianne"/>
        </w:rPr>
        <w:t>Texte à remplir</w:t>
      </w:r>
      <w:r w:rsidR="00F56F00" w:rsidRPr="00F16A6A">
        <w:rPr>
          <w:rFonts w:ascii="Calibri" w:hAnsi="Calibri" w:cs="Calibri"/>
        </w:rPr>
        <w:t> </w:t>
      </w:r>
      <w:r w:rsidR="00F56F00" w:rsidRPr="00F16A6A">
        <w:rPr>
          <w:rFonts w:ascii="Marianne" w:hAnsi="Marianne"/>
        </w:rPr>
        <w:t>:</w:t>
      </w:r>
    </w:p>
    <w:p w14:paraId="14E00B4B" w14:textId="77777777" w:rsidR="00076CF2" w:rsidRPr="00F16A6A" w:rsidRDefault="00076CF2" w:rsidP="00834AA8">
      <w:pPr>
        <w:ind w:left="0"/>
        <w:rPr>
          <w:rFonts w:ascii="Marianne" w:hAnsi="Marianne"/>
        </w:rPr>
      </w:pPr>
      <w:r w:rsidRPr="00F16A6A">
        <w:rPr>
          <w:rFonts w:ascii="Marianne" w:hAnsi="Marianne"/>
        </w:rPr>
        <w:t xml:space="preserve">L’équipe projet est constituée de </w:t>
      </w:r>
      <w:r w:rsidRPr="00F16A6A">
        <w:rPr>
          <w:rFonts w:ascii="Marianne" w:hAnsi="Marianne"/>
          <w:color w:val="4F6228"/>
        </w:rPr>
        <w:t>X</w:t>
      </w:r>
      <w:r w:rsidRPr="00F16A6A">
        <w:rPr>
          <w:rFonts w:ascii="Marianne" w:hAnsi="Marianne"/>
        </w:rPr>
        <w:t xml:space="preserve"> personnes</w:t>
      </w:r>
      <w:r w:rsidRPr="00F16A6A">
        <w:rPr>
          <w:rFonts w:ascii="Calibri" w:hAnsi="Calibri" w:cs="Calibri"/>
        </w:rPr>
        <w:t> </w:t>
      </w:r>
      <w:r w:rsidRPr="00F16A6A">
        <w:rPr>
          <w:rFonts w:ascii="Marianne" w:hAnsi="Marianne"/>
        </w:rPr>
        <w:t>:</w:t>
      </w:r>
    </w:p>
    <w:p w14:paraId="721DE96D" w14:textId="77777777" w:rsidR="00076CF2" w:rsidRPr="00F16A6A" w:rsidRDefault="00076CF2" w:rsidP="00834AA8">
      <w:pPr>
        <w:pStyle w:val="Paragraphedeliste"/>
        <w:numPr>
          <w:ilvl w:val="0"/>
          <w:numId w:val="8"/>
        </w:numPr>
        <w:ind w:left="0" w:right="567"/>
        <w:rPr>
          <w:rFonts w:ascii="Marianne" w:hAnsi="Marianne"/>
        </w:rPr>
      </w:pPr>
      <w:r w:rsidRPr="00F16A6A">
        <w:rPr>
          <w:rFonts w:ascii="Marianne" w:hAnsi="Marianne"/>
          <w:color w:val="4F6228"/>
        </w:rPr>
        <w:t>M. Dupont DUPONT</w:t>
      </w:r>
      <w:r w:rsidRPr="00F16A6A">
        <w:rPr>
          <w:rFonts w:ascii="Marianne" w:hAnsi="Marianne"/>
        </w:rPr>
        <w:t>, Responsable de l’équipe projet,</w:t>
      </w:r>
    </w:p>
    <w:p w14:paraId="0090E8BF" w14:textId="77777777" w:rsidR="00076CF2" w:rsidRPr="00F16A6A" w:rsidRDefault="00076CF2" w:rsidP="00834AA8">
      <w:pPr>
        <w:pStyle w:val="Paragraphedeliste"/>
        <w:numPr>
          <w:ilvl w:val="0"/>
          <w:numId w:val="8"/>
        </w:numPr>
        <w:ind w:left="0" w:right="567"/>
        <w:rPr>
          <w:rFonts w:ascii="Marianne" w:hAnsi="Marianne"/>
        </w:rPr>
      </w:pPr>
      <w:r w:rsidRPr="00F16A6A">
        <w:rPr>
          <w:rFonts w:ascii="Marianne" w:hAnsi="Marianne"/>
          <w:color w:val="4F6228"/>
        </w:rPr>
        <w:t xml:space="preserve">Mme Danielle </w:t>
      </w:r>
      <w:r w:rsidR="002D10D8" w:rsidRPr="00F16A6A">
        <w:rPr>
          <w:rFonts w:ascii="Marianne" w:hAnsi="Marianne"/>
          <w:color w:val="4F6228"/>
        </w:rPr>
        <w:t>DURAND</w:t>
      </w:r>
      <w:r w:rsidRPr="00F16A6A">
        <w:rPr>
          <w:rFonts w:ascii="Marianne" w:hAnsi="Marianne"/>
        </w:rPr>
        <w:t xml:space="preserve">, </w:t>
      </w:r>
      <w:r w:rsidRPr="00F16A6A">
        <w:rPr>
          <w:rFonts w:ascii="Marianne" w:hAnsi="Marianne"/>
          <w:color w:val="4F6228"/>
        </w:rPr>
        <w:t>Chargée de mission</w:t>
      </w:r>
      <w:r w:rsidR="00046F77" w:rsidRPr="00F16A6A">
        <w:rPr>
          <w:rFonts w:ascii="Marianne" w:hAnsi="Marianne"/>
          <w:color w:val="4F6228"/>
        </w:rPr>
        <w:t>,</w:t>
      </w:r>
      <w:r w:rsidRPr="00F16A6A">
        <w:rPr>
          <w:rFonts w:ascii="Marianne" w:hAnsi="Marianne"/>
          <w:color w:val="4F6228"/>
        </w:rPr>
        <w:t xml:space="preserve"> spécialité</w:t>
      </w:r>
      <w:r w:rsidRPr="00F16A6A">
        <w:rPr>
          <w:rFonts w:ascii="Marianne" w:hAnsi="Marianne"/>
        </w:rPr>
        <w:t xml:space="preserve"> </w:t>
      </w:r>
    </w:p>
    <w:p w14:paraId="523D9B76" w14:textId="77777777" w:rsidR="00076CF2" w:rsidRPr="00F16A6A" w:rsidRDefault="00076CF2" w:rsidP="00834AA8">
      <w:pPr>
        <w:pStyle w:val="Paragraphedeliste"/>
        <w:numPr>
          <w:ilvl w:val="0"/>
          <w:numId w:val="8"/>
        </w:numPr>
        <w:ind w:left="0" w:right="567"/>
        <w:rPr>
          <w:rFonts w:ascii="Marianne" w:hAnsi="Marianne"/>
        </w:rPr>
      </w:pPr>
      <w:r w:rsidRPr="00F16A6A">
        <w:rPr>
          <w:rFonts w:ascii="Marianne" w:hAnsi="Marianne"/>
          <w:color w:val="4F6228"/>
        </w:rPr>
        <w:t>M. Fabrice DUPONT</w:t>
      </w:r>
      <w:r w:rsidRPr="00F16A6A">
        <w:rPr>
          <w:rFonts w:ascii="Marianne" w:hAnsi="Marianne"/>
        </w:rPr>
        <w:t xml:space="preserve">, </w:t>
      </w:r>
      <w:r w:rsidRPr="00F16A6A">
        <w:rPr>
          <w:rFonts w:ascii="Marianne" w:hAnsi="Marianne"/>
          <w:color w:val="4F6228"/>
        </w:rPr>
        <w:t>Expert en spécialité</w:t>
      </w:r>
    </w:p>
    <w:p w14:paraId="2081E0ED" w14:textId="77777777" w:rsidR="00076CF2" w:rsidRPr="00F16A6A" w:rsidRDefault="00076CF2" w:rsidP="00834AA8">
      <w:pPr>
        <w:pStyle w:val="Paragraphedeliste"/>
        <w:numPr>
          <w:ilvl w:val="0"/>
          <w:numId w:val="8"/>
        </w:numPr>
        <w:ind w:left="0" w:right="567"/>
        <w:rPr>
          <w:rFonts w:ascii="Marianne" w:hAnsi="Marianne"/>
        </w:rPr>
      </w:pPr>
      <w:r w:rsidRPr="00F16A6A">
        <w:rPr>
          <w:rFonts w:ascii="Marianne" w:hAnsi="Marianne"/>
          <w:color w:val="4F6228"/>
        </w:rPr>
        <w:t>Mme Sylvie DUCHESNE</w:t>
      </w:r>
      <w:r w:rsidRPr="00F16A6A">
        <w:rPr>
          <w:rFonts w:ascii="Marianne" w:hAnsi="Marianne"/>
        </w:rPr>
        <w:t xml:space="preserve">, </w:t>
      </w:r>
      <w:r w:rsidR="00046F77" w:rsidRPr="00F16A6A">
        <w:rPr>
          <w:rFonts w:ascii="Marianne" w:hAnsi="Marianne"/>
          <w:color w:val="4F6228"/>
        </w:rPr>
        <w:t>Titre,</w:t>
      </w:r>
      <w:r w:rsidRPr="00F16A6A">
        <w:rPr>
          <w:rFonts w:ascii="Marianne" w:hAnsi="Marianne"/>
          <w:color w:val="4F6228"/>
        </w:rPr>
        <w:t xml:space="preserve"> </w:t>
      </w:r>
      <w:r w:rsidR="00046F77" w:rsidRPr="00F16A6A">
        <w:rPr>
          <w:rFonts w:ascii="Marianne" w:hAnsi="Marianne"/>
          <w:color w:val="4F6228"/>
        </w:rPr>
        <w:t>spécialiste en sa spécialité</w:t>
      </w:r>
    </w:p>
    <w:p w14:paraId="319EA7FC" w14:textId="77777777" w:rsidR="00076CF2" w:rsidRPr="00F16A6A" w:rsidRDefault="00BD5B38" w:rsidP="00834AA8">
      <w:pPr>
        <w:pStyle w:val="Paragraphedeliste"/>
        <w:numPr>
          <w:ilvl w:val="0"/>
          <w:numId w:val="8"/>
        </w:numPr>
        <w:ind w:left="0" w:right="567"/>
        <w:rPr>
          <w:rFonts w:ascii="Marianne" w:hAnsi="Marianne"/>
          <w:b/>
          <w:color w:val="002060"/>
        </w:rPr>
      </w:pPr>
      <w:r w:rsidRPr="00F16A6A">
        <w:rPr>
          <w:rFonts w:ascii="Marianne" w:hAnsi="Marianne"/>
          <w:noProof/>
        </w:rPr>
        <mc:AlternateContent>
          <mc:Choice Requires="wps">
            <w:drawing>
              <wp:anchor distT="0" distB="0" distL="114300" distR="114300" simplePos="0" relativeHeight="251654656" behindDoc="0" locked="0" layoutInCell="1" allowOverlap="1" wp14:anchorId="5BF713D2" wp14:editId="30C03528">
                <wp:simplePos x="0" y="0"/>
                <wp:positionH relativeFrom="column">
                  <wp:posOffset>2771140</wp:posOffset>
                </wp:positionH>
                <wp:positionV relativeFrom="paragraph">
                  <wp:posOffset>43815</wp:posOffset>
                </wp:positionV>
                <wp:extent cx="3785235" cy="483870"/>
                <wp:effectExtent l="0" t="0" r="0" b="0"/>
                <wp:wrapNone/>
                <wp:docPr id="4"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3785235" cy="483870"/>
                        </a:xfrm>
                        <a:prstGeom prst="borderCallout1">
                          <a:avLst>
                            <a:gd name="adj1" fmla="val 23620"/>
                            <a:gd name="adj2" fmla="val 102009"/>
                            <a:gd name="adj3" fmla="val 29000"/>
                            <a:gd name="adj4" fmla="val 129542"/>
                          </a:avLst>
                        </a:prstGeom>
                        <a:solidFill>
                          <a:srgbClr val="FFFFFF"/>
                        </a:solidFill>
                        <a:ln w="9525">
                          <a:solidFill>
                            <a:srgbClr val="000000"/>
                          </a:solidFill>
                          <a:miter lim="800000"/>
                          <a:headEnd/>
                          <a:tailEnd/>
                        </a:ln>
                      </wps:spPr>
                      <wps:txbx>
                        <w:txbxContent>
                          <w:p w14:paraId="089ED131" w14:textId="77777777" w:rsidR="002D10D8" w:rsidRPr="002D10D8" w:rsidRDefault="00046F77">
                            <w:pPr>
                              <w:ind w:left="0"/>
                              <w:rPr>
                                <w:sz w:val="16"/>
                                <w:szCs w:val="16"/>
                              </w:rPr>
                            </w:pPr>
                            <w:r>
                              <w:rPr>
                                <w:b/>
                                <w:color w:val="002060"/>
                                <w:sz w:val="16"/>
                                <w:szCs w:val="16"/>
                              </w:rPr>
                              <w:t>N</w:t>
                            </w:r>
                            <w:r w:rsidR="002D10D8" w:rsidRPr="002D10D8">
                              <w:rPr>
                                <w:b/>
                                <w:color w:val="002060"/>
                                <w:sz w:val="16"/>
                                <w:szCs w:val="16"/>
                              </w:rPr>
                              <w:t xml:space="preserve">e pas </w:t>
                            </w:r>
                            <w:r>
                              <w:rPr>
                                <w:b/>
                                <w:color w:val="002060"/>
                                <w:sz w:val="16"/>
                                <w:szCs w:val="16"/>
                              </w:rPr>
                              <w:t>lister les</w:t>
                            </w:r>
                            <w:r w:rsidR="002D10D8" w:rsidRPr="002D10D8">
                              <w:rPr>
                                <w:b/>
                                <w:color w:val="002060"/>
                                <w:sz w:val="16"/>
                                <w:szCs w:val="16"/>
                              </w:rPr>
                              <w:t xml:space="preserve"> personnels assurant les tâches administratives comme les personnes assistant (es) et secrétaire (s)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713D2" id="AutoShape 6" o:spid="_x0000_s1030" type="#_x0000_t47" style="position:absolute;left:0;text-align:left;margin-left:218.2pt;margin-top:3.45pt;width:298.05pt;height:38.1pt;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" adj="27981,6264,22034,5102">
                <v:textbox>
                  <w:txbxContent>
                    <w:p w14:paraId="089ED131" w14:textId="77777777" w:rsidR="002D10D8" w:rsidRPr="002D10D8" w:rsidRDefault="00046F77">
                      <w:pPr>
                        <w:ind w:left="0"/>
                        <w:rPr>
                          <w:sz w:val="16"/>
                          <w:szCs w:val="16"/>
                        </w:rPr>
                      </w:pPr>
                      <w:r>
                        <w:rPr>
                          <w:b/>
                          <w:color w:val="002060"/>
                          <w:sz w:val="16"/>
                          <w:szCs w:val="16"/>
                        </w:rPr>
                        <w:t>N</w:t>
                      </w:r>
                      <w:r w:rsidR="002D10D8" w:rsidRPr="002D10D8">
                        <w:rPr>
                          <w:b/>
                          <w:color w:val="002060"/>
                          <w:sz w:val="16"/>
                          <w:szCs w:val="16"/>
                        </w:rPr>
                        <w:t xml:space="preserve">e pas </w:t>
                      </w:r>
                      <w:r>
                        <w:rPr>
                          <w:b/>
                          <w:color w:val="002060"/>
                          <w:sz w:val="16"/>
                          <w:szCs w:val="16"/>
                        </w:rPr>
                        <w:t>lister les</w:t>
                      </w:r>
                      <w:r w:rsidR="002D10D8" w:rsidRPr="002D10D8">
                        <w:rPr>
                          <w:b/>
                          <w:color w:val="002060"/>
                          <w:sz w:val="16"/>
                          <w:szCs w:val="16"/>
                        </w:rPr>
                        <w:t xml:space="preserve"> personnels assurant les tâches administratives comme les personnes assistant (es) et secrétaire (s)</w:t>
                      </w:r>
                    </w:p>
                  </w:txbxContent>
                </v:textbox>
                <o:callout v:ext="edit" minusx="t" minusy="t"/>
              </v:shape>
            </w:pict>
          </mc:Fallback>
        </mc:AlternateContent>
      </w:r>
      <w:r w:rsidR="00076CF2" w:rsidRPr="00F16A6A">
        <w:rPr>
          <w:rFonts w:ascii="Marianne" w:hAnsi="Marianne"/>
          <w:b/>
          <w:color w:val="002060"/>
        </w:rPr>
        <w:t>…</w:t>
      </w:r>
      <w:r w:rsidR="002D10D8" w:rsidRPr="00F16A6A">
        <w:rPr>
          <w:rFonts w:ascii="Marianne" w:hAnsi="Marianne"/>
          <w:b/>
          <w:color w:val="002060"/>
        </w:rPr>
        <w:t xml:space="preserve"> </w:t>
      </w:r>
    </w:p>
    <w:p w14:paraId="2E9F37C1" w14:textId="77777777" w:rsidR="002D10D8" w:rsidRPr="00F16A6A" w:rsidRDefault="002D10D8" w:rsidP="00834AA8">
      <w:pPr>
        <w:ind w:left="0"/>
        <w:rPr>
          <w:rFonts w:ascii="Marianne" w:hAnsi="Marianne"/>
          <w:color w:val="4F6228"/>
        </w:rPr>
      </w:pPr>
    </w:p>
    <w:p w14:paraId="2D2AAC59" w14:textId="77777777" w:rsidR="00046F77" w:rsidRPr="00F16A6A" w:rsidRDefault="002D10D8" w:rsidP="00834AA8">
      <w:pPr>
        <w:ind w:left="0"/>
        <w:rPr>
          <w:rFonts w:ascii="Marianne" w:hAnsi="Marianne"/>
          <w:color w:val="4F6228"/>
        </w:rPr>
      </w:pPr>
      <w:r w:rsidRPr="00F16A6A">
        <w:rPr>
          <w:rFonts w:ascii="Marianne" w:hAnsi="Marianne"/>
          <w:color w:val="4F6228"/>
        </w:rPr>
        <w:t xml:space="preserve">M. </w:t>
      </w:r>
      <w:r w:rsidR="00076CF2" w:rsidRPr="00F16A6A">
        <w:rPr>
          <w:rFonts w:ascii="Marianne" w:hAnsi="Marianne"/>
          <w:color w:val="4F6228"/>
        </w:rPr>
        <w:t>Dupont DUPONT</w:t>
      </w:r>
      <w:r w:rsidR="00076CF2" w:rsidRPr="00F16A6A">
        <w:rPr>
          <w:rFonts w:ascii="Marianne" w:hAnsi="Marianne"/>
        </w:rPr>
        <w:t xml:space="preserve"> sera l’interlocuteur unique du maître d’ouvrage et garant du respect des objectifs de la mission. Sa qualification</w:t>
      </w:r>
      <w:r w:rsidRPr="00F16A6A">
        <w:rPr>
          <w:rFonts w:ascii="Marianne" w:hAnsi="Marianne"/>
        </w:rPr>
        <w:t xml:space="preserve"> et s</w:t>
      </w:r>
      <w:r w:rsidR="00076CF2" w:rsidRPr="00F16A6A">
        <w:rPr>
          <w:rFonts w:ascii="Marianne" w:hAnsi="Marianne"/>
        </w:rPr>
        <w:t xml:space="preserve">on expérience de </w:t>
      </w:r>
      <w:r w:rsidR="00076CF2" w:rsidRPr="00F16A6A">
        <w:rPr>
          <w:rFonts w:ascii="Marianne" w:hAnsi="Marianne"/>
          <w:color w:val="4F6228"/>
        </w:rPr>
        <w:t>X</w:t>
      </w:r>
      <w:r w:rsidRPr="00F16A6A">
        <w:rPr>
          <w:rFonts w:ascii="Marianne" w:hAnsi="Marianne"/>
        </w:rPr>
        <w:t xml:space="preserve"> ans dans le domaine permettent d’assurer le maître d’ouvrage</w:t>
      </w:r>
      <w:r w:rsidR="00046F77" w:rsidRPr="00F16A6A">
        <w:rPr>
          <w:rFonts w:ascii="Marianne" w:hAnsi="Marianne"/>
        </w:rPr>
        <w:t xml:space="preserve"> de</w:t>
      </w:r>
      <w:r w:rsidRPr="00F16A6A">
        <w:rPr>
          <w:rFonts w:ascii="Marianne" w:hAnsi="Marianne"/>
        </w:rPr>
        <w:t xml:space="preserve"> la conduite de l’équipe</w:t>
      </w:r>
      <w:r w:rsidR="00046F77" w:rsidRPr="00F16A6A">
        <w:rPr>
          <w:rFonts w:ascii="Marianne" w:hAnsi="Marianne"/>
        </w:rPr>
        <w:t xml:space="preserve"> présentée</w:t>
      </w:r>
      <w:r w:rsidRPr="00F16A6A">
        <w:rPr>
          <w:rFonts w:ascii="Marianne" w:hAnsi="Marianne"/>
        </w:rPr>
        <w:t>.</w:t>
      </w:r>
      <w:r w:rsidR="00076CF2" w:rsidRPr="00F16A6A">
        <w:rPr>
          <w:rFonts w:ascii="Marianne" w:hAnsi="Marianne"/>
        </w:rPr>
        <w:t xml:space="preserve"> </w:t>
      </w:r>
      <w:r w:rsidRPr="00F16A6A">
        <w:rPr>
          <w:rFonts w:ascii="Marianne" w:hAnsi="Marianne"/>
          <w:color w:val="4F6228"/>
        </w:rPr>
        <w:t>Il est prévu qu’</w:t>
      </w:r>
      <w:r w:rsidR="00076CF2" w:rsidRPr="00F16A6A">
        <w:rPr>
          <w:rFonts w:ascii="Marianne" w:hAnsi="Marianne"/>
          <w:color w:val="4F6228"/>
        </w:rPr>
        <w:t>il</w:t>
      </w:r>
      <w:r w:rsidRPr="00F16A6A">
        <w:rPr>
          <w:rFonts w:ascii="Marianne" w:hAnsi="Marianne"/>
          <w:color w:val="4F6228"/>
        </w:rPr>
        <w:t xml:space="preserve"> fasse</w:t>
      </w:r>
      <w:r w:rsidR="00076CF2" w:rsidRPr="00F16A6A">
        <w:rPr>
          <w:rFonts w:ascii="Marianne" w:hAnsi="Marianne"/>
          <w:color w:val="4F6228"/>
        </w:rPr>
        <w:t xml:space="preserve"> appel, pour des appuis ponctuels</w:t>
      </w:r>
      <w:r w:rsidRPr="00F16A6A">
        <w:rPr>
          <w:rFonts w:ascii="Marianne" w:hAnsi="Marianne"/>
          <w:color w:val="4F6228"/>
        </w:rPr>
        <w:t>, à des spécialistes</w:t>
      </w:r>
      <w:r w:rsidR="00076CF2" w:rsidRPr="00F16A6A">
        <w:rPr>
          <w:rFonts w:ascii="Marianne" w:hAnsi="Marianne"/>
          <w:color w:val="4F6228"/>
        </w:rPr>
        <w:t xml:space="preserve"> dans des domaines d’expertises spécifiques</w:t>
      </w:r>
      <w:r w:rsidR="00405017" w:rsidRPr="00F16A6A">
        <w:rPr>
          <w:rFonts w:ascii="Marianne" w:hAnsi="Marianne"/>
          <w:color w:val="4F6228"/>
        </w:rPr>
        <w:t xml:space="preserve">. L’équipe présente les compétences requises pour l’exécution de la mission (titres d’études, compétences et formations). </w:t>
      </w:r>
    </w:p>
    <w:p w14:paraId="5922A5E0" w14:textId="77777777" w:rsidR="002D10D8" w:rsidRPr="00F16A6A" w:rsidRDefault="00BD5B38" w:rsidP="00834AA8">
      <w:pPr>
        <w:ind w:left="0"/>
        <w:rPr>
          <w:rFonts w:ascii="Marianne" w:hAnsi="Marianne"/>
          <w:color w:val="4F6228"/>
        </w:rPr>
      </w:pPr>
      <w:r w:rsidRPr="00F16A6A">
        <w:rPr>
          <w:rFonts w:ascii="Marianne" w:hAnsi="Marianne"/>
          <w:noProof/>
        </w:rPr>
        <mc:AlternateContent>
          <mc:Choice Requires="wps">
            <w:drawing>
              <wp:anchor distT="0" distB="0" distL="114300" distR="114300" simplePos="0" relativeHeight="251655680" behindDoc="0" locked="0" layoutInCell="1" allowOverlap="1" wp14:anchorId="58C41F83" wp14:editId="76F9D893">
                <wp:simplePos x="0" y="0"/>
                <wp:positionH relativeFrom="column">
                  <wp:posOffset>521970</wp:posOffset>
                </wp:positionH>
                <wp:positionV relativeFrom="paragraph">
                  <wp:posOffset>305435</wp:posOffset>
                </wp:positionV>
                <wp:extent cx="4347845" cy="413385"/>
                <wp:effectExtent l="0" t="0" r="0" b="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347845" cy="413385"/>
                        </a:xfrm>
                        <a:prstGeom prst="borderCallout1">
                          <a:avLst>
                            <a:gd name="adj1" fmla="val 27648"/>
                            <a:gd name="adj2" fmla="val -1755"/>
                            <a:gd name="adj3" fmla="val -124273"/>
                            <a:gd name="adj4" fmla="val -6222"/>
                          </a:avLst>
                        </a:prstGeom>
                        <a:solidFill>
                          <a:srgbClr val="FFFFFF"/>
                        </a:solidFill>
                        <a:ln w="9525">
                          <a:solidFill>
                            <a:srgbClr val="000000"/>
                          </a:solidFill>
                          <a:miter lim="800000"/>
                          <a:headEnd/>
                          <a:tailEnd/>
                        </a:ln>
                      </wps:spPr>
                      <wps:txbx>
                        <w:txbxContent>
                          <w:p w14:paraId="61ACAEAF" w14:textId="58515037" w:rsidR="00AA5D38" w:rsidRPr="002D10D8" w:rsidRDefault="00A655E1">
                            <w:pPr>
                              <w:ind w:left="0"/>
                              <w:rPr>
                                <w:sz w:val="16"/>
                                <w:szCs w:val="16"/>
                              </w:rPr>
                            </w:pPr>
                            <w:r>
                              <w:rPr>
                                <w:b/>
                                <w:color w:val="002060"/>
                                <w:sz w:val="16"/>
                                <w:szCs w:val="16"/>
                              </w:rPr>
                              <w:t>Votre texte peut être compris entre de 75 mots et</w:t>
                            </w:r>
                            <w:r w:rsidR="003A58A9">
                              <w:rPr>
                                <w:b/>
                                <w:color w:val="002060"/>
                                <w:sz w:val="16"/>
                                <w:szCs w:val="16"/>
                              </w:rPr>
                              <w:t>100 mots</w:t>
                            </w:r>
                            <w:r w:rsidR="009722AD">
                              <w:rPr>
                                <w:b/>
                                <w:color w:val="002060"/>
                                <w:sz w:val="16"/>
                                <w:szCs w:val="16"/>
                              </w:rPr>
                              <w:t xml:space="preserve"> par intervenant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C41F83" id="AutoShape 7" o:spid="_x0000_s1031" type="#_x0000_t47" style="position:absolute;left:0;text-align:left;margin-left:41.1pt;margin-top:24.05pt;width:342.35pt;height:32.55pt;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" adj="-1344,-26843,-379,5972">
                <v:textbox>
                  <w:txbxContent>
                    <w:p w14:paraId="61ACAEAF" w14:textId="58515037" w:rsidR="00AA5D38" w:rsidRPr="002D10D8" w:rsidRDefault="00A655E1">
                      <w:pPr>
                        <w:ind w:left="0"/>
                        <w:rPr>
                          <w:sz w:val="16"/>
                          <w:szCs w:val="16"/>
                        </w:rPr>
                      </w:pPr>
                      <w:r>
                        <w:rPr>
                          <w:b/>
                          <w:color w:val="002060"/>
                          <w:sz w:val="16"/>
                          <w:szCs w:val="16"/>
                        </w:rPr>
                        <w:t>Votre texte peut être compris entre de 75 mots et</w:t>
                      </w:r>
                      <w:r w:rsidR="003A58A9">
                        <w:rPr>
                          <w:b/>
                          <w:color w:val="002060"/>
                          <w:sz w:val="16"/>
                          <w:szCs w:val="16"/>
                        </w:rPr>
                        <w:t>100 mots</w:t>
                      </w:r>
                      <w:r w:rsidR="009722AD">
                        <w:rPr>
                          <w:b/>
                          <w:color w:val="002060"/>
                          <w:sz w:val="16"/>
                          <w:szCs w:val="16"/>
                        </w:rPr>
                        <w:t xml:space="preserve"> par intervenant</w:t>
                      </w:r>
                    </w:p>
                  </w:txbxContent>
                </v:textbox>
              </v:shape>
            </w:pict>
          </mc:Fallback>
        </mc:AlternateContent>
      </w:r>
      <w:r w:rsidR="00046F77" w:rsidRPr="00F16A6A">
        <w:rPr>
          <w:rFonts w:ascii="Marianne" w:hAnsi="Marianne"/>
          <w:color w:val="4F6228"/>
        </w:rPr>
        <w:br w:type="page"/>
      </w:r>
    </w:p>
    <w:p w14:paraId="21427086" w14:textId="77777777" w:rsidR="00046F77" w:rsidRPr="00F16A6A" w:rsidRDefault="00046F77" w:rsidP="00F56F00">
      <w:pPr>
        <w:pStyle w:val="Titre2"/>
        <w:rPr>
          <w:rFonts w:ascii="Marianne" w:hAnsi="Marianne"/>
        </w:rPr>
      </w:pPr>
      <w:r w:rsidRPr="00F16A6A">
        <w:rPr>
          <w:rFonts w:ascii="Marianne" w:hAnsi="Marianne"/>
        </w:rPr>
        <w:lastRenderedPageBreak/>
        <w:t>Les CV</w:t>
      </w:r>
    </w:p>
    <w:p w14:paraId="0CE3789C" w14:textId="77777777" w:rsidR="00405017" w:rsidRPr="00F16A6A" w:rsidRDefault="00405017" w:rsidP="00834AA8">
      <w:pPr>
        <w:ind w:left="0"/>
        <w:rPr>
          <w:rFonts w:ascii="Marianne" w:hAnsi="Marianne"/>
        </w:rPr>
      </w:pPr>
      <w:r w:rsidRPr="00F16A6A">
        <w:rPr>
          <w:rFonts w:ascii="Marianne" w:hAnsi="Marianne"/>
        </w:rPr>
        <w:t xml:space="preserve">Pour chacun des intervenants, le candidat présente un CV détaillé avec les titres d’études, les domaines de compétences, la formation professionnelle et les références. </w:t>
      </w:r>
    </w:p>
    <w:p w14:paraId="0D96A76E" w14:textId="7F1CB053" w:rsidR="00046F77" w:rsidRDefault="00046F77" w:rsidP="00834AA8">
      <w:pPr>
        <w:ind w:left="0"/>
        <w:rPr>
          <w:rFonts w:ascii="Marianne" w:hAnsi="Marianne"/>
        </w:rPr>
      </w:pPr>
    </w:p>
    <w:p w14:paraId="7584F827" w14:textId="021370EC" w:rsidR="00F16A6A" w:rsidRDefault="00F16A6A" w:rsidP="00834AA8">
      <w:pPr>
        <w:ind w:left="0"/>
        <w:rPr>
          <w:rFonts w:ascii="Marianne" w:hAnsi="Marianne"/>
        </w:rPr>
      </w:pPr>
      <w:r w:rsidRPr="00F16A6A">
        <w:rPr>
          <w:noProof/>
        </w:rPr>
        <mc:AlternateContent>
          <mc:Choice Requires="wps">
            <w:drawing>
              <wp:anchor distT="0" distB="0" distL="114300" distR="114300" simplePos="0" relativeHeight="251663872" behindDoc="0" locked="0" layoutInCell="1" allowOverlap="1" wp14:anchorId="69F6867F" wp14:editId="525D3170">
                <wp:simplePos x="0" y="0"/>
                <wp:positionH relativeFrom="column">
                  <wp:posOffset>3710940</wp:posOffset>
                </wp:positionH>
                <wp:positionV relativeFrom="paragraph">
                  <wp:posOffset>242625</wp:posOffset>
                </wp:positionV>
                <wp:extent cx="2082800" cy="580390"/>
                <wp:effectExtent l="247650" t="552450" r="12700" b="10160"/>
                <wp:wrapNone/>
                <wp:docPr id="10" name="Légende encadrée 1 10"/>
                <wp:cNvGraphicFramePr/>
                <a:graphic xmlns:a="http://schemas.openxmlformats.org/drawingml/2006/main">
                  <a:graphicData uri="http://schemas.microsoft.com/office/word/2010/wordprocessingShape">
                    <wps:wsp>
                      <wps:cNvSpPr/>
                      <wps:spPr>
                        <a:xfrm>
                          <a:off x="0" y="0"/>
                          <a:ext cx="2082800" cy="580390"/>
                        </a:xfrm>
                        <a:prstGeom prst="borderCallout1">
                          <a:avLst>
                            <a:gd name="adj1" fmla="val 2310"/>
                            <a:gd name="adj2" fmla="val 9610"/>
                            <a:gd name="adj3" fmla="val -95739"/>
                            <a:gd name="adj4" fmla="val -11228"/>
                          </a:avLst>
                        </a:prstGeom>
                        <a:ln w="6350"/>
                      </wps:spPr>
                      <wps:style>
                        <a:lnRef idx="2">
                          <a:schemeClr val="dk1"/>
                        </a:lnRef>
                        <a:fillRef idx="1">
                          <a:schemeClr val="lt1"/>
                        </a:fillRef>
                        <a:effectRef idx="0">
                          <a:schemeClr val="dk1"/>
                        </a:effectRef>
                        <a:fontRef idx="minor">
                          <a:schemeClr val="dk1"/>
                        </a:fontRef>
                      </wps:style>
                      <wps:txbx>
                        <w:txbxContent>
                          <w:p w14:paraId="46981D3F" w14:textId="77777777" w:rsidR="00834AA8" w:rsidRDefault="00834AA8" w:rsidP="00834AA8">
                            <w:pPr>
                              <w:ind w:left="0"/>
                              <w:jc w:val="center"/>
                            </w:pPr>
                            <w:r w:rsidRPr="00F56F00">
                              <w:rPr>
                                <w:highlight w:val="yellow"/>
                              </w:rPr>
                              <w:t>Référence personnelle de</w:t>
                            </w:r>
                            <w:r>
                              <w:t xml:space="preserve"> missions objet de la consultation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9F6867F" id="Légende encadrée 1 10" o:spid="_x0000_s1032" type="#_x0000_t47" style="position:absolute;left:0;text-align:left;margin-left:292.2pt;margin-top:19.1pt;width:164pt;height:45.7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" adj="-2425,-20680,2076,499" fillcolor="white [3201]" strokecolor="black [3200]" strokeweight=".5pt">
                <v:textbox>
                  <w:txbxContent>
                    <w:p w14:paraId="46981D3F" w14:textId="77777777" w:rsidR="00834AA8" w:rsidRDefault="00834AA8" w:rsidP="00834AA8">
                      <w:pPr>
                        <w:ind w:left="0"/>
                        <w:jc w:val="center"/>
                      </w:pPr>
                      <w:r w:rsidRPr="00F56F00">
                        <w:rPr>
                          <w:highlight w:val="yellow"/>
                        </w:rPr>
                        <w:t>Référence personnelle de</w:t>
                      </w:r>
                      <w:r>
                        <w:t xml:space="preserve"> missions objet de la consultation</w:t>
                      </w:r>
                    </w:p>
                  </w:txbxContent>
                </v:textbox>
              </v:shape>
            </w:pict>
          </mc:Fallback>
        </mc:AlternateContent>
      </w:r>
    </w:p>
    <w:p w14:paraId="3523629A" w14:textId="2A118560" w:rsidR="00F16A6A" w:rsidRDefault="00F16A6A" w:rsidP="00834AA8">
      <w:pPr>
        <w:ind w:left="0"/>
        <w:rPr>
          <w:rFonts w:ascii="Marianne" w:hAnsi="Marianne"/>
        </w:rPr>
      </w:pPr>
    </w:p>
    <w:p w14:paraId="41EFA28C" w14:textId="2CD5F5B6" w:rsidR="00F16A6A" w:rsidRPr="00F16A6A" w:rsidRDefault="00F16A6A" w:rsidP="00834AA8">
      <w:pPr>
        <w:ind w:left="0"/>
        <w:rPr>
          <w:rFonts w:ascii="Marianne" w:hAnsi="Marianne"/>
        </w:rPr>
      </w:pPr>
    </w:p>
    <w:p w14:paraId="493FB599" w14:textId="77777777" w:rsidR="001C1A39" w:rsidRPr="00F16A6A" w:rsidRDefault="00BD5B38" w:rsidP="00834AA8">
      <w:pPr>
        <w:pStyle w:val="Titre1"/>
        <w:rPr>
          <w:rFonts w:ascii="Marianne" w:hAnsi="Marianne"/>
        </w:rPr>
      </w:pPr>
      <w:r w:rsidRPr="00F16A6A">
        <w:rPr>
          <w:rFonts w:ascii="Marianne" w:hAnsi="Marianne"/>
          <w:b w:val="0"/>
          <w:noProof/>
        </w:rPr>
        <mc:AlternateContent>
          <mc:Choice Requires="wps">
            <w:drawing>
              <wp:anchor distT="0" distB="0" distL="114300" distR="114300" simplePos="0" relativeHeight="251658752" behindDoc="0" locked="0" layoutInCell="1" allowOverlap="1" wp14:anchorId="618A1A62" wp14:editId="0A230E2D">
                <wp:simplePos x="0" y="0"/>
                <wp:positionH relativeFrom="column">
                  <wp:posOffset>650240</wp:posOffset>
                </wp:positionH>
                <wp:positionV relativeFrom="paragraph">
                  <wp:posOffset>661670</wp:posOffset>
                </wp:positionV>
                <wp:extent cx="4791710" cy="676275"/>
                <wp:effectExtent l="0" t="0" r="0" b="0"/>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791710" cy="676275"/>
                        </a:xfrm>
                        <a:prstGeom prst="borderCallout1">
                          <a:avLst>
                            <a:gd name="adj1" fmla="val 16898"/>
                            <a:gd name="adj2" fmla="val 101588"/>
                            <a:gd name="adj3" fmla="val 44505"/>
                            <a:gd name="adj4" fmla="val 103657"/>
                          </a:avLst>
                        </a:prstGeom>
                        <a:solidFill>
                          <a:srgbClr val="FFFFFF"/>
                        </a:solidFill>
                        <a:ln w="9525">
                          <a:solidFill>
                            <a:srgbClr val="000000"/>
                          </a:solidFill>
                          <a:miter lim="800000"/>
                          <a:headEnd/>
                          <a:tailEnd/>
                        </a:ln>
                      </wps:spPr>
                      <wps:txbx>
                        <w:txbxContent>
                          <w:p w14:paraId="1DD92678" w14:textId="354EB9D3" w:rsidR="008B6659" w:rsidRPr="003A58A9" w:rsidRDefault="008B6659" w:rsidP="008B6659">
                            <w:pPr>
                              <w:ind w:left="0"/>
                              <w:rPr>
                                <w:sz w:val="16"/>
                                <w:szCs w:val="16"/>
                              </w:rPr>
                            </w:pPr>
                            <w:r>
                              <w:rPr>
                                <w:b/>
                                <w:color w:val="002060"/>
                              </w:rPr>
                              <w:t>Votre</w:t>
                            </w:r>
                            <w:r w:rsidRPr="00866BCE">
                              <w:rPr>
                                <w:b/>
                                <w:color w:val="002060"/>
                              </w:rPr>
                              <w:t xml:space="preserve"> texte </w:t>
                            </w:r>
                            <w:r w:rsidR="00C421DE" w:rsidRPr="00C421DE">
                              <w:rPr>
                                <w:b/>
                                <w:color w:val="002060"/>
                              </w:rPr>
                              <w:t xml:space="preserve">ne devra pas excéder </w:t>
                            </w:r>
                            <w:r w:rsidR="00C421DE">
                              <w:rPr>
                                <w:b/>
                                <w:color w:val="002060"/>
                              </w:rPr>
                              <w:t>4</w:t>
                            </w:r>
                            <w:r w:rsidR="00C421DE" w:rsidRPr="00C421DE">
                              <w:rPr>
                                <w:b/>
                                <w:color w:val="002060"/>
                              </w:rPr>
                              <w:t xml:space="preserve"> page</w:t>
                            </w:r>
                            <w:r w:rsidR="00C421DE">
                              <w:rPr>
                                <w:b/>
                                <w:color w:val="002060"/>
                              </w:rPr>
                              <w:t>s</w:t>
                            </w:r>
                            <w:r>
                              <w:rPr>
                                <w:b/>
                                <w:color w:val="002060"/>
                              </w:rPr>
                              <w:t xml:space="preserve">. </w:t>
                            </w:r>
                            <w:r w:rsidR="00C421DE">
                              <w:rPr>
                                <w:b/>
                                <w:color w:val="002060"/>
                              </w:rPr>
                              <w:t>I</w:t>
                            </w:r>
                            <w:r>
                              <w:rPr>
                                <w:b/>
                                <w:color w:val="002060"/>
                              </w:rPr>
                              <w:t>l convient de rappeler les objectifs et de les commenter</w:t>
                            </w:r>
                            <w:r w:rsidR="00C421DE">
                              <w:rPr>
                                <w:b/>
                                <w:color w:val="002060"/>
                              </w:rPr>
                              <w:t xml:space="preserve"> au regard des </w:t>
                            </w:r>
                            <w:r>
                              <w:rPr>
                                <w:b/>
                                <w:color w:val="002060"/>
                              </w:rPr>
                              <w:t>spécific</w:t>
                            </w:r>
                            <w:r w:rsidR="00241570">
                              <w:rPr>
                                <w:b/>
                                <w:color w:val="002060"/>
                              </w:rPr>
                              <w:t>i</w:t>
                            </w:r>
                            <w:r>
                              <w:rPr>
                                <w:b/>
                                <w:color w:val="002060"/>
                              </w:rPr>
                              <w:t>tés qu’apporte votre offre.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8A1A62" id="AutoShape 10" o:spid="_x0000_s1033" type="#_x0000_t47" style="position:absolute;left:0;text-align:left;margin-left:51.2pt;margin-top:52.1pt;width:377.3pt;height:53.25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" adj="22390,9613,21943,3650">
                <v:textbox>
                  <w:txbxContent>
                    <w:p w14:paraId="1DD92678" w14:textId="354EB9D3" w:rsidR="008B6659" w:rsidRPr="003A58A9" w:rsidRDefault="008B6659" w:rsidP="008B6659">
                      <w:pPr>
                        <w:ind w:left="0"/>
                        <w:rPr>
                          <w:sz w:val="16"/>
                          <w:szCs w:val="16"/>
                        </w:rPr>
                      </w:pPr>
                      <w:r>
                        <w:rPr>
                          <w:b/>
                          <w:color w:val="002060"/>
                        </w:rPr>
                        <w:t>Votre</w:t>
                      </w:r>
                      <w:r w:rsidRPr="00866BCE">
                        <w:rPr>
                          <w:b/>
                          <w:color w:val="002060"/>
                        </w:rPr>
                        <w:t xml:space="preserve"> texte </w:t>
                      </w:r>
                      <w:r w:rsidR="00C421DE" w:rsidRPr="00C421DE">
                        <w:rPr>
                          <w:b/>
                          <w:color w:val="002060"/>
                        </w:rPr>
                        <w:t xml:space="preserve">ne devra pas excéder </w:t>
                      </w:r>
                      <w:r w:rsidR="00C421DE">
                        <w:rPr>
                          <w:b/>
                          <w:color w:val="002060"/>
                        </w:rPr>
                        <w:t>4</w:t>
                      </w:r>
                      <w:r w:rsidR="00C421DE" w:rsidRPr="00C421DE">
                        <w:rPr>
                          <w:b/>
                          <w:color w:val="002060"/>
                        </w:rPr>
                        <w:t xml:space="preserve"> page</w:t>
                      </w:r>
                      <w:r w:rsidR="00C421DE">
                        <w:rPr>
                          <w:b/>
                          <w:color w:val="002060"/>
                        </w:rPr>
                        <w:t>s</w:t>
                      </w:r>
                      <w:r>
                        <w:rPr>
                          <w:b/>
                          <w:color w:val="002060"/>
                        </w:rPr>
                        <w:t xml:space="preserve">. </w:t>
                      </w:r>
                      <w:r w:rsidR="00C421DE">
                        <w:rPr>
                          <w:b/>
                          <w:color w:val="002060"/>
                        </w:rPr>
                        <w:t>I</w:t>
                      </w:r>
                      <w:r>
                        <w:rPr>
                          <w:b/>
                          <w:color w:val="002060"/>
                        </w:rPr>
                        <w:t>l convient de rappeler les objectifs et de les commenter</w:t>
                      </w:r>
                      <w:r w:rsidR="00C421DE">
                        <w:rPr>
                          <w:b/>
                          <w:color w:val="002060"/>
                        </w:rPr>
                        <w:t xml:space="preserve"> au regard des </w:t>
                      </w:r>
                      <w:r>
                        <w:rPr>
                          <w:b/>
                          <w:color w:val="002060"/>
                        </w:rPr>
                        <w:t>spécific</w:t>
                      </w:r>
                      <w:r w:rsidR="00241570">
                        <w:rPr>
                          <w:b/>
                          <w:color w:val="002060"/>
                        </w:rPr>
                        <w:t>i</w:t>
                      </w:r>
                      <w:r>
                        <w:rPr>
                          <w:b/>
                          <w:color w:val="002060"/>
                        </w:rPr>
                        <w:t>tés qu’apporte votre offre.</w:t>
                      </w:r>
                    </w:p>
                  </w:txbxContent>
                </v:textbox>
                <o:callout v:ext="edit" minusx="t" minusy="t"/>
              </v:shape>
            </w:pict>
          </mc:Fallback>
        </mc:AlternateContent>
      </w:r>
      <w:r w:rsidR="001C1A39" w:rsidRPr="00F16A6A">
        <w:rPr>
          <w:rFonts w:ascii="Marianne" w:hAnsi="Marianne"/>
        </w:rPr>
        <w:t xml:space="preserve">La méthodologie </w:t>
      </w:r>
      <w:r w:rsidR="00883586" w:rsidRPr="00F16A6A">
        <w:rPr>
          <w:rFonts w:ascii="Marianne" w:hAnsi="Marianne"/>
        </w:rPr>
        <w:t>et l’organisation</w:t>
      </w:r>
    </w:p>
    <w:p w14:paraId="2C268B92" w14:textId="77777777" w:rsidR="00866BCE" w:rsidRPr="00F16A6A" w:rsidRDefault="00866BCE" w:rsidP="00834AA8">
      <w:pPr>
        <w:ind w:left="0"/>
        <w:rPr>
          <w:rFonts w:ascii="Marianne" w:hAnsi="Marianne"/>
          <w:b/>
          <w:color w:val="002060"/>
        </w:rPr>
      </w:pPr>
    </w:p>
    <w:p w14:paraId="5DC52379" w14:textId="77777777" w:rsidR="008B6659" w:rsidRPr="00F16A6A" w:rsidRDefault="008B6659" w:rsidP="00834AA8">
      <w:pPr>
        <w:ind w:left="0"/>
        <w:rPr>
          <w:rFonts w:ascii="Marianne" w:hAnsi="Marianne"/>
          <w:b/>
          <w:color w:val="002060"/>
        </w:rPr>
      </w:pPr>
    </w:p>
    <w:p w14:paraId="6EEEC513" w14:textId="77777777" w:rsidR="00866BCE" w:rsidRPr="00F16A6A" w:rsidRDefault="00866BCE" w:rsidP="00834AA8">
      <w:pPr>
        <w:ind w:left="0"/>
        <w:rPr>
          <w:rFonts w:ascii="Marianne" w:hAnsi="Marianne"/>
          <w:color w:val="4F6228"/>
        </w:rPr>
      </w:pPr>
      <w:r w:rsidRPr="00F16A6A">
        <w:rPr>
          <w:rFonts w:ascii="Marianne" w:hAnsi="Marianne"/>
          <w:color w:val="4F6228"/>
        </w:rPr>
        <w:t>Lorem ipsum dolor sit amet, fusce diam, nisl nec etiam. Purus et nonummy mattis mattis, lacus etiam pede hendrerit quam a, posuere vulputate aliquam sagittis iaculis elementum. Velit habitant nullam phasellus pede at, laudantium vel dignissim at vitae dolor, vel integer urna, bibendum pellentesque at. At diam mattis donec amet ut odio. Nunc amet vitae nonummy nunc, arcu parturient sint magna sed volutpat lacus, et enim lacinia bibendum vitae, tellus tellus vehicula a leo, diam bibendum erat. Viverra praesent faucibus aenean elit ac, interdum nec tincidunt porttitor purus elit, semper nulla aptent eiusmod eu massa. Nibh vitae pellentesque enim pellentesque quas tellus, consectetuer elit vivamus, at vehicula molestie ac orci porta. Amet nunc est morbi risus odio, mi nulla vivamus dignissim felis, duis a sodales, consectetuer nam et wisi dolor sed massa, diam neque venenatis maecenas. Auctor tincidunt nonummy ante eu, congue viverra eu rhoncus quis ornare, vitae varius nisl nisl a in, vitae imperdiet, faucibus eget congue in commodo wisi sed.</w:t>
      </w:r>
    </w:p>
    <w:p w14:paraId="26907885" w14:textId="7B674169" w:rsidR="003B08A0" w:rsidRPr="00F16A6A" w:rsidRDefault="00866BCE" w:rsidP="00834AA8">
      <w:pPr>
        <w:ind w:left="0"/>
        <w:rPr>
          <w:rFonts w:ascii="Marianne" w:hAnsi="Marianne"/>
          <w:color w:val="4F6228"/>
        </w:rPr>
      </w:pPr>
      <w:r w:rsidRPr="00F16A6A">
        <w:rPr>
          <w:rFonts w:ascii="Marianne" w:hAnsi="Marianne"/>
          <w:color w:val="4F6228"/>
        </w:rPr>
        <w:t>Lorem ipsum dolor sit amet, fusce diam, nisl nec etiam. Purus et nonummy mattis mattis, lacus etiam pede hendrerit quam a, posuere vulputate aliquam sagittis iaculis elementum. Velit habitant nullam phasellus pede at, laudantium vel dignissim at vitae dolor, vel integer urna, bibendum pellentesque at. At diam mattis donec amet ut odio. Nunc amet vitae nonummy nunc, arcu parturient sint magna sed volutpat lacus, et enim lacinia bibendum vitae, tellus tellus vehicula a leo, diam bibendum erat. Viverra praesent faucibus aenean elit ac, interdum nec tincidunt porttitor purus elit, semper nulla aptent eiusmod eu massa. Nibh vitae pellentesque enim pellentesque quas tellus, consectetuer elit vivamus, at vehicula molestie ac orci porta. Amet nunc est morbi risus odio, mi nulla vivamus dignissim felis, duis a sodales, consectetuer nam et wisi dolor sed massa, diam neque venenatis maecenas. Auctor tincidunt nonummy ante eu, congue viverra eu rhoncus quis ornare, vitae varius nisl nisl a in, vitae imperdiet, faucibus eget congue in commodo wisi sed.</w:t>
      </w:r>
    </w:p>
    <w:sectPr w:rsidR="003B08A0" w:rsidRPr="00F16A6A" w:rsidSect="00834AA8">
      <w:footerReference w:type="default" r:id="rId9"/>
      <w:type w:val="continuous"/>
      <w:pgSz w:w="11907" w:h="16840" w:code="9"/>
      <w:pgMar w:top="1440" w:right="1080" w:bottom="1440" w:left="108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CE5D18" w14:textId="77777777" w:rsidR="00DC1FD9" w:rsidRDefault="00DC1FD9">
      <w:r>
        <w:separator/>
      </w:r>
    </w:p>
  </w:endnote>
  <w:endnote w:type="continuationSeparator" w:id="0">
    <w:p w14:paraId="7E99EAED" w14:textId="77777777" w:rsidR="00DC1FD9" w:rsidRDefault="00DC1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1)">
    <w:altName w:val="Arial"/>
    <w:panose1 w:val="00000000000000000000"/>
    <w:charset w:val="00"/>
    <w:family w:val="swiss"/>
    <w:notTrueType/>
    <w:pitch w:val="variable"/>
    <w:sig w:usb0="00000003" w:usb1="00000000" w:usb2="00000000" w:usb3="00000000" w:csb0="00000001" w:csb1="00000000"/>
  </w:font>
  <w:font w:name="Roboto">
    <w:panose1 w:val="00000000000000000000"/>
    <w:charset w:val="00"/>
    <w:family w:val="auto"/>
    <w:pitch w:val="variable"/>
    <w:sig w:usb0="E00002EF" w:usb1="5000205B" w:usb2="00000020" w:usb3="00000000" w:csb0="0000019F" w:csb1="00000000"/>
  </w:font>
  <w:font w:name="Times New (W1)">
    <w:altName w:val="Times New Roman"/>
    <w:charset w:val="00"/>
    <w:family w:val="roman"/>
    <w:pitch w:val="variable"/>
    <w:sig w:usb0="00000000"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Futura Bk BT">
    <w:altName w:val="Century Gothic"/>
    <w:charset w:val="00"/>
    <w:family w:val="swiss"/>
    <w:pitch w:val="variable"/>
    <w:sig w:usb0="00000007" w:usb1="00000000" w:usb2="00000000" w:usb3="00000000" w:csb0="00000011" w:csb1="00000000"/>
  </w:font>
  <w:font w:name="Univers (W1)">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3BB1AF" w14:textId="307FBED1" w:rsidR="00C12191" w:rsidRPr="002F573E" w:rsidRDefault="00A655E1" w:rsidP="002F573E">
    <w:pPr>
      <w:pStyle w:val="Pieddepage"/>
      <w:pBdr>
        <w:top w:val="single" w:sz="4" w:space="1" w:color="auto"/>
      </w:pBdr>
      <w:spacing w:before="120"/>
      <w:rPr>
        <w:rFonts w:ascii="Arial Narrow" w:hAnsi="Arial Narrow" w:cs="Arial"/>
        <w:sz w:val="16"/>
      </w:rPr>
    </w:pPr>
    <w:r>
      <w:rPr>
        <w:rFonts w:ascii="Arial Narrow" w:hAnsi="Arial Narrow" w:cs="Arial"/>
        <w:sz w:val="16"/>
      </w:rPr>
      <w:fldChar w:fldCharType="begin"/>
    </w:r>
    <w:r>
      <w:rPr>
        <w:rFonts w:ascii="Arial Narrow" w:hAnsi="Arial Narrow" w:cs="Arial"/>
        <w:sz w:val="16"/>
      </w:rPr>
      <w:instrText xml:space="preserve"> FILENAME   \* MERGEFORMAT </w:instrText>
    </w:r>
    <w:r>
      <w:rPr>
        <w:rFonts w:ascii="Arial Narrow" w:hAnsi="Arial Narrow" w:cs="Arial"/>
        <w:sz w:val="16"/>
      </w:rPr>
      <w:fldChar w:fldCharType="separate"/>
    </w:r>
    <w:r w:rsidR="00F16A6A" w:rsidRPr="00F16A6A">
      <w:t xml:space="preserve"> </w:t>
    </w:r>
    <w:r w:rsidR="00F16A6A" w:rsidRPr="00F16A6A">
      <w:rPr>
        <w:rFonts w:ascii="Arial Narrow" w:hAnsi="Arial Narrow" w:cs="Arial"/>
        <w:noProof/>
        <w:sz w:val="16"/>
      </w:rPr>
      <w:t>A-1-4 DRA_PARA_RC_Annexe3</w:t>
    </w:r>
    <w:r>
      <w:rPr>
        <w:rFonts w:ascii="Arial Narrow" w:hAnsi="Arial Narrow" w:cs="Arial"/>
        <w:noProof/>
        <w:sz w:val="16"/>
      </w:rPr>
      <w:t>_Memoire Cadre de réponse</w:t>
    </w:r>
    <w:r>
      <w:rPr>
        <w:rFonts w:ascii="Arial Narrow" w:hAnsi="Arial Narrow" w:cs="Arial"/>
        <w:sz w:val="16"/>
      </w:rPr>
      <w:fldChar w:fldCharType="end"/>
    </w:r>
    <w:r w:rsidR="00C12191">
      <w:rPr>
        <w:rFonts w:ascii="Arial Narrow" w:hAnsi="Arial Narrow" w:cs="Arial"/>
        <w:sz w:val="16"/>
      </w:rPr>
      <w:tab/>
    </w:r>
    <w:r w:rsidR="00C12191">
      <w:rPr>
        <w:rFonts w:ascii="Arial Narrow" w:hAnsi="Arial Narrow" w:cs="Arial"/>
        <w:sz w:val="16"/>
      </w:rPr>
      <w:tab/>
    </w:r>
    <w:r w:rsidR="00C12191" w:rsidRPr="002F573E">
      <w:rPr>
        <w:rFonts w:ascii="Arial Narrow" w:hAnsi="Arial Narrow" w:cs="Arial"/>
        <w:sz w:val="16"/>
      </w:rPr>
      <w:fldChar w:fldCharType="begin"/>
    </w:r>
    <w:r w:rsidR="00C12191" w:rsidRPr="002F573E">
      <w:rPr>
        <w:rFonts w:ascii="Arial Narrow" w:hAnsi="Arial Narrow" w:cs="Arial"/>
        <w:sz w:val="16"/>
      </w:rPr>
      <w:instrText xml:space="preserve"> PAGE </w:instrText>
    </w:r>
    <w:r w:rsidR="00C12191" w:rsidRPr="002F573E">
      <w:rPr>
        <w:rFonts w:ascii="Arial Narrow" w:hAnsi="Arial Narrow" w:cs="Arial"/>
        <w:sz w:val="16"/>
      </w:rPr>
      <w:fldChar w:fldCharType="separate"/>
    </w:r>
    <w:r w:rsidR="004530A8">
      <w:rPr>
        <w:rFonts w:ascii="Arial Narrow" w:hAnsi="Arial Narrow" w:cs="Arial"/>
        <w:noProof/>
        <w:sz w:val="16"/>
      </w:rPr>
      <w:t>6</w:t>
    </w:r>
    <w:r w:rsidR="00C12191" w:rsidRPr="002F573E">
      <w:rPr>
        <w:rFonts w:ascii="Arial Narrow" w:hAnsi="Arial Narrow" w:cs="Arial"/>
        <w:sz w:val="16"/>
      </w:rPr>
      <w:fldChar w:fldCharType="end"/>
    </w:r>
    <w:r w:rsidR="00C12191" w:rsidRPr="002F573E">
      <w:rPr>
        <w:rFonts w:ascii="Arial Narrow" w:hAnsi="Arial Narrow" w:cs="Arial"/>
        <w:sz w:val="16"/>
      </w:rPr>
      <w:t>/</w:t>
    </w:r>
    <w:r w:rsidR="00C12191" w:rsidRPr="002F573E">
      <w:rPr>
        <w:rFonts w:ascii="Arial Narrow" w:hAnsi="Arial Narrow" w:cs="Arial"/>
        <w:sz w:val="16"/>
      </w:rPr>
      <w:fldChar w:fldCharType="begin"/>
    </w:r>
    <w:r w:rsidR="00C12191" w:rsidRPr="002F573E">
      <w:rPr>
        <w:rFonts w:ascii="Arial Narrow" w:hAnsi="Arial Narrow" w:cs="Arial"/>
        <w:sz w:val="16"/>
      </w:rPr>
      <w:instrText xml:space="preserve"> NUMPAGES </w:instrText>
    </w:r>
    <w:r w:rsidR="00C12191" w:rsidRPr="002F573E">
      <w:rPr>
        <w:rFonts w:ascii="Arial Narrow" w:hAnsi="Arial Narrow" w:cs="Arial"/>
        <w:sz w:val="16"/>
      </w:rPr>
      <w:fldChar w:fldCharType="separate"/>
    </w:r>
    <w:r w:rsidR="004530A8">
      <w:rPr>
        <w:rFonts w:ascii="Arial Narrow" w:hAnsi="Arial Narrow" w:cs="Arial"/>
        <w:noProof/>
        <w:sz w:val="16"/>
      </w:rPr>
      <w:t>6</w:t>
    </w:r>
    <w:r w:rsidR="00C12191" w:rsidRPr="002F573E">
      <w:rPr>
        <w:rFonts w:ascii="Arial Narrow" w:hAnsi="Arial Narrow"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00CE44" w14:textId="77777777" w:rsidR="00DC1FD9" w:rsidRDefault="00DC1FD9">
      <w:r>
        <w:separator/>
      </w:r>
    </w:p>
  </w:footnote>
  <w:footnote w:type="continuationSeparator" w:id="0">
    <w:p w14:paraId="31C33F13" w14:textId="77777777" w:rsidR="00DC1FD9" w:rsidRDefault="00DC1F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BF3E43"/>
    <w:multiLevelType w:val="multilevel"/>
    <w:tmpl w:val="D980B6B6"/>
    <w:lvl w:ilvl="0">
      <w:start w:val="1"/>
      <w:numFmt w:val="upperRoman"/>
      <w:lvlText w:val="CHAPITRE %1 :"/>
      <w:lvlJc w:val="left"/>
      <w:pPr>
        <w:tabs>
          <w:tab w:val="num" w:pos="2160"/>
        </w:tabs>
        <w:ind w:left="0" w:hanging="360"/>
      </w:pPr>
      <w:rPr>
        <w:rFonts w:hint="default"/>
      </w:rPr>
    </w:lvl>
    <w:lvl w:ilvl="1">
      <w:start w:val="1"/>
      <w:numFmt w:val="none"/>
      <w:lvlText w:val=""/>
      <w:lvlJc w:val="left"/>
      <w:pPr>
        <w:tabs>
          <w:tab w:val="num" w:pos="432"/>
        </w:tabs>
        <w:ind w:left="432" w:hanging="432"/>
      </w:pPr>
      <w:rPr>
        <w:rFonts w:hint="default"/>
      </w:rPr>
    </w:lvl>
    <w:lvl w:ilvl="2">
      <w:start w:val="1"/>
      <w:numFmt w:val="decimal"/>
      <w:lvlText w:val="%2.%3."/>
      <w:lvlJc w:val="left"/>
      <w:pPr>
        <w:tabs>
          <w:tab w:val="num" w:pos="864"/>
        </w:tabs>
        <w:ind w:left="864" w:hanging="504"/>
      </w:pPr>
      <w:rPr>
        <w:rFonts w:hint="default"/>
      </w:rPr>
    </w:lvl>
    <w:lvl w:ilvl="3">
      <w:start w:val="1"/>
      <w:numFmt w:val="decimal"/>
      <w:lvlText w:val="%2.%3.%4."/>
      <w:lvlJc w:val="left"/>
      <w:pPr>
        <w:tabs>
          <w:tab w:val="num" w:pos="1368"/>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pStyle w:val="Titre9"/>
      <w:lvlText w:val="%1.%2.%3.%4.%5.%6.%7.%8.%9."/>
      <w:lvlJc w:val="left"/>
      <w:pPr>
        <w:tabs>
          <w:tab w:val="num" w:pos="4320"/>
        </w:tabs>
        <w:ind w:left="3960" w:hanging="1440"/>
      </w:pPr>
      <w:rPr>
        <w:rFonts w:hint="default"/>
      </w:rPr>
    </w:lvl>
  </w:abstractNum>
  <w:abstractNum w:abstractNumId="1" w15:restartNumberingAfterBreak="0">
    <w:nsid w:val="1F1F20BB"/>
    <w:multiLevelType w:val="singleLevel"/>
    <w:tmpl w:val="040C0003"/>
    <w:lvl w:ilvl="0">
      <w:start w:val="1"/>
      <w:numFmt w:val="bullet"/>
      <w:pStyle w:val="Retraitnormalbis"/>
      <w:lvlText w:val=""/>
      <w:lvlJc w:val="left"/>
      <w:pPr>
        <w:tabs>
          <w:tab w:val="num" w:pos="360"/>
        </w:tabs>
        <w:ind w:left="360" w:hanging="360"/>
      </w:pPr>
      <w:rPr>
        <w:rFonts w:ascii="Symbol" w:hAnsi="Symbol" w:hint="default"/>
      </w:rPr>
    </w:lvl>
  </w:abstractNum>
  <w:abstractNum w:abstractNumId="2" w15:restartNumberingAfterBreak="0">
    <w:nsid w:val="265014D1"/>
    <w:multiLevelType w:val="multilevel"/>
    <w:tmpl w:val="4A8C4B2A"/>
    <w:lvl w:ilvl="0">
      <w:numFmt w:val="bullet"/>
      <w:pStyle w:val="retrait"/>
      <w:lvlText w:val="-"/>
      <w:lvlJc w:val="left"/>
      <w:pPr>
        <w:tabs>
          <w:tab w:val="num" w:pos="360"/>
        </w:tabs>
        <w:ind w:left="360" w:hanging="360"/>
      </w:pPr>
      <w:rPr>
        <w:rFonts w:ascii="Times New Roman" w:eastAsia="Times New Roman" w:hAnsi="Times New Roman" w:cs="Times New Roman" w:hint="default"/>
      </w:rPr>
    </w:lvl>
    <w:lvl w:ilvl="1">
      <w:numFmt w:val="none"/>
      <w:lvlText w:val="-"/>
      <w:legacy w:legacy="1" w:legacySpace="120" w:legacyIndent="360"/>
      <w:lvlJc w:val="left"/>
      <w:pPr>
        <w:ind w:left="720" w:hanging="360"/>
      </w:p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7E00676"/>
    <w:multiLevelType w:val="singleLevel"/>
    <w:tmpl w:val="0310E024"/>
    <w:lvl w:ilvl="0">
      <w:numFmt w:val="bullet"/>
      <w:pStyle w:val="Retraitnormal2"/>
      <w:lvlText w:val="-"/>
      <w:lvlJc w:val="left"/>
      <w:pPr>
        <w:tabs>
          <w:tab w:val="num" w:pos="360"/>
        </w:tabs>
        <w:ind w:left="360" w:hanging="360"/>
      </w:pPr>
      <w:rPr>
        <w:rFonts w:ascii="Times New Roman" w:hAnsi="Times New Roman" w:hint="default"/>
      </w:rPr>
    </w:lvl>
  </w:abstractNum>
  <w:abstractNum w:abstractNumId="4" w15:restartNumberingAfterBreak="0">
    <w:nsid w:val="313442BC"/>
    <w:multiLevelType w:val="hybridMultilevel"/>
    <w:tmpl w:val="EE72170A"/>
    <w:lvl w:ilvl="0" w:tplc="040C0001">
      <w:start w:val="1"/>
      <w:numFmt w:val="bullet"/>
      <w:lvlText w:val=""/>
      <w:lvlJc w:val="left"/>
      <w:pPr>
        <w:ind w:left="4658" w:hanging="360"/>
      </w:pPr>
      <w:rPr>
        <w:rFonts w:ascii="Symbol" w:hAnsi="Symbol" w:hint="default"/>
      </w:rPr>
    </w:lvl>
    <w:lvl w:ilvl="1" w:tplc="040C0003">
      <w:start w:val="1"/>
      <w:numFmt w:val="bullet"/>
      <w:lvlText w:val="o"/>
      <w:lvlJc w:val="left"/>
      <w:pPr>
        <w:ind w:left="5378" w:hanging="360"/>
      </w:pPr>
      <w:rPr>
        <w:rFonts w:ascii="Courier New" w:hAnsi="Courier New" w:cs="Courier New" w:hint="default"/>
      </w:rPr>
    </w:lvl>
    <w:lvl w:ilvl="2" w:tplc="040C0005" w:tentative="1">
      <w:start w:val="1"/>
      <w:numFmt w:val="bullet"/>
      <w:lvlText w:val=""/>
      <w:lvlJc w:val="left"/>
      <w:pPr>
        <w:ind w:left="6098" w:hanging="360"/>
      </w:pPr>
      <w:rPr>
        <w:rFonts w:ascii="Wingdings" w:hAnsi="Wingdings" w:hint="default"/>
      </w:rPr>
    </w:lvl>
    <w:lvl w:ilvl="3" w:tplc="040C0001" w:tentative="1">
      <w:start w:val="1"/>
      <w:numFmt w:val="bullet"/>
      <w:lvlText w:val=""/>
      <w:lvlJc w:val="left"/>
      <w:pPr>
        <w:ind w:left="6818" w:hanging="360"/>
      </w:pPr>
      <w:rPr>
        <w:rFonts w:ascii="Symbol" w:hAnsi="Symbol" w:hint="default"/>
      </w:rPr>
    </w:lvl>
    <w:lvl w:ilvl="4" w:tplc="040C0003" w:tentative="1">
      <w:start w:val="1"/>
      <w:numFmt w:val="bullet"/>
      <w:lvlText w:val="o"/>
      <w:lvlJc w:val="left"/>
      <w:pPr>
        <w:ind w:left="7538" w:hanging="360"/>
      </w:pPr>
      <w:rPr>
        <w:rFonts w:ascii="Courier New" w:hAnsi="Courier New" w:cs="Courier New" w:hint="default"/>
      </w:rPr>
    </w:lvl>
    <w:lvl w:ilvl="5" w:tplc="040C0005" w:tentative="1">
      <w:start w:val="1"/>
      <w:numFmt w:val="bullet"/>
      <w:lvlText w:val=""/>
      <w:lvlJc w:val="left"/>
      <w:pPr>
        <w:ind w:left="8258" w:hanging="360"/>
      </w:pPr>
      <w:rPr>
        <w:rFonts w:ascii="Wingdings" w:hAnsi="Wingdings" w:hint="default"/>
      </w:rPr>
    </w:lvl>
    <w:lvl w:ilvl="6" w:tplc="040C0001" w:tentative="1">
      <w:start w:val="1"/>
      <w:numFmt w:val="bullet"/>
      <w:lvlText w:val=""/>
      <w:lvlJc w:val="left"/>
      <w:pPr>
        <w:ind w:left="8978" w:hanging="360"/>
      </w:pPr>
      <w:rPr>
        <w:rFonts w:ascii="Symbol" w:hAnsi="Symbol" w:hint="default"/>
      </w:rPr>
    </w:lvl>
    <w:lvl w:ilvl="7" w:tplc="040C0003" w:tentative="1">
      <w:start w:val="1"/>
      <w:numFmt w:val="bullet"/>
      <w:lvlText w:val="o"/>
      <w:lvlJc w:val="left"/>
      <w:pPr>
        <w:ind w:left="9698" w:hanging="360"/>
      </w:pPr>
      <w:rPr>
        <w:rFonts w:ascii="Courier New" w:hAnsi="Courier New" w:cs="Courier New" w:hint="default"/>
      </w:rPr>
    </w:lvl>
    <w:lvl w:ilvl="8" w:tplc="040C0005" w:tentative="1">
      <w:start w:val="1"/>
      <w:numFmt w:val="bullet"/>
      <w:lvlText w:val=""/>
      <w:lvlJc w:val="left"/>
      <w:pPr>
        <w:ind w:left="10418" w:hanging="360"/>
      </w:pPr>
      <w:rPr>
        <w:rFonts w:ascii="Wingdings" w:hAnsi="Wingdings" w:hint="default"/>
      </w:rPr>
    </w:lvl>
  </w:abstractNum>
  <w:abstractNum w:abstractNumId="5" w15:restartNumberingAfterBreak="0">
    <w:nsid w:val="34DD506E"/>
    <w:multiLevelType w:val="hybridMultilevel"/>
    <w:tmpl w:val="995619BC"/>
    <w:lvl w:ilvl="0" w:tplc="EF02D046">
      <w:start w:val="1"/>
      <w:numFmt w:val="bullet"/>
      <w:lvlText w:val=""/>
      <w:lvlJc w:val="left"/>
      <w:pPr>
        <w:tabs>
          <w:tab w:val="num" w:pos="1920"/>
        </w:tabs>
        <w:ind w:left="1920" w:hanging="360"/>
      </w:pPr>
      <w:rPr>
        <w:rFonts w:ascii="Symbol" w:hAnsi="Symbol" w:hint="default"/>
        <w:b/>
        <w:i w:val="0"/>
      </w:rPr>
    </w:lvl>
    <w:lvl w:ilvl="1" w:tplc="B508816E">
      <w:start w:val="1"/>
      <w:numFmt w:val="bullet"/>
      <w:lvlText w:val="o"/>
      <w:lvlJc w:val="left"/>
      <w:pPr>
        <w:tabs>
          <w:tab w:val="num" w:pos="720"/>
        </w:tabs>
        <w:ind w:left="720" w:hanging="360"/>
      </w:pPr>
      <w:rPr>
        <w:rFonts w:ascii="Courier New" w:hAnsi="Courier New" w:cs="Courier New" w:hint="default"/>
      </w:rPr>
    </w:lvl>
    <w:lvl w:ilvl="2" w:tplc="63345A10">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cs="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pStyle w:val="Titre8"/>
      <w:lvlText w:val="o"/>
      <w:lvlJc w:val="left"/>
      <w:pPr>
        <w:tabs>
          <w:tab w:val="num" w:pos="5040"/>
        </w:tabs>
        <w:ind w:left="5040" w:hanging="360"/>
      </w:pPr>
      <w:rPr>
        <w:rFonts w:ascii="Courier New" w:hAnsi="Courier New" w:cs="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6" w15:restartNumberingAfterBreak="0">
    <w:nsid w:val="43B00456"/>
    <w:multiLevelType w:val="hybridMultilevel"/>
    <w:tmpl w:val="F252D438"/>
    <w:lvl w:ilvl="0" w:tplc="152A2D5E">
      <w:start w:val="1"/>
      <w:numFmt w:val="bullet"/>
      <w:pStyle w:val="Retraitnormal"/>
      <w:lvlText w:val=""/>
      <w:lvlJc w:val="left"/>
      <w:pPr>
        <w:tabs>
          <w:tab w:val="num" w:pos="360"/>
        </w:tabs>
        <w:ind w:left="360" w:hanging="360"/>
      </w:pPr>
      <w:rPr>
        <w:rFonts w:ascii="Symbol" w:hAnsi="Symbol" w:hint="default"/>
      </w:rPr>
    </w:lvl>
    <w:lvl w:ilvl="1" w:tplc="D38C304E">
      <w:start w:val="1"/>
      <w:numFmt w:val="upperLetter"/>
      <w:lvlText w:val="%2"/>
      <w:lvlJc w:val="left"/>
      <w:pPr>
        <w:tabs>
          <w:tab w:val="num" w:pos="1080"/>
        </w:tabs>
        <w:ind w:left="1080" w:hanging="360"/>
      </w:pPr>
      <w:rPr>
        <w:rFonts w:hint="default"/>
      </w:rPr>
    </w:lvl>
    <w:lvl w:ilvl="2" w:tplc="D38C304E">
      <w:start w:val="1"/>
      <w:numFmt w:val="upperLetter"/>
      <w:lvlText w:val="%3"/>
      <w:lvlJc w:val="left"/>
      <w:pPr>
        <w:tabs>
          <w:tab w:val="num" w:pos="1800"/>
        </w:tabs>
        <w:ind w:left="1800" w:hanging="360"/>
      </w:pPr>
      <w:rPr>
        <w:rFont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BC64076"/>
    <w:multiLevelType w:val="multilevel"/>
    <w:tmpl w:val="9044F472"/>
    <w:lvl w:ilvl="0">
      <w:start w:val="1"/>
      <w:numFmt w:val="decimal"/>
      <w:pStyle w:val="Titre1"/>
      <w:lvlText w:val="%1"/>
      <w:lvlJc w:val="left"/>
      <w:pPr>
        <w:tabs>
          <w:tab w:val="num" w:pos="0"/>
        </w:tabs>
        <w:ind w:left="0" w:firstLine="0"/>
      </w:pPr>
      <w:rPr>
        <w:rFonts w:ascii="Verdana" w:hAnsi="Verdana" w:hint="default"/>
        <w:b/>
        <w:i w:val="0"/>
        <w:caps/>
        <w:sz w:val="22"/>
        <w:szCs w:val="24"/>
        <w:u w:val="none"/>
      </w:rPr>
    </w:lvl>
    <w:lvl w:ilvl="1">
      <w:start w:val="1"/>
      <w:numFmt w:val="decimal"/>
      <w:pStyle w:val="Titre2"/>
      <w:lvlText w:val="%1.%2"/>
      <w:lvlJc w:val="left"/>
      <w:pPr>
        <w:tabs>
          <w:tab w:val="num" w:pos="-283"/>
        </w:tabs>
        <w:ind w:left="0" w:firstLine="284"/>
      </w:pPr>
      <w:rPr>
        <w:rFonts w:ascii="Marianne" w:hAnsi="Marianne" w:hint="default"/>
        <w:b/>
        <w:i w:val="0"/>
        <w:sz w:val="20"/>
        <w:szCs w:val="20"/>
        <w:u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567" w:hanging="567"/>
      </w:pPr>
      <w:rPr>
        <w:rFonts w:ascii="Arial (W1)" w:hAnsi="Arial (W1)" w:hint="default"/>
        <w:b/>
        <w:i w:val="0"/>
        <w:sz w:val="20"/>
        <w:szCs w:val="20"/>
      </w:rPr>
    </w:lvl>
    <w:lvl w:ilvl="3">
      <w:start w:val="1"/>
      <w:numFmt w:val="none"/>
      <w:lvlText w:val=""/>
      <w:lvlJc w:val="left"/>
      <w:pPr>
        <w:tabs>
          <w:tab w:val="num" w:pos="567"/>
        </w:tabs>
        <w:ind w:left="567" w:firstLine="0"/>
      </w:pPr>
      <w:rPr>
        <w:rFonts w:hint="default"/>
        <w:sz w:val="18"/>
        <w:szCs w:val="20"/>
      </w:rPr>
    </w:lvl>
    <w:lvl w:ilvl="4">
      <w:start w:val="1"/>
      <w:numFmt w:val="decimal"/>
      <w:pStyle w:val="Titre5"/>
      <w:lvlText w:val="%1.%2.%3.%4.%5"/>
      <w:lvlJc w:val="left"/>
      <w:pPr>
        <w:tabs>
          <w:tab w:val="num" w:pos="157"/>
        </w:tabs>
        <w:ind w:left="157" w:hanging="1008"/>
      </w:pPr>
      <w:rPr>
        <w:rFonts w:hint="default"/>
        <w:sz w:val="22"/>
      </w:rPr>
    </w:lvl>
    <w:lvl w:ilvl="5">
      <w:start w:val="1"/>
      <w:numFmt w:val="decimal"/>
      <w:pStyle w:val="Titre6"/>
      <w:lvlText w:val="%1.%2.%3.%4.%5.%6"/>
      <w:lvlJc w:val="left"/>
      <w:pPr>
        <w:tabs>
          <w:tab w:val="num" w:pos="301"/>
        </w:tabs>
        <w:ind w:left="301" w:hanging="1152"/>
      </w:pPr>
      <w:rPr>
        <w:rFonts w:hint="default"/>
        <w:sz w:val="22"/>
      </w:rPr>
    </w:lvl>
    <w:lvl w:ilvl="6">
      <w:start w:val="1"/>
      <w:numFmt w:val="decimal"/>
      <w:pStyle w:val="Titre7"/>
      <w:lvlText w:val="%1.%2.%3.%4.%5.%6.%7"/>
      <w:lvlJc w:val="left"/>
      <w:pPr>
        <w:tabs>
          <w:tab w:val="num" w:pos="445"/>
        </w:tabs>
        <w:ind w:left="445" w:hanging="1296"/>
      </w:pPr>
      <w:rPr>
        <w:rFonts w:hint="default"/>
        <w:sz w:val="22"/>
      </w:rPr>
    </w:lvl>
    <w:lvl w:ilvl="7">
      <w:start w:val="1"/>
      <w:numFmt w:val="decimal"/>
      <w:lvlText w:val="%1.%2.%3.%4.%5.%6.%7.%8"/>
      <w:lvlJc w:val="left"/>
      <w:pPr>
        <w:tabs>
          <w:tab w:val="num" w:pos="589"/>
        </w:tabs>
        <w:ind w:left="589" w:hanging="1440"/>
      </w:pPr>
      <w:rPr>
        <w:rFonts w:hint="default"/>
        <w:sz w:val="22"/>
      </w:rPr>
    </w:lvl>
    <w:lvl w:ilvl="8">
      <w:start w:val="1"/>
      <w:numFmt w:val="decimal"/>
      <w:lvlText w:val="%1.%2.%3.%4.%5.%6.%7.%8.%9"/>
      <w:lvlJc w:val="left"/>
      <w:pPr>
        <w:tabs>
          <w:tab w:val="num" w:pos="733"/>
        </w:tabs>
        <w:ind w:left="733" w:hanging="1584"/>
      </w:pPr>
      <w:rPr>
        <w:rFonts w:hint="default"/>
        <w:sz w:val="22"/>
      </w:rPr>
    </w:lvl>
  </w:abstractNum>
  <w:num w:numId="1" w16cid:durableId="997000730">
    <w:abstractNumId w:val="3"/>
  </w:num>
  <w:num w:numId="2" w16cid:durableId="460267262">
    <w:abstractNumId w:val="1"/>
  </w:num>
  <w:num w:numId="3" w16cid:durableId="1602882314">
    <w:abstractNumId w:val="0"/>
  </w:num>
  <w:num w:numId="4" w16cid:durableId="699547473">
    <w:abstractNumId w:val="6"/>
  </w:num>
  <w:num w:numId="5" w16cid:durableId="430588825">
    <w:abstractNumId w:val="5"/>
  </w:num>
  <w:num w:numId="6" w16cid:durableId="845749154">
    <w:abstractNumId w:val="7"/>
  </w:num>
  <w:num w:numId="7" w16cid:durableId="93137190">
    <w:abstractNumId w:val="2"/>
  </w:num>
  <w:num w:numId="8" w16cid:durableId="105258041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557"/>
    <w:rsid w:val="00035916"/>
    <w:rsid w:val="00042AE0"/>
    <w:rsid w:val="00046F77"/>
    <w:rsid w:val="00056063"/>
    <w:rsid w:val="00060F4A"/>
    <w:rsid w:val="0006230A"/>
    <w:rsid w:val="00070653"/>
    <w:rsid w:val="0007252D"/>
    <w:rsid w:val="00076CF2"/>
    <w:rsid w:val="00081228"/>
    <w:rsid w:val="00086D02"/>
    <w:rsid w:val="00087A32"/>
    <w:rsid w:val="00090B6B"/>
    <w:rsid w:val="00092CDA"/>
    <w:rsid w:val="00097D77"/>
    <w:rsid w:val="000A3355"/>
    <w:rsid w:val="000B32B9"/>
    <w:rsid w:val="000B5B97"/>
    <w:rsid w:val="000C3E2F"/>
    <w:rsid w:val="000C4DF0"/>
    <w:rsid w:val="000C638C"/>
    <w:rsid w:val="000C658F"/>
    <w:rsid w:val="000D0CB1"/>
    <w:rsid w:val="000D6CC9"/>
    <w:rsid w:val="000E6FFA"/>
    <w:rsid w:val="000F356D"/>
    <w:rsid w:val="000F37EA"/>
    <w:rsid w:val="000F7E4E"/>
    <w:rsid w:val="0010278B"/>
    <w:rsid w:val="00105788"/>
    <w:rsid w:val="001069E8"/>
    <w:rsid w:val="00120E6C"/>
    <w:rsid w:val="00130B30"/>
    <w:rsid w:val="0013320F"/>
    <w:rsid w:val="0014092D"/>
    <w:rsid w:val="0014276D"/>
    <w:rsid w:val="001438D3"/>
    <w:rsid w:val="00144D23"/>
    <w:rsid w:val="0015721C"/>
    <w:rsid w:val="00165443"/>
    <w:rsid w:val="00177C45"/>
    <w:rsid w:val="00187526"/>
    <w:rsid w:val="0018767A"/>
    <w:rsid w:val="00194412"/>
    <w:rsid w:val="00194A7C"/>
    <w:rsid w:val="001A4728"/>
    <w:rsid w:val="001A74A2"/>
    <w:rsid w:val="001B5A88"/>
    <w:rsid w:val="001C1A39"/>
    <w:rsid w:val="001C41BE"/>
    <w:rsid w:val="001C6B86"/>
    <w:rsid w:val="001D243B"/>
    <w:rsid w:val="001D2BE3"/>
    <w:rsid w:val="001D6A8D"/>
    <w:rsid w:val="001D7A0D"/>
    <w:rsid w:val="001E72A1"/>
    <w:rsid w:val="001F44BC"/>
    <w:rsid w:val="00200176"/>
    <w:rsid w:val="002006BB"/>
    <w:rsid w:val="00201946"/>
    <w:rsid w:val="00204529"/>
    <w:rsid w:val="00205055"/>
    <w:rsid w:val="00212213"/>
    <w:rsid w:val="00221AAC"/>
    <w:rsid w:val="00223283"/>
    <w:rsid w:val="00224355"/>
    <w:rsid w:val="00225E2E"/>
    <w:rsid w:val="0023211A"/>
    <w:rsid w:val="00232A11"/>
    <w:rsid w:val="00236C8F"/>
    <w:rsid w:val="00241570"/>
    <w:rsid w:val="00241909"/>
    <w:rsid w:val="00243506"/>
    <w:rsid w:val="00256549"/>
    <w:rsid w:val="00262D66"/>
    <w:rsid w:val="002851E9"/>
    <w:rsid w:val="00285671"/>
    <w:rsid w:val="00287237"/>
    <w:rsid w:val="00290EBE"/>
    <w:rsid w:val="002924DC"/>
    <w:rsid w:val="0029315B"/>
    <w:rsid w:val="002C6DEE"/>
    <w:rsid w:val="002D10D8"/>
    <w:rsid w:val="002E5417"/>
    <w:rsid w:val="002F1D74"/>
    <w:rsid w:val="002F320F"/>
    <w:rsid w:val="002F573E"/>
    <w:rsid w:val="003001D3"/>
    <w:rsid w:val="00304252"/>
    <w:rsid w:val="00310D58"/>
    <w:rsid w:val="00314F9C"/>
    <w:rsid w:val="003161C9"/>
    <w:rsid w:val="00316689"/>
    <w:rsid w:val="0031677F"/>
    <w:rsid w:val="00321E8A"/>
    <w:rsid w:val="00326798"/>
    <w:rsid w:val="00327F03"/>
    <w:rsid w:val="00342CBD"/>
    <w:rsid w:val="003430D6"/>
    <w:rsid w:val="0034438B"/>
    <w:rsid w:val="00350466"/>
    <w:rsid w:val="003516C4"/>
    <w:rsid w:val="00355351"/>
    <w:rsid w:val="0035691A"/>
    <w:rsid w:val="0035769B"/>
    <w:rsid w:val="003670B5"/>
    <w:rsid w:val="0037412C"/>
    <w:rsid w:val="00375D8E"/>
    <w:rsid w:val="00382E55"/>
    <w:rsid w:val="00384D3D"/>
    <w:rsid w:val="0038641C"/>
    <w:rsid w:val="00386A87"/>
    <w:rsid w:val="00391DC3"/>
    <w:rsid w:val="00392C3C"/>
    <w:rsid w:val="003A0C21"/>
    <w:rsid w:val="003A4516"/>
    <w:rsid w:val="003A58A9"/>
    <w:rsid w:val="003B08A0"/>
    <w:rsid w:val="003B23EE"/>
    <w:rsid w:val="003D53FF"/>
    <w:rsid w:val="003D5C47"/>
    <w:rsid w:val="003E500E"/>
    <w:rsid w:val="003E54CC"/>
    <w:rsid w:val="003F1211"/>
    <w:rsid w:val="003F23F0"/>
    <w:rsid w:val="0040320D"/>
    <w:rsid w:val="004043AF"/>
    <w:rsid w:val="00404933"/>
    <w:rsid w:val="00405017"/>
    <w:rsid w:val="00427E5F"/>
    <w:rsid w:val="0044107B"/>
    <w:rsid w:val="00441312"/>
    <w:rsid w:val="00443DE6"/>
    <w:rsid w:val="00445D2E"/>
    <w:rsid w:val="004530A8"/>
    <w:rsid w:val="00453B67"/>
    <w:rsid w:val="00454AB6"/>
    <w:rsid w:val="00463FA7"/>
    <w:rsid w:val="004646CE"/>
    <w:rsid w:val="004726FF"/>
    <w:rsid w:val="00473548"/>
    <w:rsid w:val="00492D22"/>
    <w:rsid w:val="004A1371"/>
    <w:rsid w:val="004A204C"/>
    <w:rsid w:val="004B12A7"/>
    <w:rsid w:val="004B33AC"/>
    <w:rsid w:val="004B6190"/>
    <w:rsid w:val="004C2425"/>
    <w:rsid w:val="004C399A"/>
    <w:rsid w:val="004C4C5F"/>
    <w:rsid w:val="004C69F1"/>
    <w:rsid w:val="004C6F1D"/>
    <w:rsid w:val="004D15E7"/>
    <w:rsid w:val="004D432B"/>
    <w:rsid w:val="004E3A9D"/>
    <w:rsid w:val="004E59C6"/>
    <w:rsid w:val="004E6B72"/>
    <w:rsid w:val="004F13AF"/>
    <w:rsid w:val="004F1E1A"/>
    <w:rsid w:val="004F567B"/>
    <w:rsid w:val="00506895"/>
    <w:rsid w:val="005069BD"/>
    <w:rsid w:val="00511951"/>
    <w:rsid w:val="00513C99"/>
    <w:rsid w:val="00515791"/>
    <w:rsid w:val="00527AD9"/>
    <w:rsid w:val="00533BA4"/>
    <w:rsid w:val="00536242"/>
    <w:rsid w:val="00544CC9"/>
    <w:rsid w:val="00552C2B"/>
    <w:rsid w:val="00553C73"/>
    <w:rsid w:val="005578E6"/>
    <w:rsid w:val="00557CDD"/>
    <w:rsid w:val="00561DA6"/>
    <w:rsid w:val="005631A7"/>
    <w:rsid w:val="005657D2"/>
    <w:rsid w:val="00575CDB"/>
    <w:rsid w:val="00583230"/>
    <w:rsid w:val="00584553"/>
    <w:rsid w:val="00594339"/>
    <w:rsid w:val="005A4683"/>
    <w:rsid w:val="005A502B"/>
    <w:rsid w:val="005A7444"/>
    <w:rsid w:val="005B2BD6"/>
    <w:rsid w:val="005B333C"/>
    <w:rsid w:val="005B59AD"/>
    <w:rsid w:val="005C3024"/>
    <w:rsid w:val="005C51E8"/>
    <w:rsid w:val="005C532C"/>
    <w:rsid w:val="005C5CF7"/>
    <w:rsid w:val="005C6A5F"/>
    <w:rsid w:val="005D05E7"/>
    <w:rsid w:val="005D085F"/>
    <w:rsid w:val="005D46F5"/>
    <w:rsid w:val="005D5278"/>
    <w:rsid w:val="005D5FAD"/>
    <w:rsid w:val="005E128B"/>
    <w:rsid w:val="005E1ED2"/>
    <w:rsid w:val="005E7196"/>
    <w:rsid w:val="005E7A65"/>
    <w:rsid w:val="005F0589"/>
    <w:rsid w:val="005F118E"/>
    <w:rsid w:val="005F1E26"/>
    <w:rsid w:val="005F2AFC"/>
    <w:rsid w:val="005F5000"/>
    <w:rsid w:val="00604C10"/>
    <w:rsid w:val="00607D3F"/>
    <w:rsid w:val="00607D9A"/>
    <w:rsid w:val="0062641C"/>
    <w:rsid w:val="00631BDE"/>
    <w:rsid w:val="00637ACC"/>
    <w:rsid w:val="00641C5B"/>
    <w:rsid w:val="00644B17"/>
    <w:rsid w:val="00646679"/>
    <w:rsid w:val="00650E5A"/>
    <w:rsid w:val="00653D62"/>
    <w:rsid w:val="0065605F"/>
    <w:rsid w:val="00656C0F"/>
    <w:rsid w:val="0066368B"/>
    <w:rsid w:val="006649FF"/>
    <w:rsid w:val="006700A4"/>
    <w:rsid w:val="00672547"/>
    <w:rsid w:val="00674F1B"/>
    <w:rsid w:val="00691823"/>
    <w:rsid w:val="00697F28"/>
    <w:rsid w:val="006A5F05"/>
    <w:rsid w:val="006A60BF"/>
    <w:rsid w:val="006D6880"/>
    <w:rsid w:val="006E05F6"/>
    <w:rsid w:val="006E709F"/>
    <w:rsid w:val="006E7828"/>
    <w:rsid w:val="006F09D8"/>
    <w:rsid w:val="0070285D"/>
    <w:rsid w:val="00703CDE"/>
    <w:rsid w:val="00706D35"/>
    <w:rsid w:val="00710901"/>
    <w:rsid w:val="00721A5A"/>
    <w:rsid w:val="00734991"/>
    <w:rsid w:val="00742C1B"/>
    <w:rsid w:val="00743158"/>
    <w:rsid w:val="00743257"/>
    <w:rsid w:val="007467C3"/>
    <w:rsid w:val="00757C5B"/>
    <w:rsid w:val="007622FA"/>
    <w:rsid w:val="00770589"/>
    <w:rsid w:val="00781002"/>
    <w:rsid w:val="0078239A"/>
    <w:rsid w:val="00785C95"/>
    <w:rsid w:val="00786264"/>
    <w:rsid w:val="00786E89"/>
    <w:rsid w:val="0079383D"/>
    <w:rsid w:val="007A45E0"/>
    <w:rsid w:val="007B0C1D"/>
    <w:rsid w:val="007C672A"/>
    <w:rsid w:val="007D12BF"/>
    <w:rsid w:val="007D54CC"/>
    <w:rsid w:val="007E177F"/>
    <w:rsid w:val="007E3C4C"/>
    <w:rsid w:val="007E7E18"/>
    <w:rsid w:val="007F3C49"/>
    <w:rsid w:val="007F4B56"/>
    <w:rsid w:val="00813DF4"/>
    <w:rsid w:val="0081713A"/>
    <w:rsid w:val="00820040"/>
    <w:rsid w:val="00834AA8"/>
    <w:rsid w:val="00837088"/>
    <w:rsid w:val="0084622A"/>
    <w:rsid w:val="00851B01"/>
    <w:rsid w:val="00853837"/>
    <w:rsid w:val="00866BCE"/>
    <w:rsid w:val="00870EDD"/>
    <w:rsid w:val="00876963"/>
    <w:rsid w:val="00876AF4"/>
    <w:rsid w:val="00883586"/>
    <w:rsid w:val="00885228"/>
    <w:rsid w:val="008928F0"/>
    <w:rsid w:val="008A0651"/>
    <w:rsid w:val="008A132A"/>
    <w:rsid w:val="008A2C90"/>
    <w:rsid w:val="008B2473"/>
    <w:rsid w:val="008B6659"/>
    <w:rsid w:val="008C473B"/>
    <w:rsid w:val="008C6ACB"/>
    <w:rsid w:val="008D5464"/>
    <w:rsid w:val="008F0E4D"/>
    <w:rsid w:val="008F35E8"/>
    <w:rsid w:val="008F3BA3"/>
    <w:rsid w:val="00900712"/>
    <w:rsid w:val="00900F3E"/>
    <w:rsid w:val="009021FE"/>
    <w:rsid w:val="00903BF2"/>
    <w:rsid w:val="00910A22"/>
    <w:rsid w:val="009139D7"/>
    <w:rsid w:val="00916E86"/>
    <w:rsid w:val="00917DEA"/>
    <w:rsid w:val="00921D45"/>
    <w:rsid w:val="00933BBC"/>
    <w:rsid w:val="00950D55"/>
    <w:rsid w:val="0095176F"/>
    <w:rsid w:val="009541DD"/>
    <w:rsid w:val="00970F17"/>
    <w:rsid w:val="009722AD"/>
    <w:rsid w:val="009746E5"/>
    <w:rsid w:val="00974CD8"/>
    <w:rsid w:val="00981425"/>
    <w:rsid w:val="00981DE2"/>
    <w:rsid w:val="00983B7D"/>
    <w:rsid w:val="00996682"/>
    <w:rsid w:val="00996692"/>
    <w:rsid w:val="009A0466"/>
    <w:rsid w:val="009B0A7B"/>
    <w:rsid w:val="009C208B"/>
    <w:rsid w:val="009D46A2"/>
    <w:rsid w:val="009D55B1"/>
    <w:rsid w:val="009E3508"/>
    <w:rsid w:val="009E3E1D"/>
    <w:rsid w:val="009F29FB"/>
    <w:rsid w:val="009F3EB7"/>
    <w:rsid w:val="009F69BD"/>
    <w:rsid w:val="009F77F4"/>
    <w:rsid w:val="00A02E9C"/>
    <w:rsid w:val="00A11729"/>
    <w:rsid w:val="00A15AAA"/>
    <w:rsid w:val="00A3356E"/>
    <w:rsid w:val="00A36DC9"/>
    <w:rsid w:val="00A429DF"/>
    <w:rsid w:val="00A439FA"/>
    <w:rsid w:val="00A501CF"/>
    <w:rsid w:val="00A504C4"/>
    <w:rsid w:val="00A56327"/>
    <w:rsid w:val="00A629E6"/>
    <w:rsid w:val="00A655E1"/>
    <w:rsid w:val="00A76041"/>
    <w:rsid w:val="00A761B5"/>
    <w:rsid w:val="00A80259"/>
    <w:rsid w:val="00A812E2"/>
    <w:rsid w:val="00A813E9"/>
    <w:rsid w:val="00A84470"/>
    <w:rsid w:val="00A859F2"/>
    <w:rsid w:val="00A85FCC"/>
    <w:rsid w:val="00A91F43"/>
    <w:rsid w:val="00A9379D"/>
    <w:rsid w:val="00A974D1"/>
    <w:rsid w:val="00AA5D38"/>
    <w:rsid w:val="00AA6ACC"/>
    <w:rsid w:val="00AB00BE"/>
    <w:rsid w:val="00AB7233"/>
    <w:rsid w:val="00AC1EF6"/>
    <w:rsid w:val="00AC7D47"/>
    <w:rsid w:val="00AD337E"/>
    <w:rsid w:val="00AD4289"/>
    <w:rsid w:val="00AD77A9"/>
    <w:rsid w:val="00AE2557"/>
    <w:rsid w:val="00AE2A72"/>
    <w:rsid w:val="00AE3328"/>
    <w:rsid w:val="00AF27C6"/>
    <w:rsid w:val="00AF3D3C"/>
    <w:rsid w:val="00AF6E2B"/>
    <w:rsid w:val="00AF740C"/>
    <w:rsid w:val="00B03B00"/>
    <w:rsid w:val="00B0468E"/>
    <w:rsid w:val="00B069F9"/>
    <w:rsid w:val="00B1734B"/>
    <w:rsid w:val="00B246CA"/>
    <w:rsid w:val="00B274A9"/>
    <w:rsid w:val="00B36FAE"/>
    <w:rsid w:val="00B40ED3"/>
    <w:rsid w:val="00B44CE8"/>
    <w:rsid w:val="00B52AFA"/>
    <w:rsid w:val="00B6158A"/>
    <w:rsid w:val="00B63D46"/>
    <w:rsid w:val="00B65805"/>
    <w:rsid w:val="00B72AC3"/>
    <w:rsid w:val="00B80024"/>
    <w:rsid w:val="00B848FA"/>
    <w:rsid w:val="00B84E3E"/>
    <w:rsid w:val="00B94D46"/>
    <w:rsid w:val="00B97801"/>
    <w:rsid w:val="00BA4AAA"/>
    <w:rsid w:val="00BB32D8"/>
    <w:rsid w:val="00BB4E42"/>
    <w:rsid w:val="00BC07CC"/>
    <w:rsid w:val="00BC2638"/>
    <w:rsid w:val="00BD1FEE"/>
    <w:rsid w:val="00BD2464"/>
    <w:rsid w:val="00BD3A4B"/>
    <w:rsid w:val="00BD5B38"/>
    <w:rsid w:val="00BD659B"/>
    <w:rsid w:val="00BE34A3"/>
    <w:rsid w:val="00BE7DA8"/>
    <w:rsid w:val="00BF0420"/>
    <w:rsid w:val="00BF1BA8"/>
    <w:rsid w:val="00BF2A59"/>
    <w:rsid w:val="00C12191"/>
    <w:rsid w:val="00C3062F"/>
    <w:rsid w:val="00C30AF9"/>
    <w:rsid w:val="00C32480"/>
    <w:rsid w:val="00C421DE"/>
    <w:rsid w:val="00C51327"/>
    <w:rsid w:val="00C54779"/>
    <w:rsid w:val="00C57C2A"/>
    <w:rsid w:val="00C65F6F"/>
    <w:rsid w:val="00C6680A"/>
    <w:rsid w:val="00C66B36"/>
    <w:rsid w:val="00C7090A"/>
    <w:rsid w:val="00C75441"/>
    <w:rsid w:val="00C82BA4"/>
    <w:rsid w:val="00C917CE"/>
    <w:rsid w:val="00C92CC1"/>
    <w:rsid w:val="00C94E52"/>
    <w:rsid w:val="00CA336B"/>
    <w:rsid w:val="00CA5BDC"/>
    <w:rsid w:val="00CB1102"/>
    <w:rsid w:val="00CB23D6"/>
    <w:rsid w:val="00CB29CC"/>
    <w:rsid w:val="00CC1B3D"/>
    <w:rsid w:val="00CC6447"/>
    <w:rsid w:val="00CD1C05"/>
    <w:rsid w:val="00CD7FAC"/>
    <w:rsid w:val="00CF04F6"/>
    <w:rsid w:val="00CF789B"/>
    <w:rsid w:val="00D049EB"/>
    <w:rsid w:val="00D11A76"/>
    <w:rsid w:val="00D131CA"/>
    <w:rsid w:val="00D15FE9"/>
    <w:rsid w:val="00D17BA6"/>
    <w:rsid w:val="00D2362C"/>
    <w:rsid w:val="00D2684D"/>
    <w:rsid w:val="00D2738D"/>
    <w:rsid w:val="00D34ACC"/>
    <w:rsid w:val="00D44359"/>
    <w:rsid w:val="00D557E0"/>
    <w:rsid w:val="00D56BC0"/>
    <w:rsid w:val="00D57CCC"/>
    <w:rsid w:val="00D615B1"/>
    <w:rsid w:val="00D65FF0"/>
    <w:rsid w:val="00D75D06"/>
    <w:rsid w:val="00D87DE1"/>
    <w:rsid w:val="00DB7726"/>
    <w:rsid w:val="00DC1FD9"/>
    <w:rsid w:val="00DC340C"/>
    <w:rsid w:val="00DC6AB9"/>
    <w:rsid w:val="00DD3A73"/>
    <w:rsid w:val="00DD6ABC"/>
    <w:rsid w:val="00DF41AF"/>
    <w:rsid w:val="00DF5291"/>
    <w:rsid w:val="00E15EB3"/>
    <w:rsid w:val="00E2143E"/>
    <w:rsid w:val="00E23D59"/>
    <w:rsid w:val="00E260C2"/>
    <w:rsid w:val="00E268C5"/>
    <w:rsid w:val="00E27791"/>
    <w:rsid w:val="00E33671"/>
    <w:rsid w:val="00E53130"/>
    <w:rsid w:val="00E56CF2"/>
    <w:rsid w:val="00E61000"/>
    <w:rsid w:val="00E663AF"/>
    <w:rsid w:val="00E70D8F"/>
    <w:rsid w:val="00E83D0D"/>
    <w:rsid w:val="00E87DEB"/>
    <w:rsid w:val="00EB232A"/>
    <w:rsid w:val="00EB6405"/>
    <w:rsid w:val="00ED1F29"/>
    <w:rsid w:val="00ED377D"/>
    <w:rsid w:val="00ED3D4D"/>
    <w:rsid w:val="00ED622D"/>
    <w:rsid w:val="00EE1BBD"/>
    <w:rsid w:val="00EF0089"/>
    <w:rsid w:val="00EF365E"/>
    <w:rsid w:val="00EF7A26"/>
    <w:rsid w:val="00F05601"/>
    <w:rsid w:val="00F06819"/>
    <w:rsid w:val="00F078EF"/>
    <w:rsid w:val="00F10790"/>
    <w:rsid w:val="00F14C23"/>
    <w:rsid w:val="00F16A6A"/>
    <w:rsid w:val="00F2511A"/>
    <w:rsid w:val="00F26F7E"/>
    <w:rsid w:val="00F369D6"/>
    <w:rsid w:val="00F430DD"/>
    <w:rsid w:val="00F51762"/>
    <w:rsid w:val="00F550EE"/>
    <w:rsid w:val="00F56F00"/>
    <w:rsid w:val="00F67F54"/>
    <w:rsid w:val="00F7513E"/>
    <w:rsid w:val="00F83EA2"/>
    <w:rsid w:val="00F864BA"/>
    <w:rsid w:val="00F93F07"/>
    <w:rsid w:val="00FA1D45"/>
    <w:rsid w:val="00FA29D3"/>
    <w:rsid w:val="00FA56C9"/>
    <w:rsid w:val="00FB15F3"/>
    <w:rsid w:val="00FB1B1D"/>
    <w:rsid w:val="00FC24A9"/>
    <w:rsid w:val="00FD1217"/>
    <w:rsid w:val="00FD5D2E"/>
    <w:rsid w:val="00FD79BC"/>
    <w:rsid w:val="00FE0690"/>
    <w:rsid w:val="00FE47B7"/>
    <w:rsid w:val="00FF62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5C5D07E"/>
  <w15:docId w15:val="{CF8E5F70-066A-4EC5-8E68-861C5FE48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uiPriority="10"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66BCE"/>
    <w:pPr>
      <w:spacing w:before="120" w:after="120" w:line="276" w:lineRule="auto"/>
      <w:ind w:left="737"/>
      <w:jc w:val="both"/>
    </w:pPr>
    <w:rPr>
      <w:rFonts w:ascii="Roboto" w:hAnsi="Roboto" w:cs="Times New (W1)"/>
      <w:szCs w:val="24"/>
    </w:rPr>
  </w:style>
  <w:style w:type="paragraph" w:styleId="Titre1">
    <w:name w:val="heading 1"/>
    <w:basedOn w:val="Normal"/>
    <w:next w:val="Normal"/>
    <w:link w:val="Titre1Car"/>
    <w:qFormat/>
    <w:rsid w:val="00536242"/>
    <w:pPr>
      <w:keepNext/>
      <w:numPr>
        <w:numId w:val="6"/>
      </w:numPr>
      <w:pBdr>
        <w:bottom w:val="single" w:sz="4" w:space="1" w:color="auto"/>
      </w:pBdr>
      <w:spacing w:before="480" w:after="240"/>
      <w:jc w:val="left"/>
      <w:outlineLvl w:val="0"/>
    </w:pPr>
    <w:rPr>
      <w:rFonts w:cs="Arial"/>
      <w:b/>
      <w:bCs/>
      <w:color w:val="002060"/>
      <w:kern w:val="32"/>
      <w:sz w:val="24"/>
      <w:szCs w:val="32"/>
    </w:rPr>
  </w:style>
  <w:style w:type="paragraph" w:styleId="Titre2">
    <w:name w:val="heading 2"/>
    <w:basedOn w:val="Normal"/>
    <w:next w:val="Normal"/>
    <w:link w:val="Titre2Car"/>
    <w:qFormat/>
    <w:rsid w:val="00536242"/>
    <w:pPr>
      <w:keepNext/>
      <w:numPr>
        <w:ilvl w:val="1"/>
        <w:numId w:val="6"/>
      </w:numPr>
      <w:spacing w:before="240"/>
      <w:outlineLvl w:val="1"/>
    </w:pPr>
    <w:rPr>
      <w:rFonts w:cs="Arial"/>
      <w:b/>
      <w:bCs/>
      <w:iCs/>
      <w:color w:val="002060"/>
      <w:szCs w:val="28"/>
    </w:rPr>
  </w:style>
  <w:style w:type="paragraph" w:styleId="Titre3">
    <w:name w:val="heading 3"/>
    <w:basedOn w:val="Normal"/>
    <w:next w:val="Normal"/>
    <w:link w:val="Titre3Car"/>
    <w:qFormat/>
    <w:rsid w:val="00536242"/>
    <w:pPr>
      <w:keepNext/>
      <w:spacing w:before="240" w:after="240"/>
      <w:outlineLvl w:val="2"/>
    </w:pPr>
    <w:rPr>
      <w:rFonts w:cs="Arial"/>
      <w:bCs/>
      <w:color w:val="3333CC"/>
      <w:szCs w:val="26"/>
    </w:rPr>
  </w:style>
  <w:style w:type="paragraph" w:styleId="Titre4">
    <w:name w:val="heading 4"/>
    <w:basedOn w:val="Normal"/>
    <w:next w:val="Normal"/>
    <w:link w:val="Titre4Car"/>
    <w:qFormat/>
    <w:rsid w:val="00536242"/>
    <w:pPr>
      <w:keepNext/>
      <w:spacing w:before="240" w:after="60"/>
      <w:ind w:left="0" w:firstLine="708"/>
      <w:outlineLvl w:val="3"/>
    </w:pPr>
    <w:rPr>
      <w:rFonts w:cs="Arial"/>
      <w:b/>
      <w:bCs/>
      <w:szCs w:val="28"/>
    </w:rPr>
  </w:style>
  <w:style w:type="paragraph" w:styleId="Titre5">
    <w:name w:val="heading 5"/>
    <w:basedOn w:val="Normal"/>
    <w:next w:val="Normal"/>
    <w:link w:val="Titre5Car"/>
    <w:qFormat/>
    <w:rsid w:val="00536242"/>
    <w:pPr>
      <w:numPr>
        <w:ilvl w:val="4"/>
        <w:numId w:val="6"/>
      </w:numPr>
      <w:spacing w:before="240" w:after="60"/>
      <w:outlineLvl w:val="4"/>
    </w:pPr>
    <w:rPr>
      <w:rFonts w:cs="Times New Roman"/>
      <w:b/>
      <w:bCs/>
      <w:i/>
      <w:iCs/>
      <w:sz w:val="26"/>
      <w:szCs w:val="26"/>
    </w:rPr>
  </w:style>
  <w:style w:type="paragraph" w:styleId="Titre6">
    <w:name w:val="heading 6"/>
    <w:basedOn w:val="Normal"/>
    <w:next w:val="Normal"/>
    <w:link w:val="Titre6Car"/>
    <w:qFormat/>
    <w:rsid w:val="00536242"/>
    <w:pPr>
      <w:numPr>
        <w:ilvl w:val="5"/>
        <w:numId w:val="6"/>
      </w:numPr>
      <w:spacing w:before="240" w:after="60"/>
      <w:outlineLvl w:val="5"/>
    </w:pPr>
    <w:rPr>
      <w:rFonts w:ascii="Times New Roman" w:hAnsi="Times New Roman" w:cs="Times New Roman"/>
      <w:b/>
      <w:bCs/>
      <w:sz w:val="22"/>
      <w:szCs w:val="22"/>
    </w:rPr>
  </w:style>
  <w:style w:type="paragraph" w:styleId="Titre7">
    <w:name w:val="heading 7"/>
    <w:basedOn w:val="Normal"/>
    <w:next w:val="Normal"/>
    <w:link w:val="Titre7Car"/>
    <w:qFormat/>
    <w:rsid w:val="00536242"/>
    <w:pPr>
      <w:numPr>
        <w:ilvl w:val="6"/>
        <w:numId w:val="6"/>
      </w:numPr>
      <w:spacing w:before="240" w:after="60"/>
      <w:outlineLvl w:val="6"/>
    </w:pPr>
    <w:rPr>
      <w:rFonts w:ascii="Times New Roman" w:hAnsi="Times New Roman" w:cs="Times New Roman"/>
      <w:sz w:val="24"/>
    </w:rPr>
  </w:style>
  <w:style w:type="paragraph" w:styleId="Titre8">
    <w:name w:val="heading 8"/>
    <w:basedOn w:val="Normal"/>
    <w:next w:val="Normal"/>
    <w:link w:val="Titre8Car"/>
    <w:qFormat/>
    <w:rsid w:val="00536242"/>
    <w:pPr>
      <w:numPr>
        <w:ilvl w:val="7"/>
        <w:numId w:val="5"/>
      </w:numPr>
      <w:tabs>
        <w:tab w:val="clear" w:pos="5040"/>
        <w:tab w:val="num" w:pos="589"/>
      </w:tabs>
      <w:spacing w:before="240" w:after="60"/>
      <w:ind w:left="589" w:hanging="1440"/>
      <w:outlineLvl w:val="7"/>
    </w:pPr>
    <w:rPr>
      <w:rFonts w:ascii="Times New Roman" w:hAnsi="Times New Roman" w:cs="Times New Roman"/>
      <w:i/>
      <w:iCs/>
      <w:sz w:val="24"/>
    </w:rPr>
  </w:style>
  <w:style w:type="paragraph" w:styleId="Titre9">
    <w:name w:val="heading 9"/>
    <w:basedOn w:val="Normal"/>
    <w:next w:val="Normal"/>
    <w:link w:val="Titre9Car"/>
    <w:qFormat/>
    <w:rsid w:val="00536242"/>
    <w:pPr>
      <w:numPr>
        <w:ilvl w:val="8"/>
        <w:numId w:val="3"/>
      </w:numPr>
      <w:tabs>
        <w:tab w:val="clear" w:pos="4320"/>
        <w:tab w:val="num" w:pos="733"/>
      </w:tabs>
      <w:spacing w:before="240" w:after="60"/>
      <w:ind w:left="733" w:hanging="1584"/>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Pr>
      <w:rFonts w:ascii="Futura Bk BT" w:hAnsi="Futura Bk BT"/>
      <w:sz w:val="24"/>
    </w:rPr>
  </w:style>
  <w:style w:type="paragraph" w:styleId="Pieddepage">
    <w:name w:val="footer"/>
    <w:basedOn w:val="Normal"/>
    <w:pPr>
      <w:tabs>
        <w:tab w:val="center" w:pos="4536"/>
        <w:tab w:val="right" w:pos="9072"/>
      </w:tabs>
      <w:spacing w:before="240"/>
    </w:pPr>
    <w:rPr>
      <w:rFonts w:ascii="Univers (W1)" w:hAnsi="Univers (W1)"/>
      <w:sz w:val="24"/>
    </w:rPr>
  </w:style>
  <w:style w:type="paragraph" w:styleId="Titre">
    <w:name w:val="Title"/>
    <w:basedOn w:val="Normal"/>
    <w:next w:val="Normal"/>
    <w:link w:val="TitreCar"/>
    <w:uiPriority w:val="10"/>
    <w:qFormat/>
    <w:rsid w:val="00B1734B"/>
    <w:pPr>
      <w:spacing w:before="240" w:after="60"/>
      <w:jc w:val="center"/>
      <w:outlineLvl w:val="0"/>
    </w:pPr>
    <w:rPr>
      <w:rFonts w:cs="Arial"/>
      <w:b/>
      <w:bCs/>
      <w:kern w:val="28"/>
      <w:sz w:val="32"/>
      <w:szCs w:val="32"/>
    </w:rPr>
  </w:style>
  <w:style w:type="paragraph" w:styleId="En-tte">
    <w:name w:val="header"/>
    <w:basedOn w:val="Normal"/>
    <w:pPr>
      <w:tabs>
        <w:tab w:val="center" w:pos="4536"/>
        <w:tab w:val="right" w:pos="9072"/>
      </w:tabs>
    </w:pPr>
  </w:style>
  <w:style w:type="paragraph" w:styleId="Retraitnormal">
    <w:name w:val="Normal Indent"/>
    <w:basedOn w:val="Normal"/>
    <w:pPr>
      <w:numPr>
        <w:numId w:val="4"/>
      </w:numPr>
    </w:pPr>
    <w:rPr>
      <w:rFonts w:cs="Arial"/>
    </w:rPr>
  </w:style>
  <w:style w:type="paragraph" w:styleId="Corpsdetexte2">
    <w:name w:val="Body Text 2"/>
    <w:basedOn w:val="Normal"/>
    <w:rPr>
      <w:rFonts w:cs="Arial"/>
    </w:rPr>
  </w:style>
  <w:style w:type="paragraph" w:styleId="TM1">
    <w:name w:val="toc 1"/>
    <w:basedOn w:val="Normal"/>
    <w:next w:val="Normal"/>
    <w:autoRedefine/>
    <w:uiPriority w:val="39"/>
    <w:pPr>
      <w:tabs>
        <w:tab w:val="left" w:pos="1276"/>
        <w:tab w:val="left" w:pos="1418"/>
        <w:tab w:val="right" w:leader="dot" w:pos="9062"/>
      </w:tabs>
      <w:spacing w:before="0"/>
    </w:pPr>
    <w:rPr>
      <w:noProof/>
      <w:szCs w:val="28"/>
    </w:rPr>
  </w:style>
  <w:style w:type="paragraph" w:styleId="TM2">
    <w:name w:val="toc 2"/>
    <w:basedOn w:val="Normal"/>
    <w:next w:val="Normal"/>
    <w:autoRedefine/>
    <w:uiPriority w:val="39"/>
    <w:pPr>
      <w:tabs>
        <w:tab w:val="left" w:pos="1440"/>
        <w:tab w:val="left" w:pos="1560"/>
        <w:tab w:val="right" w:leader="dot" w:pos="9062"/>
      </w:tabs>
      <w:ind w:left="238"/>
    </w:pPr>
    <w:rPr>
      <w:rFonts w:ascii="Arial (W1)" w:hAnsi="Arial (W1)" w:cs="Arial"/>
      <w:b/>
      <w:bCs/>
      <w:caps/>
      <w:noProof/>
      <w:szCs w:val="28"/>
    </w:rPr>
  </w:style>
  <w:style w:type="paragraph" w:styleId="TM3">
    <w:name w:val="toc 3"/>
    <w:basedOn w:val="Normal"/>
    <w:next w:val="Normal"/>
    <w:autoRedefine/>
    <w:uiPriority w:val="39"/>
    <w:pPr>
      <w:tabs>
        <w:tab w:val="left" w:pos="1200"/>
        <w:tab w:val="right" w:leader="dot" w:pos="9062"/>
      </w:tabs>
      <w:spacing w:before="60"/>
      <w:ind w:left="482"/>
    </w:pPr>
    <w:rPr>
      <w:rFonts w:cs="Arial"/>
      <w:noProof/>
    </w:rPr>
  </w:style>
  <w:style w:type="paragraph" w:styleId="TM4">
    <w:name w:val="toc 4"/>
    <w:basedOn w:val="Normal"/>
    <w:next w:val="Normal"/>
    <w:autoRedefine/>
    <w:semiHidden/>
    <w:pPr>
      <w:tabs>
        <w:tab w:val="right" w:leader="dot" w:pos="9062"/>
      </w:tabs>
      <w:spacing w:before="0"/>
      <w:ind w:left="720"/>
    </w:pPr>
    <w:rPr>
      <w:noProof/>
      <w:sz w:val="16"/>
    </w:rPr>
  </w:style>
  <w:style w:type="paragraph" w:styleId="TM5">
    <w:name w:val="toc 5"/>
    <w:basedOn w:val="Normal"/>
    <w:next w:val="Normal"/>
    <w:autoRedefine/>
    <w:semiHidden/>
    <w:pPr>
      <w:spacing w:before="0"/>
      <w:ind w:left="958"/>
    </w:pPr>
    <w:rPr>
      <w:noProof/>
      <w:sz w:val="16"/>
    </w:rPr>
  </w:style>
  <w:style w:type="paragraph" w:styleId="TM6">
    <w:name w:val="toc 6"/>
    <w:basedOn w:val="Normal"/>
    <w:next w:val="Normal"/>
    <w:autoRedefine/>
    <w:semiHidden/>
    <w:pPr>
      <w:spacing w:before="0"/>
      <w:ind w:left="1202"/>
    </w:pPr>
    <w:rPr>
      <w:noProof/>
      <w:sz w:val="16"/>
    </w:r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Lienhypertexte">
    <w:name w:val="Hyperlink"/>
    <w:uiPriority w:val="99"/>
    <w:rPr>
      <w:color w:val="0000FF"/>
      <w:u w:val="single"/>
    </w:rPr>
  </w:style>
  <w:style w:type="paragraph" w:styleId="Corpsdetexte3">
    <w:name w:val="Body Text 3"/>
    <w:basedOn w:val="Normal"/>
    <w:pPr>
      <w:spacing w:before="0"/>
      <w:ind w:right="576"/>
    </w:pPr>
    <w:rPr>
      <w:rFonts w:ascii="Times New Roman" w:hAnsi="Times New Roman"/>
      <w:sz w:val="22"/>
    </w:rPr>
  </w:style>
  <w:style w:type="paragraph" w:styleId="Retraitcorpsdetexte3">
    <w:name w:val="Body Text Indent 3"/>
    <w:basedOn w:val="Normal"/>
    <w:pPr>
      <w:tabs>
        <w:tab w:val="left" w:pos="1584"/>
      </w:tabs>
      <w:spacing w:before="0"/>
      <w:ind w:left="1260"/>
    </w:pPr>
    <w:rPr>
      <w:rFonts w:ascii="Times New Roman" w:hAnsi="Times New Roman"/>
      <w:sz w:val="22"/>
    </w:rPr>
  </w:style>
  <w:style w:type="paragraph" w:styleId="Retraitcorpsdetexte">
    <w:name w:val="Body Text Indent"/>
    <w:basedOn w:val="Normal"/>
    <w:pPr>
      <w:ind w:left="708"/>
    </w:pPr>
    <w:rPr>
      <w:rFonts w:cs="Arial"/>
    </w:rPr>
  </w:style>
  <w:style w:type="paragraph" w:styleId="Retraitcorpsdetexte2">
    <w:name w:val="Body Text Indent 2"/>
    <w:basedOn w:val="Normal"/>
    <w:pPr>
      <w:ind w:left="1416"/>
    </w:pPr>
  </w:style>
  <w:style w:type="character" w:styleId="Numrodepage">
    <w:name w:val="page number"/>
    <w:basedOn w:val="Policepardfaut"/>
  </w:style>
  <w:style w:type="paragraph" w:customStyle="1" w:styleId="Titreobjet">
    <w:name w:val="Titre objet"/>
    <w:basedOn w:val="Normal"/>
    <w:next w:val="Normal"/>
    <w:pPr>
      <w:overflowPunct w:val="0"/>
      <w:autoSpaceDE w:val="0"/>
      <w:autoSpaceDN w:val="0"/>
      <w:adjustRightInd w:val="0"/>
      <w:spacing w:before="624" w:line="278" w:lineRule="atLeast"/>
      <w:ind w:left="1390"/>
      <w:textAlignment w:val="baseline"/>
    </w:pPr>
    <w:rPr>
      <w:b/>
      <w:sz w:val="22"/>
    </w:rPr>
  </w:style>
  <w:style w:type="paragraph" w:customStyle="1" w:styleId="Normalcentr1">
    <w:name w:val="Normal centré1"/>
    <w:basedOn w:val="Normal"/>
    <w:pPr>
      <w:tabs>
        <w:tab w:val="left" w:pos="990"/>
      </w:tabs>
      <w:overflowPunct w:val="0"/>
      <w:autoSpaceDE w:val="0"/>
      <w:autoSpaceDN w:val="0"/>
      <w:adjustRightInd w:val="0"/>
      <w:spacing w:before="0" w:line="120" w:lineRule="atLeast"/>
      <w:ind w:left="720" w:right="-1440"/>
      <w:textAlignment w:val="baseline"/>
    </w:pPr>
    <w:rPr>
      <w:rFonts w:ascii="Times New Roman" w:hAnsi="Times New Roman"/>
      <w:sz w:val="22"/>
    </w:rPr>
  </w:style>
  <w:style w:type="paragraph" w:customStyle="1" w:styleId="Corpsdetexte21">
    <w:name w:val="Corps de texte 21"/>
    <w:basedOn w:val="Normal"/>
    <w:pPr>
      <w:tabs>
        <w:tab w:val="left" w:pos="1701"/>
        <w:tab w:val="right" w:pos="8352"/>
      </w:tabs>
      <w:overflowPunct w:val="0"/>
      <w:autoSpaceDE w:val="0"/>
      <w:autoSpaceDN w:val="0"/>
      <w:adjustRightInd w:val="0"/>
      <w:spacing w:before="0"/>
      <w:ind w:left="1260"/>
      <w:textAlignment w:val="baseline"/>
    </w:pPr>
    <w:rPr>
      <w:rFonts w:ascii="Times New Roman" w:hAnsi="Times New Roman"/>
      <w:sz w:val="22"/>
    </w:rPr>
  </w:style>
  <w:style w:type="paragraph" w:customStyle="1" w:styleId="Retraitcorpsdetexte21">
    <w:name w:val="Retrait corps de texte 21"/>
    <w:basedOn w:val="Normal"/>
    <w:pPr>
      <w:overflowPunct w:val="0"/>
      <w:autoSpaceDE w:val="0"/>
      <w:autoSpaceDN w:val="0"/>
      <w:adjustRightInd w:val="0"/>
      <w:spacing w:before="0"/>
      <w:ind w:left="1560" w:hanging="540"/>
      <w:textAlignment w:val="baseline"/>
    </w:pPr>
    <w:rPr>
      <w:rFonts w:ascii="Times New Roman" w:hAnsi="Times New Roman"/>
      <w:sz w:val="22"/>
    </w:rPr>
  </w:style>
  <w:style w:type="paragraph" w:customStyle="1" w:styleId="retrait">
    <w:name w:val="§ retrait"/>
    <w:basedOn w:val="Normal"/>
    <w:pPr>
      <w:numPr>
        <w:numId w:val="7"/>
      </w:numPr>
      <w:tabs>
        <w:tab w:val="left" w:pos="851"/>
      </w:tabs>
      <w:overflowPunct w:val="0"/>
      <w:autoSpaceDE w:val="0"/>
      <w:autoSpaceDN w:val="0"/>
      <w:adjustRightInd w:val="0"/>
      <w:spacing w:before="20" w:after="40"/>
      <w:textAlignment w:val="baseline"/>
    </w:pPr>
    <w:rPr>
      <w:rFonts w:ascii="Book Antiqua" w:hAnsi="Book Antiqua"/>
    </w:rPr>
  </w:style>
  <w:style w:type="paragraph" w:customStyle="1" w:styleId="Retraitcorpsdetexte31">
    <w:name w:val="Retrait corps de texte 31"/>
    <w:basedOn w:val="Normal"/>
    <w:pPr>
      <w:tabs>
        <w:tab w:val="left" w:pos="1584"/>
      </w:tabs>
      <w:overflowPunct w:val="0"/>
      <w:autoSpaceDE w:val="0"/>
      <w:autoSpaceDN w:val="0"/>
      <w:adjustRightInd w:val="0"/>
      <w:spacing w:before="0"/>
      <w:ind w:left="720" w:hanging="153"/>
      <w:textAlignment w:val="baseline"/>
    </w:pPr>
    <w:rPr>
      <w:rFonts w:ascii="Times New Roman" w:hAnsi="Times New Roman"/>
      <w:sz w:val="22"/>
    </w:rPr>
  </w:style>
  <w:style w:type="character" w:styleId="Lienhypertextesuivivisit">
    <w:name w:val="FollowedHyperlink"/>
    <w:rPr>
      <w:color w:val="800080"/>
      <w:u w:val="single"/>
    </w:rPr>
  </w:style>
  <w:style w:type="paragraph" w:styleId="Normalcentr">
    <w:name w:val="Block Text"/>
    <w:basedOn w:val="Normal"/>
    <w:pPr>
      <w:numPr>
        <w:ilvl w:val="12"/>
      </w:numPr>
      <w:overflowPunct w:val="0"/>
      <w:autoSpaceDE w:val="0"/>
      <w:autoSpaceDN w:val="0"/>
      <w:adjustRightInd w:val="0"/>
      <w:spacing w:before="160"/>
      <w:ind w:left="284" w:right="576"/>
    </w:pPr>
    <w:rPr>
      <w:rFonts w:cs="Arial"/>
    </w:rPr>
  </w:style>
  <w:style w:type="paragraph" w:customStyle="1" w:styleId="a">
    <w:name w:val="+"/>
    <w:basedOn w:val="Titre5"/>
    <w:pPr>
      <w:spacing w:before="200" w:after="0"/>
    </w:pPr>
    <w:rPr>
      <w:i w:val="0"/>
      <w:iCs w:val="0"/>
    </w:rPr>
  </w:style>
  <w:style w:type="paragraph" w:customStyle="1" w:styleId="Corpsdetexte31">
    <w:name w:val="Corps de texte 31"/>
    <w:basedOn w:val="Normal"/>
    <w:rPr>
      <w:sz w:val="22"/>
    </w:rPr>
  </w:style>
  <w:style w:type="paragraph" w:customStyle="1" w:styleId="Normalbis">
    <w:name w:val="Normal bis"/>
    <w:basedOn w:val="Normal"/>
    <w:pPr>
      <w:tabs>
        <w:tab w:val="left" w:pos="2268"/>
      </w:tabs>
      <w:spacing w:before="0"/>
    </w:pPr>
    <w:rPr>
      <w:rFonts w:ascii="Times New Roman" w:hAnsi="Times New Roman"/>
    </w:rPr>
  </w:style>
  <w:style w:type="paragraph" w:styleId="Commentaire">
    <w:name w:val="annotation text"/>
    <w:basedOn w:val="Normal"/>
    <w:semiHidden/>
    <w:pPr>
      <w:overflowPunct w:val="0"/>
      <w:autoSpaceDE w:val="0"/>
      <w:autoSpaceDN w:val="0"/>
      <w:adjustRightInd w:val="0"/>
    </w:pPr>
  </w:style>
  <w:style w:type="paragraph" w:styleId="Lgende">
    <w:name w:val="caption"/>
    <w:basedOn w:val="Normal"/>
    <w:semiHidden/>
    <w:unhideWhenUsed/>
    <w:qFormat/>
    <w:rsid w:val="00A974D1"/>
    <w:rPr>
      <w:rFonts w:cs="Mangal"/>
      <w:b/>
      <w:bCs/>
      <w:szCs w:val="20"/>
    </w:rPr>
  </w:style>
  <w:style w:type="paragraph" w:styleId="Explorateurdedocuments">
    <w:name w:val="Document Map"/>
    <w:basedOn w:val="Normal"/>
    <w:semiHidden/>
    <w:pPr>
      <w:shd w:val="clear" w:color="auto" w:fill="000080"/>
      <w:overflowPunct w:val="0"/>
      <w:autoSpaceDE w:val="0"/>
      <w:autoSpaceDN w:val="0"/>
      <w:adjustRightInd w:val="0"/>
    </w:pPr>
    <w:rPr>
      <w:rFonts w:ascii="Tahoma" w:hAnsi="Tahoma" w:cs="Tahoma"/>
    </w:rPr>
  </w:style>
  <w:style w:type="paragraph" w:customStyle="1" w:styleId="Retraitnormalbis">
    <w:name w:val="Retrait normal bis"/>
    <w:basedOn w:val="Retraitnormal"/>
    <w:pPr>
      <w:numPr>
        <w:numId w:val="2"/>
      </w:numPr>
      <w:tabs>
        <w:tab w:val="left" w:pos="2268"/>
      </w:tabs>
      <w:overflowPunct w:val="0"/>
      <w:autoSpaceDE w:val="0"/>
      <w:autoSpaceDN w:val="0"/>
      <w:adjustRightInd w:val="0"/>
      <w:ind w:left="720" w:hanging="144"/>
    </w:pPr>
    <w:rPr>
      <w:rFonts w:ascii="Univers (WN)" w:hAnsi="Univers (WN)" w:cs="Times New Roman"/>
      <w:sz w:val="22"/>
    </w:rPr>
  </w:style>
  <w:style w:type="character" w:styleId="Marquedecommentaire">
    <w:name w:val="annotation reference"/>
    <w:semiHidden/>
    <w:rPr>
      <w:sz w:val="16"/>
      <w:szCs w:val="16"/>
    </w:rPr>
  </w:style>
  <w:style w:type="paragraph" w:customStyle="1" w:styleId="Retraitnormal2">
    <w:name w:val="Retrait normal 2"/>
    <w:basedOn w:val="Retraitnormal"/>
    <w:pPr>
      <w:numPr>
        <w:numId w:val="1"/>
      </w:numPr>
      <w:tabs>
        <w:tab w:val="left" w:pos="397"/>
        <w:tab w:val="left" w:pos="1276"/>
      </w:tabs>
      <w:overflowPunct w:val="0"/>
      <w:autoSpaceDE w:val="0"/>
      <w:autoSpaceDN w:val="0"/>
      <w:adjustRightInd w:val="0"/>
      <w:spacing w:before="60"/>
    </w:pPr>
    <w:rPr>
      <w:rFonts w:cs="Times New Roman"/>
    </w:rPr>
  </w:style>
  <w:style w:type="paragraph" w:styleId="Textedebulles">
    <w:name w:val="Balloon Text"/>
    <w:basedOn w:val="Normal"/>
    <w:semiHidden/>
    <w:rsid w:val="00CF04F6"/>
    <w:rPr>
      <w:rFonts w:ascii="Tahoma" w:hAnsi="Tahoma" w:cs="Tahoma"/>
      <w:sz w:val="16"/>
      <w:szCs w:val="16"/>
    </w:rPr>
  </w:style>
  <w:style w:type="paragraph" w:styleId="NormalWeb">
    <w:name w:val="Normal (Web)"/>
    <w:basedOn w:val="Normal"/>
    <w:rsid w:val="00C3062F"/>
    <w:pPr>
      <w:spacing w:before="100" w:beforeAutospacing="1" w:after="100" w:afterAutospacing="1"/>
      <w:jc w:val="left"/>
    </w:pPr>
    <w:rPr>
      <w:rFonts w:ascii="Times New Roman" w:hAnsi="Times New Roman"/>
      <w:sz w:val="24"/>
    </w:rPr>
  </w:style>
  <w:style w:type="paragraph" w:styleId="Objetducommentaire">
    <w:name w:val="annotation subject"/>
    <w:basedOn w:val="Commentaire"/>
    <w:next w:val="Commentaire"/>
    <w:semiHidden/>
    <w:rsid w:val="004C399A"/>
    <w:pPr>
      <w:overflowPunct/>
      <w:autoSpaceDE/>
      <w:autoSpaceDN/>
      <w:adjustRightInd/>
      <w:spacing w:before="200"/>
    </w:pPr>
    <w:rPr>
      <w:b/>
      <w:bCs/>
    </w:rPr>
  </w:style>
  <w:style w:type="paragraph" w:customStyle="1" w:styleId="Normal1">
    <w:name w:val="Normal1"/>
    <w:basedOn w:val="Normal"/>
    <w:rsid w:val="00917DEA"/>
    <w:pPr>
      <w:keepLines/>
      <w:tabs>
        <w:tab w:val="left" w:pos="284"/>
        <w:tab w:val="left" w:pos="567"/>
        <w:tab w:val="left" w:pos="851"/>
      </w:tabs>
      <w:spacing w:before="0"/>
      <w:ind w:firstLine="284"/>
    </w:pPr>
    <w:rPr>
      <w:rFonts w:ascii="Times New Roman" w:hAnsi="Times New Roman"/>
      <w:sz w:val="22"/>
    </w:rPr>
  </w:style>
  <w:style w:type="paragraph" w:customStyle="1" w:styleId="titreLAMB">
    <w:name w:val="titre LAMB"/>
    <w:basedOn w:val="Normal"/>
    <w:link w:val="titreLAMBCar"/>
    <w:qFormat/>
    <w:rsid w:val="00536242"/>
    <w:pPr>
      <w:pBdr>
        <w:top w:val="dotted" w:sz="4" w:space="1" w:color="auto"/>
        <w:left w:val="dotted" w:sz="4" w:space="4" w:color="auto"/>
        <w:bottom w:val="dotted" w:sz="4" w:space="1" w:color="auto"/>
        <w:right w:val="dotted" w:sz="4" w:space="4" w:color="auto"/>
      </w:pBdr>
      <w:tabs>
        <w:tab w:val="left" w:pos="0"/>
        <w:tab w:val="right" w:pos="5245"/>
      </w:tabs>
      <w:spacing w:before="240" w:after="240"/>
      <w:ind w:right="709"/>
      <w:jc w:val="left"/>
    </w:pPr>
    <w:rPr>
      <w:color w:val="0000FF"/>
      <w:sz w:val="18"/>
      <w:szCs w:val="18"/>
    </w:rPr>
  </w:style>
  <w:style w:type="character" w:customStyle="1" w:styleId="titreLAMBCar">
    <w:name w:val="titre LAMB Car"/>
    <w:link w:val="titreLAMB"/>
    <w:rsid w:val="00536242"/>
    <w:rPr>
      <w:rFonts w:ascii="Verdana" w:hAnsi="Verdana" w:cs="Times New (W1)"/>
      <w:color w:val="0000FF"/>
      <w:sz w:val="18"/>
      <w:szCs w:val="18"/>
    </w:rPr>
  </w:style>
  <w:style w:type="character" w:customStyle="1" w:styleId="Titre1Car">
    <w:name w:val="Titre 1 Car"/>
    <w:link w:val="Titre1"/>
    <w:rsid w:val="00536242"/>
    <w:rPr>
      <w:rFonts w:ascii="Verdana" w:hAnsi="Verdana" w:cs="Arial"/>
      <w:b/>
      <w:bCs/>
      <w:color w:val="002060"/>
      <w:kern w:val="32"/>
      <w:sz w:val="24"/>
      <w:szCs w:val="32"/>
    </w:rPr>
  </w:style>
  <w:style w:type="character" w:customStyle="1" w:styleId="Titre2Car">
    <w:name w:val="Titre 2 Car"/>
    <w:link w:val="Titre2"/>
    <w:rsid w:val="00536242"/>
    <w:rPr>
      <w:rFonts w:ascii="Verdana" w:hAnsi="Verdana" w:cs="Arial"/>
      <w:b/>
      <w:bCs/>
      <w:iCs/>
      <w:color w:val="002060"/>
      <w:szCs w:val="28"/>
    </w:rPr>
  </w:style>
  <w:style w:type="character" w:customStyle="1" w:styleId="Titre3Car">
    <w:name w:val="Titre 3 Car"/>
    <w:link w:val="Titre3"/>
    <w:rsid w:val="00536242"/>
    <w:rPr>
      <w:rFonts w:ascii="Verdana" w:eastAsia="Times New Roman" w:hAnsi="Verdana" w:cs="Arial"/>
      <w:bCs/>
      <w:color w:val="3333CC"/>
      <w:szCs w:val="26"/>
    </w:rPr>
  </w:style>
  <w:style w:type="character" w:customStyle="1" w:styleId="Titre4Car">
    <w:name w:val="Titre 4 Car"/>
    <w:link w:val="Titre4"/>
    <w:rsid w:val="00536242"/>
    <w:rPr>
      <w:rFonts w:ascii="Verdana" w:hAnsi="Verdana" w:cs="Arial"/>
      <w:b/>
      <w:bCs/>
      <w:szCs w:val="28"/>
    </w:rPr>
  </w:style>
  <w:style w:type="character" w:customStyle="1" w:styleId="Titre5Car">
    <w:name w:val="Titre 5 Car"/>
    <w:link w:val="Titre5"/>
    <w:rsid w:val="00536242"/>
    <w:rPr>
      <w:rFonts w:ascii="Verdana" w:hAnsi="Verdana"/>
      <w:b/>
      <w:bCs/>
      <w:i/>
      <w:iCs/>
      <w:sz w:val="26"/>
      <w:szCs w:val="26"/>
    </w:rPr>
  </w:style>
  <w:style w:type="character" w:customStyle="1" w:styleId="Titre6Car">
    <w:name w:val="Titre 6 Car"/>
    <w:link w:val="Titre6"/>
    <w:rsid w:val="00536242"/>
    <w:rPr>
      <w:b/>
      <w:bCs/>
      <w:sz w:val="22"/>
      <w:szCs w:val="22"/>
    </w:rPr>
  </w:style>
  <w:style w:type="character" w:customStyle="1" w:styleId="Titre7Car">
    <w:name w:val="Titre 7 Car"/>
    <w:link w:val="Titre7"/>
    <w:rsid w:val="00536242"/>
    <w:rPr>
      <w:sz w:val="24"/>
      <w:szCs w:val="24"/>
    </w:rPr>
  </w:style>
  <w:style w:type="character" w:customStyle="1" w:styleId="Titre8Car">
    <w:name w:val="Titre 8 Car"/>
    <w:link w:val="Titre8"/>
    <w:rsid w:val="00536242"/>
    <w:rPr>
      <w:i/>
      <w:iCs/>
      <w:sz w:val="24"/>
      <w:szCs w:val="24"/>
    </w:rPr>
  </w:style>
  <w:style w:type="character" w:customStyle="1" w:styleId="Titre9Car">
    <w:name w:val="Titre 9 Car"/>
    <w:link w:val="Titre9"/>
    <w:rsid w:val="00536242"/>
    <w:rPr>
      <w:rFonts w:ascii="Arial" w:hAnsi="Arial" w:cs="Arial"/>
      <w:sz w:val="22"/>
      <w:szCs w:val="22"/>
    </w:rPr>
  </w:style>
  <w:style w:type="character" w:customStyle="1" w:styleId="TitreCar">
    <w:name w:val="Titre Car"/>
    <w:link w:val="Titre"/>
    <w:uiPriority w:val="10"/>
    <w:rsid w:val="00B1734B"/>
    <w:rPr>
      <w:rFonts w:ascii="Roboto" w:hAnsi="Roboto" w:cs="Arial"/>
      <w:b/>
      <w:bCs/>
      <w:kern w:val="28"/>
      <w:sz w:val="32"/>
      <w:szCs w:val="32"/>
    </w:rPr>
  </w:style>
  <w:style w:type="paragraph" w:styleId="Sous-titre">
    <w:name w:val="Subtitle"/>
    <w:basedOn w:val="Normal"/>
    <w:link w:val="Sous-titreCar"/>
    <w:qFormat/>
    <w:rsid w:val="00536242"/>
    <w:pPr>
      <w:spacing w:after="60"/>
      <w:jc w:val="center"/>
      <w:outlineLvl w:val="1"/>
    </w:pPr>
    <w:rPr>
      <w:rFonts w:ascii="Cambria" w:hAnsi="Cambria" w:cs="Times New Roman"/>
      <w:sz w:val="24"/>
    </w:rPr>
  </w:style>
  <w:style w:type="character" w:customStyle="1" w:styleId="Sous-titreCar">
    <w:name w:val="Sous-titre Car"/>
    <w:link w:val="Sous-titre"/>
    <w:rsid w:val="00536242"/>
    <w:rPr>
      <w:rFonts w:ascii="Cambria" w:hAnsi="Cambria"/>
      <w:sz w:val="24"/>
      <w:szCs w:val="24"/>
    </w:rPr>
  </w:style>
  <w:style w:type="character" w:styleId="lev">
    <w:name w:val="Strong"/>
    <w:qFormat/>
    <w:rsid w:val="00536242"/>
    <w:rPr>
      <w:b/>
      <w:bCs/>
    </w:rPr>
  </w:style>
  <w:style w:type="paragraph" w:styleId="Paragraphedeliste">
    <w:name w:val="List Paragraph"/>
    <w:basedOn w:val="Normal"/>
    <w:link w:val="ParagraphedelisteCar"/>
    <w:uiPriority w:val="34"/>
    <w:qFormat/>
    <w:rsid w:val="00536242"/>
    <w:pPr>
      <w:ind w:left="708"/>
    </w:pPr>
    <w:rPr>
      <w:rFonts w:eastAsia="Calibri" w:cs="Calibri"/>
    </w:rPr>
  </w:style>
  <w:style w:type="paragraph" w:styleId="En-ttedetabledesmatires">
    <w:name w:val="TOC Heading"/>
    <w:basedOn w:val="Titre1"/>
    <w:next w:val="Normal"/>
    <w:uiPriority w:val="39"/>
    <w:semiHidden/>
    <w:unhideWhenUsed/>
    <w:qFormat/>
    <w:rsid w:val="00536242"/>
    <w:pPr>
      <w:numPr>
        <w:numId w:val="0"/>
      </w:numPr>
      <w:pBdr>
        <w:bottom w:val="none" w:sz="0" w:space="0" w:color="auto"/>
      </w:pBdr>
      <w:jc w:val="both"/>
      <w:outlineLvl w:val="9"/>
    </w:pPr>
    <w:rPr>
      <w:rFonts w:ascii="Cambria" w:hAnsi="Cambria" w:cs="Times New Roman"/>
      <w:b w:val="0"/>
      <w:sz w:val="32"/>
    </w:rPr>
  </w:style>
  <w:style w:type="paragraph" w:customStyle="1" w:styleId="Normaletnouveau">
    <w:name w:val="Normal et nouveau"/>
    <w:basedOn w:val="Normal"/>
    <w:link w:val="NormaletnouveauCar"/>
    <w:rsid w:val="009F69BD"/>
    <w:rPr>
      <w:color w:val="2B4DAB"/>
    </w:rPr>
  </w:style>
  <w:style w:type="character" w:customStyle="1" w:styleId="NormaletnouveauCar">
    <w:name w:val="Normal et nouveau Car"/>
    <w:link w:val="Normaletnouveau"/>
    <w:rsid w:val="009F69BD"/>
    <w:rPr>
      <w:rFonts w:ascii="Verdana" w:hAnsi="Verdana" w:cs="Times New (W1)"/>
      <w:color w:val="2B4DAB"/>
      <w:szCs w:val="24"/>
    </w:rPr>
  </w:style>
  <w:style w:type="character" w:customStyle="1" w:styleId="ParagraphedelisteCar">
    <w:name w:val="Paragraphe de liste Car"/>
    <w:link w:val="Paragraphedeliste"/>
    <w:uiPriority w:val="34"/>
    <w:rsid w:val="001C1A39"/>
    <w:rPr>
      <w:rFonts w:ascii="Verdana" w:eastAsia="Calibri" w:hAnsi="Verdana" w:cs="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0613093">
      <w:bodyDiv w:val="1"/>
      <w:marLeft w:val="0"/>
      <w:marRight w:val="0"/>
      <w:marTop w:val="0"/>
      <w:marBottom w:val="0"/>
      <w:divBdr>
        <w:top w:val="none" w:sz="0" w:space="0" w:color="auto"/>
        <w:left w:val="none" w:sz="0" w:space="0" w:color="auto"/>
        <w:bottom w:val="none" w:sz="0" w:space="0" w:color="auto"/>
        <w:right w:val="none" w:sz="0" w:space="0" w:color="auto"/>
      </w:divBdr>
    </w:div>
    <w:div w:id="631643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UBRY\Application%20Data\Microsoft\Mod&#232;les\AUBRY.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0CD0E-4BCE-44AF-9E85-4982E6DFB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AUBRY</Template>
  <TotalTime>4</TotalTime>
  <Pages>4</Pages>
  <Words>676</Words>
  <Characters>3818</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Article I : Objet du marché</vt:lpstr>
    </vt:vector>
  </TitlesOfParts>
  <Company>Ministère de la Justice</Company>
  <LinksUpToDate>false</LinksUpToDate>
  <CharactersWithSpaces>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 I : Objet du marché</dc:title>
  <dc:creator>AUBRY</dc:creator>
  <cp:lastModifiedBy>LIENHART Jean-Baptiste</cp:lastModifiedBy>
  <cp:revision>5</cp:revision>
  <cp:lastPrinted>2018-04-06T15:08:00Z</cp:lastPrinted>
  <dcterms:created xsi:type="dcterms:W3CDTF">2024-11-21T09:47:00Z</dcterms:created>
  <dcterms:modified xsi:type="dcterms:W3CDTF">2024-11-21T14:51:00Z</dcterms:modified>
</cp:coreProperties>
</file>