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75FAB-8AE8-49D3-A0F4-774659320EE1}"/>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