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4E5" w:rsidRDefault="003465E3" w:rsidP="005B14E5">
      <w:pPr>
        <w:tabs>
          <w:tab w:val="left" w:pos="5446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53.85pt;margin-top:0;width:20.7pt;height:793.7pt;z-index:251657728">
            <v:imagedata r:id="rId8" o:title=""/>
            <w10:wrap type="topAndBottom"/>
          </v:shape>
        </w:pict>
      </w:r>
    </w:p>
    <w:p w:rsidR="00E43CE9" w:rsidRPr="00E43CE9" w:rsidRDefault="00E43CE9" w:rsidP="00E43CE9">
      <w:pPr>
        <w:tabs>
          <w:tab w:val="left" w:pos="1134"/>
        </w:tabs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E43CE9">
        <w:rPr>
          <w:rFonts w:ascii="Arial Narrow" w:hAnsi="Arial Narrow"/>
          <w:noProof/>
          <w:sz w:val="22"/>
        </w:rPr>
        <w:drawing>
          <wp:anchor distT="0" distB="0" distL="114300" distR="114300" simplePos="0" relativeHeight="251659776" behindDoc="0" locked="0" layoutInCell="1" allowOverlap="1" wp14:anchorId="1131F3E5" wp14:editId="4466406E">
            <wp:simplePos x="0" y="0"/>
            <wp:positionH relativeFrom="column">
              <wp:posOffset>-685800</wp:posOffset>
            </wp:positionH>
            <wp:positionV relativeFrom="paragraph">
              <wp:posOffset>-685800</wp:posOffset>
            </wp:positionV>
            <wp:extent cx="262890" cy="10079990"/>
            <wp:effectExtent l="0" t="0" r="3810" b="0"/>
            <wp:wrapTopAndBottom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" cy="10079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3CE9">
        <w:rPr>
          <w:rFonts w:ascii="Arial Narrow" w:hAnsi="Arial Narrow" w:cs="Arial"/>
          <w:b/>
          <w:bCs/>
          <w:sz w:val="26"/>
          <w:szCs w:val="26"/>
        </w:rPr>
        <w:t>Procédure adaptée</w:t>
      </w:r>
    </w:p>
    <w:p w:rsidR="00E43CE9" w:rsidRPr="00E43CE9" w:rsidRDefault="00E43CE9" w:rsidP="00E43CE9">
      <w:pPr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E43CE9">
        <w:rPr>
          <w:rFonts w:ascii="Arial Narrow" w:hAnsi="Arial Narrow" w:cs="Arial"/>
          <w:b/>
          <w:bCs/>
          <w:sz w:val="26"/>
          <w:szCs w:val="26"/>
        </w:rPr>
        <w:t>(Articles R2123-1 à R2123-8 du code de la commande publique)</w:t>
      </w:r>
    </w:p>
    <w:p w:rsidR="006D4313" w:rsidRPr="006D4313" w:rsidRDefault="006D4313" w:rsidP="006D4313">
      <w:pPr>
        <w:jc w:val="center"/>
        <w:rPr>
          <w:rFonts w:ascii="Arial Narrow" w:hAnsi="Arial Narrow" w:cs="Arial"/>
          <w:b/>
          <w:bCs/>
          <w:sz w:val="26"/>
          <w:szCs w:val="26"/>
        </w:rPr>
      </w:pPr>
    </w:p>
    <w:p w:rsidR="00E43CE9" w:rsidRPr="00E43CE9" w:rsidRDefault="00E43CE9" w:rsidP="00E43CE9">
      <w:pPr>
        <w:jc w:val="center"/>
        <w:rPr>
          <w:rFonts w:ascii="Arial Narrow" w:hAnsi="Arial Narrow" w:cs="Arial"/>
          <w:b/>
          <w:bCs/>
          <w:sz w:val="26"/>
          <w:szCs w:val="26"/>
        </w:rPr>
      </w:pPr>
      <w:r w:rsidRPr="00E43CE9">
        <w:rPr>
          <w:rFonts w:ascii="Arial Narrow" w:hAnsi="Arial Narrow" w:cs="Arial"/>
          <w:b/>
          <w:bCs/>
          <w:sz w:val="26"/>
          <w:szCs w:val="26"/>
        </w:rPr>
        <w:t>Accord-cadre mono attributaire sans minimum et avec un maximum</w:t>
      </w:r>
    </w:p>
    <w:p w:rsidR="00E43CE9" w:rsidRPr="00E43CE9" w:rsidRDefault="00E43CE9" w:rsidP="00E43CE9">
      <w:pPr>
        <w:jc w:val="center"/>
        <w:rPr>
          <w:rFonts w:ascii="Arial Narrow" w:hAnsi="Arial Narrow" w:cs="Arial"/>
          <w:i/>
          <w:iCs/>
          <w:sz w:val="22"/>
          <w:szCs w:val="22"/>
        </w:rPr>
      </w:pPr>
      <w:r w:rsidRPr="00E43CE9">
        <w:rPr>
          <w:rFonts w:ascii="Arial Narrow" w:hAnsi="Arial Narrow" w:cs="Arial"/>
          <w:i/>
          <w:iCs/>
          <w:sz w:val="22"/>
          <w:szCs w:val="22"/>
        </w:rPr>
        <w:t xml:space="preserve"> </w:t>
      </w:r>
    </w:p>
    <w:p w:rsidR="00DC3269" w:rsidRPr="006D4313" w:rsidRDefault="00E43CE9" w:rsidP="00E43CE9">
      <w:pPr>
        <w:jc w:val="center"/>
        <w:rPr>
          <w:rFonts w:ascii="Arial Narrow" w:hAnsi="Arial Narrow" w:cs="Arial"/>
          <w:sz w:val="22"/>
          <w:szCs w:val="22"/>
        </w:rPr>
      </w:pPr>
      <w:r w:rsidRPr="00E43CE9">
        <w:rPr>
          <w:rFonts w:ascii="Arial Narrow" w:hAnsi="Arial Narrow" w:cs="Arial"/>
          <w:i/>
          <w:iCs/>
          <w:sz w:val="22"/>
          <w:szCs w:val="22"/>
        </w:rPr>
        <w:t>Etabli en vertu de l'ordonnance n° 2018-1074 du 26 novembre 2018 du code de la commande publique et le décret n°2018-1075 du 3 décembre 2018 du code de la commande publique et des dispositions de l'arrêté du 19 juillet 2018, portant règlement sur les marchés des Organismes de Sécurité Sociale du Régime Général</w:t>
      </w: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8A2377" w:rsidP="008A2377">
      <w:pPr>
        <w:tabs>
          <w:tab w:val="left" w:pos="1305"/>
          <w:tab w:val="center" w:pos="4535"/>
        </w:tabs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C03707A" wp14:editId="6AFEBC47">
            <wp:simplePos x="0" y="0"/>
            <wp:positionH relativeFrom="column">
              <wp:posOffset>3405762</wp:posOffset>
            </wp:positionH>
            <wp:positionV relativeFrom="paragraph">
              <wp:posOffset>130174</wp:posOffset>
            </wp:positionV>
            <wp:extent cx="2654043" cy="771525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954" cy="772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3FA4">
        <w:rPr>
          <w:noProof/>
        </w:rPr>
        <w:drawing>
          <wp:inline distT="0" distB="0" distL="0" distR="0" wp14:anchorId="1BB59F78" wp14:editId="21B380C2">
            <wp:extent cx="2390775" cy="874758"/>
            <wp:effectExtent l="0" t="0" r="0" b="190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447" cy="894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Pr="00C4615A" w:rsidRDefault="00DC3269" w:rsidP="00DC3269">
      <w:pPr>
        <w:jc w:val="center"/>
        <w:rPr>
          <w:rFonts w:ascii="Arial Narrow" w:hAnsi="Arial Narrow" w:cs="Arial"/>
          <w:b/>
          <w:bCs/>
          <w:sz w:val="40"/>
          <w:szCs w:val="40"/>
        </w:rPr>
      </w:pPr>
      <w:r w:rsidRPr="00C4615A">
        <w:rPr>
          <w:rFonts w:ascii="Arial Narrow" w:hAnsi="Arial Narrow" w:cs="Arial"/>
          <w:b/>
          <w:bCs/>
          <w:sz w:val="40"/>
          <w:szCs w:val="40"/>
        </w:rPr>
        <w:t>ACTE D'ENGAGEMENT</w:t>
      </w: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DC3269">
      <w:pPr>
        <w:jc w:val="center"/>
        <w:rPr>
          <w:rFonts w:ascii="Arial" w:hAnsi="Arial" w:cs="Arial"/>
          <w:sz w:val="22"/>
          <w:szCs w:val="22"/>
        </w:rPr>
      </w:pPr>
    </w:p>
    <w:p w:rsidR="005B4159" w:rsidRPr="00246E70" w:rsidRDefault="005B4159" w:rsidP="005B4159">
      <w:pPr>
        <w:jc w:val="center"/>
      </w:pPr>
    </w:p>
    <w:p w:rsidR="006D4313" w:rsidRDefault="006D4313" w:rsidP="006D43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</w:p>
    <w:p w:rsidR="009B7859" w:rsidRDefault="00E43CE9" w:rsidP="006D43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  <w:r w:rsidRPr="00E43CE9">
        <w:rPr>
          <w:rFonts w:ascii="Arial Narrow" w:hAnsi="Arial Narrow"/>
          <w:b/>
          <w:sz w:val="32"/>
          <w:szCs w:val="32"/>
        </w:rPr>
        <w:t>Travaux tous corps d’état pour le Centre de Traitement Informatique Strasbourg</w:t>
      </w:r>
    </w:p>
    <w:p w:rsidR="00E43CE9" w:rsidRPr="006D4313" w:rsidRDefault="00E43CE9" w:rsidP="006D43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21" w:color="auto"/>
        </w:pBdr>
        <w:jc w:val="center"/>
        <w:rPr>
          <w:rFonts w:ascii="Arial Narrow" w:hAnsi="Arial Narrow"/>
          <w:b/>
          <w:sz w:val="32"/>
          <w:szCs w:val="32"/>
        </w:rPr>
      </w:pPr>
    </w:p>
    <w:p w:rsidR="005B4159" w:rsidRPr="00246E70" w:rsidRDefault="005B4159" w:rsidP="005B4159">
      <w:pPr>
        <w:jc w:val="center"/>
      </w:pPr>
    </w:p>
    <w:p w:rsidR="005B4159" w:rsidRDefault="005B4159" w:rsidP="005B4159">
      <w:pPr>
        <w:jc w:val="center"/>
      </w:pPr>
    </w:p>
    <w:p w:rsidR="005B4159" w:rsidRPr="00246E70" w:rsidRDefault="005B4159" w:rsidP="005B4159"/>
    <w:p w:rsidR="00E43CE9" w:rsidRDefault="00E43CE9" w:rsidP="00E43CE9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LOT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8056"/>
        <w:gridCol w:w="222"/>
      </w:tblGrid>
      <w:tr w:rsidR="00E43CE9" w:rsidRPr="00CC3C73" w:rsidTr="00E43CE9"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CE9" w:rsidRPr="00CC3C73" w:rsidRDefault="00E43CE9" w:rsidP="00E43CE9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N°_____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3CE9" w:rsidRPr="00CC3C73" w:rsidRDefault="00E43CE9" w:rsidP="00E43CE9">
            <w:pPr>
              <w:jc w:val="center"/>
              <w:rPr>
                <w:rFonts w:cs="Arial"/>
                <w:b/>
                <w:sz w:val="32"/>
                <w:szCs w:val="32"/>
              </w:rPr>
            </w:pPr>
            <w:r>
              <w:rPr>
                <w:rFonts w:cs="Arial"/>
                <w:b/>
                <w:sz w:val="32"/>
                <w:szCs w:val="32"/>
              </w:rPr>
              <w:t>_________________________________________________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E43CE9" w:rsidRDefault="00E43CE9" w:rsidP="00E43CE9">
            <w:pPr>
              <w:rPr>
                <w:rFonts w:cs="Arial"/>
                <w:b/>
                <w:sz w:val="32"/>
                <w:szCs w:val="32"/>
              </w:rPr>
            </w:pPr>
          </w:p>
          <w:p w:rsidR="00E43CE9" w:rsidRPr="00E43CE9" w:rsidRDefault="00E43CE9" w:rsidP="00E43CE9">
            <w:pPr>
              <w:rPr>
                <w:rFonts w:cs="Arial"/>
                <w:sz w:val="32"/>
                <w:szCs w:val="32"/>
              </w:rPr>
            </w:pPr>
          </w:p>
        </w:tc>
      </w:tr>
    </w:tbl>
    <w:p w:rsidR="005B4159" w:rsidRPr="00E43CE9" w:rsidRDefault="00E43CE9" w:rsidP="005B4159">
      <w:pPr>
        <w:jc w:val="center"/>
        <w:rPr>
          <w:rFonts w:ascii="Arial Narrow" w:hAnsi="Arial Narrow" w:cs="Arial"/>
          <w:szCs w:val="22"/>
          <w:u w:val="single"/>
        </w:rPr>
      </w:pPr>
      <w:r w:rsidRPr="00E43CE9">
        <w:rPr>
          <w:rFonts w:ascii="Arial Narrow" w:hAnsi="Arial Narrow" w:cs="Arial"/>
          <w:szCs w:val="22"/>
          <w:u w:val="single"/>
        </w:rPr>
        <w:t>1 acte d’engagement par lot</w:t>
      </w:r>
    </w:p>
    <w:p w:rsidR="005B4159" w:rsidRPr="00E43CE9" w:rsidRDefault="005B4159" w:rsidP="005B4159">
      <w:pPr>
        <w:jc w:val="center"/>
        <w:rPr>
          <w:rFonts w:ascii="Arial Narrow" w:hAnsi="Arial Narrow" w:cs="Arial"/>
          <w:szCs w:val="22"/>
          <w:u w:val="single"/>
        </w:rPr>
      </w:pPr>
    </w:p>
    <w:p w:rsidR="0087033A" w:rsidRDefault="00A019B1" w:rsidP="0087033A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CONTRAT</w:t>
      </w:r>
      <w:r w:rsidR="0087033A">
        <w:rPr>
          <w:rFonts w:cs="Arial"/>
          <w:b/>
          <w:sz w:val="32"/>
          <w:szCs w:val="32"/>
        </w:rPr>
        <w:t xml:space="preserve"> N°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134"/>
        <w:gridCol w:w="2552"/>
        <w:gridCol w:w="1134"/>
        <w:gridCol w:w="2410"/>
      </w:tblGrid>
      <w:tr w:rsidR="0087033A" w:rsidRPr="00CC3C73" w:rsidTr="00CC3C73">
        <w:tc>
          <w:tcPr>
            <w:tcW w:w="2376" w:type="dxa"/>
            <w:shd w:val="clear" w:color="auto" w:fill="auto"/>
            <w:vAlign w:val="center"/>
          </w:tcPr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C3C73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7033A" w:rsidRPr="00CC3C73" w:rsidRDefault="0087033A" w:rsidP="00CC3C73">
            <w:pPr>
              <w:rPr>
                <w:rFonts w:cs="Arial"/>
                <w:b/>
                <w:sz w:val="32"/>
                <w:szCs w:val="32"/>
              </w:rPr>
            </w:pPr>
          </w:p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  <w:r w:rsidRPr="00CC3C73">
              <w:rPr>
                <w:rFonts w:cs="Arial"/>
                <w:b/>
                <w:sz w:val="32"/>
                <w:szCs w:val="32"/>
              </w:rPr>
              <w:t>-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7033A" w:rsidRPr="00CC3C73" w:rsidRDefault="0087033A" w:rsidP="00CC3C73">
            <w:pPr>
              <w:jc w:val="center"/>
              <w:rPr>
                <w:rFonts w:cs="Arial"/>
                <w:b/>
                <w:sz w:val="32"/>
                <w:szCs w:val="32"/>
              </w:rPr>
            </w:pPr>
          </w:p>
        </w:tc>
      </w:tr>
    </w:tbl>
    <w:p w:rsidR="000D1A25" w:rsidRDefault="000D1A25" w:rsidP="005B14E5">
      <w:pPr>
        <w:jc w:val="center"/>
        <w:rPr>
          <w:rFonts w:ascii="Arial" w:hAnsi="Arial" w:cs="Arial"/>
          <w:sz w:val="22"/>
          <w:szCs w:val="22"/>
        </w:rPr>
      </w:pPr>
    </w:p>
    <w:p w:rsidR="00DC3269" w:rsidRDefault="00DC3269" w:rsidP="005B14E5">
      <w:pPr>
        <w:jc w:val="center"/>
        <w:rPr>
          <w:rFonts w:ascii="Arial" w:hAnsi="Arial" w:cs="Arial"/>
          <w:sz w:val="22"/>
          <w:szCs w:val="22"/>
        </w:rPr>
      </w:pPr>
    </w:p>
    <w:p w:rsidR="00CE06D8" w:rsidRDefault="00EA072A" w:rsidP="005B14E5">
      <w:pPr>
        <w:jc w:val="center"/>
      </w:pPr>
      <w:r>
        <w:fldChar w:fldCharType="begin"/>
      </w:r>
      <w:r>
        <w:instrText xml:space="preserve"> IF </w:instrText>
      </w:r>
      <w:r w:rsidR="003465E3">
        <w:fldChar w:fldCharType="begin"/>
      </w:r>
      <w:r w:rsidR="003465E3">
        <w:instrText xml:space="preserve"> MERGEFIELD GROUPEMENT_AVEC_LE_CTI_ </w:instrText>
      </w:r>
      <w:r w:rsidR="003465E3">
        <w:fldChar w:fldCharType="separate"/>
      </w:r>
      <w:r w:rsidR="003465E3">
        <w:rPr>
          <w:noProof/>
        </w:rPr>
        <w:instrText>Non</w:instrText>
      </w:r>
      <w:r w:rsidR="003465E3">
        <w:rPr>
          <w:noProof/>
        </w:rPr>
        <w:fldChar w:fldCharType="end"/>
      </w:r>
      <w:r>
        <w:instrText xml:space="preserve"> = "Oui" "</w:instrText>
      </w:r>
    </w:p>
    <w:p w:rsidR="00CE06D8" w:rsidRDefault="00EA072A" w:rsidP="005B14E5">
      <w:pPr>
        <w:jc w:val="center"/>
        <w:rPr>
          <w:b/>
        </w:rPr>
      </w:pPr>
      <w:r w:rsidRPr="00EA072A">
        <w:rPr>
          <w:b/>
        </w:rPr>
        <w:instrText xml:space="preserve">Caisse Primaire d'Assurance Maladie du Bas-Rhin </w:instrText>
      </w:r>
    </w:p>
    <w:p w:rsidR="00CE06D8" w:rsidRDefault="00EA072A" w:rsidP="005B14E5">
      <w:pPr>
        <w:jc w:val="center"/>
        <w:rPr>
          <w:b/>
        </w:rPr>
      </w:pPr>
      <w:r w:rsidRPr="00EA072A">
        <w:rPr>
          <w:b/>
        </w:rPr>
        <w:instrText xml:space="preserve">16 rue de Lausanne </w:instrText>
      </w:r>
    </w:p>
    <w:p w:rsidR="00CE06D8" w:rsidRDefault="00EA072A" w:rsidP="005B14E5">
      <w:pPr>
        <w:jc w:val="center"/>
        <w:rPr>
          <w:b/>
        </w:rPr>
      </w:pPr>
      <w:r w:rsidRPr="00EA072A">
        <w:rPr>
          <w:b/>
        </w:rPr>
        <w:instrText>67090 Strasbourg CEDEX</w:instrText>
      </w:r>
      <w:r>
        <w:instrText xml:space="preserve"> " "</w:instrText>
      </w:r>
      <w:r>
        <w:fldChar w:fldCharType="begin"/>
      </w:r>
      <w:r>
        <w:instrText xml:space="preserve"> IF </w:instrText>
      </w:r>
      <w:r w:rsidR="003465E3">
        <w:fldChar w:fldCharType="begin"/>
      </w:r>
      <w:r w:rsidR="003465E3">
        <w:instrText xml:space="preserve"> MERGEFIELD POUVOIR_ADJUDICATEUR </w:instrText>
      </w:r>
      <w:r w:rsidR="003465E3">
        <w:fldChar w:fldCharType="separate"/>
      </w:r>
      <w:r w:rsidR="003465E3">
        <w:rPr>
          <w:noProof/>
        </w:rPr>
        <w:instrText>CPAM</w:instrText>
      </w:r>
      <w:r w:rsidR="003465E3">
        <w:rPr>
          <w:noProof/>
        </w:rPr>
        <w:fldChar w:fldCharType="end"/>
      </w:r>
      <w:r>
        <w:instrText xml:space="preserve"> = "</w:instrText>
      </w:r>
      <w:r w:rsidR="0031667F">
        <w:rPr>
          <w:b/>
        </w:rPr>
        <w:instrText>CPAM</w:instrText>
      </w:r>
      <w:r>
        <w:instrText>" "</w:instrText>
      </w:r>
      <w:r w:rsidRPr="0031667F">
        <w:rPr>
          <w:b/>
        </w:rPr>
        <w:instrText xml:space="preserve">Caisse Primaire d'Assurance Maladie du Bas-Rhin </w:instrText>
      </w:r>
    </w:p>
    <w:p w:rsidR="00CE06D8" w:rsidRDefault="00EA072A" w:rsidP="005B14E5">
      <w:pPr>
        <w:jc w:val="center"/>
        <w:rPr>
          <w:b/>
        </w:rPr>
      </w:pPr>
      <w:r w:rsidRPr="0031667F">
        <w:rPr>
          <w:b/>
        </w:rPr>
        <w:instrText xml:space="preserve">16 rue de Lausanne </w:instrText>
      </w:r>
    </w:p>
    <w:p w:rsidR="00CE06D8" w:rsidRDefault="00EA072A" w:rsidP="005B14E5">
      <w:pPr>
        <w:jc w:val="center"/>
        <w:rPr>
          <w:b/>
        </w:rPr>
      </w:pPr>
      <w:r w:rsidRPr="0031667F">
        <w:rPr>
          <w:b/>
        </w:rPr>
        <w:instrText>67090 Strasbourg CEDEX</w:instrText>
      </w:r>
      <w:r>
        <w:instrText>" "</w:instrText>
      </w:r>
      <w:r w:rsidRPr="0031667F">
        <w:rPr>
          <w:b/>
        </w:rPr>
        <w:instrText xml:space="preserve">Centre de Traitement Informatique Strasbourg </w:instrText>
      </w:r>
    </w:p>
    <w:p w:rsidR="00CE06D8" w:rsidRDefault="00EA072A" w:rsidP="005B14E5">
      <w:pPr>
        <w:jc w:val="center"/>
        <w:rPr>
          <w:b/>
        </w:rPr>
      </w:pPr>
      <w:r w:rsidRPr="0031667F">
        <w:rPr>
          <w:b/>
        </w:rPr>
        <w:instrText xml:space="preserve">Les Intégrales - Bâtiment Pascal </w:instrText>
      </w:r>
    </w:p>
    <w:p w:rsidR="00CE06D8" w:rsidRDefault="00EA072A" w:rsidP="005B14E5">
      <w:pPr>
        <w:jc w:val="center"/>
        <w:rPr>
          <w:b/>
        </w:rPr>
      </w:pPr>
      <w:r w:rsidRPr="0031667F">
        <w:rPr>
          <w:b/>
        </w:rPr>
        <w:instrText xml:space="preserve">650 Boulevard Sébastien Brant </w:instrText>
      </w:r>
    </w:p>
    <w:p w:rsidR="003465E3" w:rsidRDefault="00EA072A" w:rsidP="005B14E5">
      <w:pPr>
        <w:jc w:val="center"/>
        <w:rPr>
          <w:b/>
          <w:noProof/>
        </w:rPr>
      </w:pPr>
      <w:r w:rsidRPr="0031667F">
        <w:rPr>
          <w:b/>
        </w:rPr>
        <w:instrText>67405 Illkirch-Graffenstaden</w:instrText>
      </w:r>
      <w:r>
        <w:instrText xml:space="preserve">" </w:instrText>
      </w:r>
      <w:r>
        <w:fldChar w:fldCharType="separate"/>
      </w:r>
      <w:r w:rsidR="003465E3" w:rsidRPr="0031667F">
        <w:rPr>
          <w:b/>
          <w:noProof/>
        </w:rPr>
        <w:instrText xml:space="preserve">Caisse Primaire d'Assurance Maladie du Bas-Rhin </w:instrText>
      </w:r>
    </w:p>
    <w:p w:rsidR="003465E3" w:rsidRDefault="003465E3" w:rsidP="005B14E5">
      <w:pPr>
        <w:jc w:val="center"/>
        <w:rPr>
          <w:b/>
          <w:noProof/>
        </w:rPr>
      </w:pPr>
      <w:r w:rsidRPr="0031667F">
        <w:rPr>
          <w:b/>
          <w:noProof/>
        </w:rPr>
        <w:instrText xml:space="preserve">16 rue de Lausanne </w:instrText>
      </w:r>
    </w:p>
    <w:p w:rsidR="003465E3" w:rsidRDefault="003465E3" w:rsidP="005B14E5">
      <w:pPr>
        <w:jc w:val="center"/>
        <w:rPr>
          <w:b/>
          <w:noProof/>
        </w:rPr>
      </w:pPr>
      <w:r w:rsidRPr="0031667F">
        <w:rPr>
          <w:b/>
          <w:noProof/>
        </w:rPr>
        <w:instrText>67090 Strasbourg CEDEX</w:instrText>
      </w:r>
      <w:r w:rsidR="00EA072A">
        <w:fldChar w:fldCharType="end"/>
      </w:r>
      <w:r w:rsidR="00EA072A">
        <w:instrText xml:space="preserve">" </w:instrText>
      </w:r>
      <w:r w:rsidR="00EA072A">
        <w:fldChar w:fldCharType="separate"/>
      </w:r>
      <w:r w:rsidRPr="0031667F">
        <w:rPr>
          <w:b/>
          <w:noProof/>
        </w:rPr>
        <w:t xml:space="preserve">Caisse Primaire d'Assurance Maladie du Bas-Rhin </w:t>
      </w:r>
    </w:p>
    <w:p w:rsidR="003465E3" w:rsidRDefault="003465E3" w:rsidP="005B14E5">
      <w:pPr>
        <w:jc w:val="center"/>
        <w:rPr>
          <w:b/>
          <w:noProof/>
        </w:rPr>
      </w:pPr>
      <w:r w:rsidRPr="0031667F">
        <w:rPr>
          <w:b/>
          <w:noProof/>
        </w:rPr>
        <w:t xml:space="preserve">16 rue de Lausanne </w:t>
      </w:r>
    </w:p>
    <w:p w:rsidR="005B4159" w:rsidRPr="00C4615A" w:rsidRDefault="003465E3" w:rsidP="005B14E5">
      <w:pPr>
        <w:jc w:val="center"/>
        <w:rPr>
          <w:rFonts w:ascii="Arial" w:hAnsi="Arial" w:cs="Arial"/>
          <w:sz w:val="22"/>
          <w:szCs w:val="22"/>
        </w:rPr>
      </w:pPr>
      <w:r w:rsidRPr="0031667F">
        <w:rPr>
          <w:b/>
          <w:noProof/>
        </w:rPr>
        <w:t>67090 Strasbourg CEDEX</w:t>
      </w:r>
      <w:r w:rsidR="00EA072A">
        <w:fldChar w:fldCharType="end"/>
      </w:r>
    </w:p>
    <w:p w:rsidR="00DC3269" w:rsidRPr="00942324" w:rsidRDefault="00DC3269" w:rsidP="00DC3269">
      <w:pPr>
        <w:jc w:val="center"/>
        <w:rPr>
          <w:rFonts w:ascii="Arial Narrow" w:hAnsi="Arial Narrow" w:cs="Arial"/>
          <w:b/>
          <w:sz w:val="22"/>
          <w:szCs w:val="22"/>
          <w:highlight w:val="yellow"/>
        </w:rPr>
      </w:pPr>
    </w:p>
    <w:p w:rsidR="00942324" w:rsidRPr="00D85492" w:rsidRDefault="00942324" w:rsidP="00DC3269">
      <w:pPr>
        <w:jc w:val="center"/>
        <w:rPr>
          <w:rFonts w:ascii="Arial Narrow" w:hAnsi="Arial Narrow" w:cs="Arial"/>
          <w:b/>
          <w:sz w:val="22"/>
          <w:szCs w:val="22"/>
        </w:rPr>
      </w:pPr>
    </w:p>
    <w:p w:rsidR="005B14E5" w:rsidRDefault="005B14E5" w:rsidP="005B14E5">
      <w:pPr>
        <w:jc w:val="center"/>
        <w:rPr>
          <w:rFonts w:ascii="Arial" w:hAnsi="Arial" w:cs="Arial"/>
          <w:sz w:val="22"/>
          <w:szCs w:val="22"/>
        </w:rPr>
      </w:pPr>
    </w:p>
    <w:p w:rsidR="005B14E5" w:rsidRDefault="005B14E5" w:rsidP="005B14E5">
      <w:pPr>
        <w:sectPr w:rsidR="005B14E5">
          <w:footerReference w:type="default" r:id="rId12"/>
          <w:pgSz w:w="11907" w:h="16840" w:code="9"/>
          <w:pgMar w:top="425" w:right="1418" w:bottom="142" w:left="1418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13"/>
      </w:tblGrid>
      <w:tr w:rsidR="00C4615A" w:rsidRPr="00670E5D" w:rsidTr="00670E5D">
        <w:tc>
          <w:tcPr>
            <w:tcW w:w="10913" w:type="dxa"/>
            <w:shd w:val="clear" w:color="auto" w:fill="auto"/>
          </w:tcPr>
          <w:p w:rsidR="00C4615A" w:rsidRPr="00E43CE9" w:rsidRDefault="00C4615A" w:rsidP="00FF631B">
            <w:pPr>
              <w:rPr>
                <w:rFonts w:ascii="Arial Narrow" w:hAnsi="Arial Narrow" w:cs="Arial"/>
                <w:sz w:val="22"/>
                <w:szCs w:val="22"/>
              </w:rPr>
            </w:pPr>
            <w:r w:rsidRPr="00E43CE9">
              <w:rPr>
                <w:rFonts w:ascii="Arial Narrow" w:hAnsi="Arial Narrow" w:cs="Arial"/>
                <w:b/>
                <w:bCs/>
                <w:sz w:val="22"/>
                <w:szCs w:val="22"/>
                <w:u w:val="single"/>
              </w:rPr>
              <w:lastRenderedPageBreak/>
              <w:t>Notice</w:t>
            </w:r>
          </w:p>
          <w:p w:rsidR="00C4615A" w:rsidRPr="00E43CE9" w:rsidRDefault="00C4615A" w:rsidP="00670E5D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43CE9">
              <w:rPr>
                <w:rFonts w:ascii="Arial Narrow" w:hAnsi="Arial Narrow" w:cs="Arial"/>
                <w:sz w:val="22"/>
                <w:szCs w:val="22"/>
              </w:rPr>
              <w:t xml:space="preserve">Le candidat complète les cases A </w:t>
            </w:r>
            <w:r w:rsidR="0080706E" w:rsidRPr="00E43CE9">
              <w:rPr>
                <w:rFonts w:ascii="Arial Narrow" w:hAnsi="Arial Narrow" w:cs="Arial"/>
                <w:sz w:val="22"/>
                <w:szCs w:val="22"/>
              </w:rPr>
              <w:t>à C</w:t>
            </w:r>
            <w:r w:rsidRPr="00E43CE9">
              <w:rPr>
                <w:rFonts w:ascii="Arial Narrow" w:hAnsi="Arial Narrow" w:cs="Arial"/>
                <w:sz w:val="22"/>
                <w:szCs w:val="22"/>
              </w:rPr>
              <w:t xml:space="preserve"> (lorsqu’il y a des informations à compléter)</w:t>
            </w:r>
          </w:p>
          <w:p w:rsidR="00C4615A" w:rsidRPr="00670E5D" w:rsidRDefault="00C4615A" w:rsidP="0080706E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E43CE9">
              <w:rPr>
                <w:rFonts w:ascii="Arial Narrow" w:hAnsi="Arial Narrow" w:cs="Arial"/>
                <w:sz w:val="22"/>
                <w:szCs w:val="22"/>
              </w:rPr>
              <w:t xml:space="preserve">Les cases </w:t>
            </w:r>
            <w:r w:rsidR="0080706E" w:rsidRPr="00E43CE9">
              <w:rPr>
                <w:rFonts w:ascii="Arial Narrow" w:hAnsi="Arial Narrow" w:cs="Arial"/>
                <w:sz w:val="22"/>
                <w:szCs w:val="22"/>
              </w:rPr>
              <w:t xml:space="preserve">D,  E et F </w:t>
            </w:r>
            <w:r w:rsidRPr="00E43CE9">
              <w:rPr>
                <w:rFonts w:ascii="Arial Narrow" w:hAnsi="Arial Narrow" w:cs="Arial"/>
                <w:sz w:val="22"/>
                <w:szCs w:val="22"/>
              </w:rPr>
              <w:t>ne doivent pas être remplies par le candidat. Elles sont réservées à la Caisse Primaire d’Assurance Maladie du Bas-Rhin.</w:t>
            </w:r>
          </w:p>
        </w:tc>
      </w:tr>
    </w:tbl>
    <w:p w:rsidR="005B14E5" w:rsidRDefault="005B14E5" w:rsidP="005B14E5"/>
    <w:p w:rsidR="00C4615A" w:rsidRDefault="00C4615A" w:rsidP="005B14E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C4615A" w:rsidRPr="00670E5D" w:rsidTr="00670E5D">
        <w:tc>
          <w:tcPr>
            <w:tcW w:w="828" w:type="dxa"/>
            <w:shd w:val="clear" w:color="auto" w:fill="C0C0C0"/>
          </w:tcPr>
          <w:p w:rsidR="00C4615A" w:rsidRPr="00670E5D" w:rsidRDefault="00C4615A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>A -</w:t>
            </w:r>
          </w:p>
        </w:tc>
        <w:tc>
          <w:tcPr>
            <w:tcW w:w="10085" w:type="dxa"/>
            <w:shd w:val="clear" w:color="auto" w:fill="C0C0C0"/>
          </w:tcPr>
          <w:p w:rsidR="00C4615A" w:rsidRPr="00670E5D" w:rsidRDefault="00CF25C5" w:rsidP="00E43CE9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OBJET DE L’ACTE D’ENGAGEMENT</w:t>
            </w:r>
            <w:r w:rsidR="00FA3727">
              <w:rPr>
                <w:rFonts w:ascii="Arial Narrow" w:hAnsi="Arial Narrow" w:cs="Arial"/>
                <w:b/>
                <w:sz w:val="22"/>
                <w:szCs w:val="22"/>
              </w:rPr>
              <w:t xml:space="preserve"> ET IDENTIFICATION DU </w:t>
            </w:r>
            <w:r w:rsidR="00E43CE9">
              <w:rPr>
                <w:rFonts w:ascii="Arial Narrow" w:hAnsi="Arial Narrow" w:cs="Arial"/>
                <w:b/>
                <w:sz w:val="22"/>
                <w:szCs w:val="22"/>
              </w:rPr>
              <w:t>TITULAIRE</w:t>
            </w:r>
          </w:p>
        </w:tc>
      </w:tr>
    </w:tbl>
    <w:p w:rsidR="00C4615A" w:rsidRDefault="00C4615A" w:rsidP="00C4615A">
      <w:pPr>
        <w:rPr>
          <w:rFonts w:ascii="Arial Narrow" w:hAnsi="Arial Narrow" w:cs="Arial"/>
          <w:sz w:val="22"/>
          <w:szCs w:val="22"/>
        </w:rPr>
      </w:pPr>
    </w:p>
    <w:p w:rsidR="00FA3727" w:rsidRPr="00FA3727" w:rsidRDefault="00FA3727" w:rsidP="00C4615A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</w:t>
      </w:r>
      <w:r w:rsidRPr="00884301">
        <w:rPr>
          <w:rFonts w:ascii="Arial Narrow" w:hAnsi="Arial Narrow"/>
          <w:b/>
        </w:rPr>
        <w:t>1 –</w:t>
      </w:r>
      <w:r>
        <w:rPr>
          <w:rFonts w:ascii="Arial Narrow" w:hAnsi="Arial Narrow"/>
          <w:b/>
        </w:rPr>
        <w:t xml:space="preserve"> Objet de l’Acte d’Engagement :</w:t>
      </w:r>
      <w:r w:rsidRPr="00884301">
        <w:rPr>
          <w:rFonts w:ascii="Arial Narrow" w:hAnsi="Arial Narrow"/>
          <w:b/>
        </w:rPr>
        <w:t xml:space="preserve"> </w:t>
      </w:r>
    </w:p>
    <w:p w:rsidR="00FA3727" w:rsidRDefault="00FA3727" w:rsidP="00C4615A">
      <w:pPr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C4615A" w:rsidRPr="00BB7111" w:rsidRDefault="00C4615A" w:rsidP="00C4615A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  <w:u w:val="single"/>
        </w:rPr>
        <w:t>Objet du marché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6964A8" w:rsidRDefault="006964A8" w:rsidP="005B14E5">
      <w:pPr>
        <w:rPr>
          <w:rFonts w:ascii="Arial Narrow" w:hAnsi="Arial Narrow" w:cs="Arial"/>
          <w:b/>
          <w:bCs/>
          <w:sz w:val="22"/>
          <w:szCs w:val="22"/>
        </w:rPr>
      </w:pPr>
    </w:p>
    <w:p w:rsidR="00F172BD" w:rsidRDefault="00E43CE9" w:rsidP="005B14E5">
      <w:pPr>
        <w:rPr>
          <w:rFonts w:ascii="Arial Narrow" w:hAnsi="Arial Narrow" w:cs="Arial"/>
          <w:b/>
          <w:bCs/>
          <w:sz w:val="22"/>
          <w:szCs w:val="22"/>
        </w:rPr>
      </w:pPr>
      <w:r w:rsidRPr="00E43CE9">
        <w:rPr>
          <w:rFonts w:ascii="Arial Narrow" w:hAnsi="Arial Narrow" w:cs="Arial"/>
          <w:b/>
          <w:bCs/>
          <w:sz w:val="22"/>
          <w:szCs w:val="22"/>
        </w:rPr>
        <w:t>T</w:t>
      </w:r>
      <w:r w:rsidR="003465E3">
        <w:rPr>
          <w:rFonts w:ascii="Arial Narrow" w:hAnsi="Arial Narrow" w:cs="Arial"/>
          <w:b/>
          <w:bCs/>
          <w:sz w:val="22"/>
          <w:szCs w:val="22"/>
        </w:rPr>
        <w:t>ravaux tous corps d’état pour la CPAM du Bas-Rhin et le</w:t>
      </w:r>
      <w:r w:rsidRPr="00E43CE9">
        <w:rPr>
          <w:rFonts w:ascii="Arial Narrow" w:hAnsi="Arial Narrow" w:cs="Arial"/>
          <w:b/>
          <w:bCs/>
          <w:sz w:val="22"/>
          <w:szCs w:val="22"/>
        </w:rPr>
        <w:t xml:space="preserve"> Centre de Traitement Informatique Strasbourg</w:t>
      </w:r>
    </w:p>
    <w:p w:rsidR="00E43CE9" w:rsidRDefault="00E43CE9" w:rsidP="005B14E5">
      <w:pPr>
        <w:rPr>
          <w:rFonts w:ascii="Arial Narrow" w:hAnsi="Arial Narrow" w:cs="Arial"/>
          <w:b/>
          <w:bCs/>
          <w:sz w:val="22"/>
          <w:szCs w:val="22"/>
        </w:rPr>
      </w:pPr>
    </w:p>
    <w:p w:rsidR="00CF25C5" w:rsidRDefault="00CF25C5" w:rsidP="005B14E5">
      <w:pPr>
        <w:rPr>
          <w:rFonts w:ascii="Arial Narrow" w:hAnsi="Arial Narrow" w:cs="Arial"/>
          <w:bCs/>
          <w:sz w:val="22"/>
          <w:szCs w:val="22"/>
        </w:rPr>
      </w:pPr>
      <w:r w:rsidRPr="00CF25C5">
        <w:rPr>
          <w:rFonts w:ascii="Arial Narrow" w:hAnsi="Arial Narrow" w:cs="Arial"/>
          <w:bCs/>
          <w:sz w:val="22"/>
          <w:szCs w:val="22"/>
          <w:u w:val="single"/>
        </w:rPr>
        <w:t>Cet acte d’engagement correspond</w:t>
      </w:r>
      <w:r w:rsidRPr="00CF25C5">
        <w:rPr>
          <w:rFonts w:ascii="Arial Narrow" w:hAnsi="Arial Narrow" w:cs="Arial"/>
          <w:bCs/>
          <w:sz w:val="22"/>
          <w:szCs w:val="22"/>
        </w:rPr>
        <w:t xml:space="preserve"> : </w:t>
      </w:r>
    </w:p>
    <w:p w:rsidR="00CF25C5" w:rsidRPr="00CF25C5" w:rsidRDefault="00CF25C5" w:rsidP="005B14E5">
      <w:pPr>
        <w:rPr>
          <w:rFonts w:ascii="Arial Narrow" w:hAnsi="Arial Narrow" w:cs="Arial"/>
          <w:bCs/>
          <w:sz w:val="22"/>
          <w:szCs w:val="22"/>
        </w:rPr>
      </w:pPr>
    </w:p>
    <w:p w:rsidR="006419AB" w:rsidRDefault="006419AB" w:rsidP="006419AB">
      <w:pPr>
        <w:pStyle w:val="Paragraphedeliste"/>
        <w:ind w:left="1065"/>
        <w:rPr>
          <w:rFonts w:ascii="Arial Narrow" w:hAnsi="Arial Narrow" w:cs="Arial"/>
          <w:sz w:val="22"/>
          <w:szCs w:val="22"/>
        </w:rPr>
      </w:pPr>
    </w:p>
    <w:p w:rsidR="00CF25C5" w:rsidRPr="008A2377" w:rsidRDefault="00CF25C5" w:rsidP="008A2377">
      <w:pPr>
        <w:rPr>
          <w:rFonts w:ascii="Arial Narrow" w:hAnsi="Arial Narrow" w:cs="Arial"/>
          <w:sz w:val="22"/>
          <w:szCs w:val="22"/>
        </w:rPr>
      </w:pPr>
      <w:r w:rsidRPr="00BB7111">
        <w:sym w:font="Wingdings" w:char="F0A8"/>
      </w:r>
      <w:r w:rsidRPr="008A2377">
        <w:rPr>
          <w:rFonts w:ascii="Arial Narrow" w:hAnsi="Arial Narrow" w:cs="Arial"/>
          <w:sz w:val="22"/>
          <w:szCs w:val="22"/>
        </w:rPr>
        <w:t xml:space="preserve"> au lot n° … </w:t>
      </w:r>
    </w:p>
    <w:p w:rsidR="006419AB" w:rsidRDefault="006419AB" w:rsidP="006419AB">
      <w:pPr>
        <w:pStyle w:val="Paragraphedeliste"/>
        <w:ind w:left="1065"/>
        <w:rPr>
          <w:rFonts w:ascii="Arial Narrow" w:hAnsi="Arial Narrow" w:cs="Arial"/>
          <w:sz w:val="22"/>
          <w:szCs w:val="22"/>
        </w:rPr>
      </w:pPr>
    </w:p>
    <w:p w:rsidR="006419AB" w:rsidRPr="006419AB" w:rsidRDefault="006419AB" w:rsidP="006419AB">
      <w:pPr>
        <w:pStyle w:val="Paragraphedeliste"/>
        <w:ind w:left="1065"/>
        <w:rPr>
          <w:rFonts w:ascii="Arial Narrow" w:hAnsi="Arial Narrow" w:cs="Arial"/>
          <w:sz w:val="22"/>
          <w:szCs w:val="22"/>
        </w:rPr>
      </w:pPr>
    </w:p>
    <w:p w:rsidR="006419AB" w:rsidRDefault="006419AB" w:rsidP="00CF25C5">
      <w:pPr>
        <w:ind w:left="708"/>
        <w:rPr>
          <w:rFonts w:ascii="Arial Narrow" w:hAnsi="Arial Narrow" w:cs="Arial"/>
          <w:sz w:val="22"/>
          <w:szCs w:val="22"/>
        </w:rPr>
      </w:pPr>
    </w:p>
    <w:p w:rsidR="00375A37" w:rsidRDefault="00375A37" w:rsidP="00CF25C5">
      <w:pPr>
        <w:ind w:left="708"/>
        <w:rPr>
          <w:rFonts w:ascii="Arial Narrow" w:hAnsi="Arial Narrow" w:cs="Arial"/>
          <w:sz w:val="22"/>
          <w:szCs w:val="22"/>
        </w:rPr>
      </w:pPr>
    </w:p>
    <w:p w:rsidR="00375A37" w:rsidRDefault="00375A37" w:rsidP="00CF25C5">
      <w:pPr>
        <w:ind w:left="708"/>
        <w:rPr>
          <w:rFonts w:ascii="Arial Narrow" w:hAnsi="Arial Narrow" w:cs="Arial"/>
          <w:sz w:val="22"/>
          <w:szCs w:val="22"/>
        </w:rPr>
      </w:pPr>
    </w:p>
    <w:p w:rsidR="00FA3727" w:rsidRDefault="00FA3727" w:rsidP="00FA3727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A2</w:t>
      </w:r>
      <w:r w:rsidRPr="00884301">
        <w:rPr>
          <w:rFonts w:ascii="Arial Narrow" w:hAnsi="Arial Narrow"/>
          <w:b/>
        </w:rPr>
        <w:t xml:space="preserve"> – Identification </w:t>
      </w:r>
      <w:r w:rsidR="00E43CE9">
        <w:rPr>
          <w:rFonts w:ascii="Arial Narrow" w:hAnsi="Arial Narrow"/>
          <w:b/>
        </w:rPr>
        <w:t>du titulaire</w:t>
      </w:r>
      <w:r w:rsidR="0060443F">
        <w:rPr>
          <w:rFonts w:ascii="Arial Narrow" w:hAnsi="Arial Narrow"/>
          <w:b/>
        </w:rPr>
        <w:t> :</w:t>
      </w:r>
    </w:p>
    <w:p w:rsidR="0060443F" w:rsidRPr="00884301" w:rsidRDefault="0060443F" w:rsidP="00FA3727">
      <w:pPr>
        <w:rPr>
          <w:rFonts w:ascii="Arial Narrow" w:hAnsi="Arial Narrow"/>
          <w:b/>
        </w:rPr>
      </w:pPr>
    </w:p>
    <w:p w:rsidR="00375A37" w:rsidRDefault="00375A37" w:rsidP="0060443F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</w:p>
    <w:p w:rsidR="0060443F" w:rsidRDefault="0060443F" w:rsidP="0060443F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>Identification du candidat ou du mandataire du groupement</w:t>
      </w:r>
      <w:r w:rsidRPr="0060443F">
        <w:rPr>
          <w:rFonts w:ascii="Arial Narrow" w:hAnsi="Arial Narrow"/>
          <w:sz w:val="22"/>
          <w:szCs w:val="22"/>
        </w:rPr>
        <w:t xml:space="preserve"> : </w:t>
      </w:r>
    </w:p>
    <w:p w:rsidR="0060443F" w:rsidRPr="0060443F" w:rsidRDefault="0060443F" w:rsidP="0060443F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60443F" w:rsidRPr="0060443F" w:rsidRDefault="0060443F" w:rsidP="0060443F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_____________________________________________________________ </w:t>
      </w:r>
    </w:p>
    <w:p w:rsidR="0060443F" w:rsidRPr="0060443F" w:rsidRDefault="0060443F" w:rsidP="0060443F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60443F" w:rsidRPr="0060443F" w:rsidRDefault="0060443F" w:rsidP="0060443F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60443F" w:rsidRDefault="0060443F" w:rsidP="0060443F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60443F" w:rsidRPr="0060443F" w:rsidRDefault="0060443F" w:rsidP="0060443F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60443F" w:rsidRPr="0060443F" w:rsidRDefault="0060443F" w:rsidP="0060443F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_________________________________ </w:t>
      </w:r>
    </w:p>
    <w:p w:rsidR="0060443F" w:rsidRPr="0060443F" w:rsidRDefault="0060443F" w:rsidP="0060443F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60443F" w:rsidRPr="0060443F" w:rsidRDefault="0060443F" w:rsidP="0060443F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60443F" w:rsidRDefault="0060443F" w:rsidP="0060443F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_________________________________________________________________________________________________________</w:t>
      </w:r>
    </w:p>
    <w:p w:rsidR="0060443F" w:rsidRPr="0060443F" w:rsidRDefault="0060443F" w:rsidP="0060443F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60443F" w:rsidRDefault="0060443F" w:rsidP="0060443F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______________________________________________________________________________________ </w:t>
      </w:r>
    </w:p>
    <w:p w:rsidR="0060443F" w:rsidRPr="0060443F" w:rsidRDefault="0060443F" w:rsidP="0060443F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60443F" w:rsidRDefault="0060443F" w:rsidP="0060443F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______________________________________________________________________________________________ </w:t>
      </w:r>
    </w:p>
    <w:p w:rsidR="0060443F" w:rsidRPr="0060443F" w:rsidRDefault="0060443F" w:rsidP="0060443F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60443F" w:rsidRPr="0060443F" w:rsidRDefault="0060443F" w:rsidP="0060443F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60443F" w:rsidRDefault="0060443F" w:rsidP="0060443F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Numéro : ____________________________________________________ </w:t>
      </w:r>
    </w:p>
    <w:p w:rsidR="0060443F" w:rsidRPr="0060443F" w:rsidRDefault="0060443F" w:rsidP="0060443F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375A37" w:rsidRPr="0060443F" w:rsidRDefault="0060443F" w:rsidP="0060443F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Numéro SIRET :</w:t>
      </w:r>
      <w:r>
        <w:rPr>
          <w:rFonts w:ascii="Arial Narrow" w:hAnsi="Arial Narrow"/>
          <w:sz w:val="22"/>
          <w:szCs w:val="22"/>
        </w:rPr>
        <w:t xml:space="preserve"> </w:t>
      </w: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</w:t>
      </w:r>
    </w:p>
    <w:p w:rsidR="00375A37" w:rsidRDefault="00375A37" w:rsidP="00CF25C5">
      <w:pPr>
        <w:ind w:left="708"/>
        <w:rPr>
          <w:rFonts w:ascii="Arial Narrow" w:hAnsi="Arial Narrow" w:cs="Arial"/>
          <w:sz w:val="22"/>
          <w:szCs w:val="22"/>
        </w:rPr>
      </w:pPr>
    </w:p>
    <w:p w:rsidR="0060443F" w:rsidRDefault="0060443F" w:rsidP="0060443F">
      <w:pPr>
        <w:ind w:left="708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En cas de groupement :</w:t>
      </w:r>
    </w:p>
    <w:p w:rsidR="0060443F" w:rsidRDefault="0060443F" w:rsidP="0060443F">
      <w:pPr>
        <w:pStyle w:val="Paragraphedeliste"/>
        <w:numPr>
          <w:ilvl w:val="0"/>
          <w:numId w:val="15"/>
        </w:numPr>
        <w:rPr>
          <w:rFonts w:ascii="Arial Narrow" w:hAnsi="Arial Narrow" w:cs="Arial"/>
          <w:sz w:val="22"/>
          <w:szCs w:val="22"/>
        </w:rPr>
      </w:pPr>
      <w:r w:rsidRPr="0060443F">
        <w:rPr>
          <w:rFonts w:ascii="Arial Narrow" w:hAnsi="Arial Narrow" w:cs="Arial"/>
          <w:sz w:val="22"/>
          <w:szCs w:val="22"/>
        </w:rPr>
        <w:t>le mandataire complète la case A2 ;</w:t>
      </w:r>
    </w:p>
    <w:p w:rsidR="0060443F" w:rsidRPr="0060443F" w:rsidRDefault="0060443F" w:rsidP="0060443F">
      <w:pPr>
        <w:pStyle w:val="Paragraphedeliste"/>
        <w:numPr>
          <w:ilvl w:val="0"/>
          <w:numId w:val="15"/>
        </w:numPr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les cotraitants complètent </w:t>
      </w:r>
      <w:r w:rsidR="00E95CE7">
        <w:rPr>
          <w:rFonts w:ascii="Arial Narrow" w:hAnsi="Arial Narrow" w:cs="Arial"/>
          <w:sz w:val="22"/>
          <w:szCs w:val="22"/>
        </w:rPr>
        <w:t>la case B2.</w:t>
      </w:r>
      <w:r>
        <w:rPr>
          <w:rFonts w:ascii="Arial Narrow" w:hAnsi="Arial Narrow" w:cs="Arial"/>
          <w:sz w:val="22"/>
          <w:szCs w:val="22"/>
        </w:rPr>
        <w:t xml:space="preserve">  </w:t>
      </w:r>
    </w:p>
    <w:p w:rsidR="00375A37" w:rsidRDefault="00375A37" w:rsidP="00CF25C5">
      <w:pPr>
        <w:ind w:left="708"/>
        <w:rPr>
          <w:rFonts w:ascii="Arial Narrow" w:hAnsi="Arial Narrow" w:cs="Arial"/>
          <w:sz w:val="22"/>
          <w:szCs w:val="22"/>
        </w:rPr>
      </w:pPr>
    </w:p>
    <w:p w:rsidR="00375A37" w:rsidRDefault="00375A37" w:rsidP="00CF25C5">
      <w:pPr>
        <w:ind w:left="708"/>
        <w:rPr>
          <w:rFonts w:ascii="Arial Narrow" w:hAnsi="Arial Narrow" w:cs="Arial"/>
          <w:sz w:val="22"/>
          <w:szCs w:val="22"/>
        </w:rPr>
      </w:pPr>
    </w:p>
    <w:p w:rsidR="00375A37" w:rsidRDefault="00375A37" w:rsidP="00CF25C5">
      <w:pPr>
        <w:ind w:left="708"/>
        <w:rPr>
          <w:rFonts w:ascii="Arial Narrow" w:hAnsi="Arial Narrow" w:cs="Arial"/>
          <w:sz w:val="22"/>
          <w:szCs w:val="22"/>
        </w:rPr>
      </w:pPr>
    </w:p>
    <w:p w:rsidR="00C4615A" w:rsidRDefault="00C4615A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C4615A" w:rsidRPr="00BB7111" w:rsidRDefault="00C4615A" w:rsidP="00C4615A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C4615A" w:rsidRPr="00670E5D" w:rsidTr="00670E5D">
        <w:tc>
          <w:tcPr>
            <w:tcW w:w="828" w:type="dxa"/>
            <w:shd w:val="clear" w:color="auto" w:fill="C0C0C0"/>
          </w:tcPr>
          <w:p w:rsidR="00C4615A" w:rsidRPr="00670E5D" w:rsidRDefault="00C4615A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B -</w:t>
            </w:r>
          </w:p>
        </w:tc>
        <w:tc>
          <w:tcPr>
            <w:tcW w:w="10085" w:type="dxa"/>
            <w:shd w:val="clear" w:color="auto" w:fill="C0C0C0"/>
          </w:tcPr>
          <w:p w:rsidR="00C4615A" w:rsidRPr="00670E5D" w:rsidRDefault="00CF25C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ENGAGEMENT DU TITULAIRE OU DU GROUPEMENT TITULAIRE</w:t>
            </w:r>
          </w:p>
        </w:tc>
      </w:tr>
    </w:tbl>
    <w:p w:rsidR="00C4615A" w:rsidRDefault="00C4615A" w:rsidP="005B14E5"/>
    <w:p w:rsidR="00884301" w:rsidRPr="00884301" w:rsidRDefault="00884301" w:rsidP="005B14E5">
      <w:pPr>
        <w:rPr>
          <w:rFonts w:ascii="Arial Narrow" w:hAnsi="Arial Narrow"/>
          <w:b/>
        </w:rPr>
      </w:pPr>
      <w:r w:rsidRPr="00884301">
        <w:rPr>
          <w:rFonts w:ascii="Arial Narrow" w:hAnsi="Arial Narrow"/>
          <w:b/>
        </w:rPr>
        <w:t xml:space="preserve">B1 – Identification et engagement du titulaire ou du groupement titulaire : </w:t>
      </w:r>
    </w:p>
    <w:p w:rsidR="00884301" w:rsidRDefault="00884301" w:rsidP="005B14E5"/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Ap</w:t>
      </w:r>
      <w:r w:rsidRPr="00BB7111">
        <w:rPr>
          <w:rFonts w:ascii="Arial Narrow" w:hAnsi="Arial Narrow" w:cs="Arial"/>
          <w:sz w:val="22"/>
          <w:szCs w:val="22"/>
        </w:rPr>
        <w:t xml:space="preserve">rès avoir pris connaissance des pièces constitutives </w:t>
      </w:r>
      <w:r>
        <w:rPr>
          <w:rFonts w:ascii="Arial Narrow" w:hAnsi="Arial Narrow" w:cs="Arial"/>
          <w:sz w:val="22"/>
          <w:szCs w:val="22"/>
        </w:rPr>
        <w:t xml:space="preserve">du marché public </w:t>
      </w:r>
      <w:r w:rsidRPr="00BB7111">
        <w:rPr>
          <w:rFonts w:ascii="Arial Narrow" w:hAnsi="Arial Narrow" w:cs="Arial"/>
          <w:sz w:val="22"/>
          <w:szCs w:val="22"/>
        </w:rPr>
        <w:t>:</w:t>
      </w:r>
    </w:p>
    <w:p w:rsidR="00FA3727" w:rsidRPr="00FA3727" w:rsidRDefault="00FA3727" w:rsidP="00FA3727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FA3727">
        <w:rPr>
          <w:rFonts w:ascii="Arial Narrow" w:hAnsi="Arial Narrow" w:cs="Arial"/>
          <w:sz w:val="22"/>
          <w:szCs w:val="22"/>
        </w:rPr>
        <w:t xml:space="preserve">l’Acte d’Engagement et ses éventuelles annexes, dans la version résultant des dernières modifications éventuelles, opérées par avenant ; </w:t>
      </w:r>
    </w:p>
    <w:p w:rsidR="00FA3727" w:rsidRPr="00FA3727" w:rsidRDefault="00FA3727" w:rsidP="00FA3727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FA3727">
        <w:rPr>
          <w:rFonts w:ascii="Arial Narrow" w:hAnsi="Arial Narrow" w:cs="Arial"/>
          <w:sz w:val="22"/>
          <w:szCs w:val="22"/>
        </w:rPr>
        <w:t>le Cahier des Clauses Administratives Particulières (CCAP) et ses éventuelles annexes ;</w:t>
      </w:r>
    </w:p>
    <w:p w:rsidR="003465E3" w:rsidRDefault="00FA3727" w:rsidP="003465E3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FA3727">
        <w:rPr>
          <w:rFonts w:ascii="Arial Narrow" w:hAnsi="Arial Narrow" w:cs="Arial"/>
          <w:sz w:val="22"/>
          <w:szCs w:val="22"/>
        </w:rPr>
        <w:t>le Cahier des Clauses Techniques Particulières (CCTP) et ses éventuelles annexes ;</w:t>
      </w:r>
    </w:p>
    <w:p w:rsidR="00FA3727" w:rsidRPr="003465E3" w:rsidRDefault="00FA3727" w:rsidP="003465E3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3465E3">
        <w:rPr>
          <w:rFonts w:ascii="Arial Narrow" w:hAnsi="Arial Narrow" w:cs="Arial"/>
          <w:sz w:val="22"/>
          <w:szCs w:val="22"/>
        </w:rPr>
        <w:t xml:space="preserve">le Cahier des Clauses Administratives Générales </w:t>
      </w:r>
      <w:r w:rsidR="00E43CE9" w:rsidRPr="003465E3">
        <w:rPr>
          <w:rFonts w:ascii="Arial Narrow" w:hAnsi="Arial Narrow" w:cs="Arial"/>
          <w:sz w:val="22"/>
          <w:szCs w:val="22"/>
        </w:rPr>
        <w:t xml:space="preserve">Travaux </w:t>
      </w:r>
      <w:r w:rsidRPr="003465E3">
        <w:rPr>
          <w:rFonts w:ascii="Arial Narrow" w:hAnsi="Arial Narrow" w:cs="Arial"/>
          <w:sz w:val="22"/>
          <w:szCs w:val="22"/>
        </w:rPr>
        <w:t>(CCAG</w:t>
      </w:r>
      <w:r w:rsidR="00E43CE9" w:rsidRPr="003465E3">
        <w:rPr>
          <w:rFonts w:ascii="Arial Narrow" w:hAnsi="Arial Narrow" w:cs="Arial"/>
          <w:sz w:val="22"/>
          <w:szCs w:val="22"/>
        </w:rPr>
        <w:t xml:space="preserve"> Travaux</w:t>
      </w:r>
      <w:r w:rsidRPr="003465E3">
        <w:rPr>
          <w:rFonts w:ascii="Arial Narrow" w:hAnsi="Arial Narrow" w:cs="Arial"/>
          <w:sz w:val="22"/>
          <w:szCs w:val="22"/>
        </w:rPr>
        <w:t>)</w:t>
      </w:r>
      <w:r w:rsidR="003465E3" w:rsidRPr="003465E3">
        <w:rPr>
          <w:rFonts w:ascii="Arial Narrow" w:hAnsi="Arial Narrow" w:cs="Arial"/>
          <w:sz w:val="22"/>
          <w:szCs w:val="22"/>
        </w:rPr>
        <w:t xml:space="preserve"> approuvé par l'arrêté du 30 mars 2021</w:t>
      </w:r>
      <w:r w:rsidR="00E43CE9" w:rsidRPr="003465E3">
        <w:rPr>
          <w:rFonts w:ascii="Arial Narrow" w:hAnsi="Arial Narrow" w:cs="Arial"/>
          <w:sz w:val="22"/>
          <w:szCs w:val="22"/>
        </w:rPr>
        <w:t> ;</w:t>
      </w:r>
    </w:p>
    <w:p w:rsidR="00FA3727" w:rsidRPr="00FA3727" w:rsidRDefault="00FA3727" w:rsidP="00FA3727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FA3727">
        <w:rPr>
          <w:rFonts w:ascii="Arial Narrow" w:hAnsi="Arial Narrow" w:cs="Arial"/>
          <w:sz w:val="22"/>
          <w:szCs w:val="22"/>
        </w:rPr>
        <w:t>les actes spéciaux de sous-traitance et leurs avenants, postérieurs à la notification du marché ;</w:t>
      </w:r>
    </w:p>
    <w:p w:rsidR="00FA3727" w:rsidRDefault="00FA3727" w:rsidP="00FA3727">
      <w:pPr>
        <w:numPr>
          <w:ilvl w:val="0"/>
          <w:numId w:val="12"/>
        </w:numPr>
        <w:tabs>
          <w:tab w:val="clear" w:pos="360"/>
          <w:tab w:val="num" w:pos="284"/>
          <w:tab w:val="right" w:leader="dot" w:pos="7372"/>
        </w:tabs>
        <w:spacing w:after="12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E43CE9">
        <w:rPr>
          <w:rFonts w:ascii="Arial Narrow" w:hAnsi="Arial Narrow" w:cs="Arial"/>
          <w:sz w:val="22"/>
          <w:szCs w:val="22"/>
        </w:rPr>
        <w:t>l’offre technique et financière du candidat.</w:t>
      </w:r>
    </w:p>
    <w:p w:rsidR="003465E3" w:rsidRPr="00E43CE9" w:rsidRDefault="003465E3" w:rsidP="003465E3">
      <w:pPr>
        <w:tabs>
          <w:tab w:val="right" w:leader="dot" w:pos="7372"/>
        </w:tabs>
        <w:spacing w:after="120"/>
        <w:ind w:left="284"/>
        <w:jc w:val="both"/>
        <w:rPr>
          <w:rFonts w:ascii="Arial Narrow" w:hAnsi="Arial Narrow" w:cs="Arial"/>
          <w:sz w:val="22"/>
          <w:szCs w:val="22"/>
        </w:rPr>
      </w:pPr>
    </w:p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</w:p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Et conformément à leurs clauses ;</w:t>
      </w:r>
    </w:p>
    <w:p w:rsidR="00884301" w:rsidRPr="00BB7111" w:rsidRDefault="00884301" w:rsidP="00884301">
      <w:pPr>
        <w:jc w:val="both"/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" w:hAnsi="Arial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Le signataire : </w:t>
      </w:r>
      <w:r w:rsidRPr="00BB7111">
        <w:rPr>
          <w:rFonts w:ascii="Arial Narrow" w:hAnsi="Arial Narrow" w:cs="Arial"/>
          <w:sz w:val="22"/>
          <w:szCs w:val="22"/>
        </w:rPr>
        <w:tab/>
      </w:r>
    </w:p>
    <w:p w:rsidR="00884301" w:rsidRPr="00BB711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tabs>
          <w:tab w:val="left" w:pos="72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ab/>
      </w: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s’engage, sur la base de son o</w:t>
      </w:r>
      <w:r>
        <w:rPr>
          <w:rFonts w:ascii="Arial Narrow" w:hAnsi="Arial Narrow" w:cs="Arial"/>
          <w:sz w:val="22"/>
          <w:szCs w:val="22"/>
        </w:rPr>
        <w:t xml:space="preserve">ffre et pour son propre compte </w:t>
      </w:r>
    </w:p>
    <w:p w:rsidR="00884301" w:rsidRPr="00BB7111" w:rsidRDefault="00884301" w:rsidP="00884301">
      <w:pPr>
        <w:tabs>
          <w:tab w:val="left" w:pos="720"/>
        </w:tabs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ab/>
      </w: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engage la société</w:t>
      </w:r>
      <w:r w:rsidR="00A019B1">
        <w:rPr>
          <w:rFonts w:ascii="Arial Narrow" w:hAnsi="Arial Narrow" w:cs="Arial"/>
          <w:sz w:val="22"/>
          <w:szCs w:val="22"/>
        </w:rPr>
        <w:t xml:space="preserve"> </w:t>
      </w:r>
      <w:r w:rsidRPr="00BB7111">
        <w:rPr>
          <w:rFonts w:ascii="Arial Narrow" w:hAnsi="Arial Narrow" w:cs="Arial"/>
          <w:sz w:val="22"/>
          <w:szCs w:val="22"/>
        </w:rPr>
        <w:t>sur la base de l’offre de la société</w:t>
      </w: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Pr="00BB711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sym w:font="Wingdings" w:char="F0A8"/>
      </w:r>
      <w:r w:rsidRPr="00BB7111">
        <w:rPr>
          <w:rFonts w:ascii="Arial Narrow" w:hAnsi="Arial Narrow" w:cs="Arial"/>
          <w:sz w:val="22"/>
          <w:szCs w:val="22"/>
        </w:rPr>
        <w:t xml:space="preserve"> L’ensemble des membres du groupement s’engagent, sur la base de l’offre du groupement</w:t>
      </w:r>
      <w:r>
        <w:rPr>
          <w:rFonts w:ascii="Arial Narrow" w:hAnsi="Arial Narrow" w:cs="Arial"/>
          <w:sz w:val="22"/>
          <w:szCs w:val="22"/>
        </w:rPr>
        <w:t> ;</w:t>
      </w: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Pr="00DD3B31" w:rsidRDefault="00884301" w:rsidP="00884301">
      <w:pPr>
        <w:pStyle w:val="fcase1ertab"/>
        <w:tabs>
          <w:tab w:val="left" w:pos="851"/>
        </w:tabs>
        <w:ind w:left="0" w:firstLine="0"/>
        <w:rPr>
          <w:rFonts w:ascii="Arial Narrow" w:hAnsi="Arial Narrow"/>
          <w:sz w:val="22"/>
          <w:szCs w:val="22"/>
        </w:rPr>
      </w:pPr>
      <w:r w:rsidRPr="00DD3B31">
        <w:rPr>
          <w:rFonts w:ascii="Arial Narrow" w:hAnsi="Arial Narrow" w:cs="Arial"/>
          <w:sz w:val="22"/>
          <w:szCs w:val="22"/>
        </w:rPr>
        <w:t>à livrer les fournitures demandées ou à exécuter les prestations demandées :</w:t>
      </w: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465E3">
        <w:fldChar w:fldCharType="separate"/>
      </w:r>
      <w:r>
        <w:fldChar w:fldCharType="end"/>
      </w:r>
      <w:r>
        <w:rPr>
          <w:rFonts w:ascii="Arial" w:hAnsi="Arial" w:cs="Arial"/>
        </w:rPr>
        <w:t xml:space="preserve"> aux prix indiqués ci-dessous ;</w:t>
      </w:r>
    </w:p>
    <w:p w:rsidR="00884301" w:rsidRDefault="00884301" w:rsidP="00884301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37"/>
        <w:gridCol w:w="3638"/>
        <w:gridCol w:w="3638"/>
      </w:tblGrid>
      <w:tr w:rsidR="00884301" w:rsidTr="009B7859">
        <w:tc>
          <w:tcPr>
            <w:tcW w:w="3637" w:type="dxa"/>
            <w:shd w:val="clear" w:color="auto" w:fill="D9D9D9" w:themeFill="background1" w:themeFillShade="D9"/>
          </w:tcPr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spacing w:before="120"/>
              <w:ind w:left="0" w:firstLine="0"/>
              <w:jc w:val="center"/>
            </w:pPr>
            <w:r>
              <w:t>Montant arrêté en chiffres à :</w:t>
            </w:r>
          </w:p>
          <w:p w:rsidR="00884301" w:rsidRPr="00624AD4" w:rsidRDefault="00884301" w:rsidP="009B7859">
            <w:pPr>
              <w:pStyle w:val="fcase1ertab"/>
              <w:tabs>
                <w:tab w:val="clear" w:pos="426"/>
                <w:tab w:val="left" w:pos="851"/>
              </w:tabs>
              <w:ind w:left="0" w:firstLine="0"/>
              <w:jc w:val="center"/>
              <w:rPr>
                <w:i/>
              </w:rPr>
            </w:pPr>
            <w:r w:rsidRPr="00624AD4">
              <w:rPr>
                <w:i/>
              </w:rPr>
              <w:t xml:space="preserve">en  € </w:t>
            </w:r>
            <w:r>
              <w:rPr>
                <w:i/>
              </w:rPr>
              <w:t xml:space="preserve"> </w:t>
            </w:r>
            <w:r w:rsidRPr="00624AD4">
              <w:rPr>
                <w:i/>
              </w:rPr>
              <w:t>hors taxes</w:t>
            </w:r>
          </w:p>
        </w:tc>
        <w:tc>
          <w:tcPr>
            <w:tcW w:w="3638" w:type="dxa"/>
            <w:shd w:val="clear" w:color="auto" w:fill="D9D9D9" w:themeFill="background1" w:themeFillShade="D9"/>
          </w:tcPr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spacing w:before="120"/>
              <w:ind w:left="0" w:firstLine="0"/>
              <w:jc w:val="center"/>
            </w:pPr>
            <w:r>
              <w:t>Taux de la T.V.A</w:t>
            </w:r>
          </w:p>
        </w:tc>
        <w:tc>
          <w:tcPr>
            <w:tcW w:w="3638" w:type="dxa"/>
            <w:shd w:val="clear" w:color="auto" w:fill="D9D9D9" w:themeFill="background1" w:themeFillShade="D9"/>
          </w:tcPr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spacing w:before="120"/>
              <w:ind w:left="0" w:firstLine="0"/>
              <w:jc w:val="center"/>
            </w:pPr>
            <w:r>
              <w:t>Montant arrêté en chiffres à :</w:t>
            </w:r>
          </w:p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ind w:left="0" w:firstLine="0"/>
              <w:jc w:val="center"/>
            </w:pPr>
            <w:r w:rsidRPr="00624AD4">
              <w:rPr>
                <w:i/>
              </w:rPr>
              <w:t xml:space="preserve">en  € </w:t>
            </w:r>
            <w:r>
              <w:rPr>
                <w:i/>
              </w:rPr>
              <w:t xml:space="preserve"> toutes taxes comprises</w:t>
            </w:r>
          </w:p>
        </w:tc>
      </w:tr>
      <w:tr w:rsidR="00884301" w:rsidTr="009B7859">
        <w:tc>
          <w:tcPr>
            <w:tcW w:w="3637" w:type="dxa"/>
          </w:tcPr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spacing w:before="120"/>
              <w:ind w:left="0" w:firstLine="0"/>
            </w:pPr>
          </w:p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spacing w:before="120"/>
              <w:ind w:left="0" w:firstLine="0"/>
            </w:pPr>
          </w:p>
        </w:tc>
        <w:tc>
          <w:tcPr>
            <w:tcW w:w="3638" w:type="dxa"/>
          </w:tcPr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spacing w:before="120"/>
              <w:ind w:left="0" w:firstLine="0"/>
            </w:pPr>
          </w:p>
        </w:tc>
        <w:tc>
          <w:tcPr>
            <w:tcW w:w="3638" w:type="dxa"/>
          </w:tcPr>
          <w:p w:rsidR="00884301" w:rsidRDefault="00884301" w:rsidP="009B7859">
            <w:pPr>
              <w:pStyle w:val="fcase1ertab"/>
              <w:tabs>
                <w:tab w:val="clear" w:pos="426"/>
                <w:tab w:val="left" w:pos="851"/>
              </w:tabs>
              <w:spacing w:before="120"/>
              <w:ind w:left="0" w:firstLine="0"/>
            </w:pPr>
          </w:p>
        </w:tc>
      </w:tr>
    </w:tbl>
    <w:p w:rsidR="00884301" w:rsidRDefault="00884301" w:rsidP="00884301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</w:p>
    <w:p w:rsidR="00884301" w:rsidRDefault="00884301" w:rsidP="00884301">
      <w:pPr>
        <w:pStyle w:val="fcase1ertab"/>
        <w:tabs>
          <w:tab w:val="left" w:pos="851"/>
        </w:tabs>
        <w:spacing w:before="12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Montant hors taxes arrêté en lettres à :………………..........................................................................................................</w:t>
      </w:r>
    </w:p>
    <w:p w:rsidR="00884301" w:rsidRDefault="00884301" w:rsidP="00884301">
      <w:pPr>
        <w:pStyle w:val="fcase1ertab"/>
        <w:tabs>
          <w:tab w:val="left" w:pos="851"/>
        </w:tabs>
        <w:spacing w:before="120"/>
        <w:ind w:left="0" w:firstLine="0"/>
        <w:jc w:val="left"/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…………………………………………………………………………………………………………………………………………….</w:t>
      </w:r>
    </w:p>
    <w:p w:rsidR="00884301" w:rsidRDefault="00884301" w:rsidP="00884301">
      <w:pPr>
        <w:pStyle w:val="fcase1ertab"/>
        <w:tabs>
          <w:tab w:val="left" w:pos="851"/>
        </w:tabs>
        <w:spacing w:before="120"/>
        <w:ind w:left="0" w:firstLine="0"/>
        <w:jc w:val="left"/>
      </w:pPr>
    </w:p>
    <w:p w:rsidR="0088430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pStyle w:val="fcase1ertab"/>
        <w:tabs>
          <w:tab w:val="left" w:pos="851"/>
        </w:tabs>
        <w:spacing w:before="12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Montant toutes taxes comprises  arrêté en lettres à :………………....................................................................................</w:t>
      </w:r>
    </w:p>
    <w:p w:rsidR="00884301" w:rsidRDefault="00884301" w:rsidP="00884301">
      <w:pPr>
        <w:pStyle w:val="fcase1ertab"/>
        <w:tabs>
          <w:tab w:val="left" w:pos="851"/>
        </w:tabs>
        <w:spacing w:before="120"/>
        <w:ind w:left="0" w:firstLine="0"/>
        <w:jc w:val="left"/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…………………………………………………………………………………………………………………………………………….</w:t>
      </w:r>
    </w:p>
    <w:p w:rsidR="00884301" w:rsidRPr="00BB7111" w:rsidRDefault="00884301" w:rsidP="00884301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465E3">
        <w:fldChar w:fldCharType="separate"/>
      </w:r>
      <w:r>
        <w:fldChar w:fldCharType="end"/>
      </w:r>
      <w:r>
        <w:rPr>
          <w:rFonts w:ascii="Arial" w:hAnsi="Arial" w:cs="Arial"/>
        </w:rPr>
        <w:t xml:space="preserve"> aux prix indiqués dans </w:t>
      </w:r>
      <w:r w:rsidR="00B54DE7">
        <w:rPr>
          <w:rFonts w:ascii="Arial" w:hAnsi="Arial" w:cs="Arial"/>
        </w:rPr>
        <w:t>le bordereau des prix unitaires (BPU)</w:t>
      </w:r>
      <w:r>
        <w:rPr>
          <w:rFonts w:ascii="Arial" w:hAnsi="Arial" w:cs="Arial"/>
        </w:rPr>
        <w:t xml:space="preserve"> jointe au présent document.</w:t>
      </w:r>
    </w:p>
    <w:p w:rsidR="00884301" w:rsidRDefault="00884301" w:rsidP="005B14E5"/>
    <w:p w:rsidR="0060443F" w:rsidRDefault="0060443F" w:rsidP="005B14E5"/>
    <w:p w:rsidR="0060443F" w:rsidRDefault="0060443F" w:rsidP="005B14E5"/>
    <w:p w:rsidR="0060443F" w:rsidRDefault="0060443F" w:rsidP="005B14E5"/>
    <w:p w:rsidR="0060443F" w:rsidRDefault="0060443F" w:rsidP="005B14E5"/>
    <w:p w:rsidR="0060443F" w:rsidRDefault="0060443F" w:rsidP="005B14E5"/>
    <w:p w:rsidR="0060443F" w:rsidRDefault="0060443F" w:rsidP="005B14E5"/>
    <w:p w:rsidR="00884301" w:rsidRDefault="00884301" w:rsidP="005B14E5"/>
    <w:p w:rsidR="00884301" w:rsidRDefault="00942324" w:rsidP="00A21CB5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B2</w:t>
      </w:r>
      <w:r w:rsidR="00884301">
        <w:rPr>
          <w:rFonts w:ascii="Arial Narrow" w:hAnsi="Arial Narrow"/>
          <w:b/>
        </w:rPr>
        <w:t xml:space="preserve"> – Nature du groupement et, en cas de groupement conjoint</w:t>
      </w:r>
      <w:r w:rsidR="00E95CE7">
        <w:rPr>
          <w:rFonts w:ascii="Arial Narrow" w:hAnsi="Arial Narrow"/>
          <w:b/>
        </w:rPr>
        <w:t xml:space="preserve">, répartition des prestations et identification des cotraitants </w:t>
      </w:r>
    </w:p>
    <w:p w:rsidR="004A0C4E" w:rsidRPr="00884301" w:rsidRDefault="00884301" w:rsidP="00A21CB5">
      <w:pPr>
        <w:rPr>
          <w:rFonts w:ascii="Arial Narrow" w:hAnsi="Arial Narrow"/>
          <w:i/>
        </w:rPr>
      </w:pPr>
      <w:r w:rsidRPr="00884301">
        <w:rPr>
          <w:rFonts w:ascii="Arial Narrow" w:hAnsi="Arial Narrow"/>
          <w:i/>
        </w:rPr>
        <w:t>(</w:t>
      </w:r>
      <w:r w:rsidR="00E95CE7">
        <w:rPr>
          <w:rFonts w:ascii="Arial Narrow" w:hAnsi="Arial Narrow"/>
          <w:i/>
        </w:rPr>
        <w:t>partie réservée aux groupements d’opérateurs économiques)</w:t>
      </w:r>
    </w:p>
    <w:p w:rsidR="004A0C4E" w:rsidRDefault="004A0C4E" w:rsidP="00A21CB5">
      <w:pPr>
        <w:rPr>
          <w:rFonts w:ascii="Arial Narrow" w:hAnsi="Arial Narrow" w:cs="Arial"/>
          <w:sz w:val="22"/>
          <w:szCs w:val="22"/>
        </w:rPr>
      </w:pPr>
    </w:p>
    <w:p w:rsidR="00884301" w:rsidRDefault="00884301" w:rsidP="00884301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ou de l’accord-cadre, le groupement d’opérateurs économiques est :</w:t>
      </w:r>
    </w:p>
    <w:p w:rsidR="00884301" w:rsidRDefault="00884301" w:rsidP="00884301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:rsidR="00375A37" w:rsidRDefault="00884301" w:rsidP="00375A3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465E3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conjoint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3465E3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:rsidR="00375A37" w:rsidRDefault="00375A37" w:rsidP="00375A3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</w:p>
    <w:p w:rsidR="00375A37" w:rsidRDefault="00375A37" w:rsidP="00375A3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</w:p>
    <w:p w:rsidR="00375A37" w:rsidRPr="00375A37" w:rsidRDefault="00375A37" w:rsidP="00375A3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:rsidR="00884301" w:rsidRDefault="00884301" w:rsidP="00A21CB5">
      <w:pPr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3118"/>
        <w:gridCol w:w="3292"/>
      </w:tblGrid>
      <w:tr w:rsidR="00375A37" w:rsidRPr="00AB4576" w:rsidTr="00375A37">
        <w:trPr>
          <w:trHeight w:val="458"/>
        </w:trPr>
        <w:tc>
          <w:tcPr>
            <w:tcW w:w="4503" w:type="dxa"/>
            <w:vMerge w:val="restart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 w:rsidRPr="00AB4576">
              <w:rPr>
                <w:rFonts w:ascii="Arial Narrow" w:hAnsi="Arial Narrow"/>
                <w:b/>
              </w:rPr>
              <w:t>Désignation des membres</w:t>
            </w:r>
            <w:r>
              <w:rPr>
                <w:rFonts w:ascii="Arial Narrow" w:hAnsi="Arial Narrow"/>
                <w:b/>
              </w:rPr>
              <w:t xml:space="preserve"> du groupement conjoint</w:t>
            </w:r>
          </w:p>
        </w:tc>
        <w:tc>
          <w:tcPr>
            <w:tcW w:w="6410" w:type="dxa"/>
            <w:gridSpan w:val="2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Prestations exécutées par les membres du groupement conjoint</w:t>
            </w:r>
          </w:p>
        </w:tc>
      </w:tr>
      <w:tr w:rsidR="00375A37" w:rsidRPr="00AB4576" w:rsidTr="00375A37">
        <w:trPr>
          <w:trHeight w:val="457"/>
        </w:trPr>
        <w:tc>
          <w:tcPr>
            <w:tcW w:w="4503" w:type="dxa"/>
            <w:vMerge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Nature de la prestation</w:t>
            </w:r>
          </w:p>
        </w:tc>
        <w:tc>
          <w:tcPr>
            <w:tcW w:w="3292" w:type="dxa"/>
            <w:shd w:val="clear" w:color="auto" w:fill="auto"/>
            <w:vAlign w:val="center"/>
          </w:tcPr>
          <w:p w:rsidR="00375A37" w:rsidRPr="00AB4576" w:rsidRDefault="00375A37" w:rsidP="00375A37">
            <w:pPr>
              <w:spacing w:before="120"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Montant H.T de la prestation</w:t>
            </w:r>
          </w:p>
        </w:tc>
      </w:tr>
      <w:tr w:rsidR="00A019B1" w:rsidRPr="00AB4576" w:rsidTr="00A019B1">
        <w:tc>
          <w:tcPr>
            <w:tcW w:w="4503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A019B1" w:rsidRPr="00AB4576" w:rsidTr="00A019B1">
        <w:tc>
          <w:tcPr>
            <w:tcW w:w="4503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A019B1" w:rsidRPr="00AB4576" w:rsidTr="00A019B1">
        <w:tc>
          <w:tcPr>
            <w:tcW w:w="4503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  <w:tc>
          <w:tcPr>
            <w:tcW w:w="3292" w:type="dxa"/>
            <w:shd w:val="clear" w:color="auto" w:fill="auto"/>
            <w:vAlign w:val="center"/>
          </w:tcPr>
          <w:p w:rsidR="00A019B1" w:rsidRPr="00AB4576" w:rsidRDefault="00A019B1" w:rsidP="00375A37">
            <w:pPr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</w:tbl>
    <w:p w:rsidR="00884301" w:rsidRDefault="00884301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Pr="00375A37" w:rsidRDefault="00E95CE7" w:rsidP="00E95CE7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cotraitants complètent les informations relatives à leur identification)</w:t>
      </w: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E95CE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 xml:space="preserve">Identification </w:t>
      </w:r>
      <w:r>
        <w:rPr>
          <w:rFonts w:ascii="Arial Narrow" w:hAnsi="Arial Narrow"/>
          <w:sz w:val="22"/>
          <w:szCs w:val="22"/>
          <w:u w:val="single"/>
        </w:rPr>
        <w:t>d’un cotraitant</w:t>
      </w:r>
      <w:r>
        <w:rPr>
          <w:rFonts w:ascii="Arial Narrow" w:hAnsi="Arial Narrow"/>
          <w:sz w:val="22"/>
          <w:szCs w:val="22"/>
        </w:rPr>
        <w:t> :</w:t>
      </w: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_________________________________________________________________________________________________________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______________________________________________________________________________________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______________________________________________________________________________________________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Numéro : 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Numéro SIRET :</w:t>
      </w:r>
      <w:r>
        <w:rPr>
          <w:rFonts w:ascii="Arial Narrow" w:hAnsi="Arial Narrow"/>
          <w:sz w:val="22"/>
          <w:szCs w:val="22"/>
        </w:rPr>
        <w:t xml:space="preserve"> </w:t>
      </w: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</w:t>
      </w: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E95CE7" w:rsidRDefault="00E95CE7" w:rsidP="00E95CE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  <w:u w:val="single"/>
        </w:rPr>
        <w:t xml:space="preserve">Identification </w:t>
      </w:r>
      <w:r>
        <w:rPr>
          <w:rFonts w:ascii="Arial Narrow" w:hAnsi="Arial Narrow"/>
          <w:sz w:val="22"/>
          <w:szCs w:val="22"/>
          <w:u w:val="single"/>
        </w:rPr>
        <w:t>d’un cotraitant</w:t>
      </w:r>
      <w:r w:rsidRPr="0060443F">
        <w:rPr>
          <w:rFonts w:ascii="Arial Narrow" w:hAnsi="Arial Narrow"/>
          <w:sz w:val="22"/>
          <w:szCs w:val="22"/>
        </w:rPr>
        <w:t xml:space="preserve"> :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Nom commercial et dénomination sociale du candidat : 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Adresses de son établissement et son siège social (si elle est différente de l’établissement) 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_________________________________________________________________________________________________________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_________________________________________________________________________________________________________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Adresse électronique : ______________________________________________________________________________________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Téléphone : ______________________________________________________________________________________________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Immatriculation au Registre du Commerce et des Sociétés : </w:t>
      </w:r>
    </w:p>
    <w:p w:rsidR="00E95CE7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 xml:space="preserve">De : _______________________________________ | Numéro : ____________________________________________________ </w:t>
      </w:r>
    </w:p>
    <w:p w:rsidR="00E95CE7" w:rsidRPr="0060443F" w:rsidRDefault="00E95CE7" w:rsidP="00E95CE7">
      <w:pPr>
        <w:pStyle w:val="Default"/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/>
          <w:sz w:val="22"/>
          <w:szCs w:val="22"/>
        </w:rPr>
      </w:pPr>
    </w:p>
    <w:p w:rsidR="00E95CE7" w:rsidRPr="0060443F" w:rsidRDefault="00E95CE7" w:rsidP="00E95CE7">
      <w:pPr>
        <w:pBdr>
          <w:top w:val="single" w:sz="4" w:space="1" w:color="auto"/>
          <w:left w:val="single" w:sz="4" w:space="4" w:color="auto"/>
          <w:bottom w:val="single" w:sz="4" w:space="18" w:color="auto"/>
          <w:right w:val="single" w:sz="4" w:space="4" w:color="auto"/>
        </w:pBdr>
        <w:rPr>
          <w:rFonts w:ascii="Arial Narrow" w:hAnsi="Arial Narrow" w:cs="Arial"/>
          <w:sz w:val="22"/>
          <w:szCs w:val="22"/>
        </w:rPr>
      </w:pPr>
      <w:r w:rsidRPr="0060443F">
        <w:rPr>
          <w:rFonts w:ascii="Arial Narrow" w:hAnsi="Arial Narrow"/>
          <w:sz w:val="22"/>
          <w:szCs w:val="22"/>
        </w:rPr>
        <w:t>Numéro SIRET :</w:t>
      </w:r>
      <w:r>
        <w:rPr>
          <w:rFonts w:ascii="Arial Narrow" w:hAnsi="Arial Narrow"/>
          <w:sz w:val="22"/>
          <w:szCs w:val="22"/>
        </w:rPr>
        <w:t xml:space="preserve"> </w:t>
      </w:r>
      <w:r w:rsidRPr="0060443F">
        <w:rPr>
          <w:rFonts w:ascii="Arial Narrow" w:hAnsi="Arial Narrow"/>
          <w:sz w:val="22"/>
          <w:szCs w:val="22"/>
        </w:rPr>
        <w:t>___________________________________________________________________________________________</w:t>
      </w: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7B279E" w:rsidRDefault="007B279E" w:rsidP="00884301">
      <w:pPr>
        <w:rPr>
          <w:rFonts w:ascii="Arial Narrow" w:hAnsi="Arial Narrow" w:cs="Arial"/>
          <w:b/>
          <w:bCs/>
        </w:rPr>
      </w:pPr>
      <w:r w:rsidRPr="007B279E">
        <w:rPr>
          <w:rFonts w:ascii="Arial Narrow" w:hAnsi="Arial Narrow" w:cs="Arial"/>
          <w:b/>
          <w:bCs/>
        </w:rPr>
        <w:t>B3 – Interdictions de soumissionner</w:t>
      </w:r>
      <w:r>
        <w:rPr>
          <w:rFonts w:ascii="Arial Narrow" w:hAnsi="Arial Narrow" w:cs="Arial"/>
          <w:b/>
          <w:bCs/>
        </w:rPr>
        <w:t> :</w:t>
      </w:r>
    </w:p>
    <w:p w:rsidR="007B279E" w:rsidRPr="007B279E" w:rsidRDefault="007B279E" w:rsidP="007B279E">
      <w:pPr>
        <w:tabs>
          <w:tab w:val="left" w:pos="576"/>
        </w:tabs>
        <w:suppressAutoHyphens/>
        <w:spacing w:before="80"/>
        <w:jc w:val="both"/>
        <w:rPr>
          <w:rFonts w:ascii="Arial Narrow" w:hAnsi="Arial Narrow" w:cs="Arial"/>
          <w:b/>
          <w:sz w:val="22"/>
          <w:szCs w:val="22"/>
          <w:lang w:eastAsia="zh-CN"/>
        </w:rPr>
      </w:pPr>
      <w:r w:rsidRPr="007B279E">
        <w:rPr>
          <w:rFonts w:ascii="Arial Narrow" w:hAnsi="Arial Narrow" w:cs="Arial"/>
          <w:sz w:val="22"/>
          <w:szCs w:val="22"/>
          <w:lang w:eastAsia="zh-CN"/>
        </w:rPr>
        <w:t>Le candidat individuel, ou chaque membre du groupement, déclare sur l’honneur :</w:t>
      </w:r>
    </w:p>
    <w:p w:rsidR="00742B94" w:rsidRDefault="007B279E" w:rsidP="007B279E">
      <w:pPr>
        <w:tabs>
          <w:tab w:val="left" w:pos="576"/>
        </w:tabs>
        <w:suppressAutoHyphens/>
        <w:spacing w:before="120"/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7B279E">
        <w:rPr>
          <w:rFonts w:ascii="Arial Narrow" w:hAnsi="Arial Narrow"/>
          <w:sz w:val="22"/>
          <w:szCs w:val="22"/>
        </w:rPr>
        <w:tab/>
      </w:r>
      <w:r w:rsidRPr="007B279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B279E">
        <w:rPr>
          <w:rFonts w:ascii="Arial Narrow" w:hAnsi="Arial Narrow"/>
          <w:sz w:val="22"/>
          <w:szCs w:val="22"/>
        </w:rPr>
        <w:instrText xml:space="preserve"> FORMCHECKBOX </w:instrText>
      </w:r>
      <w:r w:rsidR="003465E3">
        <w:rPr>
          <w:rFonts w:ascii="Arial Narrow" w:hAnsi="Arial Narrow"/>
          <w:sz w:val="22"/>
          <w:szCs w:val="22"/>
        </w:rPr>
      </w:r>
      <w:r w:rsidR="003465E3">
        <w:rPr>
          <w:rFonts w:ascii="Arial Narrow" w:hAnsi="Arial Narrow"/>
          <w:sz w:val="22"/>
          <w:szCs w:val="22"/>
        </w:rPr>
        <w:fldChar w:fldCharType="separate"/>
      </w:r>
      <w:r w:rsidRPr="007B279E">
        <w:rPr>
          <w:rFonts w:ascii="Arial Narrow" w:hAnsi="Arial Narrow"/>
          <w:sz w:val="22"/>
          <w:szCs w:val="22"/>
        </w:rPr>
        <w:fldChar w:fldCharType="end"/>
      </w:r>
      <w:r w:rsidRPr="007B279E">
        <w:rPr>
          <w:rFonts w:ascii="Arial Narrow" w:hAnsi="Arial Narrow"/>
          <w:sz w:val="22"/>
          <w:szCs w:val="22"/>
        </w:rPr>
        <w:t xml:space="preserve"> </w:t>
      </w:r>
      <w:r w:rsidR="00742B94" w:rsidRPr="00742B94">
        <w:rPr>
          <w:rFonts w:ascii="Arial Narrow" w:hAnsi="Arial Narrow" w:cs="Arial"/>
          <w:sz w:val="22"/>
          <w:szCs w:val="22"/>
          <w:lang w:eastAsia="zh-CN"/>
        </w:rPr>
        <w:t>n’entrer dans aucun des cas d’interdiction de soumissionner obligatoires prévus aux articles L.2141-1 à L.2141-11 de l’ordonnance n°2018-1074 du 26 novembre 2018;</w:t>
      </w:r>
    </w:p>
    <w:p w:rsidR="007B279E" w:rsidRPr="007B279E" w:rsidRDefault="007B279E" w:rsidP="007B279E">
      <w:pPr>
        <w:tabs>
          <w:tab w:val="left" w:pos="576"/>
        </w:tabs>
        <w:suppressAutoHyphens/>
        <w:spacing w:before="120"/>
        <w:jc w:val="both"/>
        <w:rPr>
          <w:rFonts w:ascii="Arial Narrow" w:hAnsi="Arial Narrow" w:cs="Arial"/>
          <w:sz w:val="22"/>
          <w:szCs w:val="22"/>
          <w:lang w:eastAsia="zh-CN"/>
        </w:rPr>
      </w:pPr>
      <w:r w:rsidRPr="007B279E">
        <w:rPr>
          <w:rFonts w:ascii="Arial Narrow" w:hAnsi="Arial Narrow"/>
          <w:sz w:val="22"/>
          <w:szCs w:val="22"/>
        </w:rPr>
        <w:tab/>
      </w:r>
      <w:r w:rsidRPr="007B279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B279E">
        <w:rPr>
          <w:rFonts w:ascii="Arial Narrow" w:hAnsi="Arial Narrow"/>
          <w:sz w:val="22"/>
          <w:szCs w:val="22"/>
        </w:rPr>
        <w:instrText xml:space="preserve"> FORMCHECKBOX </w:instrText>
      </w:r>
      <w:r w:rsidR="003465E3">
        <w:rPr>
          <w:rFonts w:ascii="Arial Narrow" w:hAnsi="Arial Narrow"/>
          <w:sz w:val="22"/>
          <w:szCs w:val="22"/>
        </w:rPr>
      </w:r>
      <w:r w:rsidR="003465E3">
        <w:rPr>
          <w:rFonts w:ascii="Arial Narrow" w:hAnsi="Arial Narrow"/>
          <w:sz w:val="22"/>
          <w:szCs w:val="22"/>
        </w:rPr>
        <w:fldChar w:fldCharType="separate"/>
      </w:r>
      <w:r w:rsidRPr="007B279E">
        <w:rPr>
          <w:rFonts w:ascii="Arial Narrow" w:hAnsi="Arial Narrow"/>
          <w:sz w:val="22"/>
          <w:szCs w:val="22"/>
        </w:rPr>
        <w:fldChar w:fldCharType="end"/>
      </w:r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être en règle au regard des articles </w:t>
      </w:r>
      <w:hyperlink r:id="rId13" w:history="1">
        <w:r w:rsidRPr="007B279E">
          <w:rPr>
            <w:rFonts w:ascii="Arial Narrow" w:hAnsi="Arial Narrow" w:cs="Arial"/>
            <w:color w:val="0000FF"/>
            <w:sz w:val="22"/>
            <w:szCs w:val="22"/>
            <w:u w:val="single"/>
            <w:lang w:eastAsia="zh-CN"/>
          </w:rPr>
          <w:t>L. 5212-1</w:t>
        </w:r>
      </w:hyperlink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 à </w:t>
      </w:r>
      <w:hyperlink r:id="rId14" w:history="1">
        <w:r w:rsidRPr="007B279E">
          <w:rPr>
            <w:rFonts w:ascii="Arial Narrow" w:hAnsi="Arial Narrow" w:cs="Arial"/>
            <w:color w:val="0000FF"/>
            <w:sz w:val="22"/>
            <w:szCs w:val="22"/>
            <w:u w:val="single"/>
            <w:lang w:eastAsia="zh-CN"/>
          </w:rPr>
          <w:t>L. 5212-11</w:t>
        </w:r>
      </w:hyperlink>
      <w:r w:rsidRPr="007B279E">
        <w:rPr>
          <w:rFonts w:ascii="Arial Narrow" w:hAnsi="Arial Narrow" w:cs="Arial"/>
          <w:sz w:val="22"/>
          <w:szCs w:val="22"/>
          <w:lang w:eastAsia="zh-CN"/>
        </w:rPr>
        <w:t xml:space="preserve"> du code du travail concernant l’emploi des travailleurs handicapés..</w:t>
      </w:r>
    </w:p>
    <w:p w:rsidR="00E95CE7" w:rsidRDefault="00E95CE7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375A37" w:rsidRPr="00375A37" w:rsidRDefault="007B279E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>B4</w:t>
      </w:r>
      <w:r w:rsidR="00375A37">
        <w:rPr>
          <w:rFonts w:ascii="Arial Narrow" w:hAnsi="Arial Narrow"/>
          <w:b/>
        </w:rPr>
        <w:t xml:space="preserve"> – Compte(s) à créditer :</w:t>
      </w:r>
    </w:p>
    <w:p w:rsidR="00375A37" w:rsidRPr="00375A37" w:rsidRDefault="00375A37" w:rsidP="00375A37">
      <w:pPr>
        <w:rPr>
          <w:rFonts w:ascii="Arial Narrow" w:hAnsi="Arial Narrow"/>
          <w:i/>
        </w:rPr>
      </w:pPr>
      <w:r w:rsidRPr="00375A37">
        <w:rPr>
          <w:rFonts w:ascii="Arial Narrow" w:hAnsi="Arial Narrow"/>
          <w:i/>
        </w:rPr>
        <w:t xml:space="preserve">(Joindre un </w:t>
      </w:r>
      <w:r>
        <w:rPr>
          <w:rFonts w:ascii="Arial Narrow" w:hAnsi="Arial Narrow"/>
          <w:i/>
        </w:rPr>
        <w:t xml:space="preserve">ou des </w:t>
      </w:r>
      <w:r w:rsidRPr="00375A37">
        <w:rPr>
          <w:rFonts w:ascii="Arial Narrow" w:hAnsi="Arial Narrow"/>
          <w:i/>
        </w:rPr>
        <w:t>relevé</w:t>
      </w:r>
      <w:r>
        <w:rPr>
          <w:rFonts w:ascii="Arial Narrow" w:hAnsi="Arial Narrow"/>
          <w:i/>
        </w:rPr>
        <w:t>(s)</w:t>
      </w:r>
      <w:r w:rsidRPr="00375A37">
        <w:rPr>
          <w:rFonts w:ascii="Arial Narrow" w:hAnsi="Arial Narrow"/>
          <w:i/>
        </w:rPr>
        <w:t xml:space="preserve"> d’identité bancaire ou postal.) </w:t>
      </w:r>
    </w:p>
    <w:p w:rsidR="00884301" w:rsidRDefault="00884301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375A37" w:rsidRPr="00BB7111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  <w:u w:val="single"/>
        </w:rPr>
        <w:t>Nom de l’établissement bancaire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375A37" w:rsidRPr="00BB7111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</w:p>
    <w:p w:rsidR="00375A37" w:rsidRPr="00BB7111" w:rsidRDefault="00375A37" w:rsidP="00375A37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  <w:u w:val="single"/>
        </w:rPr>
        <w:t>Numéro de compte</w:t>
      </w:r>
      <w:r w:rsidRPr="00BB7111">
        <w:rPr>
          <w:rFonts w:ascii="Arial Narrow" w:hAnsi="Arial Narrow" w:cs="Arial"/>
          <w:sz w:val="22"/>
          <w:szCs w:val="22"/>
        </w:rPr>
        <w:t> :</w:t>
      </w:r>
    </w:p>
    <w:p w:rsidR="00884301" w:rsidRDefault="00884301" w:rsidP="00884301">
      <w:pPr>
        <w:rPr>
          <w:rFonts w:ascii="Arial Narrow" w:hAnsi="Arial Narrow" w:cs="Arial"/>
          <w:b/>
          <w:bCs/>
          <w:sz w:val="22"/>
          <w:szCs w:val="22"/>
        </w:rPr>
      </w:pPr>
    </w:p>
    <w:p w:rsidR="00375A37" w:rsidRPr="00375A37" w:rsidRDefault="007B279E" w:rsidP="00884301">
      <w:pPr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b/>
          <w:szCs w:val="22"/>
        </w:rPr>
        <w:t>B5</w:t>
      </w:r>
      <w:r w:rsidR="00375A37" w:rsidRPr="00375A37">
        <w:rPr>
          <w:rFonts w:ascii="Arial Narrow" w:hAnsi="Arial Narrow" w:cs="Arial"/>
          <w:b/>
          <w:szCs w:val="22"/>
        </w:rPr>
        <w:t xml:space="preserve"> – Avance (article </w:t>
      </w:r>
      <w:r w:rsidR="00742B94" w:rsidRPr="00742B94">
        <w:rPr>
          <w:rFonts w:ascii="Arial Narrow" w:hAnsi="Arial Narrow" w:cs="Arial"/>
          <w:b/>
          <w:szCs w:val="22"/>
        </w:rPr>
        <w:t>R.2191-3 à R.2191-12 du code de la commande publique</w:t>
      </w:r>
      <w:r w:rsidR="00375A37" w:rsidRPr="00375A37">
        <w:rPr>
          <w:rFonts w:ascii="Arial Narrow" w:hAnsi="Arial Narrow" w:cs="Arial"/>
          <w:b/>
          <w:szCs w:val="22"/>
        </w:rPr>
        <w:t>) :</w:t>
      </w:r>
    </w:p>
    <w:p w:rsidR="00375A37" w:rsidRPr="00375A37" w:rsidRDefault="00375A37" w:rsidP="00375A37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  <w:sz w:val="22"/>
          <w:szCs w:val="22"/>
        </w:rPr>
      </w:pPr>
      <w:r w:rsidRPr="00375A37">
        <w:rPr>
          <w:rFonts w:ascii="Arial Narrow" w:hAnsi="Arial Narrow" w:cs="Arial"/>
          <w:sz w:val="22"/>
          <w:szCs w:val="22"/>
        </w:rPr>
        <w:t xml:space="preserve">Je renonce au bénéfice de l’avance : </w:t>
      </w:r>
      <w:r w:rsidRPr="00375A37">
        <w:rPr>
          <w:rFonts w:ascii="Arial Narrow" w:hAnsi="Arial Narrow" w:cs="Arial"/>
          <w:sz w:val="22"/>
          <w:szCs w:val="22"/>
        </w:rPr>
        <w:tab/>
      </w:r>
      <w:r w:rsidRPr="00375A3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75A37">
        <w:rPr>
          <w:sz w:val="22"/>
          <w:szCs w:val="22"/>
        </w:rPr>
        <w:instrText xml:space="preserve"> FORMCHECKBOX </w:instrText>
      </w:r>
      <w:r w:rsidR="003465E3">
        <w:rPr>
          <w:sz w:val="22"/>
          <w:szCs w:val="22"/>
        </w:rPr>
      </w:r>
      <w:r w:rsidR="003465E3">
        <w:rPr>
          <w:sz w:val="22"/>
          <w:szCs w:val="22"/>
        </w:rPr>
        <w:fldChar w:fldCharType="separate"/>
      </w:r>
      <w:r w:rsidRPr="00375A37">
        <w:rPr>
          <w:sz w:val="22"/>
          <w:szCs w:val="22"/>
        </w:rPr>
        <w:fldChar w:fldCharType="end"/>
      </w:r>
      <w:r w:rsidRPr="00375A37">
        <w:rPr>
          <w:rFonts w:ascii="Arial" w:hAnsi="Arial" w:cs="Arial"/>
          <w:sz w:val="22"/>
          <w:szCs w:val="22"/>
        </w:rPr>
        <w:t>OUI</w:t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rFonts w:ascii="Arial" w:hAnsi="Arial" w:cs="Arial"/>
          <w:sz w:val="22"/>
          <w:szCs w:val="22"/>
        </w:rPr>
        <w:tab/>
      </w:r>
      <w:r w:rsidRPr="00375A37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375A37">
        <w:rPr>
          <w:sz w:val="22"/>
          <w:szCs w:val="22"/>
        </w:rPr>
        <w:instrText xml:space="preserve"> FORMCHECKBOX </w:instrText>
      </w:r>
      <w:r w:rsidR="003465E3">
        <w:rPr>
          <w:sz w:val="22"/>
          <w:szCs w:val="22"/>
        </w:rPr>
      </w:r>
      <w:r w:rsidR="003465E3">
        <w:rPr>
          <w:sz w:val="22"/>
          <w:szCs w:val="22"/>
        </w:rPr>
        <w:fldChar w:fldCharType="separate"/>
      </w:r>
      <w:r w:rsidRPr="00375A37">
        <w:rPr>
          <w:sz w:val="22"/>
          <w:szCs w:val="22"/>
        </w:rPr>
        <w:fldChar w:fldCharType="end"/>
      </w:r>
      <w:r w:rsidRPr="00375A37">
        <w:rPr>
          <w:rFonts w:ascii="Arial" w:hAnsi="Arial" w:cs="Arial"/>
          <w:sz w:val="22"/>
          <w:szCs w:val="22"/>
        </w:rPr>
        <w:t xml:space="preserve"> NON</w:t>
      </w:r>
    </w:p>
    <w:p w:rsidR="00375A37" w:rsidRDefault="00375A37" w:rsidP="00884301">
      <w:pPr>
        <w:rPr>
          <w:rFonts w:ascii="Arial Narrow" w:hAnsi="Arial Narrow" w:cs="Arial"/>
          <w:szCs w:val="22"/>
        </w:rPr>
      </w:pPr>
    </w:p>
    <w:p w:rsidR="00375A37" w:rsidRPr="004A0C4E" w:rsidRDefault="00375A37" w:rsidP="00884301">
      <w:pPr>
        <w:rPr>
          <w:rFonts w:ascii="Arial Narrow" w:hAnsi="Arial Narrow" w:cs="Arial"/>
          <w:szCs w:val="22"/>
        </w:rPr>
      </w:pPr>
    </w:p>
    <w:p w:rsidR="00884301" w:rsidRPr="00375A37" w:rsidRDefault="007B279E" w:rsidP="00A21CB5">
      <w:pPr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B6</w:t>
      </w:r>
      <w:r w:rsidR="00375A37" w:rsidRPr="00375A37">
        <w:rPr>
          <w:rFonts w:ascii="Arial Narrow" w:hAnsi="Arial Narrow" w:cs="Arial"/>
          <w:b/>
          <w:sz w:val="22"/>
          <w:szCs w:val="22"/>
        </w:rPr>
        <w:t xml:space="preserve"> – Durée d’exécution du marché ou de l’accord-cadre : </w:t>
      </w:r>
    </w:p>
    <w:p w:rsidR="00375A37" w:rsidRDefault="00375A37" w:rsidP="00375A37">
      <w:pPr>
        <w:ind w:right="213"/>
        <w:jc w:val="both"/>
        <w:rPr>
          <w:rFonts w:ascii="Arial Narrow" w:hAnsi="Arial Narrow" w:cs="Arial"/>
          <w:sz w:val="22"/>
          <w:szCs w:val="22"/>
        </w:rPr>
      </w:pPr>
    </w:p>
    <w:p w:rsidR="00375A37" w:rsidRPr="00624AD4" w:rsidRDefault="00FF069F" w:rsidP="00FF069F">
      <w:pPr>
        <w:tabs>
          <w:tab w:val="left" w:pos="426"/>
          <w:tab w:val="left" w:pos="851"/>
        </w:tabs>
        <w:suppressAutoHyphens/>
        <w:spacing w:before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La durée d’exécution du marché est fixée à l’article 4 du Cahier des Clauses Administratives Particulières.</w:t>
      </w:r>
    </w:p>
    <w:p w:rsidR="004A0C4E" w:rsidRPr="005F4E73" w:rsidRDefault="004A0C4E" w:rsidP="004A0C4E">
      <w:pPr>
        <w:rPr>
          <w:rFonts w:ascii="Arial Narrow" w:hAnsi="Arial Narrow" w:cs="Arial"/>
          <w:sz w:val="22"/>
          <w:szCs w:val="22"/>
        </w:rPr>
      </w:pPr>
    </w:p>
    <w:p w:rsidR="004A0C4E" w:rsidRPr="005F4E73" w:rsidRDefault="004A0C4E" w:rsidP="004A0C4E">
      <w:pPr>
        <w:rPr>
          <w:rFonts w:ascii="Arial Narrow" w:hAnsi="Arial Narrow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375A37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C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375A37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SIGNATURE DU MARCHÉ OU DE L’ACCORD-CADRE PAR LE TITULAIRE INDIVIDUEL OU, EN CAS DE GROUPEMENT, LE MANDATAIRE DUMENT HABILITÉ OU CHAQUE MEMBRE DU GROUPEMENT</w:t>
            </w:r>
          </w:p>
        </w:tc>
      </w:tr>
    </w:tbl>
    <w:p w:rsidR="00A21CB5" w:rsidRDefault="00A21CB5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375A37" w:rsidRPr="00375A37" w:rsidRDefault="00375A37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>C1 – Signature du marché ou de l’accord-cadre par le titulaire individuel :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75A37" w:rsidTr="009B785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A37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75A37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A37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A37" w:rsidRDefault="00375A37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75A37" w:rsidTr="009B785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5A37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5A37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5A37" w:rsidRDefault="00375A37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375A37" w:rsidRDefault="00375A37" w:rsidP="00375A37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375A37" w:rsidRPr="00375A37" w:rsidRDefault="00375A37" w:rsidP="00375A37">
      <w:pPr>
        <w:rPr>
          <w:rFonts w:ascii="Arial Narrow" w:hAnsi="Arial Narrow"/>
          <w:i/>
        </w:rPr>
      </w:pPr>
      <w:r>
        <w:rPr>
          <w:rFonts w:ascii="Arial Narrow" w:hAnsi="Arial Narrow"/>
          <w:b/>
        </w:rPr>
        <w:t xml:space="preserve">C2 – Signature du marché ou de l’accord-cadre en cas de groupement : </w:t>
      </w: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sz w:val="22"/>
          <w:szCs w:val="22"/>
        </w:rPr>
        <w:t xml:space="preserve">Les membres du groupement d’opérateurs économiques désignent le mandataire suivant </w:t>
      </w:r>
      <w:r w:rsidRPr="0080706E">
        <w:rPr>
          <w:rFonts w:ascii="Arial Narrow" w:hAnsi="Arial Narrow" w:cs="Arial"/>
          <w:i/>
          <w:sz w:val="22"/>
          <w:szCs w:val="22"/>
        </w:rPr>
        <w:t>(</w:t>
      </w:r>
      <w:r w:rsidR="00742B94" w:rsidRPr="00742B94">
        <w:rPr>
          <w:rFonts w:ascii="Arial Narrow" w:hAnsi="Arial Narrow" w:cs="Arial"/>
          <w:i/>
          <w:sz w:val="22"/>
          <w:szCs w:val="22"/>
        </w:rPr>
        <w:t>article R.2442-24 du code de la commande publique</w:t>
      </w:r>
      <w:r w:rsidRPr="0080706E">
        <w:rPr>
          <w:rFonts w:ascii="Arial Narrow" w:hAnsi="Arial Narrow" w:cs="Arial"/>
          <w:i/>
          <w:sz w:val="22"/>
          <w:szCs w:val="22"/>
        </w:rPr>
        <w:t>) </w:t>
      </w:r>
      <w:r w:rsidRPr="0080706E">
        <w:rPr>
          <w:rFonts w:ascii="Arial Narrow" w:hAnsi="Arial Narrow" w:cs="Arial"/>
          <w:sz w:val="22"/>
          <w:szCs w:val="22"/>
        </w:rPr>
        <w:t>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[Indiquer le nom commercial et la dénomination sociale du mandataire]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FF069F" w:rsidRDefault="0080706E" w:rsidP="0080706E">
      <w:pPr>
        <w:pStyle w:val="fcase1ertab"/>
        <w:tabs>
          <w:tab w:val="left" w:pos="851"/>
        </w:tabs>
        <w:ind w:left="0" w:firstLine="0"/>
        <w:rPr>
          <w:rFonts w:ascii="Arial Narrow" w:hAnsi="Arial Narrow" w:cs="Arial"/>
          <w:sz w:val="22"/>
          <w:szCs w:val="22"/>
        </w:rPr>
      </w:pPr>
      <w:r w:rsidRPr="00FF069F">
        <w:rPr>
          <w:rFonts w:ascii="Arial Narrow" w:hAnsi="Arial Narrow" w:cs="Arial"/>
          <w:sz w:val="22"/>
          <w:szCs w:val="22"/>
        </w:rPr>
        <w:t xml:space="preserve">En cas de groupement conjoint, le mandataire du </w:t>
      </w:r>
      <w:r w:rsidR="00FF069F" w:rsidRPr="00FF069F">
        <w:rPr>
          <w:rFonts w:ascii="Arial Narrow" w:hAnsi="Arial Narrow" w:cs="Arial"/>
          <w:sz w:val="22"/>
          <w:szCs w:val="22"/>
        </w:rPr>
        <w:t>groupement est obligatoirement solidaire.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3465E3">
        <w:rPr>
          <w:rFonts w:ascii="Arial Narrow" w:hAnsi="Arial Narrow"/>
          <w:sz w:val="22"/>
          <w:szCs w:val="22"/>
        </w:rPr>
      </w:r>
      <w:r w:rsidR="003465E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>Les membres du groupement ont donné mandat au mandataire, qui signe le présent acte d’engagement 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(Cocher la ou les cases correspondantes.)</w:t>
      </w:r>
    </w:p>
    <w:p w:rsidR="0080706E" w:rsidRPr="0080706E" w:rsidRDefault="0080706E" w:rsidP="0080706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695" w:hanging="1695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3465E3">
        <w:rPr>
          <w:rFonts w:ascii="Arial Narrow" w:hAnsi="Arial Narrow"/>
          <w:sz w:val="22"/>
          <w:szCs w:val="22"/>
        </w:rPr>
      </w:r>
      <w:r w:rsidR="003465E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 w:cs="Arial"/>
          <w:sz w:val="22"/>
          <w:szCs w:val="22"/>
        </w:rPr>
        <w:t>pour signer le présent acte d’engagement en leur nom et pour leur compte, pour les représenter vis-à-vis de l’acheteur et pour coordonner l’ensemble des prestations ;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  <w:t>(joindre les pouvoirs en annexe du présent document.)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 w:cs="Arial"/>
          <w:iCs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3465E3">
        <w:rPr>
          <w:rFonts w:ascii="Arial Narrow" w:hAnsi="Arial Narrow"/>
          <w:sz w:val="22"/>
          <w:szCs w:val="22"/>
        </w:rPr>
      </w:r>
      <w:r w:rsidR="003465E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 w:cs="Arial"/>
          <w:sz w:val="22"/>
          <w:szCs w:val="22"/>
        </w:rPr>
        <w:t>pour signer, en leur nom et pour leur compte, les modifications ultérieures du marché public ou de l’accord-cadre ;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  <w:t>(joindre les pouvoirs en annexe du présent document.)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Cs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3465E3">
        <w:rPr>
          <w:rFonts w:ascii="Arial Narrow" w:hAnsi="Arial Narrow"/>
          <w:sz w:val="22"/>
          <w:szCs w:val="22"/>
        </w:rPr>
      </w:r>
      <w:r w:rsidR="003465E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ab/>
        <w:t>ont donné mandat au mandataire dans les conditions définies par les pouvoirs joints en annexe.</w:t>
      </w: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i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3465E3">
        <w:rPr>
          <w:rFonts w:ascii="Arial Narrow" w:hAnsi="Arial Narrow"/>
          <w:sz w:val="22"/>
          <w:szCs w:val="22"/>
        </w:rPr>
      </w:r>
      <w:r w:rsidR="003465E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>Les membres du groupement, qui signent le présent acte d’engagement :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>(Cocher la case correspondante.)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3465E3">
        <w:rPr>
          <w:rFonts w:ascii="Arial Narrow" w:hAnsi="Arial Narrow"/>
          <w:sz w:val="22"/>
          <w:szCs w:val="22"/>
        </w:rPr>
      </w:r>
      <w:r w:rsidR="003465E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 w:cs="Arial"/>
          <w:sz w:val="22"/>
          <w:szCs w:val="22"/>
        </w:rPr>
        <w:t>donnent mandat au mandataire, qui l’accepte, pour les représenter vis-à-vis de l’acheteur et pour coordonner l’ensemble des prestations ;</w:t>
      </w: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701" w:hanging="850"/>
        <w:jc w:val="both"/>
        <w:rPr>
          <w:rFonts w:ascii="Arial Narrow" w:hAnsi="Arial Narrow" w:cs="Arial"/>
          <w:iCs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3465E3">
        <w:rPr>
          <w:rFonts w:ascii="Arial Narrow" w:hAnsi="Arial Narrow"/>
          <w:sz w:val="22"/>
          <w:szCs w:val="22"/>
        </w:rPr>
      </w:r>
      <w:r w:rsidR="003465E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 w:cs="Arial"/>
          <w:sz w:val="22"/>
          <w:szCs w:val="22"/>
        </w:rPr>
        <w:tab/>
        <w:t>donnent mandat au mandataire, qui l’accepte, pour signer, en leur nom et pour leur compte, les modifications ultérieures du marché ou de l’accord-cadre ;</w:t>
      </w:r>
    </w:p>
    <w:p w:rsidR="0080706E" w:rsidRPr="0080706E" w:rsidRDefault="0080706E" w:rsidP="0080706E">
      <w:pPr>
        <w:tabs>
          <w:tab w:val="left" w:pos="851"/>
        </w:tabs>
        <w:rPr>
          <w:rFonts w:ascii="Arial Narrow" w:hAnsi="Arial Narrow" w:cs="Arial"/>
          <w:iCs/>
          <w:sz w:val="22"/>
          <w:szCs w:val="22"/>
        </w:rPr>
      </w:pP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i/>
          <w:sz w:val="22"/>
          <w:szCs w:val="22"/>
        </w:rPr>
      </w:pPr>
      <w:r w:rsidRPr="0080706E">
        <w:rPr>
          <w:rFonts w:ascii="Arial Narrow" w:hAnsi="Arial Narrow"/>
          <w:sz w:val="22"/>
          <w:szCs w:val="22"/>
        </w:rPr>
        <w:tab/>
      </w:r>
      <w:r w:rsidRPr="0080706E">
        <w:rPr>
          <w:rFonts w:ascii="Arial Narrow" w:hAnsi="Arial Narrow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0706E">
        <w:rPr>
          <w:rFonts w:ascii="Arial Narrow" w:hAnsi="Arial Narrow"/>
          <w:sz w:val="22"/>
          <w:szCs w:val="22"/>
        </w:rPr>
        <w:instrText xml:space="preserve"> FORMCHECKBOX </w:instrText>
      </w:r>
      <w:r w:rsidR="003465E3">
        <w:rPr>
          <w:rFonts w:ascii="Arial Narrow" w:hAnsi="Arial Narrow"/>
          <w:sz w:val="22"/>
          <w:szCs w:val="22"/>
        </w:rPr>
      </w:r>
      <w:r w:rsidR="003465E3">
        <w:rPr>
          <w:rFonts w:ascii="Arial Narrow" w:hAnsi="Arial Narrow"/>
          <w:sz w:val="22"/>
          <w:szCs w:val="22"/>
        </w:rPr>
        <w:fldChar w:fldCharType="separate"/>
      </w:r>
      <w:r w:rsidRPr="0080706E">
        <w:rPr>
          <w:rFonts w:ascii="Arial Narrow" w:hAnsi="Arial Narrow"/>
          <w:sz w:val="22"/>
          <w:szCs w:val="22"/>
        </w:rPr>
        <w:fldChar w:fldCharType="end"/>
      </w:r>
      <w:r w:rsidRPr="0080706E">
        <w:rPr>
          <w:rFonts w:ascii="Arial Narrow" w:hAnsi="Arial Narrow" w:cs="Arial"/>
          <w:i/>
          <w:iCs/>
          <w:sz w:val="22"/>
          <w:szCs w:val="22"/>
        </w:rPr>
        <w:t xml:space="preserve"> </w:t>
      </w:r>
      <w:r w:rsidRPr="0080706E">
        <w:rPr>
          <w:rFonts w:ascii="Arial Narrow" w:hAnsi="Arial Narrow" w:cs="Arial"/>
          <w:sz w:val="22"/>
          <w:szCs w:val="22"/>
        </w:rPr>
        <w:tab/>
        <w:t>donnent mandat au mandataire dans les conditions définies ci-dessous :</w:t>
      </w:r>
    </w:p>
    <w:p w:rsidR="0080706E" w:rsidRPr="0080706E" w:rsidRDefault="0080706E" w:rsidP="0080706E">
      <w:pPr>
        <w:tabs>
          <w:tab w:val="left" w:pos="851"/>
        </w:tabs>
        <w:ind w:left="1134" w:hanging="850"/>
        <w:rPr>
          <w:rFonts w:ascii="Arial Narrow" w:hAnsi="Arial Narrow" w:cs="Arial"/>
          <w:sz w:val="22"/>
          <w:szCs w:val="22"/>
        </w:rPr>
      </w:pP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</w:r>
      <w:r w:rsidRPr="0080706E">
        <w:rPr>
          <w:rFonts w:ascii="Arial Narrow" w:hAnsi="Arial Narrow" w:cs="Arial"/>
          <w:i/>
          <w:sz w:val="22"/>
          <w:szCs w:val="22"/>
        </w:rPr>
        <w:tab/>
        <w:t>(Donner des précisions sur l’étendue du mandat.)</w:t>
      </w:r>
    </w:p>
    <w:p w:rsidR="0080706E" w:rsidRDefault="0080706E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80706E" w:rsidRDefault="0080706E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80706E" w:rsidRDefault="0080706E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80706E" w:rsidRDefault="0080706E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80706E" w:rsidRDefault="0080706E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FF069F" w:rsidRDefault="00FF069F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FF069F" w:rsidRDefault="00FF069F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FF069F" w:rsidRDefault="00FF069F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80706E" w:rsidRDefault="0080706E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p w:rsidR="00375A37" w:rsidRDefault="00375A37" w:rsidP="00A21CB5">
      <w:pPr>
        <w:tabs>
          <w:tab w:val="left" w:pos="1440"/>
        </w:tabs>
        <w:jc w:val="both"/>
        <w:rPr>
          <w:rFonts w:ascii="Arial Narrow" w:hAnsi="Arial Narrow" w:cs="Arial"/>
          <w:noProof/>
          <w:sz w:val="22"/>
          <w:szCs w:val="22"/>
        </w:rPr>
      </w:pPr>
    </w:p>
    <w:tbl>
      <w:tblPr>
        <w:tblW w:w="10949" w:type="dxa"/>
        <w:tblLayout w:type="fixed"/>
        <w:tblLook w:val="0000" w:firstRow="0" w:lastRow="0" w:firstColumn="0" w:lastColumn="0" w:noHBand="0" w:noVBand="0"/>
      </w:tblPr>
      <w:tblGrid>
        <w:gridCol w:w="4892"/>
        <w:gridCol w:w="2838"/>
        <w:gridCol w:w="3219"/>
      </w:tblGrid>
      <w:tr w:rsidR="0080706E" w:rsidTr="0080706E">
        <w:trPr>
          <w:trHeight w:val="655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706E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80706E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0706E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706E" w:rsidRDefault="0080706E" w:rsidP="009B785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80706E" w:rsidTr="0080706E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0706E" w:rsidTr="0080706E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0706E" w:rsidTr="0080706E">
        <w:trPr>
          <w:trHeight w:val="1206"/>
        </w:trPr>
        <w:tc>
          <w:tcPr>
            <w:tcW w:w="4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0706E" w:rsidRDefault="0080706E" w:rsidP="009B785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A21CB5" w:rsidRDefault="00A21CB5" w:rsidP="00A21CB5">
      <w:pPr>
        <w:tabs>
          <w:tab w:val="left" w:pos="1080"/>
        </w:tabs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rPr>
          <w:rFonts w:ascii="Arial Narrow" w:hAnsi="Arial Narrow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A21CB5" w:rsidRDefault="00183A79" w:rsidP="00A21CB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D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7709A4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IDENTIFICATION ET SIGNATURE DE L’ACHETEUR</w:t>
            </w:r>
          </w:p>
        </w:tc>
      </w:tr>
    </w:tbl>
    <w:p w:rsidR="00A21CB5" w:rsidRPr="00BB7111" w:rsidRDefault="00A21CB5" w:rsidP="00A21CB5">
      <w:pPr>
        <w:rPr>
          <w:rFonts w:ascii="Arial Narrow" w:hAnsi="Arial Narrow" w:cs="Arial"/>
          <w:sz w:val="22"/>
          <w:szCs w:val="22"/>
        </w:rPr>
      </w:pPr>
    </w:p>
    <w:p w:rsidR="007709A4" w:rsidRPr="00BB7111" w:rsidRDefault="007709A4" w:rsidP="007709A4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  <w:u w:val="single"/>
        </w:rPr>
        <w:t xml:space="preserve">Désignation de </w:t>
      </w:r>
      <w:r w:rsidR="006419AB">
        <w:rPr>
          <w:rFonts w:ascii="Arial Narrow" w:hAnsi="Arial Narrow" w:cs="Arial"/>
          <w:sz w:val="22"/>
          <w:szCs w:val="22"/>
          <w:u w:val="single"/>
        </w:rPr>
        <w:t>l’acheteur</w:t>
      </w:r>
      <w:r w:rsidR="004A0C4E" w:rsidRPr="004A0C4E">
        <w:rPr>
          <w:rFonts w:ascii="Arial Narrow" w:hAnsi="Arial Narrow" w:cs="Arial"/>
          <w:sz w:val="22"/>
          <w:szCs w:val="22"/>
        </w:rPr>
        <w:t> :</w:t>
      </w:r>
      <w:r w:rsidR="008A2377">
        <w:rPr>
          <w:rFonts w:ascii="Arial Narrow" w:hAnsi="Arial Narrow" w:cs="Arial"/>
          <w:sz w:val="22"/>
          <w:szCs w:val="22"/>
        </w:rPr>
        <w:t xml:space="preserve"> La Caisse Primaire d’Assurance Maladie du Bas-Rhin et le Centre de Traitement Informatique de Strasbourg</w:t>
      </w:r>
    </w:p>
    <w:p w:rsidR="00F172BD" w:rsidRDefault="00F172BD" w:rsidP="00E30AEA">
      <w:pPr>
        <w:jc w:val="center"/>
      </w:pPr>
    </w:p>
    <w:p w:rsidR="00F172BD" w:rsidRDefault="00F172BD" w:rsidP="00E30AEA">
      <w:pPr>
        <w:tabs>
          <w:tab w:val="left" w:pos="1440"/>
        </w:tabs>
        <w:jc w:val="center"/>
        <w:rPr>
          <w:rFonts w:ascii="Arial Narrow" w:hAnsi="Arial Narrow" w:cs="Arial"/>
          <w:sz w:val="22"/>
          <w:szCs w:val="22"/>
        </w:rPr>
      </w:pPr>
    </w:p>
    <w:p w:rsidR="006419AB" w:rsidRDefault="006419AB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  <w:r w:rsidRPr="006419AB">
        <w:rPr>
          <w:rFonts w:ascii="Arial Narrow" w:hAnsi="Arial Narrow" w:cs="Arial"/>
          <w:sz w:val="22"/>
          <w:szCs w:val="22"/>
          <w:u w:val="single"/>
        </w:rPr>
        <w:t>Nom, prénom qualité du signataire du marché ou de l’accord-cadre</w:t>
      </w:r>
      <w:r>
        <w:rPr>
          <w:rFonts w:ascii="Arial Narrow" w:hAnsi="Arial Narrow" w:cs="Arial"/>
          <w:sz w:val="22"/>
          <w:szCs w:val="22"/>
        </w:rPr>
        <w:t xml:space="preserve"> : </w:t>
      </w:r>
    </w:p>
    <w:p w:rsidR="006419AB" w:rsidRDefault="0061729E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Madame</w:t>
      </w:r>
      <w:r w:rsidR="008A2377">
        <w:rPr>
          <w:rFonts w:ascii="Arial Narrow" w:hAnsi="Arial Narrow" w:cs="Arial"/>
          <w:sz w:val="22"/>
          <w:szCs w:val="22"/>
        </w:rPr>
        <w:t xml:space="preserve"> Louise Denéchère, Directrice des moyens de la Caisse Primaire d’Assurance Maladie du Bas-Rhin et agissant par délégation pour le compte du Centre de Traitement Informatique de Strasbourg</w:t>
      </w:r>
    </w:p>
    <w:p w:rsidR="006419AB" w:rsidRPr="00BB7111" w:rsidRDefault="006419AB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</w:p>
    <w:p w:rsidR="007709A4" w:rsidRPr="00BB7111" w:rsidRDefault="007709A4" w:rsidP="007709A4">
      <w:pPr>
        <w:tabs>
          <w:tab w:val="left" w:pos="1440"/>
        </w:tabs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  <w:u w:val="single"/>
        </w:rPr>
        <w:t>Désignation</w:t>
      </w:r>
      <w:r w:rsidR="006419AB">
        <w:rPr>
          <w:rFonts w:ascii="Arial Narrow" w:hAnsi="Arial Narrow" w:cs="Arial"/>
          <w:sz w:val="22"/>
          <w:szCs w:val="22"/>
          <w:u w:val="single"/>
        </w:rPr>
        <w:t xml:space="preserve"> et adresse</w:t>
      </w:r>
      <w:r w:rsidRPr="00BB7111">
        <w:rPr>
          <w:rFonts w:ascii="Arial Narrow" w:hAnsi="Arial Narrow" w:cs="Arial"/>
          <w:sz w:val="22"/>
          <w:szCs w:val="22"/>
          <w:u w:val="single"/>
        </w:rPr>
        <w:t xml:space="preserve"> de l’Agent Comptable</w:t>
      </w:r>
      <w:r w:rsidR="006419AB">
        <w:rPr>
          <w:rFonts w:ascii="Arial Narrow" w:hAnsi="Arial Narrow" w:cs="Arial"/>
          <w:sz w:val="22"/>
          <w:szCs w:val="22"/>
          <w:u w:val="single"/>
        </w:rPr>
        <w:t xml:space="preserve"> assignataire</w:t>
      </w:r>
      <w:r w:rsidRPr="00BB7111">
        <w:rPr>
          <w:rFonts w:ascii="Arial Narrow" w:hAnsi="Arial Narrow" w:cs="Arial"/>
          <w:sz w:val="22"/>
          <w:szCs w:val="22"/>
        </w:rPr>
        <w:t xml:space="preserve"> :</w:t>
      </w:r>
    </w:p>
    <w:p w:rsidR="004A0C4E" w:rsidRDefault="007709A4" w:rsidP="00654F94">
      <w:pPr>
        <w:tabs>
          <w:tab w:val="left" w:pos="144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 xml:space="preserve">Monsieur </w:t>
      </w:r>
      <w:r>
        <w:rPr>
          <w:rFonts w:ascii="Arial Narrow" w:hAnsi="Arial Narrow" w:cs="Arial"/>
          <w:sz w:val="22"/>
          <w:szCs w:val="22"/>
        </w:rPr>
        <w:t>Olivier ARNOUX</w:t>
      </w:r>
      <w:r w:rsidRPr="00BB7111">
        <w:rPr>
          <w:rFonts w:ascii="Arial Narrow" w:hAnsi="Arial Narrow" w:cs="Arial"/>
          <w:sz w:val="22"/>
          <w:szCs w:val="22"/>
        </w:rPr>
        <w:t xml:space="preserve">, </w:t>
      </w:r>
      <w:r w:rsidR="00AC0AFC">
        <w:rPr>
          <w:rFonts w:ascii="Arial Narrow" w:hAnsi="Arial Narrow" w:cs="Arial"/>
          <w:sz w:val="22"/>
          <w:szCs w:val="22"/>
        </w:rPr>
        <w:t xml:space="preserve">Directeur comptable et financier </w:t>
      </w:r>
      <w:r w:rsidR="00353DF3">
        <w:rPr>
          <w:rFonts w:ascii="Arial Narrow" w:hAnsi="Arial Narrow" w:cs="Arial"/>
          <w:sz w:val="22"/>
          <w:szCs w:val="22"/>
        </w:rPr>
        <w:t>de la</w:t>
      </w:r>
      <w:r w:rsidR="008A2377">
        <w:rPr>
          <w:rFonts w:ascii="Arial Narrow" w:hAnsi="Arial Narrow" w:cs="Arial"/>
          <w:sz w:val="22"/>
          <w:szCs w:val="22"/>
        </w:rPr>
        <w:t xml:space="preserve"> Caisse Primaire d’Assurance Maladie du Bas-Rhin</w:t>
      </w:r>
    </w:p>
    <w:p w:rsidR="007709A4" w:rsidRDefault="007709A4" w:rsidP="007709A4">
      <w:pPr>
        <w:rPr>
          <w:rFonts w:ascii="Arial" w:hAnsi="Arial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 Strasbourg, le __________________________________________</w:t>
      </w:r>
    </w:p>
    <w:p w:rsidR="00A21CB5" w:rsidRPr="00BB7111" w:rsidRDefault="00A21CB5" w:rsidP="00A21CB5">
      <w:pPr>
        <w:jc w:val="both"/>
        <w:rPr>
          <w:rFonts w:ascii="Arial Narrow" w:hAnsi="Arial Narrow" w:cs="Arial"/>
          <w:noProof/>
          <w:sz w:val="22"/>
          <w:szCs w:val="22"/>
        </w:rPr>
      </w:pPr>
    </w:p>
    <w:p w:rsidR="00A21CB5" w:rsidRPr="00BB7111" w:rsidRDefault="00FF069F" w:rsidP="00A21CB5">
      <w:pPr>
        <w:tabs>
          <w:tab w:val="left" w:pos="5398"/>
        </w:tabs>
        <w:jc w:val="both"/>
        <w:rPr>
          <w:rFonts w:ascii="Arial Narrow" w:hAnsi="Arial Narrow" w:cs="Arial"/>
          <w:bCs/>
          <w:noProof/>
          <w:sz w:val="22"/>
          <w:szCs w:val="22"/>
        </w:rPr>
      </w:pPr>
      <w:r>
        <w:rPr>
          <w:rFonts w:ascii="Arial Narrow" w:hAnsi="Arial Narrow" w:cs="Arial"/>
          <w:noProof/>
          <w:sz w:val="22"/>
          <w:szCs w:val="22"/>
        </w:rPr>
        <w:t>Signature</w:t>
      </w:r>
    </w:p>
    <w:p w:rsidR="00A21CB5" w:rsidRDefault="00A21CB5" w:rsidP="00A21CB5">
      <w:pPr>
        <w:jc w:val="both"/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jc w:val="both"/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jc w:val="both"/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jc w:val="both"/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E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A21CB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sz w:val="22"/>
                <w:szCs w:val="22"/>
              </w:rPr>
              <w:t>ANNEXES</w:t>
            </w:r>
          </w:p>
        </w:tc>
      </w:tr>
    </w:tbl>
    <w:p w:rsidR="00A21CB5" w:rsidRPr="00BB7111" w:rsidRDefault="00A21CB5" w:rsidP="00A21CB5">
      <w:pPr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Le présent acte d’engagement est complété par les annexes suivantes :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</w:t>
      </w:r>
      <w:r w:rsidR="00183A79">
        <w:rPr>
          <w:rFonts w:ascii="Arial Narrow" w:hAnsi="Arial Narrow" w:cs="Arial"/>
          <w:sz w:val="22"/>
          <w:szCs w:val="22"/>
        </w:rPr>
        <w:t>°__</w:t>
      </w:r>
      <w:r w:rsidR="00317BA4">
        <w:rPr>
          <w:rFonts w:ascii="Arial Narrow" w:hAnsi="Arial Narrow" w:cs="Arial"/>
          <w:sz w:val="22"/>
          <w:szCs w:val="22"/>
        </w:rPr>
        <w:t>1</w:t>
      </w:r>
      <w:r w:rsidR="00183A79">
        <w:rPr>
          <w:rFonts w:ascii="Arial Narrow" w:hAnsi="Arial Narrow" w:cs="Arial"/>
          <w:sz w:val="22"/>
          <w:szCs w:val="22"/>
        </w:rPr>
        <w:t>___</w:t>
      </w:r>
      <w:r w:rsidRPr="00BB7111">
        <w:rPr>
          <w:rFonts w:ascii="Arial Narrow" w:hAnsi="Arial Narrow" w:cs="Arial"/>
          <w:sz w:val="22"/>
          <w:szCs w:val="22"/>
        </w:rPr>
        <w:t xml:space="preserve"> : </w:t>
      </w:r>
      <w:r w:rsidR="00317BA4">
        <w:rPr>
          <w:rFonts w:ascii="Arial Narrow" w:hAnsi="Arial Narrow" w:cs="Arial"/>
          <w:sz w:val="22"/>
          <w:szCs w:val="22"/>
        </w:rPr>
        <w:t xml:space="preserve">Bordereau de prix </w:t>
      </w:r>
      <w:r w:rsidR="00B54DE7">
        <w:rPr>
          <w:rFonts w:ascii="Arial Narrow" w:hAnsi="Arial Narrow" w:cs="Arial"/>
          <w:sz w:val="22"/>
          <w:szCs w:val="22"/>
        </w:rPr>
        <w:t>(BPU)</w:t>
      </w:r>
    </w:p>
    <w:p w:rsidR="007E101D" w:rsidRDefault="007E101D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7E101D" w:rsidRPr="00BB7111" w:rsidRDefault="003465E3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Annexe n°__2</w:t>
      </w:r>
      <w:r w:rsidR="00183A79">
        <w:rPr>
          <w:rFonts w:ascii="Arial Narrow" w:hAnsi="Arial Narrow" w:cs="Arial"/>
          <w:sz w:val="22"/>
          <w:szCs w:val="22"/>
        </w:rPr>
        <w:t>__</w:t>
      </w:r>
      <w:r w:rsidR="007E101D">
        <w:rPr>
          <w:rFonts w:ascii="Arial Narrow" w:hAnsi="Arial Narrow" w:cs="Arial"/>
          <w:sz w:val="22"/>
          <w:szCs w:val="22"/>
        </w:rPr>
        <w:t xml:space="preserve"> : </w:t>
      </w:r>
      <w:r>
        <w:rPr>
          <w:rFonts w:ascii="Arial Narrow" w:hAnsi="Arial Narrow" w:cs="Arial"/>
          <w:sz w:val="22"/>
          <w:szCs w:val="22"/>
        </w:rPr>
        <w:t>le livret de sécurité du prestataire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Présentation d’un sous-traitant (formulaire DC4)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Désignation et répartition des cotraitants en cas de groupement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Demandes de précisions ou compléments sur la teneur de l’offre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 Mise au point du marché</w:t>
      </w:r>
    </w:p>
    <w:p w:rsidR="00A21CB5" w:rsidRPr="00BB7111" w:rsidRDefault="00A21CB5" w:rsidP="00A21CB5">
      <w:pPr>
        <w:tabs>
          <w:tab w:val="left" w:pos="1080"/>
        </w:tabs>
        <w:rPr>
          <w:rFonts w:ascii="Arial Narrow" w:hAnsi="Arial Narrow" w:cs="Arial"/>
          <w:sz w:val="22"/>
          <w:szCs w:val="22"/>
        </w:rPr>
      </w:pPr>
    </w:p>
    <w:p w:rsidR="00A21CB5" w:rsidRDefault="00A21CB5" w:rsidP="0080706E">
      <w:pPr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>Annexe n°_____ :</w:t>
      </w:r>
    </w:p>
    <w:p w:rsidR="0080706E" w:rsidRDefault="0080706E" w:rsidP="0080706E">
      <w:pPr>
        <w:jc w:val="both"/>
        <w:rPr>
          <w:rFonts w:ascii="Arial Narrow" w:hAnsi="Arial Narrow" w:cs="Arial"/>
          <w:sz w:val="22"/>
          <w:szCs w:val="22"/>
        </w:rPr>
      </w:pPr>
    </w:p>
    <w:p w:rsidR="00FF069F" w:rsidRPr="0080706E" w:rsidRDefault="00FF069F" w:rsidP="0080706E">
      <w:pPr>
        <w:jc w:val="both"/>
        <w:rPr>
          <w:rFonts w:ascii="Arial Narrow" w:hAnsi="Arial Narrow" w:cs="Arial"/>
          <w:sz w:val="22"/>
          <w:szCs w:val="22"/>
        </w:rPr>
      </w:pPr>
      <w:bookmarkStart w:id="0" w:name="_GoBack"/>
      <w:bookmarkEnd w:id="0"/>
    </w:p>
    <w:p w:rsidR="00A21CB5" w:rsidRDefault="00A21CB5" w:rsidP="00A21CB5">
      <w:pPr>
        <w:rPr>
          <w:rFonts w:ascii="Arial" w:hAnsi="Arial" w:cs="Arial"/>
          <w:sz w:val="22"/>
          <w:szCs w:val="22"/>
        </w:rPr>
      </w:pPr>
    </w:p>
    <w:p w:rsidR="0080706E" w:rsidRDefault="0080706E" w:rsidP="00A21CB5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828"/>
        <w:gridCol w:w="10085"/>
      </w:tblGrid>
      <w:tr w:rsidR="00A21CB5" w:rsidRPr="00670E5D" w:rsidTr="00670E5D">
        <w:tc>
          <w:tcPr>
            <w:tcW w:w="828" w:type="dxa"/>
            <w:shd w:val="clear" w:color="auto" w:fill="C0C0C0"/>
          </w:tcPr>
          <w:p w:rsidR="00A21CB5" w:rsidRPr="00670E5D" w:rsidRDefault="0080706E" w:rsidP="00670E5D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F</w:t>
            </w:r>
            <w:r w:rsidR="00A21CB5" w:rsidRPr="00670E5D">
              <w:rPr>
                <w:rFonts w:ascii="Arial Narrow" w:hAnsi="Arial Narrow" w:cs="Arial"/>
                <w:b/>
                <w:sz w:val="22"/>
                <w:szCs w:val="22"/>
              </w:rPr>
              <w:t xml:space="preserve"> -</w:t>
            </w:r>
          </w:p>
        </w:tc>
        <w:tc>
          <w:tcPr>
            <w:tcW w:w="10085" w:type="dxa"/>
            <w:shd w:val="clear" w:color="auto" w:fill="C0C0C0"/>
          </w:tcPr>
          <w:p w:rsidR="00A21CB5" w:rsidRPr="00670E5D" w:rsidRDefault="00A21CB5" w:rsidP="00670E5D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670E5D">
              <w:rPr>
                <w:rFonts w:ascii="Arial Narrow" w:hAnsi="Arial Narrow" w:cs="Arial"/>
                <w:b/>
                <w:bCs/>
                <w:sz w:val="22"/>
                <w:szCs w:val="22"/>
              </w:rPr>
              <w:t>NOTIFICATION DU MARCHE AU TITULAIRE</w:t>
            </w:r>
          </w:p>
        </w:tc>
      </w:tr>
    </w:tbl>
    <w:p w:rsidR="00A21CB5" w:rsidRPr="00BB7111" w:rsidRDefault="00A21CB5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p w:rsidR="00A21CB5" w:rsidRDefault="00A21CB5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  <w:r w:rsidRPr="00BB7111">
        <w:rPr>
          <w:rFonts w:ascii="Arial Narrow" w:hAnsi="Arial Narrow" w:cs="Arial"/>
          <w:sz w:val="22"/>
          <w:szCs w:val="22"/>
        </w:rPr>
        <w:t xml:space="preserve">La notification transforme le projet de marché en marché et le candidat en titulaire. Elle consiste en la remise </w:t>
      </w:r>
      <w:r w:rsidR="004A0C4E">
        <w:rPr>
          <w:rFonts w:ascii="Arial Narrow" w:hAnsi="Arial Narrow" w:cs="Arial"/>
          <w:sz w:val="22"/>
          <w:szCs w:val="22"/>
        </w:rPr>
        <w:t xml:space="preserve">par voie dématérialisée </w:t>
      </w:r>
      <w:r w:rsidRPr="00BB7111">
        <w:rPr>
          <w:rFonts w:ascii="Arial Narrow" w:hAnsi="Arial Narrow" w:cs="Arial"/>
          <w:sz w:val="22"/>
          <w:szCs w:val="22"/>
        </w:rPr>
        <w:t>d’une photocopie certifiée c</w:t>
      </w:r>
      <w:r w:rsidR="004A0C4E">
        <w:rPr>
          <w:rFonts w:ascii="Arial Narrow" w:hAnsi="Arial Narrow" w:cs="Arial"/>
          <w:sz w:val="22"/>
          <w:szCs w:val="22"/>
        </w:rPr>
        <w:t xml:space="preserve">onforme à l’original du marché au titulaire, par le biais du module d’échanges sécurisés de la plateforme achat public. </w:t>
      </w:r>
    </w:p>
    <w:p w:rsidR="004A0C4E" w:rsidRDefault="004A0C4E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</w:p>
    <w:p w:rsidR="004A0C4E" w:rsidRPr="00BB7111" w:rsidRDefault="004A0C4E" w:rsidP="00A21CB5">
      <w:pPr>
        <w:spacing w:before="80"/>
        <w:ind w:right="-5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Le marché a été notifié le ……………………….</w:t>
      </w:r>
    </w:p>
    <w:sectPr w:rsidR="004A0C4E" w:rsidRPr="00BB7111" w:rsidSect="00C4615A">
      <w:pgSz w:w="11907" w:h="16840" w:code="9"/>
      <w:pgMar w:top="425" w:right="567" w:bottom="244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CE9" w:rsidRDefault="00E43CE9">
      <w:r>
        <w:separator/>
      </w:r>
    </w:p>
  </w:endnote>
  <w:endnote w:type="continuationSeparator" w:id="0">
    <w:p w:rsidR="00E43CE9" w:rsidRDefault="00E4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CE9" w:rsidRPr="00BB7111" w:rsidRDefault="00E43CE9" w:rsidP="00C4615A">
    <w:pPr>
      <w:pStyle w:val="Pieddepage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tabs>
        <w:tab w:val="clear" w:pos="9072"/>
        <w:tab w:val="right" w:pos="9000"/>
      </w:tabs>
      <w:rPr>
        <w:rStyle w:val="Numrodepage"/>
        <w:rFonts w:ascii="Arial Narrow" w:hAnsi="Arial Narrow" w:cs="Arial"/>
      </w:rPr>
    </w:pPr>
    <w:r>
      <w:rPr>
        <w:rStyle w:val="Numrodepage"/>
      </w:rPr>
      <w:tab/>
    </w:r>
    <w:r>
      <w:rPr>
        <w:rStyle w:val="Numrodepage"/>
      </w:rPr>
      <w:tab/>
    </w:r>
    <w:r w:rsidRPr="00BB7111">
      <w:rPr>
        <w:rStyle w:val="Numrodepage"/>
        <w:rFonts w:ascii="Arial Narrow" w:hAnsi="Arial Narrow" w:cs="Arial"/>
        <w:sz w:val="18"/>
        <w:szCs w:val="18"/>
      </w:rPr>
      <w:t xml:space="preserve">Page 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begin"/>
    </w:r>
    <w:r w:rsidRPr="00BB7111">
      <w:rPr>
        <w:rStyle w:val="Numrodepage"/>
        <w:rFonts w:ascii="Arial Narrow" w:hAnsi="Arial Narrow" w:cs="Arial"/>
        <w:sz w:val="18"/>
        <w:szCs w:val="18"/>
      </w:rPr>
      <w:instrText xml:space="preserve"> PAGE </w:instrTex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separate"/>
    </w:r>
    <w:r w:rsidR="003465E3">
      <w:rPr>
        <w:rStyle w:val="Numrodepage"/>
        <w:rFonts w:ascii="Arial Narrow" w:hAnsi="Arial Narrow" w:cs="Arial"/>
        <w:noProof/>
        <w:sz w:val="18"/>
        <w:szCs w:val="18"/>
      </w:rPr>
      <w:t>5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end"/>
    </w:r>
    <w:r w:rsidRPr="00BB7111">
      <w:rPr>
        <w:rStyle w:val="Numrodepage"/>
        <w:rFonts w:ascii="Arial Narrow" w:hAnsi="Arial Narrow" w:cs="Arial"/>
        <w:sz w:val="18"/>
        <w:szCs w:val="18"/>
      </w:rPr>
      <w:t xml:space="preserve"> sur 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begin"/>
    </w:r>
    <w:r w:rsidRPr="00BB7111">
      <w:rPr>
        <w:rStyle w:val="Numrodepage"/>
        <w:rFonts w:ascii="Arial Narrow" w:hAnsi="Arial Narrow" w:cs="Arial"/>
        <w:sz w:val="18"/>
        <w:szCs w:val="18"/>
      </w:rPr>
      <w:instrText xml:space="preserve"> NUMPAGES </w:instrTex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separate"/>
    </w:r>
    <w:r w:rsidR="003465E3">
      <w:rPr>
        <w:rStyle w:val="Numrodepage"/>
        <w:rFonts w:ascii="Arial Narrow" w:hAnsi="Arial Narrow" w:cs="Arial"/>
        <w:noProof/>
        <w:sz w:val="18"/>
        <w:szCs w:val="18"/>
      </w:rPr>
      <w:t>8</w:t>
    </w:r>
    <w:r w:rsidRPr="00BB7111">
      <w:rPr>
        <w:rStyle w:val="Numrodepage"/>
        <w:rFonts w:ascii="Arial Narrow" w:hAnsi="Arial Narrow" w:cs="Arial"/>
        <w:sz w:val="18"/>
        <w:szCs w:val="18"/>
      </w:rPr>
      <w:fldChar w:fldCharType="end"/>
    </w:r>
  </w:p>
  <w:p w:rsidR="00E43CE9" w:rsidRDefault="00E43CE9" w:rsidP="00692007">
    <w:pPr>
      <w:pStyle w:val="Pieddepage"/>
      <w:rPr>
        <w:rStyle w:val="Numrodepage"/>
      </w:rPr>
    </w:pPr>
    <w:r>
      <w:rPr>
        <w:rStyle w:val="Numrodepage"/>
      </w:rPr>
      <w:tab/>
    </w:r>
  </w:p>
  <w:p w:rsidR="00E43CE9" w:rsidRDefault="00E43CE9" w:rsidP="00A068FD">
    <w:pPr>
      <w:pStyle w:val="Pieddepage"/>
      <w:jc w:val="right"/>
      <w:rPr>
        <w:rStyle w:val="Numrodepage"/>
      </w:rPr>
    </w:pPr>
  </w:p>
  <w:p w:rsidR="00E43CE9" w:rsidRPr="00A068FD" w:rsidRDefault="00E43CE9" w:rsidP="00A068FD">
    <w:pPr>
      <w:pStyle w:val="Pieddepage"/>
      <w:jc w:val="right"/>
      <w:rPr>
        <w:rFonts w:ascii="Arial" w:hAnsi="Arial" w:cs="Arial"/>
      </w:rPr>
    </w:pPr>
  </w:p>
  <w:p w:rsidR="00E43CE9" w:rsidRDefault="00E43CE9"/>
  <w:p w:rsidR="00E43CE9" w:rsidRDefault="00E43CE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CE9" w:rsidRDefault="00E43CE9">
      <w:r>
        <w:separator/>
      </w:r>
    </w:p>
  </w:footnote>
  <w:footnote w:type="continuationSeparator" w:id="0">
    <w:p w:rsidR="00E43CE9" w:rsidRDefault="00E43C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1" w15:restartNumberingAfterBreak="0">
    <w:nsid w:val="05CA47F5"/>
    <w:multiLevelType w:val="singleLevel"/>
    <w:tmpl w:val="60E0E3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0D4505"/>
    <w:multiLevelType w:val="hybridMultilevel"/>
    <w:tmpl w:val="824064F6"/>
    <w:lvl w:ilvl="0" w:tplc="36302A92">
      <w:numFmt w:val="bullet"/>
      <w:lvlText w:val="-"/>
      <w:lvlJc w:val="left"/>
      <w:pPr>
        <w:tabs>
          <w:tab w:val="num" w:pos="428"/>
        </w:tabs>
        <w:ind w:left="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48"/>
        </w:tabs>
        <w:ind w:left="1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68"/>
        </w:tabs>
        <w:ind w:left="1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88"/>
        </w:tabs>
        <w:ind w:left="2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08"/>
        </w:tabs>
        <w:ind w:left="3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28"/>
        </w:tabs>
        <w:ind w:left="4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48"/>
        </w:tabs>
        <w:ind w:left="4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68"/>
        </w:tabs>
        <w:ind w:left="5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88"/>
        </w:tabs>
        <w:ind w:left="6188" w:hanging="360"/>
      </w:pPr>
      <w:rPr>
        <w:rFonts w:ascii="Wingdings" w:hAnsi="Wingdings" w:hint="default"/>
      </w:rPr>
    </w:lvl>
  </w:abstractNum>
  <w:abstractNum w:abstractNumId="3" w15:restartNumberingAfterBreak="0">
    <w:nsid w:val="0F43205E"/>
    <w:multiLevelType w:val="hybridMultilevel"/>
    <w:tmpl w:val="33EA16F4"/>
    <w:lvl w:ilvl="0" w:tplc="8974B8E2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837F9"/>
    <w:multiLevelType w:val="hybridMultilevel"/>
    <w:tmpl w:val="0774539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D1F72"/>
    <w:multiLevelType w:val="hybridMultilevel"/>
    <w:tmpl w:val="5E1CAEBC"/>
    <w:lvl w:ilvl="0" w:tplc="E5AEEAC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D5DEC"/>
    <w:multiLevelType w:val="hybridMultilevel"/>
    <w:tmpl w:val="30186660"/>
    <w:lvl w:ilvl="0" w:tplc="DE7E273A">
      <w:numFmt w:val="bullet"/>
      <w:lvlText w:val="-"/>
      <w:lvlJc w:val="left"/>
      <w:pPr>
        <w:tabs>
          <w:tab w:val="num" w:pos="295"/>
        </w:tabs>
        <w:ind w:left="295" w:hanging="227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941"/>
        </w:tabs>
        <w:ind w:left="9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661"/>
        </w:tabs>
        <w:ind w:left="16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81"/>
        </w:tabs>
        <w:ind w:left="23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01"/>
        </w:tabs>
        <w:ind w:left="31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21"/>
        </w:tabs>
        <w:ind w:left="38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41"/>
        </w:tabs>
        <w:ind w:left="45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61"/>
        </w:tabs>
        <w:ind w:left="52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81"/>
        </w:tabs>
        <w:ind w:left="5981" w:hanging="360"/>
      </w:pPr>
      <w:rPr>
        <w:rFonts w:ascii="Wingdings" w:hAnsi="Wingdings" w:hint="default"/>
      </w:rPr>
    </w:lvl>
  </w:abstractNum>
  <w:abstractNum w:abstractNumId="7" w15:restartNumberingAfterBreak="0">
    <w:nsid w:val="2D4F6D60"/>
    <w:multiLevelType w:val="hybridMultilevel"/>
    <w:tmpl w:val="BA060398"/>
    <w:lvl w:ilvl="0" w:tplc="E5AEEAC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44557"/>
    <w:multiLevelType w:val="hybridMultilevel"/>
    <w:tmpl w:val="E06ACAC0"/>
    <w:lvl w:ilvl="0" w:tplc="2E724538"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9" w15:restartNumberingAfterBreak="0">
    <w:nsid w:val="40AE02BD"/>
    <w:multiLevelType w:val="singleLevel"/>
    <w:tmpl w:val="5130F7A0"/>
    <w:lvl w:ilvl="0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4B0D099E"/>
    <w:multiLevelType w:val="hybridMultilevel"/>
    <w:tmpl w:val="818A1814"/>
    <w:lvl w:ilvl="0" w:tplc="5A12D3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E5E24EE"/>
    <w:multiLevelType w:val="hybridMultilevel"/>
    <w:tmpl w:val="F77E47A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503172"/>
    <w:multiLevelType w:val="hybridMultilevel"/>
    <w:tmpl w:val="75A4AD80"/>
    <w:lvl w:ilvl="0" w:tplc="E4F2C0EA">
      <w:start w:val="6"/>
      <w:numFmt w:val="bullet"/>
      <w:lvlText w:val="-"/>
      <w:lvlJc w:val="left"/>
      <w:pPr>
        <w:ind w:left="3048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08" w:hanging="360"/>
      </w:pPr>
      <w:rPr>
        <w:rFonts w:ascii="Wingdings" w:hAnsi="Wingdings" w:hint="default"/>
      </w:rPr>
    </w:lvl>
  </w:abstractNum>
  <w:abstractNum w:abstractNumId="13" w15:restartNumberingAfterBreak="0">
    <w:nsid w:val="5C8C2D0D"/>
    <w:multiLevelType w:val="hybridMultilevel"/>
    <w:tmpl w:val="99D63E64"/>
    <w:lvl w:ilvl="0" w:tplc="7D6E63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941AC7"/>
    <w:multiLevelType w:val="hybridMultilevel"/>
    <w:tmpl w:val="3CAE5090"/>
    <w:lvl w:ilvl="0" w:tplc="EF6CA610">
      <w:start w:val="6"/>
      <w:numFmt w:val="bullet"/>
      <w:lvlText w:val="-"/>
      <w:lvlJc w:val="left"/>
      <w:pPr>
        <w:ind w:left="1068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2"/>
  </w:num>
  <w:num w:numId="5">
    <w:abstractNumId w:val="7"/>
  </w:num>
  <w:num w:numId="6">
    <w:abstractNumId w:val="13"/>
  </w:num>
  <w:num w:numId="7">
    <w:abstractNumId w:val="5"/>
  </w:num>
  <w:num w:numId="8">
    <w:abstractNumId w:val="11"/>
  </w:num>
  <w:num w:numId="9">
    <w:abstractNumId w:val="4"/>
  </w:num>
  <w:num w:numId="10">
    <w:abstractNumId w:val="0"/>
  </w:num>
  <w:num w:numId="11">
    <w:abstractNumId w:val="10"/>
  </w:num>
  <w:num w:numId="12">
    <w:abstractNumId w:val="1"/>
  </w:num>
  <w:num w:numId="13">
    <w:abstractNumId w:val="12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mailMerge>
    <w:mainDocumentType w:val="formLetters"/>
    <w:linkToQuery/>
    <w:dataType w:val="native"/>
    <w:connectString w:val="Provider=Microsoft.ACE.OLEDB.12.0;User ID=Admin;Data Source=L:\Unités_Organisation\S6_Achats\3_ACHATS_&amp;_MARCHES\T_Suivi\T_N\T_2020\T3__2020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Feuil1$`"/>
    <w:dataSource r:id="rId2"/>
    <w:odso>
      <w:udl w:val="Provider=Microsoft.ACE.OLEDB.12.0;User ID=Admin;Data Source=L:\Unités_Organisation\S6_Achats\3_ACHATS_&amp;_MARCHES\T_Suivi\T_N\T_2020\T3__2020.xls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euil1$"/>
      <w:src r:id="rId3"/>
      <w:colDelim w:val="9"/>
      <w:type w:val="database"/>
      <w:fHdr/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  <w:fieldMapData>
        <w:column w:val="0"/>
        <w:lid w:val="fr-FR"/>
      </w:fieldMapData>
    </w:odso>
  </w:mailMerge>
  <w:defaultTabStop w:val="708"/>
  <w:hyphenationZone w:val="425"/>
  <w:doNotHyphenateCap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048"/>
    <w:rsid w:val="000122ED"/>
    <w:rsid w:val="00040101"/>
    <w:rsid w:val="0004264C"/>
    <w:rsid w:val="000565A8"/>
    <w:rsid w:val="0008186A"/>
    <w:rsid w:val="000A2E29"/>
    <w:rsid w:val="000D0E2A"/>
    <w:rsid w:val="000D18FB"/>
    <w:rsid w:val="000D1A25"/>
    <w:rsid w:val="000D4A61"/>
    <w:rsid w:val="000E1EEA"/>
    <w:rsid w:val="000F5EBF"/>
    <w:rsid w:val="001350CD"/>
    <w:rsid w:val="00154CEA"/>
    <w:rsid w:val="001660E4"/>
    <w:rsid w:val="001717DF"/>
    <w:rsid w:val="00174C7F"/>
    <w:rsid w:val="00183A79"/>
    <w:rsid w:val="00197E80"/>
    <w:rsid w:val="001A6143"/>
    <w:rsid w:val="001B6B0D"/>
    <w:rsid w:val="001C7AC2"/>
    <w:rsid w:val="001D4E13"/>
    <w:rsid w:val="001E1CFB"/>
    <w:rsid w:val="001F0318"/>
    <w:rsid w:val="00205AB6"/>
    <w:rsid w:val="002073EE"/>
    <w:rsid w:val="00237D66"/>
    <w:rsid w:val="00241994"/>
    <w:rsid w:val="00282BB0"/>
    <w:rsid w:val="002B1B8E"/>
    <w:rsid w:val="002E18F0"/>
    <w:rsid w:val="002F0A1D"/>
    <w:rsid w:val="002F428E"/>
    <w:rsid w:val="003040FE"/>
    <w:rsid w:val="0031667F"/>
    <w:rsid w:val="00317BA4"/>
    <w:rsid w:val="00321D54"/>
    <w:rsid w:val="00323635"/>
    <w:rsid w:val="00331C85"/>
    <w:rsid w:val="00345539"/>
    <w:rsid w:val="003465E3"/>
    <w:rsid w:val="00353DF3"/>
    <w:rsid w:val="00355D47"/>
    <w:rsid w:val="00361C31"/>
    <w:rsid w:val="00361F71"/>
    <w:rsid w:val="00375A37"/>
    <w:rsid w:val="00387A08"/>
    <w:rsid w:val="003A6CD2"/>
    <w:rsid w:val="003C6540"/>
    <w:rsid w:val="003D61BF"/>
    <w:rsid w:val="004142E7"/>
    <w:rsid w:val="00422D94"/>
    <w:rsid w:val="0047195E"/>
    <w:rsid w:val="00485A34"/>
    <w:rsid w:val="00492452"/>
    <w:rsid w:val="004A0C4E"/>
    <w:rsid w:val="004B5D2B"/>
    <w:rsid w:val="004D57D3"/>
    <w:rsid w:val="004E2A12"/>
    <w:rsid w:val="004E4D2A"/>
    <w:rsid w:val="004F00A1"/>
    <w:rsid w:val="004F1BA4"/>
    <w:rsid w:val="004F3C04"/>
    <w:rsid w:val="00523A62"/>
    <w:rsid w:val="00525824"/>
    <w:rsid w:val="005347D8"/>
    <w:rsid w:val="00561923"/>
    <w:rsid w:val="005676D4"/>
    <w:rsid w:val="00570202"/>
    <w:rsid w:val="005861CB"/>
    <w:rsid w:val="00590887"/>
    <w:rsid w:val="005976DB"/>
    <w:rsid w:val="005B14E5"/>
    <w:rsid w:val="005B4159"/>
    <w:rsid w:val="00600EC1"/>
    <w:rsid w:val="00601E88"/>
    <w:rsid w:val="0060443F"/>
    <w:rsid w:val="00616C3E"/>
    <w:rsid w:val="0061729E"/>
    <w:rsid w:val="00624AD4"/>
    <w:rsid w:val="00625233"/>
    <w:rsid w:val="00633F74"/>
    <w:rsid w:val="006357DD"/>
    <w:rsid w:val="00637476"/>
    <w:rsid w:val="006419AB"/>
    <w:rsid w:val="00645114"/>
    <w:rsid w:val="00654F94"/>
    <w:rsid w:val="006617E6"/>
    <w:rsid w:val="00670E5D"/>
    <w:rsid w:val="00692007"/>
    <w:rsid w:val="006932B2"/>
    <w:rsid w:val="006964A8"/>
    <w:rsid w:val="006974A4"/>
    <w:rsid w:val="006A6AEA"/>
    <w:rsid w:val="006C66A4"/>
    <w:rsid w:val="006D4313"/>
    <w:rsid w:val="006F2D65"/>
    <w:rsid w:val="006F6DAF"/>
    <w:rsid w:val="0070711C"/>
    <w:rsid w:val="00710DE1"/>
    <w:rsid w:val="00742B94"/>
    <w:rsid w:val="00764A0D"/>
    <w:rsid w:val="007709A4"/>
    <w:rsid w:val="00770D6F"/>
    <w:rsid w:val="007839B0"/>
    <w:rsid w:val="00792B13"/>
    <w:rsid w:val="007B279E"/>
    <w:rsid w:val="007B3827"/>
    <w:rsid w:val="007C1468"/>
    <w:rsid w:val="007C5E00"/>
    <w:rsid w:val="007C66BD"/>
    <w:rsid w:val="007D3E32"/>
    <w:rsid w:val="007E101D"/>
    <w:rsid w:val="00801C82"/>
    <w:rsid w:val="0080706E"/>
    <w:rsid w:val="008401E9"/>
    <w:rsid w:val="0087033A"/>
    <w:rsid w:val="0088369A"/>
    <w:rsid w:val="00884301"/>
    <w:rsid w:val="00884EEE"/>
    <w:rsid w:val="0088502E"/>
    <w:rsid w:val="008A2377"/>
    <w:rsid w:val="008A48A1"/>
    <w:rsid w:val="008C10F9"/>
    <w:rsid w:val="008C5C11"/>
    <w:rsid w:val="008D16F1"/>
    <w:rsid w:val="008E130E"/>
    <w:rsid w:val="008F477B"/>
    <w:rsid w:val="00900D64"/>
    <w:rsid w:val="00915C9F"/>
    <w:rsid w:val="0092124E"/>
    <w:rsid w:val="00942324"/>
    <w:rsid w:val="00952355"/>
    <w:rsid w:val="00981F79"/>
    <w:rsid w:val="009959BA"/>
    <w:rsid w:val="009A0B99"/>
    <w:rsid w:val="009B6216"/>
    <w:rsid w:val="009B7859"/>
    <w:rsid w:val="009C1946"/>
    <w:rsid w:val="009C74C7"/>
    <w:rsid w:val="009D4E8C"/>
    <w:rsid w:val="00A019B1"/>
    <w:rsid w:val="00A068FD"/>
    <w:rsid w:val="00A11A0A"/>
    <w:rsid w:val="00A21CB5"/>
    <w:rsid w:val="00A413F5"/>
    <w:rsid w:val="00A71AB4"/>
    <w:rsid w:val="00A7663B"/>
    <w:rsid w:val="00A90B89"/>
    <w:rsid w:val="00AB1189"/>
    <w:rsid w:val="00AB11D9"/>
    <w:rsid w:val="00AB79A6"/>
    <w:rsid w:val="00AC0AFC"/>
    <w:rsid w:val="00AC10D8"/>
    <w:rsid w:val="00AC600B"/>
    <w:rsid w:val="00AD2BE7"/>
    <w:rsid w:val="00AE5714"/>
    <w:rsid w:val="00AF6031"/>
    <w:rsid w:val="00B14560"/>
    <w:rsid w:val="00B219A2"/>
    <w:rsid w:val="00B22545"/>
    <w:rsid w:val="00B47857"/>
    <w:rsid w:val="00B54DE7"/>
    <w:rsid w:val="00B56930"/>
    <w:rsid w:val="00B57D90"/>
    <w:rsid w:val="00BB6DEE"/>
    <w:rsid w:val="00BC6270"/>
    <w:rsid w:val="00BD4DD1"/>
    <w:rsid w:val="00C10899"/>
    <w:rsid w:val="00C4615A"/>
    <w:rsid w:val="00C472EC"/>
    <w:rsid w:val="00C553B9"/>
    <w:rsid w:val="00C820A5"/>
    <w:rsid w:val="00C97E3A"/>
    <w:rsid w:val="00CC3C73"/>
    <w:rsid w:val="00CC7D08"/>
    <w:rsid w:val="00CE06D8"/>
    <w:rsid w:val="00CE268F"/>
    <w:rsid w:val="00CF25C5"/>
    <w:rsid w:val="00D05E1A"/>
    <w:rsid w:val="00D13923"/>
    <w:rsid w:val="00D26726"/>
    <w:rsid w:val="00D30B27"/>
    <w:rsid w:val="00D40685"/>
    <w:rsid w:val="00D407CC"/>
    <w:rsid w:val="00D44975"/>
    <w:rsid w:val="00D55B31"/>
    <w:rsid w:val="00D642D3"/>
    <w:rsid w:val="00D67F1E"/>
    <w:rsid w:val="00D851E3"/>
    <w:rsid w:val="00D85492"/>
    <w:rsid w:val="00DA31E3"/>
    <w:rsid w:val="00DA367E"/>
    <w:rsid w:val="00DA4020"/>
    <w:rsid w:val="00DC3269"/>
    <w:rsid w:val="00DD3B31"/>
    <w:rsid w:val="00DE78ED"/>
    <w:rsid w:val="00E048EF"/>
    <w:rsid w:val="00E149A1"/>
    <w:rsid w:val="00E30AEA"/>
    <w:rsid w:val="00E43CE9"/>
    <w:rsid w:val="00E45365"/>
    <w:rsid w:val="00E57AAD"/>
    <w:rsid w:val="00E60857"/>
    <w:rsid w:val="00E60E91"/>
    <w:rsid w:val="00E66683"/>
    <w:rsid w:val="00E72E3B"/>
    <w:rsid w:val="00E808B2"/>
    <w:rsid w:val="00E9497F"/>
    <w:rsid w:val="00E95CE7"/>
    <w:rsid w:val="00EA072A"/>
    <w:rsid w:val="00EB295A"/>
    <w:rsid w:val="00EB476E"/>
    <w:rsid w:val="00EC6CCA"/>
    <w:rsid w:val="00ED2202"/>
    <w:rsid w:val="00EE2AF6"/>
    <w:rsid w:val="00EE7048"/>
    <w:rsid w:val="00F114B3"/>
    <w:rsid w:val="00F172BD"/>
    <w:rsid w:val="00F35C19"/>
    <w:rsid w:val="00F4619C"/>
    <w:rsid w:val="00F55B56"/>
    <w:rsid w:val="00F56E2A"/>
    <w:rsid w:val="00F65250"/>
    <w:rsid w:val="00F7356E"/>
    <w:rsid w:val="00F87DDE"/>
    <w:rsid w:val="00F96426"/>
    <w:rsid w:val="00FA22C6"/>
    <w:rsid w:val="00FA3727"/>
    <w:rsid w:val="00FA6FCE"/>
    <w:rsid w:val="00FC25BD"/>
    <w:rsid w:val="00FD182E"/>
    <w:rsid w:val="00FD2F9A"/>
    <w:rsid w:val="00FE0804"/>
    <w:rsid w:val="00FF069F"/>
    <w:rsid w:val="00FF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7B52A60"/>
  <w15:docId w15:val="{9D32EB28-FDD0-4924-A2C4-A18668CFF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5B14E5"/>
    <w:pPr>
      <w:keepNext/>
      <w:tabs>
        <w:tab w:val="left" w:pos="6453"/>
      </w:tabs>
      <w:spacing w:before="240"/>
      <w:ind w:left="-70" w:firstLine="144"/>
      <w:outlineLvl w:val="3"/>
    </w:pPr>
    <w:rPr>
      <w:rFonts w:ascii="Arial Narrow" w:hAnsi="Arial Narrow" w:cs="Arial Narrow"/>
      <w:b/>
      <w:b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9"/>
    <w:qFormat/>
    <w:rsid w:val="005B14E5"/>
    <w:pPr>
      <w:keepNext/>
      <w:spacing w:before="240"/>
      <w:ind w:left="68" w:right="210"/>
      <w:jc w:val="both"/>
      <w:outlineLvl w:val="4"/>
    </w:pPr>
    <w:rPr>
      <w:rFonts w:ascii="Arial Narrow" w:hAnsi="Arial Narrow" w:cs="Arial Narrow"/>
      <w:b/>
      <w:bCs/>
      <w:noProof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link w:val="Titre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Retraitcorpsdetexte2">
    <w:name w:val="Body Text Indent 2"/>
    <w:basedOn w:val="Normal"/>
    <w:link w:val="Retraitcorpsdetexte2Car"/>
    <w:uiPriority w:val="99"/>
    <w:rsid w:val="005B14E5"/>
    <w:pPr>
      <w:spacing w:before="120"/>
      <w:ind w:left="2761"/>
    </w:pPr>
    <w:rPr>
      <w:rFonts w:ascii="Arial Narrow" w:hAnsi="Arial Narrow" w:cs="Arial Narrow"/>
      <w:b/>
      <w:bCs/>
      <w:sz w:val="18"/>
      <w:szCs w:val="18"/>
    </w:rPr>
  </w:style>
  <w:style w:type="character" w:customStyle="1" w:styleId="Retraitcorpsdetexte2Car">
    <w:name w:val="Retrait corps de texte 2 Car"/>
    <w:link w:val="Retraitcorpsdetexte2"/>
    <w:uiPriority w:val="99"/>
    <w:semiHidden/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rsid w:val="005B14E5"/>
    <w:pPr>
      <w:jc w:val="both"/>
    </w:pPr>
    <w:rPr>
      <w:sz w:val="18"/>
      <w:szCs w:val="18"/>
    </w:rPr>
  </w:style>
  <w:style w:type="character" w:customStyle="1" w:styleId="CorpsdetexteCar">
    <w:name w:val="Corps de texte Car"/>
    <w:link w:val="Corpsdetexte"/>
    <w:uiPriority w:val="99"/>
    <w:semiHidden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5B14E5"/>
    <w:pPr>
      <w:tabs>
        <w:tab w:val="center" w:pos="4536"/>
        <w:tab w:val="right" w:pos="9072"/>
      </w:tabs>
    </w:pPr>
    <w:rPr>
      <w:rFonts w:ascii="Century Gothic" w:hAnsi="Century Gothic" w:cs="Century Gothic"/>
      <w:sz w:val="20"/>
      <w:szCs w:val="20"/>
    </w:rPr>
  </w:style>
  <w:style w:type="character" w:customStyle="1" w:styleId="PieddepageCar">
    <w:name w:val="Pied de page Car"/>
    <w:link w:val="Pieddepage"/>
    <w:uiPriority w:val="99"/>
    <w:semiHidden/>
    <w:rPr>
      <w:sz w:val="24"/>
      <w:szCs w:val="24"/>
    </w:rPr>
  </w:style>
  <w:style w:type="character" w:styleId="Numrodepage">
    <w:name w:val="page number"/>
    <w:basedOn w:val="Policepardfaut"/>
    <w:uiPriority w:val="99"/>
    <w:rsid w:val="005B14E5"/>
  </w:style>
  <w:style w:type="paragraph" w:styleId="Textedebulles">
    <w:name w:val="Balloon Text"/>
    <w:basedOn w:val="Normal"/>
    <w:semiHidden/>
    <w:rsid w:val="0088369A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C4615A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C461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">
    <w:name w:val="Car Car"/>
    <w:basedOn w:val="Normal"/>
    <w:autoRedefine/>
    <w:rsid w:val="00183A79"/>
    <w:pPr>
      <w:widowControl w:val="0"/>
      <w:adjustRightInd w:val="0"/>
      <w:spacing w:before="400" w:after="320" w:line="240" w:lineRule="exact"/>
      <w:jc w:val="both"/>
      <w:textAlignment w:val="baseline"/>
    </w:pPr>
    <w:rPr>
      <w:rFonts w:ascii="Arial" w:hAnsi="Arial" w:cs="Arial"/>
      <w:sz w:val="20"/>
      <w:szCs w:val="20"/>
      <w:lang w:eastAsia="en-US"/>
    </w:rPr>
  </w:style>
  <w:style w:type="paragraph" w:customStyle="1" w:styleId="fcase1ertab">
    <w:name w:val="f_case_1ertab"/>
    <w:basedOn w:val="Normal"/>
    <w:rsid w:val="00DD3B31"/>
    <w:pPr>
      <w:tabs>
        <w:tab w:val="left" w:pos="426"/>
      </w:tabs>
      <w:suppressAutoHyphens/>
      <w:ind w:left="709" w:hanging="709"/>
      <w:jc w:val="both"/>
    </w:pPr>
    <w:rPr>
      <w:rFonts w:ascii="Univers" w:hAnsi="Univers" w:cs="Univers"/>
      <w:sz w:val="20"/>
      <w:szCs w:val="20"/>
      <w:lang w:eastAsia="zh-CN"/>
    </w:rPr>
  </w:style>
  <w:style w:type="character" w:customStyle="1" w:styleId="Caractresdenotedebasdepage">
    <w:name w:val="Caractères de note de bas de page"/>
    <w:rsid w:val="00DD3B31"/>
    <w:rPr>
      <w:rFonts w:cs="Times New Roman"/>
      <w:vertAlign w:val="superscript"/>
    </w:rPr>
  </w:style>
  <w:style w:type="paragraph" w:styleId="Notedebasdepage">
    <w:name w:val="footnote text"/>
    <w:basedOn w:val="Normal"/>
    <w:link w:val="NotedebasdepageCar"/>
    <w:rsid w:val="00DD3B31"/>
    <w:pPr>
      <w:suppressAutoHyphens/>
    </w:pPr>
    <w:rPr>
      <w:rFonts w:ascii="Univers" w:hAnsi="Univers" w:cs="Univers"/>
      <w:sz w:val="20"/>
      <w:szCs w:val="20"/>
      <w:lang w:eastAsia="zh-CN"/>
    </w:rPr>
  </w:style>
  <w:style w:type="character" w:customStyle="1" w:styleId="NotedebasdepageCar">
    <w:name w:val="Note de bas de page Car"/>
    <w:basedOn w:val="Policepardfaut"/>
    <w:link w:val="Notedebasdepage"/>
    <w:rsid w:val="00DD3B31"/>
    <w:rPr>
      <w:rFonts w:ascii="Univers" w:hAnsi="Univers" w:cs="Univers"/>
      <w:lang w:eastAsia="zh-CN"/>
    </w:rPr>
  </w:style>
  <w:style w:type="paragraph" w:customStyle="1" w:styleId="fcasegauche">
    <w:name w:val="f_case_gauche"/>
    <w:basedOn w:val="Normal"/>
    <w:rsid w:val="00624AD4"/>
    <w:pPr>
      <w:suppressAutoHyphens/>
      <w:spacing w:after="60"/>
      <w:ind w:left="284" w:hanging="284"/>
      <w:jc w:val="both"/>
    </w:pPr>
    <w:rPr>
      <w:rFonts w:ascii="Univers" w:hAnsi="Univers" w:cs="Univers"/>
      <w:sz w:val="20"/>
      <w:szCs w:val="20"/>
      <w:lang w:eastAsia="zh-CN"/>
    </w:rPr>
  </w:style>
  <w:style w:type="paragraph" w:styleId="Paragraphedeliste">
    <w:name w:val="List Paragraph"/>
    <w:basedOn w:val="Normal"/>
    <w:uiPriority w:val="34"/>
    <w:qFormat/>
    <w:rsid w:val="006419AB"/>
    <w:pPr>
      <w:ind w:left="720"/>
      <w:contextualSpacing/>
    </w:pPr>
  </w:style>
  <w:style w:type="paragraph" w:customStyle="1" w:styleId="Default">
    <w:name w:val="Default"/>
    <w:rsid w:val="0060443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L:\Unit&#233;s_Organisation\S6_Achats\3_ACHATS_&amp;_MARCHES\T_Suivi\T_N\T_2020\T3__2020.xls" TargetMode="External"/><Relationship Id="rId2" Type="http://schemas.openxmlformats.org/officeDocument/2006/relationships/mailMergeSource" Target="file:///L:\Unit&#233;s_Organisation\S6_Achats\3_ACHATS_&amp;_MARCHES\T_Suivi\T_N\T_2020\T3__2020.xls" TargetMode="External"/><Relationship Id="rId1" Type="http://schemas.openxmlformats.org/officeDocument/2006/relationships/attachedTemplate" Target="file:///L:\Unit&#233;s_Organisation\S6_Achats\3_ACHATS_&amp;_MARCHES\M_Mod&#232;les\M_DCE\M_DCE%20(code%20cmde%20publique%20avec%20suivi%20modif)\M_A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4DB42-57A9-4B4C-88D4-0154541BC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M_AE.dotx</Template>
  <TotalTime>21</TotalTime>
  <Pages>8</Pages>
  <Words>2155</Words>
  <Characters>11858</Characters>
  <Application>Microsoft Office Word</Application>
  <DocSecurity>0</DocSecurity>
  <Lines>98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d'Offres Ouvert</vt:lpstr>
    </vt:vector>
  </TitlesOfParts>
  <Company>CNAMTS</Company>
  <LinksUpToDate>false</LinksUpToDate>
  <CharactersWithSpaces>13986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d'Offres Ouvert</dc:title>
  <dc:creator>BOUBAZINE FLORENT</dc:creator>
  <cp:lastModifiedBy>BOUBAZINE FLORENT (CPAM BAS-RHIN)</cp:lastModifiedBy>
  <cp:revision>6</cp:revision>
  <cp:lastPrinted>2011-03-17T05:55:00Z</cp:lastPrinted>
  <dcterms:created xsi:type="dcterms:W3CDTF">2020-02-10T09:48:00Z</dcterms:created>
  <dcterms:modified xsi:type="dcterms:W3CDTF">2024-04-18T11:43:00Z</dcterms:modified>
</cp:coreProperties>
</file>