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CC08A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124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Default="00472B25">
      <w:pPr>
        <w:pStyle w:val="Titre1"/>
        <w:numPr>
          <w:ilvl w:val="0"/>
          <w:numId w:val="0"/>
        </w:numPr>
        <w:spacing w:before="120"/>
        <w:jc w:val="both"/>
        <w:rPr>
          <w:rFonts w:ascii="Arial" w:hAnsi="Arial" w:cs="Arial"/>
          <w:sz w:val="18"/>
        </w:rPr>
      </w:pPr>
    </w:p>
    <w:p w:rsidR="004143C9" w:rsidRPr="004143C9" w:rsidRDefault="004143C9" w:rsidP="004143C9"/>
    <w:p w:rsidR="004143C9" w:rsidRPr="00477DC3" w:rsidRDefault="004143C9" w:rsidP="004143C9">
      <w:pPr>
        <w:tabs>
          <w:tab w:val="center" w:pos="4536"/>
          <w:tab w:val="right" w:pos="9072"/>
        </w:tabs>
        <w:rPr>
          <w:rFonts w:ascii="Arial" w:hAnsi="Arial" w:cs="Arial"/>
          <w:b/>
        </w:rPr>
      </w:pPr>
      <w:r w:rsidRPr="00477DC3">
        <w:rPr>
          <w:rFonts w:ascii="Arial" w:hAnsi="Arial" w:cs="Arial"/>
          <w:b/>
        </w:rPr>
        <w:t>CNRS Délégation Occitanie Est</w:t>
      </w:r>
    </w:p>
    <w:p w:rsidR="004143C9" w:rsidRPr="00477DC3" w:rsidRDefault="004143C9" w:rsidP="004143C9">
      <w:pPr>
        <w:tabs>
          <w:tab w:val="center" w:pos="4536"/>
          <w:tab w:val="right" w:pos="9072"/>
        </w:tabs>
        <w:rPr>
          <w:rFonts w:ascii="Arial" w:hAnsi="Arial" w:cs="Arial"/>
        </w:rPr>
      </w:pPr>
      <w:r w:rsidRPr="00477DC3">
        <w:rPr>
          <w:rFonts w:ascii="Arial" w:hAnsi="Arial" w:cs="Arial"/>
        </w:rPr>
        <w:t>Adresse : 1919 Route de Mende</w:t>
      </w:r>
    </w:p>
    <w:p w:rsidR="004143C9" w:rsidRPr="00477DC3" w:rsidRDefault="004143C9" w:rsidP="004143C9">
      <w:pPr>
        <w:tabs>
          <w:tab w:val="center" w:pos="4536"/>
          <w:tab w:val="right" w:pos="9072"/>
        </w:tabs>
        <w:rPr>
          <w:rFonts w:ascii="Arial" w:hAnsi="Arial" w:cs="Arial"/>
        </w:rPr>
      </w:pPr>
      <w:r w:rsidRPr="00477DC3">
        <w:rPr>
          <w:rFonts w:ascii="Arial" w:hAnsi="Arial" w:cs="Arial"/>
        </w:rPr>
        <w:t>34293 Montpellier cedex 5</w:t>
      </w:r>
    </w:p>
    <w:p w:rsidR="004143C9" w:rsidRPr="00477DC3" w:rsidRDefault="004143C9" w:rsidP="004143C9">
      <w:pPr>
        <w:tabs>
          <w:tab w:val="center" w:pos="4536"/>
          <w:tab w:val="right" w:pos="9072"/>
        </w:tabs>
        <w:rPr>
          <w:rFonts w:ascii="Arial" w:hAnsi="Arial" w:cs="Arial"/>
        </w:rPr>
      </w:pPr>
      <w:r w:rsidRPr="00477DC3">
        <w:rPr>
          <w:rFonts w:ascii="Arial" w:hAnsi="Arial" w:cs="Arial"/>
        </w:rPr>
        <w:t xml:space="preserve">Courriel : </w:t>
      </w:r>
      <w:hyperlink r:id="rId25" w:history="1">
        <w:r w:rsidRPr="00477DC3">
          <w:rPr>
            <w:rFonts w:ascii="Arial" w:hAnsi="Arial" w:cs="Arial"/>
            <w:color w:val="0000FF"/>
            <w:u w:val="single"/>
          </w:rPr>
          <w:t>achatsdr13@dr13.cnrs.fr</w:t>
        </w:r>
      </w:hyperlink>
      <w:r w:rsidRPr="00477DC3">
        <w:rPr>
          <w:rFonts w:ascii="Arial" w:hAnsi="Arial" w:cs="Arial"/>
        </w:rPr>
        <w:t xml:space="preserve"> </w:t>
      </w:r>
    </w:p>
    <w:p w:rsidR="004143C9" w:rsidRPr="00477DC3" w:rsidRDefault="004143C9" w:rsidP="004143C9">
      <w:pPr>
        <w:tabs>
          <w:tab w:val="center" w:pos="4536"/>
          <w:tab w:val="right" w:pos="9072"/>
        </w:tabs>
        <w:rPr>
          <w:rFonts w:ascii="Arial" w:hAnsi="Arial" w:cs="Arial"/>
        </w:rPr>
      </w:pPr>
      <w:r w:rsidRPr="00477DC3">
        <w:rPr>
          <w:rFonts w:ascii="Arial" w:hAnsi="Arial" w:cs="Arial"/>
        </w:rPr>
        <w:t xml:space="preserve">Site internet : </w:t>
      </w:r>
      <w:hyperlink r:id="rId26" w:history="1">
        <w:r w:rsidRPr="00477DC3">
          <w:rPr>
            <w:rFonts w:ascii="Arial" w:hAnsi="Arial" w:cs="Arial"/>
            <w:color w:val="0000FF"/>
            <w:u w:val="single"/>
          </w:rPr>
          <w:t>https://www.occitanie-est.cnrs.fr/</w:t>
        </w:r>
      </w:hyperlink>
      <w:r w:rsidRPr="00477DC3">
        <w:rPr>
          <w:rFonts w:ascii="Arial" w:hAnsi="Arial" w:cs="Arial"/>
        </w:rPr>
        <w:t xml:space="preserve"> </w:t>
      </w:r>
    </w:p>
    <w:p w:rsidR="004143C9" w:rsidRPr="00477DC3" w:rsidRDefault="004143C9" w:rsidP="004143C9">
      <w:pPr>
        <w:rPr>
          <w:rFonts w:ascii="Arial" w:hAnsi="Arial" w:cs="Arial"/>
        </w:rPr>
      </w:pPr>
      <w:r w:rsidRPr="00477DC3">
        <w:rPr>
          <w:rFonts w:ascii="Arial" w:hAnsi="Arial" w:cs="Arial"/>
        </w:rPr>
        <w:t xml:space="preserve">Profil d’acheteur : </w:t>
      </w:r>
      <w:hyperlink r:id="rId27" w:history="1">
        <w:r w:rsidRPr="00477DC3">
          <w:rPr>
            <w:rFonts w:ascii="Arial" w:hAnsi="Arial" w:cs="Arial"/>
            <w:color w:val="0000FF"/>
            <w:u w:val="single"/>
          </w:rPr>
          <w:t>http://www.marches-publics.gouv.fr</w:t>
        </w:r>
      </w:hyperlink>
      <w:r w:rsidRPr="00477DC3">
        <w:rPr>
          <w:rFonts w:ascii="Arial" w:hAnsi="Arial" w:cs="Arial"/>
        </w:rPr>
        <w:t xml:space="preserve"> </w:t>
      </w:r>
    </w:p>
    <w:p w:rsidR="00472B25" w:rsidRDefault="00472B25">
      <w:pPr>
        <w:rPr>
          <w:rFonts w:ascii="Arial" w:hAnsi="Arial" w:cs="Arial"/>
          <w:b/>
          <w:bCs/>
        </w:rPr>
      </w:pPr>
    </w:p>
    <w:p w:rsidR="004143C9" w:rsidRDefault="004143C9">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AD246D" w:rsidRDefault="00155E1C" w:rsidP="00AD246D">
      <w:pPr>
        <w:rPr>
          <w:rFonts w:ascii="Arial" w:hAnsi="Arial" w:cs="Arial"/>
          <w:b/>
          <w:bCs/>
        </w:rPr>
      </w:pPr>
      <w:r>
        <w:rPr>
          <w:rFonts w:ascii="Arial" w:hAnsi="Arial" w:cs="Arial"/>
          <w:b/>
          <w:bCs/>
        </w:rPr>
        <w:t>« </w:t>
      </w:r>
      <w:r w:rsidR="009A3FAF" w:rsidRPr="009A3FAF">
        <w:rPr>
          <w:rFonts w:ascii="Arial" w:hAnsi="Arial" w:cs="Arial"/>
          <w:b/>
          <w:bCs/>
        </w:rPr>
        <w:t>Rapatriement, hébergement, conditionnement, reproduction et distribution des collections de substances et d’extraits naturel de la Chimiothèque nationale</w:t>
      </w:r>
      <w:r>
        <w:rPr>
          <w:rFonts w:ascii="Arial" w:hAnsi="Arial" w:cs="Arial"/>
          <w:b/>
          <w:bCs/>
        </w:rPr>
        <w:t xml:space="preserve"> » </w:t>
      </w:r>
      <w:r w:rsidR="009A3FAF">
        <w:rPr>
          <w:rFonts w:ascii="Arial" w:hAnsi="Arial" w:cs="Arial"/>
          <w:b/>
          <w:bCs/>
        </w:rPr>
        <w:t xml:space="preserve">  </w:t>
      </w:r>
      <w:r w:rsidR="009A3FAF" w:rsidRPr="00E2608B">
        <w:rPr>
          <w:rFonts w:ascii="Arial" w:hAnsi="Arial" w:cs="Arial"/>
          <w:b/>
          <w:color w:val="000000"/>
        </w:rPr>
        <w:t>2024-USCBF-CN-</w:t>
      </w:r>
      <w:r w:rsidR="000A2081">
        <w:rPr>
          <w:rFonts w:ascii="Arial" w:hAnsi="Arial" w:cs="Arial"/>
          <w:b/>
          <w:color w:val="000000"/>
        </w:rPr>
        <w:t>33</w:t>
      </w:r>
    </w:p>
    <w:p w:rsidR="009A394A" w:rsidRDefault="009A394A">
      <w:pPr>
        <w:jc w:val="both"/>
        <w:rPr>
          <w:rFonts w:ascii="Arial" w:hAnsi="Arial" w:cs="Arial"/>
          <w:bCs/>
        </w:rPr>
      </w:pPr>
    </w:p>
    <w:p w:rsidR="00AD7FD2" w:rsidRDefault="00AD7FD2">
      <w:pPr>
        <w:jc w:val="both"/>
        <w:rPr>
          <w:rFonts w:ascii="Arial" w:hAnsi="Arial" w:cs="Arial"/>
          <w:bCs/>
        </w:rPr>
      </w:pPr>
      <w:bookmarkStart w:id="0" w:name="_GoBack"/>
      <w:bookmarkEnd w:id="0"/>
    </w:p>
    <w:p w:rsidR="009A394A" w:rsidRDefault="009A394A">
      <w:pPr>
        <w:jc w:val="both"/>
        <w:rPr>
          <w:rFonts w:ascii="Arial" w:hAnsi="Arial" w:cs="Arial"/>
          <w:bCs/>
        </w:rPr>
      </w:pPr>
    </w:p>
    <w:p w:rsidR="009A3FAF" w:rsidRDefault="009A3FAF">
      <w:pPr>
        <w:jc w:val="both"/>
        <w:rPr>
          <w:rFonts w:ascii="Arial" w:hAnsi="Arial" w:cs="Arial"/>
          <w:bCs/>
        </w:rPr>
      </w:pPr>
    </w:p>
    <w:p w:rsidR="009A3FAF" w:rsidRDefault="009A3FAF">
      <w:pPr>
        <w:suppressAutoHyphens w:val="0"/>
        <w:rPr>
          <w:rFonts w:ascii="Arial" w:hAnsi="Arial" w:cs="Arial"/>
          <w:bCs/>
        </w:rPr>
      </w:pPr>
      <w:r>
        <w:rPr>
          <w:rFonts w:ascii="Arial" w:hAnsi="Arial" w:cs="Arial"/>
          <w:bCs/>
        </w:rPr>
        <w:br w:type="page"/>
      </w:r>
    </w:p>
    <w:p w:rsidR="009A3FAF" w:rsidRDefault="009A3FAF">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8"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9"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30"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31"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32" w:history="1">
        <w:r w:rsidRPr="00025EC9">
          <w:rPr>
            <w:rStyle w:val="Lienhypertexte"/>
            <w:rFonts w:ascii="Arial" w:hAnsi="Arial" w:cs="Arial"/>
            <w:color w:val="0070C0"/>
          </w:rPr>
          <w:t>Art. R. 2151-13</w:t>
        </w:r>
      </w:hyperlink>
      <w:r>
        <w:rPr>
          <w:rFonts w:ascii="Arial" w:hAnsi="Arial" w:cs="Arial"/>
        </w:rPr>
        <w:t xml:space="preserve"> et </w:t>
      </w:r>
      <w:hyperlink r:id="rId33"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D7FD2">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AD7FD2">
        <w:fldChar w:fldCharType="separate"/>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34"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5"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6"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7"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D7FD2">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8"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D7FD2">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9"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D7FD2">
              <w:fldChar w:fldCharType="separate"/>
            </w:r>
            <w:r>
              <w:fldChar w:fldCharType="end"/>
            </w:r>
            <w:r>
              <w:t xml:space="preserve"> </w:t>
            </w:r>
            <w:r>
              <w:rPr>
                <w:rFonts w:ascii="Arial" w:hAnsi="Arial" w:cs="Arial"/>
              </w:rPr>
              <w:t>Structures d’insertion par l’activité économique (</w:t>
            </w:r>
            <w:hyperlink r:id="rId40"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D7FD2">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41"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42"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43"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44"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D7FD2">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5"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D7FD2">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6"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lastRenderedPageBreak/>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9"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50"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51"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64DC" w:rsidRDefault="000264DC">
      <w:r>
        <w:separator/>
      </w:r>
    </w:p>
  </w:endnote>
  <w:endnote w:type="continuationSeparator" w:id="0">
    <w:p w:rsidR="000264DC" w:rsidRDefault="00026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081" w:rsidRDefault="000A20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Pr="004143C9" w:rsidRDefault="009A3FAF">
          <w:pPr>
            <w:shd w:val="clear" w:color="auto" w:fill="66CCFF"/>
            <w:snapToGrid w:val="0"/>
            <w:jc w:val="center"/>
            <w:rPr>
              <w:rFonts w:ascii="Arial" w:hAnsi="Arial" w:cs="Arial"/>
              <w:b/>
              <w:bCs/>
            </w:rPr>
          </w:pPr>
          <w:r w:rsidRPr="00E2608B">
            <w:rPr>
              <w:rFonts w:ascii="Arial" w:hAnsi="Arial" w:cs="Arial"/>
              <w:b/>
              <w:color w:val="000000"/>
            </w:rPr>
            <w:t>2024-USCBF-CN-</w:t>
          </w:r>
          <w:r w:rsidR="000A2081">
            <w:rPr>
              <w:rFonts w:ascii="Arial" w:hAnsi="Arial" w:cs="Arial"/>
              <w:b/>
              <w:color w:val="000000"/>
            </w:rPr>
            <w:t>33</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C306D">
            <w:rPr>
              <w:rStyle w:val="Numrodepage"/>
              <w:rFonts w:cs="Arial"/>
              <w:b/>
              <w:noProof/>
            </w:rPr>
            <w:t>8</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C306D">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081" w:rsidRDefault="000A20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64DC" w:rsidRDefault="000264DC">
      <w:r>
        <w:separator/>
      </w:r>
    </w:p>
  </w:footnote>
  <w:footnote w:type="continuationSeparator" w:id="0">
    <w:p w:rsidR="000264DC" w:rsidRDefault="000264DC">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081" w:rsidRDefault="000A208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081" w:rsidRDefault="000A20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081" w:rsidRDefault="000A20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264DC"/>
    <w:rsid w:val="00036184"/>
    <w:rsid w:val="00044B87"/>
    <w:rsid w:val="00050CDC"/>
    <w:rsid w:val="000625CC"/>
    <w:rsid w:val="00092585"/>
    <w:rsid w:val="000A2081"/>
    <w:rsid w:val="000D4E2E"/>
    <w:rsid w:val="000E0EFF"/>
    <w:rsid w:val="000E3A79"/>
    <w:rsid w:val="000F3F78"/>
    <w:rsid w:val="0013398C"/>
    <w:rsid w:val="001535C7"/>
    <w:rsid w:val="00155E1C"/>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A5979"/>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143C9"/>
    <w:rsid w:val="00425B7A"/>
    <w:rsid w:val="00427375"/>
    <w:rsid w:val="00472B25"/>
    <w:rsid w:val="00483E5B"/>
    <w:rsid w:val="004A6435"/>
    <w:rsid w:val="004A6D4B"/>
    <w:rsid w:val="004A7F71"/>
    <w:rsid w:val="004C221B"/>
    <w:rsid w:val="004E403E"/>
    <w:rsid w:val="005036C5"/>
    <w:rsid w:val="00513F06"/>
    <w:rsid w:val="00516C8B"/>
    <w:rsid w:val="005254E3"/>
    <w:rsid w:val="00531CD3"/>
    <w:rsid w:val="00553297"/>
    <w:rsid w:val="00555AC1"/>
    <w:rsid w:val="0056052C"/>
    <w:rsid w:val="0059116B"/>
    <w:rsid w:val="005A325E"/>
    <w:rsid w:val="005A5386"/>
    <w:rsid w:val="005B4694"/>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76797"/>
    <w:rsid w:val="00887F8C"/>
    <w:rsid w:val="008A3707"/>
    <w:rsid w:val="008C2177"/>
    <w:rsid w:val="008D2EFB"/>
    <w:rsid w:val="009051AC"/>
    <w:rsid w:val="0090530B"/>
    <w:rsid w:val="00906660"/>
    <w:rsid w:val="00912339"/>
    <w:rsid w:val="0094174C"/>
    <w:rsid w:val="009A04B2"/>
    <w:rsid w:val="009A394A"/>
    <w:rsid w:val="009A3FAF"/>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D246D"/>
    <w:rsid w:val="00AD7FD2"/>
    <w:rsid w:val="00AE632A"/>
    <w:rsid w:val="00B80B6A"/>
    <w:rsid w:val="00BA7752"/>
    <w:rsid w:val="00BB17C8"/>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08A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C306D"/>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E29291"/>
  <w15:chartTrackingRefBased/>
  <w15:docId w15:val="{58A3E4AE-E47D-45A7-8095-0E3E2AA2F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92914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occitanie-est.cnrs.fr/" TargetMode="External"/><Relationship Id="rId39" Type="http://schemas.openxmlformats.org/officeDocument/2006/relationships/hyperlink" Target="https://www.legifrance.gouv.fr/affichCodeArticle.do?cidTexte=LEGITEXT000006074069&amp;idArticle=LEGIARTI000006797692&amp;dateTexte=&amp;categorieLien=cid"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4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0" Type="http://schemas.openxmlformats.org/officeDocument/2006/relationships/hyperlink" Target="https://www.legifrance.gouv.fr/affichCodeArticle.do?cidTexte=LEGITEXT000006072050&amp;idArticle=LEGIARTI000006903498"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www.marches-publics.gouv.fr" TargetMode="External"/><Relationship Id="rId30" Type="http://schemas.openxmlformats.org/officeDocument/2006/relationships/hyperlink" Target="http://eur-lex.europa.eu/LexUriServ/LexUriServ.do?uri=OJ:L:2003:124:0036:0041:fr:PDF" TargetMode="External"/><Relationship Id="rId3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mailto:achatsdr13@dr13.cnrs.fr" TargetMode="External"/><Relationship Id="rId3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8" Type="http://schemas.openxmlformats.org/officeDocument/2006/relationships/hyperlink" Target="https://www.legifrance.gouv.fr/affichCodeArticle.do?cidTexte=LEGITEXT000006072050&amp;idArticle=LEGIARTI000006903712&amp;dateTexte=&amp;categorieLien=cid" TargetMode="External"/><Relationship Id="rId46"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CA2E9-C199-4B3D-AB05-3EBF0425A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3562</Words>
  <Characters>19597</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23113</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LEON Charlotte</cp:lastModifiedBy>
  <cp:revision>12</cp:revision>
  <cp:lastPrinted>2016-11-02T14:02:00Z</cp:lastPrinted>
  <dcterms:created xsi:type="dcterms:W3CDTF">2021-06-29T11:07:00Z</dcterms:created>
  <dcterms:modified xsi:type="dcterms:W3CDTF">2024-11-28T15:01:00Z</dcterms:modified>
</cp:coreProperties>
</file>