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41B37DCE"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1C7691" w:rsidRPr="000C6174">
        <w:rPr>
          <w:bCs/>
        </w:rPr>
        <w:t>LABOUR</w:t>
      </w:r>
      <w:r w:rsidR="001C7691" w:rsidRPr="000C6174">
        <w:rPr>
          <w:bCs/>
          <w:spacing w:val="52"/>
        </w:rPr>
        <w:t xml:space="preserve"> </w:t>
      </w:r>
      <w:r w:rsidR="001C7691" w:rsidRPr="000C6174">
        <w:rPr>
          <w:bCs/>
        </w:rPr>
        <w:t>HIRE</w:t>
      </w:r>
      <w:r w:rsidR="001C7691" w:rsidRPr="000C6174">
        <w:rPr>
          <w:bCs/>
          <w:spacing w:val="52"/>
        </w:rPr>
        <w:t xml:space="preserve"> </w:t>
      </w:r>
      <w:r w:rsidR="001C7691" w:rsidRPr="000C6174">
        <w:rPr>
          <w:bCs/>
        </w:rPr>
        <w:t>SERVICES</w:t>
      </w:r>
      <w:r w:rsidR="001C7691" w:rsidRPr="000C6174">
        <w:rPr>
          <w:bCs/>
          <w:spacing w:val="54"/>
        </w:rPr>
        <w:t xml:space="preserve"> </w:t>
      </w:r>
      <w:proofErr w:type="gramStart"/>
      <w:r w:rsidR="001C7691" w:rsidRPr="000C6174">
        <w:rPr>
          <w:bCs/>
        </w:rPr>
        <w:t>AND</w:t>
      </w:r>
      <w:r w:rsidR="001C7691" w:rsidRPr="000C6174">
        <w:rPr>
          <w:bCs/>
          <w:spacing w:val="53"/>
        </w:rPr>
        <w:t xml:space="preserve"> </w:t>
      </w:r>
      <w:r w:rsidR="001C7691" w:rsidRPr="000C6174">
        <w:rPr>
          <w:bCs/>
          <w:spacing w:val="-53"/>
        </w:rPr>
        <w:t xml:space="preserve"> </w:t>
      </w:r>
      <w:r w:rsidR="001C7691" w:rsidRPr="000C6174">
        <w:rPr>
          <w:bCs/>
        </w:rPr>
        <w:t>HUMAN</w:t>
      </w:r>
      <w:proofErr w:type="gramEnd"/>
      <w:r w:rsidR="001C7691" w:rsidRPr="000C6174">
        <w:rPr>
          <w:bCs/>
          <w:spacing w:val="1"/>
        </w:rPr>
        <w:t xml:space="preserve"> </w:t>
      </w:r>
      <w:r w:rsidR="001C7691" w:rsidRPr="000C6174">
        <w:rPr>
          <w:bCs/>
        </w:rPr>
        <w:t>RESOURCES</w:t>
      </w:r>
      <w:r w:rsidR="001C7691" w:rsidRPr="000C6174">
        <w:rPr>
          <w:bCs/>
          <w:spacing w:val="-2"/>
        </w:rPr>
        <w:t xml:space="preserve"> </w:t>
      </w:r>
      <w:r w:rsidR="001C7691" w:rsidRPr="000C6174">
        <w:rPr>
          <w:bCs/>
        </w:rPr>
        <w:t>(HR) FOR</w:t>
      </w:r>
      <w:r w:rsidR="001C7691" w:rsidRPr="000C6174">
        <w:rPr>
          <w:bCs/>
          <w:spacing w:val="-2"/>
        </w:rPr>
        <w:t xml:space="preserve"> </w:t>
      </w:r>
      <w:r w:rsidR="001C7691" w:rsidRPr="000C6174">
        <w:rPr>
          <w:bCs/>
        </w:rPr>
        <w:t>EXPERTISE</w:t>
      </w:r>
      <w:r w:rsidR="001C7691" w:rsidRPr="000C6174">
        <w:rPr>
          <w:bCs/>
          <w:spacing w:val="-1"/>
        </w:rPr>
        <w:t xml:space="preserve"> </w:t>
      </w:r>
      <w:r w:rsidR="001C7691" w:rsidRPr="00352117">
        <w:rPr>
          <w:bCs/>
        </w:rPr>
        <w:t>FRANCE</w:t>
      </w:r>
      <w:r w:rsidR="001C7691" w:rsidRPr="00352117">
        <w:rPr>
          <w:bCs/>
          <w:spacing w:val="-2"/>
        </w:rPr>
        <w:t xml:space="preserve"> </w:t>
      </w:r>
      <w:r w:rsidR="001C7691" w:rsidRPr="00352117">
        <w:rPr>
          <w:bCs/>
        </w:rPr>
        <w:t>IN</w:t>
      </w:r>
      <w:r w:rsidR="001C7691" w:rsidRPr="00352117">
        <w:rPr>
          <w:bCs/>
          <w:spacing w:val="2"/>
        </w:rPr>
        <w:t xml:space="preserve"> ETHIOPIA</w:t>
      </w:r>
      <w:bookmarkStart w:id="0" w:name="_GoBack"/>
      <w:bookmarkEnd w:id="0"/>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D53F5"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9778C" w14:textId="77777777" w:rsidR="00743773" w:rsidRDefault="00743773">
      <w:r>
        <w:separator/>
      </w:r>
    </w:p>
  </w:endnote>
  <w:endnote w:type="continuationSeparator" w:id="0">
    <w:p w14:paraId="718EB849" w14:textId="77777777" w:rsidR="00743773" w:rsidRDefault="0074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1F506392"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7691">
                              <w:rPr>
                                <w:rFonts w:asciiTheme="minorHAnsi" w:hAnsiTheme="minorHAnsi"/>
                                <w:b/>
                                <w:bCs/>
                                <w:noProof/>
                                <w:sz w:val="22"/>
                                <w:szCs w:val="22"/>
                              </w:rPr>
                              <w:t>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7691">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2946568D"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769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7691">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3E1F5" w14:textId="77777777" w:rsidR="00743773" w:rsidRDefault="00743773">
      <w:r>
        <w:separator/>
      </w:r>
    </w:p>
  </w:footnote>
  <w:footnote w:type="continuationSeparator" w:id="0">
    <w:p w14:paraId="4A81C692" w14:textId="77777777" w:rsidR="00743773" w:rsidRDefault="00743773">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proofErr w:type="spellStart"/>
      <w:r w:rsidRPr="00EC39E2">
        <w:rPr>
          <w:rStyle w:val="Appelnotedebasdep"/>
          <w:rFonts w:ascii="Calibri" w:hAnsi="Calibri"/>
          <w:sz w:val="18"/>
          <w:szCs w:val="18"/>
          <w:vertAlign w:val="baseline"/>
        </w:rPr>
        <w:t>a</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ties</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C7691"/>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3773"/>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2AE0"/>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4DB3B-124B-411B-BD98-4FEEBD069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3</Pages>
  <Words>924</Words>
  <Characters>5379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6291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Alice FRITEAU</cp:lastModifiedBy>
  <cp:revision>3</cp:revision>
  <cp:lastPrinted>2016-03-24T23:23:00Z</cp:lastPrinted>
  <dcterms:created xsi:type="dcterms:W3CDTF">2023-09-24T05:42:00Z</dcterms:created>
  <dcterms:modified xsi:type="dcterms:W3CDTF">2024-04-05T15:21:00Z</dcterms:modified>
</cp:coreProperties>
</file>