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D0D41" w14:textId="77777777" w:rsidR="006506E0" w:rsidRDefault="006506E0" w:rsidP="00C3036A">
      <w:pPr>
        <w:jc w:val="left"/>
        <w:rPr>
          <w:b/>
          <w:sz w:val="30"/>
          <w:szCs w:val="30"/>
        </w:rPr>
      </w:pPr>
    </w:p>
    <w:p w14:paraId="43D23D1F" w14:textId="77777777" w:rsidR="004B04B9" w:rsidRDefault="004B04B9" w:rsidP="00C3036A">
      <w:pPr>
        <w:jc w:val="left"/>
        <w:rPr>
          <w:b/>
          <w:sz w:val="30"/>
          <w:szCs w:val="30"/>
        </w:rPr>
      </w:pPr>
    </w:p>
    <w:p w14:paraId="737FA52D" w14:textId="77777777" w:rsidR="004B04B9" w:rsidRPr="00DA053B" w:rsidRDefault="004B04B9" w:rsidP="00C3036A">
      <w:pPr>
        <w:jc w:val="left"/>
        <w:rPr>
          <w:b/>
          <w:sz w:val="30"/>
          <w:szCs w:val="30"/>
        </w:rPr>
      </w:pPr>
    </w:p>
    <w:p w14:paraId="02F0A42A" w14:textId="77777777" w:rsidR="00DA053B" w:rsidRPr="00DA053B" w:rsidRDefault="00DA053B" w:rsidP="00C3036A">
      <w:pPr>
        <w:spacing w:before="0" w:after="0"/>
        <w:jc w:val="left"/>
        <w:rPr>
          <w:b/>
          <w:sz w:val="30"/>
          <w:szCs w:val="30"/>
        </w:rPr>
      </w:pPr>
    </w:p>
    <w:p w14:paraId="64D699A0" w14:textId="77777777" w:rsidR="00841FDC" w:rsidRDefault="00841FDC" w:rsidP="00C3036A">
      <w:pPr>
        <w:spacing w:before="0" w:after="0"/>
        <w:jc w:val="left"/>
        <w:rPr>
          <w:b/>
          <w:sz w:val="30"/>
          <w:szCs w:val="30"/>
        </w:rPr>
      </w:pPr>
    </w:p>
    <w:p w14:paraId="17D07C13" w14:textId="4C9834B4" w:rsidR="00601FE2" w:rsidRDefault="001E3F4B" w:rsidP="00CA349B">
      <w:pPr>
        <w:pStyle w:val="12UnivTitredoc"/>
      </w:pPr>
      <w:r>
        <w:t xml:space="preserve">Annexe </w:t>
      </w:r>
      <w:r w:rsidR="00FD4DAA">
        <w:t>2</w:t>
      </w:r>
      <w:r w:rsidR="00A827D6">
        <w:t xml:space="preserve"> à l’AE</w:t>
      </w:r>
    </w:p>
    <w:p w14:paraId="3434B36E" w14:textId="77777777" w:rsidR="001E3F4B" w:rsidRPr="009A0755" w:rsidRDefault="004C2681" w:rsidP="00CA349B">
      <w:pPr>
        <w:pStyle w:val="12UnivTitredoc"/>
      </w:pPr>
      <w:r>
        <w:t>Organisation et prestations</w:t>
      </w:r>
      <w:r w:rsidR="001E3F4B">
        <w:t xml:space="preserve"> </w:t>
      </w:r>
    </w:p>
    <w:p w14:paraId="7FA4C199" w14:textId="77777777" w:rsidR="00543E6E" w:rsidRDefault="00C3036A" w:rsidP="00543E6E">
      <w:pPr>
        <w:pStyle w:val="1UnivSous-titredoc"/>
      </w:pPr>
      <w:r w:rsidRPr="00C3036A">
        <w:rPr>
          <w:color w:val="2372B9"/>
        </w:rPr>
        <mc:AlternateContent>
          <mc:Choice Requires="wps">
            <w:drawing>
              <wp:inline distT="0" distB="0" distL="0" distR="0" wp14:anchorId="00A2A784" wp14:editId="7B012860">
                <wp:extent cx="285971" cy="112976"/>
                <wp:effectExtent l="0" t="0" r="0" b="190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971" cy="112976"/>
                        </a:xfrm>
                        <a:prstGeom prst="rect">
                          <a:avLst/>
                        </a:prstGeom>
                        <a:solidFill>
                          <a:srgbClr val="2372B9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ED3DAB" id="Rectangle 1" o:spid="_x0000_s1026" style="width:22.5pt;height: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" fillcolor="#2372b9" stroked="f">
                <w10:anchorlock/>
              </v:rect>
            </w:pict>
          </mc:Fallback>
        </mc:AlternateContent>
      </w:r>
      <w:r w:rsidR="00A03AD8" w:rsidRPr="00A03AD8">
        <w:t xml:space="preserve"> </w:t>
      </w:r>
      <w:r w:rsidR="00543E6E">
        <w:t>Fourniture de gaz de laboratoire et de fluides cryogéniques</w:t>
      </w:r>
    </w:p>
    <w:p w14:paraId="3E4A2090" w14:textId="77777777" w:rsidR="00D04A4D" w:rsidRDefault="00D04A4D" w:rsidP="008B0A28">
      <w:pPr>
        <w:pStyle w:val="1UnivSous-titredoc"/>
      </w:pPr>
    </w:p>
    <w:p w14:paraId="3CD016B2" w14:textId="2B901F0A" w:rsidR="00A43263" w:rsidRDefault="004C2681" w:rsidP="00D04A4D">
      <w:pPr>
        <w:pStyle w:val="1UnivTextecomplementaire"/>
        <w:jc w:val="center"/>
        <w:rPr>
          <w:b/>
        </w:rPr>
      </w:pPr>
      <w:r>
        <w:rPr>
          <w:b/>
        </w:rPr>
        <w:t>Marché n° 202</w:t>
      </w:r>
      <w:r w:rsidR="00540FDB">
        <w:rPr>
          <w:b/>
        </w:rPr>
        <w:t>4</w:t>
      </w:r>
      <w:r w:rsidR="00601FE2" w:rsidRPr="00D04A4D">
        <w:rPr>
          <w:b/>
        </w:rPr>
        <w:t>.000</w:t>
      </w:r>
      <w:r w:rsidR="00540FDB">
        <w:rPr>
          <w:b/>
        </w:rPr>
        <w:t>50</w:t>
      </w:r>
      <w:r w:rsidR="00601FE2" w:rsidRPr="00D04A4D">
        <w:rPr>
          <w:b/>
        </w:rPr>
        <w:t>.00.17.00</w:t>
      </w:r>
    </w:p>
    <w:p w14:paraId="16037119" w14:textId="77777777" w:rsidR="004C2681" w:rsidRDefault="004C2681" w:rsidP="00D04A4D">
      <w:pPr>
        <w:pStyle w:val="1UnivTextecomplementaire"/>
        <w:jc w:val="center"/>
        <w:rPr>
          <w:b/>
        </w:rPr>
      </w:pPr>
    </w:p>
    <w:p w14:paraId="1D169C08" w14:textId="77777777" w:rsidR="004C2681" w:rsidRPr="00D04A4D" w:rsidRDefault="004C2681" w:rsidP="00D04A4D">
      <w:pPr>
        <w:pStyle w:val="1UnivTextecomplementaire"/>
        <w:jc w:val="center"/>
        <w:rPr>
          <w:b/>
        </w:rPr>
      </w:pPr>
    </w:p>
    <w:p w14:paraId="076CB17B" w14:textId="77777777" w:rsidR="00776F8F" w:rsidRPr="007E2D01" w:rsidRDefault="004D0042">
      <w:pPr>
        <w:pStyle w:val="2UnivSommaire"/>
        <w:pageBreakBefore/>
      </w:pPr>
      <w:r w:rsidRPr="007E2D01">
        <w:lastRenderedPageBreak/>
        <w:t>Sommaire</w:t>
      </w:r>
    </w:p>
    <w:p w14:paraId="6FE1759A" w14:textId="77777777" w:rsidR="008D5342" w:rsidRDefault="00596BE7">
      <w:pPr>
        <w:pStyle w:val="TM1"/>
        <w:rPr>
          <w:rFonts w:asciiTheme="minorHAnsi" w:eastAsiaTheme="minorEastAsia" w:hAnsiTheme="minorHAnsi" w:cstheme="minorBidi"/>
          <w:b w:val="0"/>
          <w:color w:val="auto"/>
          <w:kern w:val="0"/>
          <w:sz w:val="22"/>
          <w:szCs w:val="22"/>
          <w:lang w:eastAsia="fr-FR" w:bidi="ar-SA"/>
        </w:rPr>
      </w:pPr>
      <w:r>
        <w:rPr>
          <w:rFonts w:ascii="Ubuntu" w:hAnsi="Ubuntu"/>
          <w:sz w:val="40"/>
          <w:szCs w:val="40"/>
        </w:rPr>
        <w:fldChar w:fldCharType="begin"/>
      </w:r>
      <w:r>
        <w:rPr>
          <w:sz w:val="40"/>
          <w:szCs w:val="40"/>
        </w:rPr>
        <w:instrText xml:space="preserve"> TOC \o "1-3" \h \z \u </w:instrText>
      </w:r>
      <w:r>
        <w:rPr>
          <w:rFonts w:ascii="Ubuntu" w:hAnsi="Ubuntu"/>
          <w:sz w:val="40"/>
          <w:szCs w:val="40"/>
        </w:rPr>
        <w:fldChar w:fldCharType="separate"/>
      </w:r>
      <w:hyperlink w:anchor="_Toc31287081" w:history="1">
        <w:r w:rsidR="008D5342" w:rsidRPr="004A049E">
          <w:rPr>
            <w:rStyle w:val="Lienhypertexte"/>
          </w:rPr>
          <w:t>1.</w:t>
        </w:r>
        <w:r w:rsidR="008D5342">
          <w:rPr>
            <w:rFonts w:asciiTheme="minorHAnsi" w:eastAsiaTheme="minorEastAsia" w:hAnsiTheme="minorHAnsi" w:cstheme="minorBidi"/>
            <w:b w:val="0"/>
            <w:color w:val="auto"/>
            <w:kern w:val="0"/>
            <w:sz w:val="22"/>
            <w:szCs w:val="22"/>
            <w:lang w:eastAsia="fr-FR" w:bidi="ar-SA"/>
          </w:rPr>
          <w:tab/>
        </w:r>
        <w:r w:rsidR="008D5342" w:rsidRPr="004A049E">
          <w:rPr>
            <w:rStyle w:val="Lienhypertexte"/>
          </w:rPr>
          <w:t>Délais et conditions de livraison</w:t>
        </w:r>
        <w:r w:rsidR="008D5342">
          <w:rPr>
            <w:webHidden/>
          </w:rPr>
          <w:tab/>
        </w:r>
        <w:r w:rsidR="008D5342">
          <w:rPr>
            <w:webHidden/>
          </w:rPr>
          <w:fldChar w:fldCharType="begin"/>
        </w:r>
        <w:r w:rsidR="008D5342">
          <w:rPr>
            <w:webHidden/>
          </w:rPr>
          <w:instrText xml:space="preserve"> PAGEREF _Toc31287081 \h </w:instrText>
        </w:r>
        <w:r w:rsidR="008D5342">
          <w:rPr>
            <w:webHidden/>
          </w:rPr>
        </w:r>
        <w:r w:rsidR="008D5342">
          <w:rPr>
            <w:webHidden/>
          </w:rPr>
          <w:fldChar w:fldCharType="separate"/>
        </w:r>
        <w:r w:rsidR="008D5342">
          <w:rPr>
            <w:webHidden/>
          </w:rPr>
          <w:t>3</w:t>
        </w:r>
        <w:r w:rsidR="008D5342">
          <w:rPr>
            <w:webHidden/>
          </w:rPr>
          <w:fldChar w:fldCharType="end"/>
        </w:r>
      </w:hyperlink>
    </w:p>
    <w:p w14:paraId="37697E72" w14:textId="77777777" w:rsidR="008D5342" w:rsidRDefault="00763B69">
      <w:pPr>
        <w:pStyle w:val="TM1"/>
        <w:rPr>
          <w:rFonts w:asciiTheme="minorHAnsi" w:eastAsiaTheme="minorEastAsia" w:hAnsiTheme="minorHAnsi" w:cstheme="minorBidi"/>
          <w:b w:val="0"/>
          <w:color w:val="auto"/>
          <w:kern w:val="0"/>
          <w:sz w:val="22"/>
          <w:szCs w:val="22"/>
          <w:lang w:eastAsia="fr-FR" w:bidi="ar-SA"/>
        </w:rPr>
      </w:pPr>
      <w:hyperlink w:anchor="_Toc31287082" w:history="1">
        <w:r w:rsidR="008D5342" w:rsidRPr="004A049E">
          <w:rPr>
            <w:rStyle w:val="Lienhypertexte"/>
          </w:rPr>
          <w:t>2.</w:t>
        </w:r>
        <w:r w:rsidR="008D5342">
          <w:rPr>
            <w:rFonts w:asciiTheme="minorHAnsi" w:eastAsiaTheme="minorEastAsia" w:hAnsiTheme="minorHAnsi" w:cstheme="minorBidi"/>
            <w:b w:val="0"/>
            <w:color w:val="auto"/>
            <w:kern w:val="0"/>
            <w:sz w:val="22"/>
            <w:szCs w:val="22"/>
            <w:lang w:eastAsia="fr-FR" w:bidi="ar-SA"/>
          </w:rPr>
          <w:tab/>
        </w:r>
        <w:r w:rsidR="008D5342" w:rsidRPr="004A049E">
          <w:rPr>
            <w:rStyle w:val="Lienhypertexte"/>
          </w:rPr>
          <w:t>Autres prestations proposées par l’entreprise</w:t>
        </w:r>
        <w:r w:rsidR="008D5342">
          <w:rPr>
            <w:webHidden/>
          </w:rPr>
          <w:tab/>
        </w:r>
        <w:r w:rsidR="008D5342">
          <w:rPr>
            <w:webHidden/>
          </w:rPr>
          <w:fldChar w:fldCharType="begin"/>
        </w:r>
        <w:r w:rsidR="008D5342">
          <w:rPr>
            <w:webHidden/>
          </w:rPr>
          <w:instrText xml:space="preserve"> PAGEREF _Toc31287082 \h </w:instrText>
        </w:r>
        <w:r w:rsidR="008D5342">
          <w:rPr>
            <w:webHidden/>
          </w:rPr>
        </w:r>
        <w:r w:rsidR="008D5342">
          <w:rPr>
            <w:webHidden/>
          </w:rPr>
          <w:fldChar w:fldCharType="separate"/>
        </w:r>
        <w:r w:rsidR="008D5342">
          <w:rPr>
            <w:webHidden/>
          </w:rPr>
          <w:t>3</w:t>
        </w:r>
        <w:r w:rsidR="008D5342">
          <w:rPr>
            <w:webHidden/>
          </w:rPr>
          <w:fldChar w:fldCharType="end"/>
        </w:r>
      </w:hyperlink>
    </w:p>
    <w:p w14:paraId="6524ABA9" w14:textId="77777777" w:rsidR="008D5342" w:rsidRDefault="00763B69">
      <w:pPr>
        <w:pStyle w:val="TM1"/>
        <w:rPr>
          <w:rFonts w:asciiTheme="minorHAnsi" w:eastAsiaTheme="minorEastAsia" w:hAnsiTheme="minorHAnsi" w:cstheme="minorBidi"/>
          <w:b w:val="0"/>
          <w:color w:val="auto"/>
          <w:kern w:val="0"/>
          <w:sz w:val="22"/>
          <w:szCs w:val="22"/>
          <w:lang w:eastAsia="fr-FR" w:bidi="ar-SA"/>
        </w:rPr>
      </w:pPr>
      <w:hyperlink w:anchor="_Toc31287083" w:history="1">
        <w:r w:rsidR="008D5342" w:rsidRPr="004A049E">
          <w:rPr>
            <w:rStyle w:val="Lienhypertexte"/>
          </w:rPr>
          <w:t>3.</w:t>
        </w:r>
        <w:r w:rsidR="008D5342">
          <w:rPr>
            <w:rFonts w:asciiTheme="minorHAnsi" w:eastAsiaTheme="minorEastAsia" w:hAnsiTheme="minorHAnsi" w:cstheme="minorBidi"/>
            <w:b w:val="0"/>
            <w:color w:val="auto"/>
            <w:kern w:val="0"/>
            <w:sz w:val="22"/>
            <w:szCs w:val="22"/>
            <w:lang w:eastAsia="fr-FR" w:bidi="ar-SA"/>
          </w:rPr>
          <w:tab/>
        </w:r>
        <w:r w:rsidR="008D5342" w:rsidRPr="004A049E">
          <w:rPr>
            <w:rStyle w:val="Lienhypertexte"/>
          </w:rPr>
          <w:t>Organisation de l’entreprise</w:t>
        </w:r>
        <w:r w:rsidR="008D5342">
          <w:rPr>
            <w:webHidden/>
          </w:rPr>
          <w:tab/>
        </w:r>
        <w:r w:rsidR="008D5342">
          <w:rPr>
            <w:webHidden/>
          </w:rPr>
          <w:fldChar w:fldCharType="begin"/>
        </w:r>
        <w:r w:rsidR="008D5342">
          <w:rPr>
            <w:webHidden/>
          </w:rPr>
          <w:instrText xml:space="preserve"> PAGEREF _Toc31287083 \h </w:instrText>
        </w:r>
        <w:r w:rsidR="008D5342">
          <w:rPr>
            <w:webHidden/>
          </w:rPr>
        </w:r>
        <w:r w:rsidR="008D5342">
          <w:rPr>
            <w:webHidden/>
          </w:rPr>
          <w:fldChar w:fldCharType="separate"/>
        </w:r>
        <w:r w:rsidR="008D5342">
          <w:rPr>
            <w:webHidden/>
          </w:rPr>
          <w:t>4</w:t>
        </w:r>
        <w:r w:rsidR="008D5342">
          <w:rPr>
            <w:webHidden/>
          </w:rPr>
          <w:fldChar w:fldCharType="end"/>
        </w:r>
      </w:hyperlink>
    </w:p>
    <w:p w14:paraId="4ADA60D7" w14:textId="77777777" w:rsidR="006506E0" w:rsidRPr="00187E44" w:rsidRDefault="00596BE7" w:rsidP="007E2D01">
      <w:pPr>
        <w:pStyle w:val="TM3"/>
      </w:pPr>
      <w:r>
        <w:fldChar w:fldCharType="end"/>
      </w:r>
    </w:p>
    <w:p w14:paraId="36C1E7E8" w14:textId="77777777" w:rsidR="001E3F4B" w:rsidRDefault="004F3B16" w:rsidP="004C2681">
      <w:pPr>
        <w:pStyle w:val="0UnivCorpsdeTexte"/>
        <w:rPr>
          <w:lang w:bidi="ar-SA"/>
        </w:rPr>
      </w:pPr>
      <w:r>
        <w:br w:type="page"/>
      </w:r>
    </w:p>
    <w:p w14:paraId="47EA73EA" w14:textId="77777777" w:rsidR="001E3F4B" w:rsidRPr="001B5047" w:rsidRDefault="00F04475" w:rsidP="001E3F4B">
      <w:pPr>
        <w:pStyle w:val="0UnivTitre1"/>
      </w:pPr>
      <w:bookmarkStart w:id="0" w:name="_Toc536446463"/>
      <w:bookmarkStart w:id="1" w:name="_Toc31287081"/>
      <w:r>
        <w:lastRenderedPageBreak/>
        <w:t>Délais et conditions de livraison</w:t>
      </w:r>
      <w:bookmarkEnd w:id="0"/>
      <w:bookmarkEnd w:id="1"/>
    </w:p>
    <w:p w14:paraId="10CBA002" w14:textId="43380096" w:rsidR="00911599" w:rsidRDefault="00F04475" w:rsidP="00F04475">
      <w:pPr>
        <w:pStyle w:val="texte"/>
        <w:spacing w:line="240" w:lineRule="auto"/>
        <w:ind w:firstLine="0"/>
        <w:rPr>
          <w:rFonts w:ascii="Raleway" w:eastAsia="SimSun" w:hAnsi="Raleway" w:cs="Mangal"/>
          <w:kern w:val="3"/>
          <w:sz w:val="20"/>
          <w:szCs w:val="20"/>
        </w:rPr>
      </w:pPr>
      <w:r w:rsidRPr="00F04475">
        <w:rPr>
          <w:rFonts w:ascii="Raleway" w:eastAsia="SimSun" w:hAnsi="Raleway" w:cs="Mangal"/>
          <w:kern w:val="3"/>
          <w:sz w:val="20"/>
          <w:szCs w:val="20"/>
        </w:rPr>
        <w:t>Décr</w:t>
      </w:r>
      <w:r w:rsidR="00957BF3">
        <w:rPr>
          <w:rFonts w:ascii="Raleway" w:eastAsia="SimSun" w:hAnsi="Raleway" w:cs="Mangal"/>
          <w:kern w:val="3"/>
          <w:sz w:val="20"/>
          <w:szCs w:val="20"/>
        </w:rPr>
        <w:t xml:space="preserve">ire la façon dont l’entreprise </w:t>
      </w:r>
      <w:r w:rsidRPr="00F04475">
        <w:rPr>
          <w:rFonts w:ascii="Raleway" w:eastAsia="SimSun" w:hAnsi="Raleway" w:cs="Mangal"/>
          <w:kern w:val="3"/>
          <w:sz w:val="20"/>
          <w:szCs w:val="20"/>
        </w:rPr>
        <w:t>respectera les conditions de délai et les dispositions prévues au marché</w:t>
      </w:r>
      <w:r w:rsidR="00FD4DAA">
        <w:rPr>
          <w:rFonts w:ascii="Raleway" w:eastAsia="SimSun" w:hAnsi="Raleway" w:cs="Mangal"/>
          <w:kern w:val="3"/>
          <w:sz w:val="20"/>
          <w:szCs w:val="20"/>
        </w:rPr>
        <w:t xml:space="preserve"> à l’article 4</w:t>
      </w:r>
      <w:r w:rsidR="00763B69">
        <w:rPr>
          <w:rFonts w:ascii="Raleway" w:eastAsia="SimSun" w:hAnsi="Raleway" w:cs="Mangal"/>
          <w:kern w:val="3"/>
          <w:sz w:val="20"/>
          <w:szCs w:val="20"/>
        </w:rPr>
        <w:t>.2</w:t>
      </w:r>
      <w:r w:rsidR="00FD4DAA">
        <w:rPr>
          <w:rFonts w:ascii="Raleway" w:eastAsia="SimSun" w:hAnsi="Raleway" w:cs="Mangal"/>
          <w:kern w:val="3"/>
          <w:sz w:val="20"/>
          <w:szCs w:val="20"/>
        </w:rPr>
        <w:t xml:space="preserve"> du CCP</w:t>
      </w:r>
      <w:r w:rsidRPr="00F04475">
        <w:rPr>
          <w:rFonts w:ascii="Raleway" w:eastAsia="SimSun" w:hAnsi="Raleway" w:cs="Mangal"/>
          <w:kern w:val="3"/>
          <w:sz w:val="20"/>
          <w:szCs w:val="20"/>
        </w:rPr>
        <w:t xml:space="preserve"> </w:t>
      </w:r>
      <w:r w:rsidR="00911599">
        <w:rPr>
          <w:rFonts w:ascii="Raleway" w:eastAsia="SimSun" w:hAnsi="Raleway" w:cs="Mangal"/>
          <w:kern w:val="3"/>
          <w:sz w:val="20"/>
          <w:szCs w:val="20"/>
        </w:rPr>
        <w:t>(Protocole de sécurité :</w:t>
      </w:r>
      <w:r w:rsidR="00084E4A">
        <w:rPr>
          <w:rFonts w:ascii="Raleway" w:eastAsia="SimSun" w:hAnsi="Raleway" w:cs="Mangal"/>
          <w:kern w:val="3"/>
          <w:sz w:val="20"/>
          <w:szCs w:val="20"/>
        </w:rPr>
        <w:t xml:space="preserve"> respect des</w:t>
      </w:r>
      <w:r w:rsidR="00911599">
        <w:rPr>
          <w:rFonts w:ascii="Raleway" w:eastAsia="SimSun" w:hAnsi="Raleway" w:cs="Mangal"/>
          <w:kern w:val="3"/>
          <w:sz w:val="20"/>
          <w:szCs w:val="20"/>
        </w:rPr>
        <w:t xml:space="preserve"> lieux de stationne</w:t>
      </w:r>
      <w:r w:rsidR="00F05789">
        <w:rPr>
          <w:rFonts w:ascii="Raleway" w:eastAsia="SimSun" w:hAnsi="Raleway" w:cs="Mangal"/>
          <w:kern w:val="3"/>
          <w:sz w:val="20"/>
          <w:szCs w:val="20"/>
        </w:rPr>
        <w:t>me</w:t>
      </w:r>
      <w:r w:rsidR="00911599">
        <w:rPr>
          <w:rFonts w:ascii="Raleway" w:eastAsia="SimSun" w:hAnsi="Raleway" w:cs="Mangal"/>
          <w:kern w:val="3"/>
          <w:sz w:val="20"/>
          <w:szCs w:val="20"/>
        </w:rPr>
        <w:t>nt, interlocuteurs dédiés, consignes aux transporteurs…)</w:t>
      </w:r>
    </w:p>
    <w:p w14:paraId="75800A27" w14:textId="77777777" w:rsidR="00F04475" w:rsidRPr="003D5DE3" w:rsidRDefault="00F04475" w:rsidP="00F04475">
      <w:pPr>
        <w:pStyle w:val="texte"/>
        <w:spacing w:line="240" w:lineRule="auto"/>
        <w:ind w:firstLine="0"/>
        <w:rPr>
          <w:rFonts w:ascii="Open Sans" w:hAnsi="Open Sans" w:cs="Open Sans"/>
          <w:b/>
          <w:bCs/>
          <w:i/>
          <w:iCs/>
          <w:sz w:val="20"/>
          <w:szCs w:val="20"/>
        </w:rPr>
      </w:pPr>
    </w:p>
    <w:p w14:paraId="4C1277D3" w14:textId="77777777" w:rsidR="00F04475" w:rsidRDefault="00F04475" w:rsidP="00DC4013">
      <w:pPr>
        <w:pStyle w:val="0UnivCorpsdeTexte"/>
        <w:rPr>
          <w:lang w:bidi="ar-SA"/>
        </w:rPr>
      </w:pPr>
    </w:p>
    <w:p w14:paraId="7B8BA4A7" w14:textId="77777777" w:rsidR="00F04475" w:rsidRDefault="00F04475" w:rsidP="00DC4013">
      <w:pPr>
        <w:pStyle w:val="0UnivCorpsdeTexte"/>
        <w:rPr>
          <w:lang w:bidi="ar-SA"/>
        </w:rPr>
      </w:pPr>
    </w:p>
    <w:p w14:paraId="10F2F782" w14:textId="77777777" w:rsidR="00F04475" w:rsidRDefault="00F04475" w:rsidP="00DC4013">
      <w:pPr>
        <w:pStyle w:val="0UnivCorpsdeTexte"/>
        <w:rPr>
          <w:lang w:bidi="ar-SA"/>
        </w:rPr>
      </w:pPr>
    </w:p>
    <w:p w14:paraId="540DE92D" w14:textId="77777777" w:rsidR="00F04475" w:rsidRDefault="00F04475" w:rsidP="00DC4013">
      <w:pPr>
        <w:pStyle w:val="0UnivCorpsdeTexte"/>
        <w:rPr>
          <w:lang w:bidi="ar-SA"/>
        </w:rPr>
      </w:pPr>
    </w:p>
    <w:p w14:paraId="34B750F8" w14:textId="77777777" w:rsidR="00F04475" w:rsidRDefault="00F04475" w:rsidP="00DC4013">
      <w:pPr>
        <w:pStyle w:val="0UnivCorpsdeTexte"/>
        <w:rPr>
          <w:lang w:bidi="ar-SA"/>
        </w:rPr>
      </w:pPr>
    </w:p>
    <w:p w14:paraId="77AA09F7" w14:textId="77777777" w:rsidR="00F04475" w:rsidRDefault="00F04475" w:rsidP="00DC4013">
      <w:pPr>
        <w:pStyle w:val="0UnivCorpsdeTexte"/>
        <w:rPr>
          <w:lang w:bidi="ar-SA"/>
        </w:rPr>
      </w:pPr>
    </w:p>
    <w:p w14:paraId="514D3AB2" w14:textId="77777777" w:rsidR="00F04475" w:rsidRDefault="00F04475" w:rsidP="00DC4013">
      <w:pPr>
        <w:pStyle w:val="0UnivCorpsdeTexte"/>
        <w:rPr>
          <w:lang w:bidi="ar-SA"/>
        </w:rPr>
      </w:pPr>
    </w:p>
    <w:p w14:paraId="58C7EF5C" w14:textId="24C23EEC" w:rsidR="00FD4DAA" w:rsidRDefault="00FD4DAA" w:rsidP="00FD4DAA">
      <w:pPr>
        <w:pStyle w:val="0UnivTitre1"/>
      </w:pPr>
      <w:r>
        <w:t>Formation</w:t>
      </w:r>
    </w:p>
    <w:p w14:paraId="49C17028" w14:textId="77777777" w:rsidR="00FD4DAA" w:rsidRPr="00FD4DAA" w:rsidRDefault="00FD4DAA" w:rsidP="00FD4DAA">
      <w:pPr>
        <w:pStyle w:val="texte"/>
        <w:numPr>
          <w:ilvl w:val="0"/>
          <w:numId w:val="44"/>
        </w:numPr>
        <w:spacing w:line="240" w:lineRule="auto"/>
        <w:rPr>
          <w:rFonts w:ascii="Raleway" w:eastAsia="SimSun" w:hAnsi="Raleway" w:cs="Mangal"/>
          <w:kern w:val="3"/>
          <w:sz w:val="20"/>
          <w:szCs w:val="20"/>
        </w:rPr>
      </w:pPr>
      <w:r w:rsidRPr="00FD4DAA">
        <w:rPr>
          <w:rFonts w:ascii="Raleway" w:eastAsia="SimSun" w:hAnsi="Raleway" w:cs="Mangal"/>
          <w:kern w:val="3"/>
          <w:sz w:val="20"/>
          <w:szCs w:val="20"/>
        </w:rPr>
        <w:t>Programme :</w:t>
      </w:r>
    </w:p>
    <w:p w14:paraId="1CF88FB7" w14:textId="77777777" w:rsidR="00FD4DAA" w:rsidRPr="00FD4DAA" w:rsidRDefault="00FD4DAA" w:rsidP="00FD4DAA">
      <w:pPr>
        <w:pStyle w:val="texte"/>
        <w:numPr>
          <w:ilvl w:val="0"/>
          <w:numId w:val="44"/>
        </w:numPr>
        <w:spacing w:line="240" w:lineRule="auto"/>
        <w:rPr>
          <w:rFonts w:ascii="Raleway" w:eastAsia="SimSun" w:hAnsi="Raleway" w:cs="Mangal"/>
          <w:kern w:val="3"/>
          <w:sz w:val="20"/>
          <w:szCs w:val="20"/>
        </w:rPr>
      </w:pPr>
      <w:r w:rsidRPr="00FD4DAA">
        <w:rPr>
          <w:rFonts w:ascii="Raleway" w:eastAsia="SimSun" w:hAnsi="Raleway" w:cs="Mangal"/>
          <w:kern w:val="3"/>
          <w:sz w:val="20"/>
          <w:szCs w:val="20"/>
        </w:rPr>
        <w:t>Outils pédagogiques :</w:t>
      </w:r>
    </w:p>
    <w:p w14:paraId="06AE2983" w14:textId="77777777" w:rsidR="00FD4DAA" w:rsidRPr="00FD4DAA" w:rsidRDefault="00FD4DAA" w:rsidP="00FD4DAA">
      <w:pPr>
        <w:pStyle w:val="texte"/>
        <w:numPr>
          <w:ilvl w:val="0"/>
          <w:numId w:val="44"/>
        </w:numPr>
        <w:spacing w:line="240" w:lineRule="auto"/>
        <w:rPr>
          <w:rFonts w:ascii="Raleway" w:eastAsia="SimSun" w:hAnsi="Raleway" w:cs="Mangal"/>
          <w:kern w:val="3"/>
          <w:sz w:val="20"/>
          <w:szCs w:val="20"/>
        </w:rPr>
      </w:pPr>
      <w:r w:rsidRPr="00FD4DAA">
        <w:rPr>
          <w:rFonts w:ascii="Raleway" w:eastAsia="SimSun" w:hAnsi="Raleway" w:cs="Mangal"/>
          <w:kern w:val="3"/>
          <w:sz w:val="20"/>
          <w:szCs w:val="20"/>
        </w:rPr>
        <w:t>Organisation :</w:t>
      </w:r>
    </w:p>
    <w:p w14:paraId="627B4BBF" w14:textId="77777777" w:rsidR="00FD4DAA" w:rsidRPr="00FD4DAA" w:rsidRDefault="00FD4DAA" w:rsidP="00FD4DAA">
      <w:pPr>
        <w:pStyle w:val="texte"/>
        <w:numPr>
          <w:ilvl w:val="0"/>
          <w:numId w:val="44"/>
        </w:numPr>
        <w:spacing w:line="240" w:lineRule="auto"/>
        <w:rPr>
          <w:rFonts w:ascii="Raleway" w:eastAsia="SimSun" w:hAnsi="Raleway" w:cs="Mangal"/>
          <w:kern w:val="3"/>
          <w:sz w:val="20"/>
          <w:szCs w:val="20"/>
        </w:rPr>
      </w:pPr>
      <w:r w:rsidRPr="00FD4DAA">
        <w:rPr>
          <w:rFonts w:ascii="Raleway" w:eastAsia="SimSun" w:hAnsi="Raleway" w:cs="Mangal"/>
          <w:kern w:val="3"/>
          <w:sz w:val="20"/>
          <w:szCs w:val="20"/>
        </w:rPr>
        <w:t>Durée de la formation :</w:t>
      </w:r>
    </w:p>
    <w:p w14:paraId="4AF4B302" w14:textId="77777777" w:rsidR="00FD4DAA" w:rsidRPr="00FD4DAA" w:rsidRDefault="00FD4DAA" w:rsidP="00FD4DAA">
      <w:pPr>
        <w:pStyle w:val="0UnivCorpsdeTexte"/>
        <w:rPr>
          <w:lang w:bidi="ar-SA"/>
        </w:rPr>
      </w:pPr>
    </w:p>
    <w:p w14:paraId="1AD1A325" w14:textId="77777777" w:rsidR="00F04475" w:rsidRDefault="00F04475" w:rsidP="00DC4013">
      <w:pPr>
        <w:pStyle w:val="0UnivCorpsdeTexte"/>
        <w:rPr>
          <w:lang w:bidi="ar-SA"/>
        </w:rPr>
      </w:pPr>
    </w:p>
    <w:p w14:paraId="776C8C2B" w14:textId="77777777" w:rsidR="00F04475" w:rsidRDefault="00F04475" w:rsidP="00DC4013">
      <w:pPr>
        <w:pStyle w:val="0UnivCorpsdeTexte"/>
        <w:rPr>
          <w:lang w:bidi="ar-SA"/>
        </w:rPr>
      </w:pPr>
    </w:p>
    <w:p w14:paraId="1A4A43A3" w14:textId="77777777" w:rsidR="001E3F4B" w:rsidRPr="00F04475" w:rsidRDefault="00F04475" w:rsidP="001E3F4B">
      <w:pPr>
        <w:pStyle w:val="0UnivTitre1"/>
      </w:pPr>
      <w:bookmarkStart w:id="2" w:name="_Toc536446464"/>
      <w:bookmarkStart w:id="3" w:name="_Toc31287082"/>
      <w:r w:rsidRPr="00F04475">
        <w:t>Autres prestations proposées par l’entreprise</w:t>
      </w:r>
      <w:bookmarkEnd w:id="2"/>
      <w:bookmarkEnd w:id="3"/>
    </w:p>
    <w:p w14:paraId="2E117AFD" w14:textId="77777777" w:rsidR="00F04475" w:rsidRDefault="00F04475" w:rsidP="00F04475">
      <w:pPr>
        <w:pStyle w:val="0UnivCorpsdeTexte"/>
        <w:rPr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4032"/>
        <w:gridCol w:w="2991"/>
      </w:tblGrid>
      <w:tr w:rsidR="00F04475" w:rsidRPr="003D5DE3" w14:paraId="4E07214F" w14:textId="77777777" w:rsidTr="00F04475">
        <w:tc>
          <w:tcPr>
            <w:tcW w:w="2263" w:type="dxa"/>
            <w:shd w:val="clear" w:color="auto" w:fill="CEE3F5" w:themeFill="text2" w:themeFillTint="33"/>
          </w:tcPr>
          <w:p w14:paraId="6FA80D48" w14:textId="77777777" w:rsidR="00F04475" w:rsidRPr="003D5DE3" w:rsidRDefault="00F04475" w:rsidP="00054402">
            <w:pPr>
              <w:jc w:val="center"/>
              <w:rPr>
                <w:rFonts w:ascii="Open Sans" w:hAnsi="Open Sans" w:cs="Open Sans"/>
                <w:b/>
              </w:rPr>
            </w:pPr>
            <w:r w:rsidRPr="003D5DE3">
              <w:rPr>
                <w:rFonts w:ascii="Open Sans" w:hAnsi="Open Sans" w:cs="Open Sans"/>
                <w:b/>
              </w:rPr>
              <w:t>Prestation</w:t>
            </w:r>
          </w:p>
        </w:tc>
        <w:tc>
          <w:tcPr>
            <w:tcW w:w="4032" w:type="dxa"/>
            <w:shd w:val="clear" w:color="auto" w:fill="CEE3F5" w:themeFill="text2" w:themeFillTint="33"/>
          </w:tcPr>
          <w:p w14:paraId="1D12670A" w14:textId="77777777" w:rsidR="00F04475" w:rsidRPr="003D5DE3" w:rsidRDefault="00F04475" w:rsidP="00054402">
            <w:pPr>
              <w:jc w:val="center"/>
              <w:rPr>
                <w:rFonts w:ascii="Open Sans" w:hAnsi="Open Sans" w:cs="Open Sans"/>
                <w:b/>
              </w:rPr>
            </w:pPr>
            <w:r w:rsidRPr="003D5DE3">
              <w:rPr>
                <w:rFonts w:ascii="Open Sans" w:hAnsi="Open Sans" w:cs="Open Sans"/>
                <w:b/>
              </w:rPr>
              <w:t>Descriptif de la prestation</w:t>
            </w:r>
          </w:p>
        </w:tc>
        <w:tc>
          <w:tcPr>
            <w:tcW w:w="2991" w:type="dxa"/>
            <w:shd w:val="clear" w:color="auto" w:fill="CEE3F5" w:themeFill="text2" w:themeFillTint="33"/>
          </w:tcPr>
          <w:p w14:paraId="6607A30D" w14:textId="77777777" w:rsidR="00F04475" w:rsidRPr="003D5DE3" w:rsidRDefault="00F04475" w:rsidP="00054402">
            <w:pPr>
              <w:jc w:val="center"/>
              <w:rPr>
                <w:rFonts w:ascii="Open Sans" w:hAnsi="Open Sans" w:cs="Open Sans"/>
                <w:b/>
              </w:rPr>
            </w:pPr>
            <w:r w:rsidRPr="003D5DE3">
              <w:rPr>
                <w:rFonts w:ascii="Open Sans" w:hAnsi="Open Sans" w:cs="Open Sans"/>
                <w:b/>
              </w:rPr>
              <w:t xml:space="preserve">Tarif   € HT  </w:t>
            </w:r>
            <w:r>
              <w:rPr>
                <w:rFonts w:ascii="Open Sans" w:hAnsi="Open Sans" w:cs="Open Sans"/>
                <w:b/>
              </w:rPr>
              <w:t>/</w:t>
            </w:r>
            <w:r w:rsidRPr="003D5DE3">
              <w:rPr>
                <w:rFonts w:ascii="Open Sans" w:hAnsi="Open Sans" w:cs="Open Sans"/>
                <w:b/>
              </w:rPr>
              <w:t xml:space="preserve">  €</w:t>
            </w:r>
            <w:r>
              <w:rPr>
                <w:rFonts w:ascii="Open Sans" w:hAnsi="Open Sans" w:cs="Open Sans"/>
                <w:b/>
              </w:rPr>
              <w:t xml:space="preserve"> </w:t>
            </w:r>
            <w:r w:rsidRPr="003D5DE3">
              <w:rPr>
                <w:rFonts w:ascii="Open Sans" w:hAnsi="Open Sans" w:cs="Open Sans"/>
                <w:b/>
              </w:rPr>
              <w:t>TTC</w:t>
            </w:r>
          </w:p>
        </w:tc>
      </w:tr>
      <w:tr w:rsidR="00F04475" w:rsidRPr="003D5DE3" w14:paraId="27EB3BC2" w14:textId="77777777" w:rsidTr="00F04475">
        <w:tc>
          <w:tcPr>
            <w:tcW w:w="2263" w:type="dxa"/>
            <w:shd w:val="clear" w:color="auto" w:fill="auto"/>
            <w:vAlign w:val="center"/>
          </w:tcPr>
          <w:p w14:paraId="0295A9A5" w14:textId="4F5834E5" w:rsidR="00F04475" w:rsidRPr="00F04475" w:rsidRDefault="00F04475" w:rsidP="00054402">
            <w:pPr>
              <w:rPr>
                <w:lang w:bidi="ar-SA"/>
              </w:rPr>
            </w:pPr>
            <w:r w:rsidRPr="00F04475">
              <w:rPr>
                <w:lang w:bidi="ar-SA"/>
              </w:rPr>
              <w:t>Livraison</w:t>
            </w:r>
            <w:r w:rsidR="00FD4DAA">
              <w:rPr>
                <w:lang w:bidi="ar-SA"/>
              </w:rPr>
              <w:t xml:space="preserve"> </w:t>
            </w:r>
            <w:r w:rsidRPr="00F04475">
              <w:rPr>
                <w:lang w:bidi="ar-SA"/>
              </w:rPr>
              <w:t xml:space="preserve">sur site extérieur à l’ULR 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4299DF88" w14:textId="77777777" w:rsidR="00F04475" w:rsidRPr="003D5DE3" w:rsidRDefault="00F04475" w:rsidP="00054402">
            <w:pPr>
              <w:rPr>
                <w:rFonts w:ascii="Open Sans" w:hAnsi="Open Sans" w:cs="Open Sans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4212DEA" w14:textId="77777777" w:rsidR="00F04475" w:rsidRPr="003D5DE3" w:rsidRDefault="00F04475" w:rsidP="00054402">
            <w:pPr>
              <w:rPr>
                <w:rFonts w:ascii="Open Sans" w:hAnsi="Open Sans" w:cs="Open Sans"/>
              </w:rPr>
            </w:pPr>
          </w:p>
        </w:tc>
      </w:tr>
      <w:tr w:rsidR="00F04475" w:rsidRPr="00F04475" w14:paraId="77E8E7C1" w14:textId="77777777" w:rsidTr="00F04475">
        <w:tc>
          <w:tcPr>
            <w:tcW w:w="2263" w:type="dxa"/>
            <w:shd w:val="clear" w:color="auto" w:fill="auto"/>
            <w:vAlign w:val="center"/>
          </w:tcPr>
          <w:p w14:paraId="1E7040F1" w14:textId="1283F66F" w:rsidR="00F04475" w:rsidRPr="00F04475" w:rsidRDefault="00F04475" w:rsidP="00FD4DAA">
            <w:pPr>
              <w:rPr>
                <w:lang w:bidi="ar-SA"/>
              </w:rPr>
            </w:pPr>
            <w:r w:rsidRPr="00F04475">
              <w:rPr>
                <w:lang w:bidi="ar-SA"/>
              </w:rPr>
              <w:t>Livraison en urgence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53782601" w14:textId="77777777" w:rsidR="00F04475" w:rsidRPr="00F04475" w:rsidRDefault="00F04475" w:rsidP="00054402">
            <w:pPr>
              <w:rPr>
                <w:lang w:bidi="ar-S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356E701" w14:textId="77777777" w:rsidR="00F04475" w:rsidRPr="00F04475" w:rsidRDefault="00F04475" w:rsidP="00054402">
            <w:pPr>
              <w:rPr>
                <w:lang w:bidi="ar-SA"/>
              </w:rPr>
            </w:pPr>
          </w:p>
        </w:tc>
      </w:tr>
      <w:tr w:rsidR="00F04475" w:rsidRPr="00F04475" w14:paraId="24F5B938" w14:textId="77777777" w:rsidTr="00F04475">
        <w:tc>
          <w:tcPr>
            <w:tcW w:w="2263" w:type="dxa"/>
            <w:shd w:val="clear" w:color="auto" w:fill="auto"/>
            <w:vAlign w:val="center"/>
          </w:tcPr>
          <w:p w14:paraId="207F95BC" w14:textId="0F385862" w:rsidR="00F04475" w:rsidRPr="00F04475" w:rsidRDefault="00F04475" w:rsidP="00054402">
            <w:pPr>
              <w:rPr>
                <w:lang w:bidi="ar-SA"/>
              </w:rPr>
            </w:pPr>
            <w:r w:rsidRPr="00F04475">
              <w:rPr>
                <w:lang w:bidi="ar-SA"/>
              </w:rPr>
              <w:t>Autre </w:t>
            </w:r>
          </w:p>
          <w:p w14:paraId="59A00A4A" w14:textId="77777777" w:rsidR="00F04475" w:rsidRPr="00F04475" w:rsidRDefault="00F04475" w:rsidP="00054402">
            <w:pPr>
              <w:rPr>
                <w:lang w:bidi="ar-SA"/>
              </w:rPr>
            </w:pPr>
          </w:p>
        </w:tc>
        <w:tc>
          <w:tcPr>
            <w:tcW w:w="4032" w:type="dxa"/>
            <w:shd w:val="clear" w:color="auto" w:fill="auto"/>
            <w:vAlign w:val="center"/>
          </w:tcPr>
          <w:p w14:paraId="6BB78D2D" w14:textId="77777777" w:rsidR="00F04475" w:rsidRPr="00F04475" w:rsidRDefault="00F04475" w:rsidP="00054402">
            <w:pPr>
              <w:rPr>
                <w:lang w:bidi="ar-S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BAFDE72" w14:textId="77777777" w:rsidR="00F04475" w:rsidRPr="00F04475" w:rsidRDefault="00F04475" w:rsidP="00054402">
            <w:pPr>
              <w:rPr>
                <w:lang w:bidi="ar-SA"/>
              </w:rPr>
            </w:pPr>
          </w:p>
        </w:tc>
      </w:tr>
    </w:tbl>
    <w:p w14:paraId="01CF724A" w14:textId="77777777" w:rsidR="00F04475" w:rsidRDefault="00F04475" w:rsidP="00F04475">
      <w:pPr>
        <w:pStyle w:val="0UnivCorpsdeTexte"/>
        <w:rPr>
          <w:lang w:bidi="ar-SA"/>
        </w:rPr>
      </w:pPr>
    </w:p>
    <w:p w14:paraId="0E60254D" w14:textId="77777777" w:rsidR="00F04475" w:rsidRDefault="00F04475" w:rsidP="00F04475">
      <w:pPr>
        <w:pStyle w:val="0UnivCorpsdeTexte"/>
        <w:rPr>
          <w:lang w:bidi="ar-SA"/>
        </w:rPr>
      </w:pPr>
    </w:p>
    <w:p w14:paraId="1983B918" w14:textId="77777777" w:rsidR="00D73CF4" w:rsidRDefault="00D73CF4" w:rsidP="00F04475">
      <w:pPr>
        <w:pStyle w:val="0UnivCorpsdeTexte"/>
        <w:rPr>
          <w:lang w:bidi="ar-SA"/>
        </w:rPr>
      </w:pPr>
    </w:p>
    <w:p w14:paraId="6D608816" w14:textId="77777777" w:rsidR="00F04475" w:rsidRDefault="00F04475" w:rsidP="00F04475">
      <w:pPr>
        <w:pStyle w:val="0UnivCorpsdeTexte"/>
        <w:rPr>
          <w:lang w:bidi="ar-SA"/>
        </w:rPr>
      </w:pPr>
    </w:p>
    <w:p w14:paraId="2B51A0F1" w14:textId="77777777" w:rsidR="00F04475" w:rsidRDefault="00F04475" w:rsidP="00F04475">
      <w:pPr>
        <w:pStyle w:val="0UnivCorpsdeTexte"/>
        <w:rPr>
          <w:lang w:bidi="ar-SA"/>
        </w:rPr>
      </w:pPr>
    </w:p>
    <w:p w14:paraId="7597F538" w14:textId="77777777" w:rsidR="00F04475" w:rsidRDefault="00F04475" w:rsidP="00F04475">
      <w:pPr>
        <w:pStyle w:val="0UnivCorpsdeTexte"/>
        <w:rPr>
          <w:lang w:bidi="ar-SA"/>
        </w:rPr>
      </w:pPr>
    </w:p>
    <w:p w14:paraId="61A763F9" w14:textId="77777777" w:rsidR="00F04475" w:rsidRPr="00F04475" w:rsidRDefault="00F04475" w:rsidP="00F04475">
      <w:pPr>
        <w:pStyle w:val="0UnivTitre1"/>
      </w:pPr>
      <w:bookmarkStart w:id="4" w:name="_Toc31287083"/>
      <w:r>
        <w:lastRenderedPageBreak/>
        <w:t>Organisation de</w:t>
      </w:r>
      <w:r w:rsidRPr="00F04475">
        <w:t xml:space="preserve"> l’entreprise</w:t>
      </w:r>
      <w:bookmarkEnd w:id="4"/>
    </w:p>
    <w:tbl>
      <w:tblPr>
        <w:tblW w:w="101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2"/>
        <w:gridCol w:w="5798"/>
      </w:tblGrid>
      <w:tr w:rsidR="00F04475" w:rsidRPr="003D5DE3" w14:paraId="2D05CD04" w14:textId="77777777" w:rsidTr="00FD4DAA">
        <w:trPr>
          <w:trHeight w:val="1758"/>
        </w:trPr>
        <w:tc>
          <w:tcPr>
            <w:tcW w:w="4352" w:type="dxa"/>
            <w:shd w:val="clear" w:color="auto" w:fill="auto"/>
          </w:tcPr>
          <w:p w14:paraId="32D2B098" w14:textId="77777777" w:rsidR="00FD4DAA" w:rsidRDefault="00FD4DAA" w:rsidP="00054402">
            <w:pPr>
              <w:pStyle w:val="Corpsdetexte"/>
              <w:jc w:val="center"/>
              <w:rPr>
                <w:rFonts w:ascii="Open Sans" w:hAnsi="Open Sans" w:cs="Open Sans"/>
                <w:b/>
                <w:color w:val="2372B9" w:themeColor="text2"/>
                <w:sz w:val="20"/>
                <w:szCs w:val="20"/>
              </w:rPr>
            </w:pPr>
          </w:p>
          <w:p w14:paraId="2ABD5AE9" w14:textId="77777777" w:rsidR="00FD4DAA" w:rsidRDefault="00697B50" w:rsidP="00054402">
            <w:pPr>
              <w:pStyle w:val="Corpsdetexte"/>
              <w:jc w:val="center"/>
              <w:rPr>
                <w:rFonts w:ascii="Open Sans" w:hAnsi="Open Sans" w:cs="Open Sans"/>
                <w:b/>
                <w:color w:val="2372B9" w:themeColor="text2"/>
              </w:rPr>
            </w:pPr>
            <w:r w:rsidRPr="00FD4DAA">
              <w:rPr>
                <w:rFonts w:ascii="Open Sans" w:hAnsi="Open Sans" w:cs="Open Sans"/>
                <w:b/>
                <w:color w:val="2372B9" w:themeColor="text2"/>
              </w:rPr>
              <w:t xml:space="preserve">Commande / Facturation / </w:t>
            </w:r>
          </w:p>
          <w:p w14:paraId="7EF8C75F" w14:textId="1235885F" w:rsidR="00F04475" w:rsidRPr="00FD4DAA" w:rsidRDefault="00697B50" w:rsidP="00054402">
            <w:pPr>
              <w:pStyle w:val="Corpsdetexte"/>
              <w:jc w:val="center"/>
              <w:rPr>
                <w:rFonts w:ascii="Open Sans" w:hAnsi="Open Sans" w:cs="Open Sans"/>
                <w:b/>
                <w:color w:val="2372B9" w:themeColor="text2"/>
              </w:rPr>
            </w:pPr>
            <w:r w:rsidRPr="00FD4DAA">
              <w:rPr>
                <w:rFonts w:ascii="Open Sans" w:hAnsi="Open Sans" w:cs="Open Sans"/>
                <w:b/>
                <w:color w:val="2372B9" w:themeColor="text2"/>
              </w:rPr>
              <w:t>S</w:t>
            </w:r>
            <w:r w:rsidR="00F04475" w:rsidRPr="00FD4DAA">
              <w:rPr>
                <w:rFonts w:ascii="Open Sans" w:hAnsi="Open Sans" w:cs="Open Sans"/>
                <w:b/>
                <w:color w:val="2372B9" w:themeColor="text2"/>
              </w:rPr>
              <w:t>tatistiques</w:t>
            </w:r>
          </w:p>
          <w:p w14:paraId="29058FF5" w14:textId="77777777" w:rsidR="00F04475" w:rsidRPr="00FD4DAA" w:rsidRDefault="00F04475" w:rsidP="00054402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* Adresse et coordonnées du service</w:t>
            </w:r>
          </w:p>
          <w:p w14:paraId="55707B00" w14:textId="77777777" w:rsidR="00F04475" w:rsidRPr="00FD4DAA" w:rsidRDefault="00F04475" w:rsidP="00054402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* Jours et horaires d’ouverture</w:t>
            </w:r>
          </w:p>
          <w:p w14:paraId="42F8C23E" w14:textId="59BA8AFB" w:rsidR="00FD4DAA" w:rsidRPr="00FD4DAA" w:rsidRDefault="00F04475" w:rsidP="00FD4DAA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* Nombre d’interlocuteurs auprès de l’Université</w:t>
            </w:r>
            <w:bookmarkStart w:id="5" w:name="_Toc31287084"/>
            <w:r w:rsidR="00FD4DAA">
              <w:rPr>
                <w:rFonts w:ascii="Raleway" w:hAnsi="Raleway" w:cs="Mangal"/>
                <w:kern w:val="3"/>
                <w:sz w:val="20"/>
                <w:szCs w:val="20"/>
              </w:rPr>
              <w:t> :</w:t>
            </w:r>
          </w:p>
          <w:p w14:paraId="3E35BA5F" w14:textId="356425CA" w:rsidR="00F04475" w:rsidRPr="00FD4DAA" w:rsidRDefault="00FD4DAA" w:rsidP="00FD4DAA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>
              <w:rPr>
                <w:rFonts w:ascii="Raleway" w:hAnsi="Raleway" w:cs="Mangal"/>
                <w:kern w:val="3"/>
                <w:sz w:val="20"/>
                <w:szCs w:val="20"/>
              </w:rPr>
              <w:t xml:space="preserve">    </w:t>
            </w:r>
            <w:r w:rsidR="00F04475" w:rsidRPr="00FD4DAA">
              <w:rPr>
                <w:rFonts w:ascii="Raleway" w:hAnsi="Raleway" w:cs="Mangal"/>
                <w:kern w:val="3"/>
                <w:sz w:val="20"/>
                <w:szCs w:val="20"/>
              </w:rPr>
              <w:t xml:space="preserve">Nom et qualité de la (des) </w:t>
            </w: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p</w:t>
            </w:r>
            <w:r w:rsidR="00F04475" w:rsidRPr="00FD4DAA">
              <w:rPr>
                <w:rFonts w:ascii="Raleway" w:hAnsi="Raleway" w:cs="Mangal"/>
                <w:kern w:val="3"/>
                <w:sz w:val="20"/>
                <w:szCs w:val="20"/>
              </w:rPr>
              <w:t>ersonne(s)</w:t>
            </w:r>
            <w:bookmarkEnd w:id="5"/>
          </w:p>
          <w:p w14:paraId="2E3B96E5" w14:textId="77777777" w:rsidR="00F04475" w:rsidRPr="003D5DE3" w:rsidRDefault="00F04475" w:rsidP="00054402">
            <w:pPr>
              <w:rPr>
                <w:rFonts w:ascii="Open Sans" w:hAnsi="Open Sans" w:cs="Open Sans"/>
              </w:rPr>
            </w:pPr>
            <w:r w:rsidRPr="00FD4DAA">
              <w:rPr>
                <w:lang w:bidi="ar-SA"/>
              </w:rPr>
              <w:t>* Interlocuteur privilégié</w:t>
            </w:r>
          </w:p>
        </w:tc>
        <w:tc>
          <w:tcPr>
            <w:tcW w:w="5798" w:type="dxa"/>
            <w:shd w:val="clear" w:color="auto" w:fill="auto"/>
          </w:tcPr>
          <w:p w14:paraId="3F189480" w14:textId="77777777" w:rsidR="00F04475" w:rsidRPr="003D5DE3" w:rsidRDefault="00F04475" w:rsidP="00054402">
            <w:pPr>
              <w:rPr>
                <w:rFonts w:ascii="Open Sans" w:hAnsi="Open Sans" w:cs="Open Sans"/>
                <w:b/>
              </w:rPr>
            </w:pPr>
          </w:p>
        </w:tc>
      </w:tr>
      <w:tr w:rsidR="00F04475" w:rsidRPr="003D5DE3" w14:paraId="0E643658" w14:textId="77777777" w:rsidTr="00FD4DAA">
        <w:trPr>
          <w:trHeight w:val="1756"/>
        </w:trPr>
        <w:tc>
          <w:tcPr>
            <w:tcW w:w="4352" w:type="dxa"/>
            <w:shd w:val="clear" w:color="auto" w:fill="auto"/>
          </w:tcPr>
          <w:p w14:paraId="5296D61D" w14:textId="77777777" w:rsidR="00F04475" w:rsidRPr="00FD4DAA" w:rsidRDefault="00697B50" w:rsidP="00697B50">
            <w:pPr>
              <w:ind w:left="1420"/>
              <w:rPr>
                <w:rFonts w:ascii="Open Sans" w:hAnsi="Open Sans" w:cs="Open Sans"/>
                <w:b/>
                <w:color w:val="2372B9" w:themeColor="text2"/>
                <w:kern w:val="0"/>
                <w:sz w:val="24"/>
                <w:szCs w:val="24"/>
                <w:lang w:bidi="ar-SA"/>
              </w:rPr>
            </w:pPr>
            <w:r w:rsidRPr="00FD4DAA">
              <w:rPr>
                <w:rFonts w:ascii="Open Sans" w:hAnsi="Open Sans" w:cs="Open Sans"/>
                <w:b/>
                <w:color w:val="2372B9" w:themeColor="text2"/>
                <w:kern w:val="0"/>
                <w:sz w:val="24"/>
                <w:szCs w:val="24"/>
                <w:lang w:bidi="ar-SA"/>
              </w:rPr>
              <w:t>L</w:t>
            </w:r>
            <w:r w:rsidR="00F04475" w:rsidRPr="00FD4DAA">
              <w:rPr>
                <w:rFonts w:ascii="Open Sans" w:hAnsi="Open Sans" w:cs="Open Sans"/>
                <w:b/>
                <w:color w:val="2372B9" w:themeColor="text2"/>
                <w:kern w:val="0"/>
                <w:sz w:val="24"/>
                <w:szCs w:val="24"/>
                <w:lang w:bidi="ar-SA"/>
              </w:rPr>
              <w:t>ivraison</w:t>
            </w:r>
          </w:p>
          <w:p w14:paraId="7FA0F132" w14:textId="77777777" w:rsidR="00F04475" w:rsidRPr="00FD4DAA" w:rsidRDefault="00F04475" w:rsidP="00054402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* Adresse et coordonnées du service</w:t>
            </w:r>
          </w:p>
          <w:p w14:paraId="5C52031F" w14:textId="77777777" w:rsidR="00F04475" w:rsidRPr="00FD4DAA" w:rsidRDefault="00F04475" w:rsidP="00054402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*</w:t>
            </w:r>
            <w:r w:rsidR="00697B50" w:rsidRPr="00FD4DAA">
              <w:rPr>
                <w:rFonts w:ascii="Raleway" w:hAnsi="Raleway" w:cs="Mangal"/>
                <w:kern w:val="3"/>
                <w:sz w:val="20"/>
                <w:szCs w:val="20"/>
              </w:rPr>
              <w:t xml:space="preserve"> </w:t>
            </w: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Jours et horaires d’ouverture</w:t>
            </w:r>
          </w:p>
          <w:p w14:paraId="4C7EAD15" w14:textId="3C502935" w:rsidR="00FD4DAA" w:rsidRPr="00FD4DAA" w:rsidRDefault="00F04475" w:rsidP="00FD4DAA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* Nombre d’interlocuteurs auprès de l’Université</w:t>
            </w:r>
            <w:bookmarkStart w:id="6" w:name="_Toc31287085"/>
            <w:r w:rsidR="00FD4DAA">
              <w:rPr>
                <w:rFonts w:ascii="Raleway" w:hAnsi="Raleway" w:cs="Mangal"/>
                <w:kern w:val="3"/>
                <w:sz w:val="20"/>
                <w:szCs w:val="20"/>
              </w:rPr>
              <w:t> :</w:t>
            </w:r>
          </w:p>
          <w:p w14:paraId="53873F93" w14:textId="4FB81933" w:rsidR="00F04475" w:rsidRPr="00FD4DAA" w:rsidRDefault="00FD4DAA" w:rsidP="00FD4DAA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>
              <w:rPr>
                <w:rFonts w:ascii="Raleway" w:hAnsi="Raleway" w:cs="Mangal"/>
                <w:kern w:val="3"/>
                <w:sz w:val="20"/>
                <w:szCs w:val="20"/>
              </w:rPr>
              <w:t xml:space="preserve">   </w:t>
            </w:r>
            <w:r w:rsidR="00F04475" w:rsidRPr="00FD4DAA">
              <w:rPr>
                <w:rFonts w:ascii="Raleway" w:hAnsi="Raleway" w:cs="Mangal"/>
                <w:kern w:val="3"/>
                <w:sz w:val="20"/>
                <w:szCs w:val="20"/>
              </w:rPr>
              <w:t>Nom et qualité de la (des) personne</w:t>
            </w:r>
            <w:r w:rsidR="00697B50" w:rsidRPr="00FD4DAA">
              <w:rPr>
                <w:rFonts w:ascii="Raleway" w:hAnsi="Raleway" w:cs="Mangal"/>
                <w:kern w:val="3"/>
                <w:sz w:val="20"/>
                <w:szCs w:val="20"/>
              </w:rPr>
              <w:t>(</w:t>
            </w:r>
            <w:r w:rsidR="00F04475" w:rsidRPr="00FD4DAA">
              <w:rPr>
                <w:rFonts w:ascii="Raleway" w:hAnsi="Raleway" w:cs="Mangal"/>
                <w:kern w:val="3"/>
                <w:sz w:val="20"/>
                <w:szCs w:val="20"/>
              </w:rPr>
              <w:t>s)</w:t>
            </w:r>
            <w:bookmarkEnd w:id="6"/>
          </w:p>
          <w:p w14:paraId="069ED807" w14:textId="77777777" w:rsidR="00F04475" w:rsidRPr="00FD4DAA" w:rsidRDefault="00F04475" w:rsidP="00FD4DAA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* Interlocuteur privilégié </w:t>
            </w:r>
          </w:p>
          <w:p w14:paraId="16D22E0E" w14:textId="77777777" w:rsidR="00F04475" w:rsidRPr="003D5DE3" w:rsidRDefault="00F04475" w:rsidP="00054402">
            <w:pPr>
              <w:jc w:val="center"/>
              <w:rPr>
                <w:rFonts w:ascii="Open Sans" w:hAnsi="Open Sans" w:cs="Open Sans"/>
                <w:b/>
              </w:rPr>
            </w:pPr>
          </w:p>
        </w:tc>
        <w:tc>
          <w:tcPr>
            <w:tcW w:w="5798" w:type="dxa"/>
            <w:shd w:val="clear" w:color="auto" w:fill="auto"/>
          </w:tcPr>
          <w:p w14:paraId="183D9AB1" w14:textId="77777777" w:rsidR="00F04475" w:rsidRPr="003D5DE3" w:rsidRDefault="00F04475" w:rsidP="00054402">
            <w:pPr>
              <w:jc w:val="center"/>
              <w:rPr>
                <w:rFonts w:ascii="Open Sans" w:hAnsi="Open Sans" w:cs="Open Sans"/>
                <w:b/>
              </w:rPr>
            </w:pPr>
          </w:p>
        </w:tc>
      </w:tr>
      <w:tr w:rsidR="00F04475" w:rsidRPr="003D5DE3" w14:paraId="3C53C612" w14:textId="77777777" w:rsidTr="00FD4DAA">
        <w:tc>
          <w:tcPr>
            <w:tcW w:w="4352" w:type="dxa"/>
            <w:shd w:val="clear" w:color="auto" w:fill="auto"/>
          </w:tcPr>
          <w:p w14:paraId="2896A02B" w14:textId="77777777" w:rsidR="00FD4DAA" w:rsidRDefault="00F04475" w:rsidP="00054402">
            <w:pPr>
              <w:jc w:val="center"/>
              <w:rPr>
                <w:rFonts w:ascii="Open Sans" w:hAnsi="Open Sans" w:cs="Open Sans"/>
                <w:b/>
                <w:color w:val="2372B9" w:themeColor="text2"/>
                <w:kern w:val="0"/>
                <w:sz w:val="24"/>
                <w:szCs w:val="24"/>
                <w:lang w:bidi="ar-SA"/>
              </w:rPr>
            </w:pPr>
            <w:r w:rsidRPr="00FD4DAA">
              <w:rPr>
                <w:rFonts w:ascii="Open Sans" w:hAnsi="Open Sans" w:cs="Open Sans"/>
                <w:b/>
                <w:color w:val="2372B9" w:themeColor="text2"/>
                <w:kern w:val="0"/>
                <w:sz w:val="24"/>
                <w:szCs w:val="24"/>
                <w:lang w:bidi="ar-SA"/>
              </w:rPr>
              <w:t>Conseiller technique</w:t>
            </w:r>
            <w:r w:rsidR="00FD4DAA" w:rsidRPr="00FD4DAA">
              <w:rPr>
                <w:rFonts w:ascii="Open Sans" w:hAnsi="Open Sans" w:cs="Open Sans"/>
                <w:b/>
                <w:color w:val="2372B9" w:themeColor="text2"/>
                <w:kern w:val="0"/>
                <w:sz w:val="24"/>
                <w:szCs w:val="24"/>
                <w:lang w:bidi="ar-SA"/>
              </w:rPr>
              <w:t xml:space="preserve"> dédié </w:t>
            </w:r>
          </w:p>
          <w:p w14:paraId="358590BB" w14:textId="6B3342CD" w:rsidR="00F04475" w:rsidRPr="00FD4DAA" w:rsidRDefault="00FD4DAA" w:rsidP="00054402">
            <w:pPr>
              <w:jc w:val="center"/>
              <w:rPr>
                <w:rFonts w:ascii="Open Sans" w:hAnsi="Open Sans" w:cs="Open Sans"/>
                <w:b/>
                <w:color w:val="2372B9" w:themeColor="text2"/>
                <w:kern w:val="0"/>
                <w:sz w:val="24"/>
                <w:szCs w:val="24"/>
                <w:lang w:bidi="ar-SA"/>
              </w:rPr>
            </w:pPr>
            <w:r w:rsidRPr="00FD4DAA">
              <w:rPr>
                <w:rFonts w:ascii="Open Sans" w:hAnsi="Open Sans" w:cs="Open Sans"/>
                <w:b/>
                <w:color w:val="2372B9" w:themeColor="text2"/>
                <w:kern w:val="0"/>
                <w:sz w:val="24"/>
                <w:szCs w:val="24"/>
                <w:lang w:bidi="ar-SA"/>
              </w:rPr>
              <w:t>au marché</w:t>
            </w:r>
          </w:p>
          <w:p w14:paraId="600E29B4" w14:textId="77777777" w:rsidR="00F04475" w:rsidRPr="00FD4DAA" w:rsidRDefault="00F04475" w:rsidP="00FD4DAA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 xml:space="preserve">* Adresse et coordonnées </w:t>
            </w:r>
          </w:p>
          <w:p w14:paraId="1A62BB14" w14:textId="77777777" w:rsidR="00F04475" w:rsidRPr="00FD4DAA" w:rsidRDefault="00F04475" w:rsidP="00FD4DAA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* Niveau de qualification :</w:t>
            </w:r>
          </w:p>
          <w:p w14:paraId="58AFBC31" w14:textId="77777777" w:rsidR="00F04475" w:rsidRPr="00FD4DAA" w:rsidRDefault="00F04475" w:rsidP="00FD4DAA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 xml:space="preserve">        - parcours professionnel </w:t>
            </w:r>
          </w:p>
          <w:p w14:paraId="68D37A0B" w14:textId="0933CB0A" w:rsidR="00F04475" w:rsidRPr="00FD4DAA" w:rsidRDefault="00FD4DAA" w:rsidP="00FD4DAA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>
              <w:rPr>
                <w:rFonts w:ascii="Raleway" w:hAnsi="Raleway" w:cs="Mangal"/>
                <w:kern w:val="3"/>
                <w:sz w:val="20"/>
                <w:szCs w:val="20"/>
              </w:rPr>
              <w:t xml:space="preserve">        </w:t>
            </w:r>
            <w:r w:rsidR="00F04475" w:rsidRPr="00FD4DAA">
              <w:rPr>
                <w:rFonts w:ascii="Raleway" w:hAnsi="Raleway" w:cs="Mangal"/>
                <w:kern w:val="3"/>
                <w:sz w:val="20"/>
                <w:szCs w:val="20"/>
              </w:rPr>
              <w:t>- justificatifs des compétences </w:t>
            </w:r>
          </w:p>
          <w:p w14:paraId="13FDD476" w14:textId="77777777" w:rsidR="00F04475" w:rsidRPr="003D5DE3" w:rsidRDefault="00F04475" w:rsidP="00054402">
            <w:pPr>
              <w:rPr>
                <w:rFonts w:ascii="Open Sans" w:hAnsi="Open Sans" w:cs="Open Sans"/>
              </w:rPr>
            </w:pPr>
          </w:p>
        </w:tc>
        <w:tc>
          <w:tcPr>
            <w:tcW w:w="5798" w:type="dxa"/>
            <w:shd w:val="clear" w:color="auto" w:fill="auto"/>
          </w:tcPr>
          <w:p w14:paraId="0BCC6BE4" w14:textId="77777777" w:rsidR="00F04475" w:rsidRPr="003D5DE3" w:rsidRDefault="00F04475" w:rsidP="00054402">
            <w:pPr>
              <w:rPr>
                <w:rFonts w:ascii="Open Sans" w:hAnsi="Open Sans" w:cs="Open Sans"/>
              </w:rPr>
            </w:pPr>
          </w:p>
        </w:tc>
      </w:tr>
      <w:tr w:rsidR="00F04475" w:rsidRPr="003D5DE3" w14:paraId="626A5757" w14:textId="77777777" w:rsidTr="00FD4DAA">
        <w:tc>
          <w:tcPr>
            <w:tcW w:w="4352" w:type="dxa"/>
            <w:shd w:val="clear" w:color="auto" w:fill="auto"/>
          </w:tcPr>
          <w:p w14:paraId="74E27BE0" w14:textId="32950F21" w:rsidR="00F04475" w:rsidRPr="00FD4DAA" w:rsidRDefault="00FD4DAA" w:rsidP="00054402">
            <w:pPr>
              <w:jc w:val="center"/>
              <w:rPr>
                <w:rFonts w:ascii="Open Sans" w:hAnsi="Open Sans" w:cs="Open Sans"/>
                <w:b/>
                <w:color w:val="2372B9" w:themeColor="text2"/>
                <w:kern w:val="0"/>
                <w:sz w:val="24"/>
                <w:szCs w:val="24"/>
                <w:lang w:bidi="ar-SA"/>
              </w:rPr>
            </w:pPr>
            <w:r w:rsidRPr="00FD4DAA">
              <w:rPr>
                <w:rFonts w:ascii="Open Sans" w:hAnsi="Open Sans" w:cs="Open Sans"/>
                <w:b/>
                <w:color w:val="2372B9" w:themeColor="text2"/>
                <w:kern w:val="0"/>
                <w:sz w:val="24"/>
                <w:szCs w:val="24"/>
                <w:lang w:bidi="ar-SA"/>
              </w:rPr>
              <w:t>Personne en charge de la formation</w:t>
            </w:r>
          </w:p>
          <w:p w14:paraId="176C0D6C" w14:textId="77777777" w:rsidR="00FD4DAA" w:rsidRPr="00FD4DAA" w:rsidRDefault="00FD4DAA" w:rsidP="00FD4DAA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 xml:space="preserve">* Adresse et coordonnées </w:t>
            </w:r>
          </w:p>
          <w:p w14:paraId="274BAFF1" w14:textId="77777777" w:rsidR="00FD4DAA" w:rsidRPr="00FD4DAA" w:rsidRDefault="00FD4DAA" w:rsidP="00FD4DAA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* Niveau de qualification :</w:t>
            </w:r>
          </w:p>
          <w:p w14:paraId="1DA983E0" w14:textId="1D224FB2" w:rsidR="00FD4DAA" w:rsidRPr="00FD4DAA" w:rsidRDefault="00FD4DAA" w:rsidP="00FD4DAA">
            <w:pPr>
              <w:pStyle w:val="Corpsdetexte"/>
              <w:rPr>
                <w:rFonts w:ascii="Raleway" w:hAnsi="Raleway" w:cs="Mangal"/>
                <w:kern w:val="3"/>
                <w:sz w:val="20"/>
                <w:szCs w:val="20"/>
              </w:rPr>
            </w:pP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 xml:space="preserve"> </w:t>
            </w:r>
            <w:r>
              <w:rPr>
                <w:rFonts w:ascii="Raleway" w:hAnsi="Raleway" w:cs="Mangal"/>
                <w:kern w:val="3"/>
                <w:sz w:val="20"/>
                <w:szCs w:val="20"/>
              </w:rPr>
              <w:t xml:space="preserve">      </w:t>
            </w: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- parcours professionnel </w:t>
            </w:r>
          </w:p>
          <w:p w14:paraId="20DF8600" w14:textId="0FE3AA3F" w:rsidR="00F04475" w:rsidRPr="003D5DE3" w:rsidRDefault="00FD4DAA" w:rsidP="00FD4DAA">
            <w:pPr>
              <w:pStyle w:val="Corpsdetexte"/>
              <w:rPr>
                <w:rFonts w:ascii="Open Sans" w:hAnsi="Open Sans" w:cs="Open Sans"/>
                <w:b/>
                <w:bCs/>
              </w:rPr>
            </w:pPr>
            <w:r>
              <w:rPr>
                <w:rFonts w:ascii="Raleway" w:hAnsi="Raleway" w:cs="Mangal"/>
                <w:kern w:val="3"/>
                <w:sz w:val="20"/>
                <w:szCs w:val="20"/>
              </w:rPr>
              <w:t xml:space="preserve">       </w:t>
            </w:r>
            <w:r w:rsidRPr="00FD4DAA">
              <w:rPr>
                <w:rFonts w:ascii="Raleway" w:hAnsi="Raleway" w:cs="Mangal"/>
                <w:kern w:val="3"/>
                <w:sz w:val="20"/>
                <w:szCs w:val="20"/>
              </w:rPr>
              <w:t>- justificatifs des compétences </w:t>
            </w:r>
          </w:p>
          <w:p w14:paraId="3A246B4B" w14:textId="77777777" w:rsidR="00F04475" w:rsidRPr="003D5DE3" w:rsidRDefault="00F04475" w:rsidP="00054402">
            <w:pPr>
              <w:jc w:val="center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5798" w:type="dxa"/>
            <w:shd w:val="clear" w:color="auto" w:fill="auto"/>
          </w:tcPr>
          <w:p w14:paraId="2234E60D" w14:textId="77777777" w:rsidR="00F04475" w:rsidRPr="003D5DE3" w:rsidRDefault="00F04475" w:rsidP="00054402">
            <w:pPr>
              <w:rPr>
                <w:rFonts w:ascii="Open Sans" w:hAnsi="Open Sans" w:cs="Open Sans"/>
              </w:rPr>
            </w:pPr>
          </w:p>
        </w:tc>
      </w:tr>
    </w:tbl>
    <w:p w14:paraId="7BCE2EA2" w14:textId="77777777" w:rsidR="00F04475" w:rsidRDefault="00F04475" w:rsidP="00F04475">
      <w:pPr>
        <w:pStyle w:val="0UnivCorpsdeTexte"/>
        <w:rPr>
          <w:lang w:bidi="ar-SA"/>
        </w:rPr>
      </w:pPr>
    </w:p>
    <w:p w14:paraId="2FE007B2" w14:textId="77777777" w:rsidR="001E3F4B" w:rsidRDefault="001E3F4B" w:rsidP="001E3F4B">
      <w:pPr>
        <w:pStyle w:val="ULRNormalOpenSans"/>
        <w:rPr>
          <w:lang w:bidi="ar-SA"/>
        </w:rPr>
      </w:pPr>
    </w:p>
    <w:p w14:paraId="40940178" w14:textId="77777777" w:rsidR="00F04475" w:rsidRPr="00FD4DAA" w:rsidRDefault="00F04475" w:rsidP="00F04475">
      <w:pPr>
        <w:pStyle w:val="0UnivCorpsdeTexte"/>
        <w:rPr>
          <w:lang w:bidi="ar-SA"/>
        </w:rPr>
      </w:pPr>
      <w:r w:rsidRPr="00FD4DAA">
        <w:rPr>
          <w:lang w:bidi="ar-SA"/>
        </w:rPr>
        <w:t>Cachet,</w:t>
      </w:r>
    </w:p>
    <w:p w14:paraId="09092F37" w14:textId="77777777" w:rsidR="001E3F4B" w:rsidRPr="00FD4DAA" w:rsidRDefault="00F04475" w:rsidP="001E3F4B">
      <w:pPr>
        <w:pStyle w:val="0UnivCorpsdeTexte"/>
        <w:rPr>
          <w:lang w:bidi="ar-SA"/>
        </w:rPr>
      </w:pPr>
      <w:r w:rsidRPr="00FD4DAA">
        <w:rPr>
          <w:lang w:bidi="ar-SA"/>
        </w:rPr>
        <w:t>D</w:t>
      </w:r>
      <w:r w:rsidR="001E3F4B" w:rsidRPr="00FD4DAA">
        <w:rPr>
          <w:lang w:bidi="ar-SA"/>
        </w:rPr>
        <w:t>ate et signature du candidat</w:t>
      </w:r>
    </w:p>
    <w:p w14:paraId="7E464FB9" w14:textId="77777777" w:rsidR="00161F6D" w:rsidRDefault="00161F6D" w:rsidP="00161F6D">
      <w:pPr>
        <w:pStyle w:val="0UnivCorpsdeTexte"/>
        <w:jc w:val="left"/>
        <w:rPr>
          <w:lang w:bidi="ar-SA"/>
        </w:rPr>
      </w:pPr>
    </w:p>
    <w:p w14:paraId="6A6D770C" w14:textId="77777777" w:rsidR="00161F6D" w:rsidRDefault="00161F6D" w:rsidP="00161F6D">
      <w:pPr>
        <w:pStyle w:val="0UnivCorpsdeTexte"/>
        <w:jc w:val="left"/>
        <w:rPr>
          <w:lang w:bidi="ar-SA"/>
        </w:rPr>
      </w:pPr>
    </w:p>
    <w:p w14:paraId="047CF788" w14:textId="77777777" w:rsidR="00161F6D" w:rsidRDefault="00161F6D" w:rsidP="00551E68">
      <w:pPr>
        <w:pStyle w:val="En-tte"/>
        <w:rPr>
          <w:lang w:bidi="ar-SA"/>
        </w:rPr>
        <w:sectPr w:rsidR="00161F6D" w:rsidSect="00A5044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134" w:bottom="1134" w:left="1418" w:header="425" w:footer="272" w:gutter="0"/>
          <w:cols w:space="720"/>
          <w:titlePg/>
        </w:sectPr>
      </w:pPr>
    </w:p>
    <w:p w14:paraId="4930CCA9" w14:textId="77777777" w:rsidR="007C3CC8" w:rsidRDefault="007C3CC8" w:rsidP="00494E29">
      <w:pPr>
        <w:spacing w:before="0" w:after="0"/>
        <w:jc w:val="center"/>
        <w:rPr>
          <w:lang w:bidi="ar-SA"/>
        </w:rPr>
      </w:pPr>
    </w:p>
    <w:p w14:paraId="70284855" w14:textId="77777777" w:rsidR="007C3CC8" w:rsidRDefault="007C3CC8" w:rsidP="00494E29">
      <w:pPr>
        <w:pStyle w:val="0UnivCorpsdeTexte"/>
        <w:jc w:val="center"/>
        <w:rPr>
          <w:lang w:bidi="ar-SA"/>
        </w:rPr>
      </w:pPr>
    </w:p>
    <w:p w14:paraId="546BD605" w14:textId="77777777" w:rsidR="007C3CC8" w:rsidRDefault="00617F85" w:rsidP="00494E29">
      <w:pPr>
        <w:pStyle w:val="0UnivCorpsdeTexte"/>
        <w:jc w:val="center"/>
        <w:rPr>
          <w:lang w:bidi="ar-SA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538944" behindDoc="0" locked="0" layoutInCell="1" allowOverlap="1" wp14:anchorId="7676D845" wp14:editId="4853BBF0">
            <wp:simplePos x="0" y="0"/>
            <wp:positionH relativeFrom="column">
              <wp:posOffset>2241442</wp:posOffset>
            </wp:positionH>
            <wp:positionV relativeFrom="paragraph">
              <wp:posOffset>205740</wp:posOffset>
            </wp:positionV>
            <wp:extent cx="1341755" cy="133921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FE6272" w14:textId="77777777" w:rsidR="007C3CC8" w:rsidRDefault="007C3CC8" w:rsidP="00494E29">
      <w:pPr>
        <w:rPr>
          <w:lang w:bidi="ar-SA"/>
        </w:rPr>
      </w:pPr>
    </w:p>
    <w:p w14:paraId="05138716" w14:textId="77777777" w:rsidR="007C3CC8" w:rsidRDefault="007C3CC8" w:rsidP="00494E29">
      <w:pPr>
        <w:rPr>
          <w:lang w:bidi="ar-SA"/>
        </w:rPr>
      </w:pPr>
    </w:p>
    <w:p w14:paraId="5931F809" w14:textId="77777777" w:rsidR="007C3CC8" w:rsidRDefault="007C3CC8" w:rsidP="00494E29">
      <w:pPr>
        <w:rPr>
          <w:lang w:bidi="ar-SA"/>
        </w:rPr>
      </w:pPr>
    </w:p>
    <w:p w14:paraId="6D054F14" w14:textId="77777777" w:rsidR="007C3CC8" w:rsidRDefault="007C3CC8" w:rsidP="00494E29">
      <w:pPr>
        <w:rPr>
          <w:lang w:bidi="ar-SA"/>
        </w:rPr>
      </w:pPr>
    </w:p>
    <w:p w14:paraId="7FB79BFC" w14:textId="77777777" w:rsidR="007C3CC8" w:rsidRDefault="007C3CC8" w:rsidP="00494E29">
      <w:pPr>
        <w:rPr>
          <w:lang w:bidi="ar-SA"/>
        </w:rPr>
      </w:pPr>
    </w:p>
    <w:p w14:paraId="41E81E23" w14:textId="77777777" w:rsidR="007C3CC8" w:rsidRDefault="007C3CC8" w:rsidP="00494E29">
      <w:pPr>
        <w:rPr>
          <w:lang w:bidi="ar-SA"/>
        </w:rPr>
      </w:pPr>
    </w:p>
    <w:p w14:paraId="00D90DD8" w14:textId="77777777" w:rsidR="007C3CC8" w:rsidRDefault="007C3CC8" w:rsidP="00494E29">
      <w:pPr>
        <w:pStyle w:val="0UnivCorpsdeTexte"/>
        <w:jc w:val="center"/>
        <w:rPr>
          <w:lang w:bidi="ar-SA"/>
        </w:rPr>
      </w:pPr>
    </w:p>
    <w:p w14:paraId="21F4C4E1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4631A210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7923193C" w14:textId="77777777" w:rsidR="00617F85" w:rsidRDefault="00617F85" w:rsidP="00494E29">
      <w:pPr>
        <w:pStyle w:val="0UnivCorpsdeTexte"/>
        <w:jc w:val="center"/>
        <w:rPr>
          <w:lang w:bidi="ar-SA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545088" behindDoc="0" locked="0" layoutInCell="1" allowOverlap="1" wp14:anchorId="4F5DBD2E" wp14:editId="5A2F6321">
            <wp:simplePos x="0" y="0"/>
            <wp:positionH relativeFrom="column">
              <wp:posOffset>2260600</wp:posOffset>
            </wp:positionH>
            <wp:positionV relativeFrom="paragraph">
              <wp:posOffset>222885</wp:posOffset>
            </wp:positionV>
            <wp:extent cx="1322070" cy="1080770"/>
            <wp:effectExtent l="0" t="0" r="0" b="508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ccroche.g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070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8C1E03" w14:textId="77777777" w:rsidR="00617F85" w:rsidRDefault="00617F85" w:rsidP="00494E29">
      <w:pPr>
        <w:pStyle w:val="0UnivCorpsdeTexte"/>
        <w:rPr>
          <w:lang w:bidi="ar-SA"/>
        </w:rPr>
      </w:pPr>
    </w:p>
    <w:p w14:paraId="646845CF" w14:textId="77777777" w:rsidR="00617F85" w:rsidRDefault="00617F85" w:rsidP="00494E29">
      <w:pPr>
        <w:pStyle w:val="0UnivCorpsdeTexte"/>
        <w:rPr>
          <w:lang w:bidi="ar-SA"/>
        </w:rPr>
      </w:pPr>
    </w:p>
    <w:p w14:paraId="0F4B058C" w14:textId="77777777" w:rsidR="00617F85" w:rsidRDefault="00617F85" w:rsidP="00494E29">
      <w:pPr>
        <w:pStyle w:val="0UnivCorpsdeTexte"/>
        <w:rPr>
          <w:lang w:bidi="ar-SA"/>
        </w:rPr>
      </w:pPr>
    </w:p>
    <w:p w14:paraId="4C207C30" w14:textId="77777777" w:rsidR="00617F85" w:rsidRDefault="00617F85" w:rsidP="00494E29">
      <w:pPr>
        <w:pStyle w:val="0UnivCorpsdeTexte"/>
        <w:rPr>
          <w:lang w:bidi="ar-SA"/>
        </w:rPr>
      </w:pPr>
    </w:p>
    <w:p w14:paraId="15491D59" w14:textId="77777777" w:rsidR="00617F85" w:rsidRDefault="00617F85" w:rsidP="00494E29">
      <w:pPr>
        <w:pStyle w:val="0UnivCorpsdeTexte"/>
        <w:rPr>
          <w:lang w:bidi="ar-SA"/>
        </w:rPr>
      </w:pPr>
    </w:p>
    <w:p w14:paraId="30F7A5FE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27A7BFC4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69748869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36A2058D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00BBD129" w14:textId="77777777" w:rsidR="00094132" w:rsidRPr="003F615D" w:rsidRDefault="00094132" w:rsidP="00494E29">
      <w:pPr>
        <w:pStyle w:val="0UnivCorpsdeTexte"/>
        <w:jc w:val="center"/>
        <w:rPr>
          <w:rStyle w:val="StrongEmphasis"/>
          <w:color w:val="2372B9"/>
        </w:rPr>
      </w:pPr>
      <w:r w:rsidRPr="003F615D">
        <w:rPr>
          <w:rStyle w:val="StrongEmphasis"/>
          <w:color w:val="2372B9"/>
        </w:rPr>
        <w:t>La Rochelle Université</w:t>
      </w:r>
    </w:p>
    <w:p w14:paraId="6993B600" w14:textId="77777777" w:rsidR="000C6885" w:rsidRDefault="000C6885" w:rsidP="000C6885">
      <w:pPr>
        <w:pStyle w:val="0UnivCorpsdeTexte"/>
        <w:jc w:val="center"/>
        <w:rPr>
          <w:lang w:bidi="ar-SA"/>
        </w:rPr>
      </w:pPr>
      <w:r>
        <w:rPr>
          <w:lang w:bidi="ar-SA"/>
        </w:rPr>
        <w:t>23 avenue Albert Einstein</w:t>
      </w:r>
    </w:p>
    <w:p w14:paraId="62BA112A" w14:textId="77777777" w:rsidR="000C6885" w:rsidRDefault="000C6885" w:rsidP="000C6885">
      <w:pPr>
        <w:pStyle w:val="0UnivCorpsdeTexte"/>
        <w:jc w:val="center"/>
        <w:rPr>
          <w:lang w:bidi="ar-SA"/>
        </w:rPr>
      </w:pPr>
      <w:r>
        <w:rPr>
          <w:lang w:bidi="ar-SA"/>
        </w:rPr>
        <w:t>BP 33060</w:t>
      </w:r>
    </w:p>
    <w:p w14:paraId="17315911" w14:textId="77777777" w:rsidR="000C6885" w:rsidRDefault="000C6885" w:rsidP="000C6885">
      <w:pPr>
        <w:pStyle w:val="0UnivCorpsdeTexte"/>
        <w:jc w:val="center"/>
        <w:rPr>
          <w:lang w:bidi="ar-SA"/>
        </w:rPr>
      </w:pPr>
      <w:r>
        <w:rPr>
          <w:lang w:bidi="ar-SA"/>
        </w:rPr>
        <w:t>17031 La Rochelle</w:t>
      </w:r>
    </w:p>
    <w:p w14:paraId="5B32AEBA" w14:textId="77777777" w:rsidR="007E08F7" w:rsidRDefault="007E08F7" w:rsidP="00494E29">
      <w:pPr>
        <w:pStyle w:val="0UnivCorpsdeTexte"/>
        <w:jc w:val="center"/>
        <w:rPr>
          <w:lang w:bidi="ar-SA"/>
        </w:rPr>
      </w:pPr>
    </w:p>
    <w:p w14:paraId="4265EF56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5B9B80F2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77AEA16C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0173A074" w14:textId="77777777" w:rsidR="00617F85" w:rsidRDefault="00617F85" w:rsidP="00494E29">
      <w:pPr>
        <w:pStyle w:val="0UnivCorpsdeTexte"/>
        <w:jc w:val="center"/>
        <w:rPr>
          <w:lang w:bidi="ar-SA"/>
        </w:rPr>
      </w:pPr>
      <w:r>
        <w:rPr>
          <w:noProof/>
          <w:lang w:eastAsia="fr-FR" w:bidi="ar-SA"/>
        </w:rPr>
        <w:drawing>
          <wp:inline distT="0" distB="0" distL="0" distR="0" wp14:anchorId="66FAC586" wp14:editId="3D788C08">
            <wp:extent cx="2315183" cy="309632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arre réseaux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357" cy="350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F2B20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4B86522D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7B0B6EB2" w14:textId="77777777" w:rsidR="007E08F7" w:rsidRPr="007C3CC8" w:rsidRDefault="007E08F7" w:rsidP="007E08F7">
      <w:pPr>
        <w:pStyle w:val="6UnivSiteWeb"/>
      </w:pPr>
      <w:r>
        <w:t>univ-larochelle.fr</w:t>
      </w:r>
    </w:p>
    <w:sectPr w:rsidR="007E08F7" w:rsidRPr="007C3CC8" w:rsidSect="006506E0">
      <w:headerReference w:type="first" r:id="rId15"/>
      <w:footerReference w:type="first" r:id="rId16"/>
      <w:pgSz w:w="11906" w:h="16838"/>
      <w:pgMar w:top="1134" w:right="1134" w:bottom="1134" w:left="1418" w:header="425" w:footer="2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2A1C9" w14:textId="77777777" w:rsidR="00307374" w:rsidRDefault="00307374">
      <w:r>
        <w:separator/>
      </w:r>
    </w:p>
    <w:p w14:paraId="7D2583CB" w14:textId="77777777" w:rsidR="00307374" w:rsidRDefault="00307374"/>
  </w:endnote>
  <w:endnote w:type="continuationSeparator" w:id="0">
    <w:p w14:paraId="1A8E7246" w14:textId="77777777" w:rsidR="00307374" w:rsidRDefault="00307374">
      <w:r>
        <w:continuationSeparator/>
      </w:r>
    </w:p>
    <w:p w14:paraId="65C2AE9C" w14:textId="77777777" w:rsidR="00307374" w:rsidRDefault="003073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aleway">
    <w:altName w:val="Source Sans Pro"/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, 바탕"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DD882" w14:textId="77777777" w:rsidR="00AD53F2" w:rsidRDefault="00AD53F2">
    <w:pPr>
      <w:pStyle w:val="3UnivDatePieddePage"/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2113F3BF" wp14:editId="157AB092">
              <wp:simplePos x="0" y="0"/>
              <wp:positionH relativeFrom="column">
                <wp:posOffset>-227318</wp:posOffset>
              </wp:positionH>
              <wp:positionV relativeFrom="paragraph">
                <wp:posOffset>48260</wp:posOffset>
              </wp:positionV>
              <wp:extent cx="6245525" cy="0"/>
              <wp:effectExtent l="0" t="38100" r="41275" b="38100"/>
              <wp:wrapNone/>
              <wp:docPr id="8" name="Connecteur droi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525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F9DC0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601F96" id="Connecteur droit 8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9pt,3.8pt" to="473.8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" strokecolor="#f9dc0a" strokeweight="6pt"/>
          </w:pict>
        </mc:Fallback>
      </mc:AlternateContent>
    </w:r>
  </w:p>
  <w:tbl>
    <w:tblPr>
      <w:tblW w:w="9070" w:type="dxa"/>
      <w:tblInd w:w="16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121"/>
      <w:gridCol w:w="4949"/>
    </w:tblGrid>
    <w:tr w:rsidR="00AD53F2" w14:paraId="02B21046" w14:textId="77777777" w:rsidTr="00C87AC6">
      <w:trPr>
        <w:trHeight w:val="454"/>
      </w:trPr>
      <w:tc>
        <w:tcPr>
          <w:tcW w:w="4121" w:type="dxa"/>
          <w:tcMar>
            <w:top w:w="57" w:type="dxa"/>
            <w:left w:w="170" w:type="dxa"/>
            <w:bottom w:w="0" w:type="dxa"/>
            <w:right w:w="170" w:type="dxa"/>
          </w:tcMar>
          <w:vAlign w:val="center"/>
        </w:tcPr>
        <w:p w14:paraId="2D07DEAD" w14:textId="77777777" w:rsidR="00AD53F2" w:rsidRPr="00F14D97" w:rsidRDefault="00AD53F2" w:rsidP="00697B50">
          <w:pPr>
            <w:pStyle w:val="3UnivDatePieddePage"/>
            <w:jc w:val="right"/>
            <w:rPr>
              <w:color w:val="808080"/>
            </w:rPr>
          </w:pPr>
        </w:p>
      </w:tc>
      <w:tc>
        <w:tcPr>
          <w:tcW w:w="4949" w:type="dxa"/>
          <w:tcMar>
            <w:top w:w="57" w:type="dxa"/>
            <w:left w:w="170" w:type="dxa"/>
            <w:bottom w:w="0" w:type="dxa"/>
            <w:right w:w="170" w:type="dxa"/>
          </w:tcMar>
          <w:vAlign w:val="center"/>
        </w:tcPr>
        <w:p w14:paraId="21F6589C" w14:textId="77777777" w:rsidR="00AD53F2" w:rsidRPr="00161F6D" w:rsidRDefault="00AD53F2" w:rsidP="007B56C2">
          <w:pPr>
            <w:pStyle w:val="3UnivPieddepage"/>
          </w:pPr>
          <w:r w:rsidRPr="00161F6D">
            <w:rPr>
              <w:rStyle w:val="StrongEmphasis"/>
              <w:rFonts w:cs="Mangal"/>
              <w:b/>
              <w:bCs w:val="0"/>
            </w:rPr>
            <w:t>La Rochelle Université</w:t>
          </w:r>
        </w:p>
      </w:tc>
    </w:tr>
  </w:tbl>
  <w:p w14:paraId="0426F85E" w14:textId="77777777" w:rsidR="00AD53F2" w:rsidRPr="00082ED0" w:rsidRDefault="00AD53F2" w:rsidP="002A708F">
    <w:pPr>
      <w:pStyle w:val="3UnivDatePieddePage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0975C" w14:textId="77777777" w:rsidR="00AD53F2" w:rsidRDefault="00AD53F2">
    <w:pPr>
      <w:pStyle w:val="Pieddepage"/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1EBCB1A3" wp14:editId="47F7866B">
              <wp:simplePos x="0" y="0"/>
              <wp:positionH relativeFrom="margin">
                <wp:posOffset>426085</wp:posOffset>
              </wp:positionH>
              <wp:positionV relativeFrom="paragraph">
                <wp:posOffset>-4128135</wp:posOffset>
              </wp:positionV>
              <wp:extent cx="4820400" cy="4039200"/>
              <wp:effectExtent l="0" t="0" r="0" b="0"/>
              <wp:wrapNone/>
              <wp:docPr id="14" name="Parallélogramm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20400" cy="4039200"/>
                      </a:xfrm>
                      <a:prstGeom prst="parallelogram">
                        <a:avLst>
                          <a:gd name="adj" fmla="val 58071"/>
                        </a:avLst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0F63C2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élogramme 14" o:spid="_x0000_s1026" type="#_x0000_t7" style="position:absolute;margin-left:33.55pt;margin-top:-325.05pt;width:379.55pt;height:318.0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" adj="10511" fillcolor="white [3212]" stroked="f" strokeweight="2pt">
              <w10:wrap anchorx="margin"/>
            </v:shape>
          </w:pict>
        </mc:Fallback>
      </mc:AlternateContent>
    </w: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7DEC864B" wp14:editId="75E8D9C3">
              <wp:simplePos x="0" y="0"/>
              <wp:positionH relativeFrom="page">
                <wp:posOffset>2971165</wp:posOffset>
              </wp:positionH>
              <wp:positionV relativeFrom="paragraph">
                <wp:posOffset>-2785110</wp:posOffset>
              </wp:positionV>
              <wp:extent cx="3215944" cy="2694305"/>
              <wp:effectExtent l="0" t="0" r="3810" b="0"/>
              <wp:wrapNone/>
              <wp:docPr id="16" name="Parallélogramm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15944" cy="2694305"/>
                      </a:xfrm>
                      <a:prstGeom prst="parallelogram">
                        <a:avLst>
                          <a:gd name="adj" fmla="val 58071"/>
                        </a:avLst>
                      </a:prstGeom>
                      <a:solidFill>
                        <a:srgbClr val="2372B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A08570" id="Parallélogramme 16" o:spid="_x0000_s1026" type="#_x0000_t7" style="position:absolute;margin-left:233.95pt;margin-top:-219.3pt;width:253.2pt;height:212.1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" adj="10509" fillcolor="#2372b9" stroked="f" strokeweight="2pt">
              <w10:wrap anchorx="page"/>
            </v:shape>
          </w:pict>
        </mc:Fallback>
      </mc:AlternateContent>
    </w:r>
    <w:r w:rsidRPr="00841FDC">
      <w:rPr>
        <w:noProof/>
        <w:lang w:eastAsia="fr-FR" w:bidi="ar-SA"/>
      </w:rPr>
      <w:drawing>
        <wp:anchor distT="0" distB="0" distL="114300" distR="114300" simplePos="0" relativeHeight="251698176" behindDoc="0" locked="0" layoutInCell="1" allowOverlap="1" wp14:anchorId="00F70B0D" wp14:editId="206F92EB">
          <wp:simplePos x="0" y="0"/>
          <wp:positionH relativeFrom="column">
            <wp:posOffset>5713095</wp:posOffset>
          </wp:positionH>
          <wp:positionV relativeFrom="paragraph">
            <wp:posOffset>-2352675</wp:posOffset>
          </wp:positionV>
          <wp:extent cx="833755" cy="2234565"/>
          <wp:effectExtent l="0" t="0" r="4445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755" cy="2234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170E" w14:textId="77777777" w:rsidR="00AD53F2" w:rsidRDefault="00AD53F2">
    <w:pPr>
      <w:pStyle w:val="Pieddepage"/>
    </w:pPr>
    <w:r w:rsidRPr="00841FDC">
      <w:rPr>
        <w:noProof/>
        <w:lang w:eastAsia="fr-FR" w:bidi="ar-SA"/>
      </w:rPr>
      <w:drawing>
        <wp:anchor distT="0" distB="0" distL="114300" distR="114300" simplePos="0" relativeHeight="251700224" behindDoc="0" locked="0" layoutInCell="1" allowOverlap="1" wp14:anchorId="736406C1" wp14:editId="5F640718">
          <wp:simplePos x="0" y="0"/>
          <wp:positionH relativeFrom="column">
            <wp:posOffset>791210</wp:posOffset>
          </wp:positionH>
          <wp:positionV relativeFrom="paragraph">
            <wp:posOffset>-3808399</wp:posOffset>
          </wp:positionV>
          <wp:extent cx="4400550" cy="3740785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0550" cy="3740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10775" w14:textId="77777777" w:rsidR="00307374" w:rsidRDefault="00307374">
      <w:r>
        <w:rPr>
          <w:color w:val="000000"/>
        </w:rPr>
        <w:ptab w:relativeTo="margin" w:alignment="center" w:leader="none"/>
      </w:r>
    </w:p>
    <w:p w14:paraId="5947D511" w14:textId="77777777" w:rsidR="00307374" w:rsidRDefault="00307374"/>
  </w:footnote>
  <w:footnote w:type="continuationSeparator" w:id="0">
    <w:p w14:paraId="4511DA65" w14:textId="77777777" w:rsidR="00307374" w:rsidRDefault="00307374">
      <w:r>
        <w:continuationSeparator/>
      </w:r>
    </w:p>
    <w:p w14:paraId="58F41C9F" w14:textId="77777777" w:rsidR="00307374" w:rsidRDefault="003073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B99B2" w14:textId="73FCE79A" w:rsidR="00AD53F2" w:rsidRPr="007E2D01" w:rsidRDefault="004C2681">
    <w:pPr>
      <w:pStyle w:val="31UnivEn-tte"/>
      <w:rPr>
        <w:b w:val="0"/>
      </w:rPr>
    </w:pPr>
    <w:r>
      <w:t>Fourniture de</w:t>
    </w:r>
    <w:r w:rsidR="00543E6E">
      <w:t xml:space="preserve"> gaz de laboratoire et de fluides cryogéniques</w:t>
    </w:r>
    <w:r w:rsidR="00AD53F2" w:rsidRPr="007E2D01">
      <w:tab/>
    </w:r>
    <w:r w:rsidR="00AD53F2" w:rsidRPr="007E2D01">
      <w:rPr>
        <w:b w:val="0"/>
      </w:rPr>
      <w:fldChar w:fldCharType="begin"/>
    </w:r>
    <w:r w:rsidR="00AD53F2" w:rsidRPr="007E2D01">
      <w:instrText xml:space="preserve"> PAGE </w:instrText>
    </w:r>
    <w:r w:rsidR="00AD53F2" w:rsidRPr="007E2D01">
      <w:rPr>
        <w:b w:val="0"/>
      </w:rPr>
      <w:fldChar w:fldCharType="separate"/>
    </w:r>
    <w:r w:rsidR="00A827D6">
      <w:rPr>
        <w:noProof/>
      </w:rPr>
      <w:t>5</w:t>
    </w:r>
    <w:r w:rsidR="00AD53F2" w:rsidRPr="007E2D01">
      <w:rPr>
        <w:b w:val="0"/>
      </w:rPr>
      <w:fldChar w:fldCharType="end"/>
    </w:r>
    <w:r w:rsidR="00AD53F2" w:rsidRPr="007E2D01">
      <w:t>/</w:t>
    </w:r>
    <w:r w:rsidR="00AD53F2">
      <w:rPr>
        <w:noProof/>
      </w:rPr>
      <w:fldChar w:fldCharType="begin"/>
    </w:r>
    <w:r w:rsidR="00AD53F2">
      <w:rPr>
        <w:noProof/>
      </w:rPr>
      <w:instrText xml:space="preserve"> NUMPAGES </w:instrText>
    </w:r>
    <w:r w:rsidR="00AD53F2">
      <w:rPr>
        <w:noProof/>
      </w:rPr>
      <w:fldChar w:fldCharType="separate"/>
    </w:r>
    <w:r w:rsidR="00A827D6">
      <w:rPr>
        <w:noProof/>
      </w:rPr>
      <w:t>6</w:t>
    </w:r>
    <w:r w:rsidR="00AD53F2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7A7C" w14:textId="77777777" w:rsidR="00AD53F2" w:rsidRDefault="00AD53F2" w:rsidP="00A50449">
    <w:pPr>
      <w:pStyle w:val="En-tte"/>
      <w:tabs>
        <w:tab w:val="clear" w:pos="4763"/>
        <w:tab w:val="clear" w:pos="9299"/>
        <w:tab w:val="left" w:pos="2865"/>
      </w:tabs>
    </w:pPr>
    <w:r w:rsidRPr="00841FDC">
      <w:rPr>
        <w:noProof/>
        <w:lang w:eastAsia="fr-FR" w:bidi="ar-SA"/>
      </w:rPr>
      <w:drawing>
        <wp:anchor distT="0" distB="0" distL="114300" distR="114300" simplePos="0" relativeHeight="251657216" behindDoc="0" locked="0" layoutInCell="1" allowOverlap="1" wp14:anchorId="1ED47DC6" wp14:editId="58E9D943">
          <wp:simplePos x="0" y="0"/>
          <wp:positionH relativeFrom="column">
            <wp:posOffset>4248785</wp:posOffset>
          </wp:positionH>
          <wp:positionV relativeFrom="paragraph">
            <wp:posOffset>918845</wp:posOffset>
          </wp:positionV>
          <wp:extent cx="1967865" cy="380365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7865" cy="380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1E40D25B" wp14:editId="37D2BFEE">
              <wp:simplePos x="0" y="0"/>
              <wp:positionH relativeFrom="page">
                <wp:align>center</wp:align>
              </wp:positionH>
              <wp:positionV relativeFrom="paragraph">
                <wp:posOffset>1301115</wp:posOffset>
              </wp:positionV>
              <wp:extent cx="6682740" cy="8625840"/>
              <wp:effectExtent l="0" t="0" r="3810" b="381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82740" cy="8625840"/>
                      </a:xfrm>
                      <a:prstGeom prst="rect">
                        <a:avLst/>
                      </a:prstGeom>
                      <a:solidFill>
                        <a:srgbClr val="9DCDE2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484C55C" id="Rectangle 12" o:spid="_x0000_s1026" style="position:absolute;margin-left:0;margin-top:102.45pt;width:526.2pt;height:679.2pt;z-index:25170124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" fillcolor="#9dcde2" stroked="f">
              <w10:wrap anchorx="page"/>
            </v:rect>
          </w:pict>
        </mc:Fallback>
      </mc:AlternateContent>
    </w:r>
    <w:r w:rsidRPr="00841FDC">
      <w:rPr>
        <w:noProof/>
        <w:lang w:eastAsia="fr-FR" w:bidi="ar-SA"/>
      </w:rPr>
      <w:drawing>
        <wp:anchor distT="0" distB="0" distL="114300" distR="114300" simplePos="0" relativeHeight="251667456" behindDoc="0" locked="0" layoutInCell="1" allowOverlap="1" wp14:anchorId="2B19E341" wp14:editId="1B300DA1">
          <wp:simplePos x="0" y="0"/>
          <wp:positionH relativeFrom="column">
            <wp:posOffset>3657600</wp:posOffset>
          </wp:positionH>
          <wp:positionV relativeFrom="paragraph">
            <wp:posOffset>833120</wp:posOffset>
          </wp:positionV>
          <wp:extent cx="541655" cy="88392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1655" cy="883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41FDC">
      <w:rPr>
        <w:noProof/>
        <w:lang w:eastAsia="fr-FR" w:bidi="ar-SA"/>
      </w:rPr>
      <w:drawing>
        <wp:anchor distT="0" distB="0" distL="114300" distR="114300" simplePos="0" relativeHeight="251705344" behindDoc="0" locked="0" layoutInCell="1" allowOverlap="1" wp14:anchorId="1D87AB3D" wp14:editId="78C0FD27">
          <wp:simplePos x="0" y="0"/>
          <wp:positionH relativeFrom="column">
            <wp:posOffset>4445</wp:posOffset>
          </wp:positionH>
          <wp:positionV relativeFrom="paragraph">
            <wp:posOffset>444500</wp:posOffset>
          </wp:positionV>
          <wp:extent cx="1270140" cy="1270140"/>
          <wp:effectExtent l="0" t="0" r="6350" b="635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140" cy="1270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0478" w14:textId="77777777" w:rsidR="00AD53F2" w:rsidRDefault="00AD53F2" w:rsidP="002428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851"/>
    <w:multiLevelType w:val="multilevel"/>
    <w:tmpl w:val="0942697C"/>
    <w:styleLink w:val="ListeTousTitres"/>
    <w:lvl w:ilvl="0">
      <w:start w:val="1"/>
      <w:numFmt w:val="decimal"/>
      <w:lvlText w:val="%1. "/>
      <w:lvlJc w:val="left"/>
    </w:lvl>
    <w:lvl w:ilvl="1">
      <w:start w:val="1"/>
      <w:numFmt w:val="decimal"/>
      <w:lvlText w:val="%1.%2. "/>
      <w:lvlJc w:val="left"/>
    </w:lvl>
    <w:lvl w:ilvl="2">
      <w:start w:val="1"/>
      <w:numFmt w:val="decimal"/>
      <w:lvlText w:val="%1.%2.%3. "/>
      <w:lvlJc w:val="left"/>
    </w:lvl>
    <w:lvl w:ilvl="3">
      <w:start w:val="1"/>
      <w:numFmt w:val="decimal"/>
      <w:lvlText w:val="%1.%2.%3.%4. "/>
      <w:lvlJc w:val="left"/>
    </w:lvl>
    <w:lvl w:ilvl="4">
      <w:start w:val="1"/>
      <w:numFmt w:val="decimal"/>
      <w:lvlText w:val="%1.%2.%3.%4.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" w15:restartNumberingAfterBreak="0">
    <w:nsid w:val="0A46638F"/>
    <w:multiLevelType w:val="multilevel"/>
    <w:tmpl w:val="3DD43B76"/>
    <w:numStyleLink w:val="Style1"/>
  </w:abstractNum>
  <w:abstractNum w:abstractNumId="2" w15:restartNumberingAfterBreak="0">
    <w:nsid w:val="0EE816FF"/>
    <w:multiLevelType w:val="hybridMultilevel"/>
    <w:tmpl w:val="EF4AAA50"/>
    <w:lvl w:ilvl="0" w:tplc="040C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" w15:restartNumberingAfterBreak="0">
    <w:nsid w:val="0F002828"/>
    <w:multiLevelType w:val="multilevel"/>
    <w:tmpl w:val="5EEE252A"/>
    <w:styleLink w:val="ListeLP1"/>
    <w:lvl w:ilvl="0">
      <w:start w:val="1"/>
      <w:numFmt w:val="bullet"/>
      <w:lvlText w:val="-"/>
      <w:lvlJc w:val="left"/>
      <w:pPr>
        <w:ind w:left="587" w:hanging="360"/>
      </w:pPr>
      <w:rPr>
        <w:rFonts w:ascii="Open Sans" w:hAnsi="Open Sans" w:hint="default"/>
      </w:rPr>
    </w:lvl>
    <w:lvl w:ilvl="1">
      <w:numFmt w:val="bullet"/>
      <w:lvlText w:val=""/>
      <w:lvlJc w:val="left"/>
      <w:rPr>
        <w:rFonts w:ascii="Wingdings 2" w:hAnsi="Wingdings 2"/>
      </w:rPr>
    </w:lvl>
    <w:lvl w:ilvl="2">
      <w:numFmt w:val="bullet"/>
      <w:lvlText w:val="–"/>
      <w:lvlJc w:val="left"/>
      <w:rPr>
        <w:rFonts w:ascii="Arial" w:hAnsi="Aria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15B0223"/>
    <w:multiLevelType w:val="multilevel"/>
    <w:tmpl w:val="3DD43B76"/>
    <w:numStyleLink w:val="Style1"/>
  </w:abstractNum>
  <w:abstractNum w:abstractNumId="5" w15:restartNumberingAfterBreak="0">
    <w:nsid w:val="11D0154B"/>
    <w:multiLevelType w:val="hybridMultilevel"/>
    <w:tmpl w:val="06E61906"/>
    <w:lvl w:ilvl="0" w:tplc="A8043B9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03D1F"/>
    <w:multiLevelType w:val="hybridMultilevel"/>
    <w:tmpl w:val="894A775E"/>
    <w:lvl w:ilvl="0" w:tplc="1D06B81C">
      <w:start w:val="1"/>
      <w:numFmt w:val="decimal"/>
      <w:lvlText w:val="%1."/>
      <w:lvlJc w:val="left"/>
      <w:pPr>
        <w:ind w:left="133" w:hanging="360"/>
      </w:pPr>
    </w:lvl>
    <w:lvl w:ilvl="1" w:tplc="040C0019">
      <w:start w:val="1"/>
      <w:numFmt w:val="lowerLetter"/>
      <w:lvlText w:val="%2."/>
      <w:lvlJc w:val="left"/>
      <w:pPr>
        <w:ind w:left="1213" w:hanging="360"/>
      </w:pPr>
    </w:lvl>
    <w:lvl w:ilvl="2" w:tplc="040C001B" w:tentative="1">
      <w:start w:val="1"/>
      <w:numFmt w:val="lowerRoman"/>
      <w:lvlText w:val="%3."/>
      <w:lvlJc w:val="right"/>
      <w:pPr>
        <w:ind w:left="1933" w:hanging="180"/>
      </w:pPr>
    </w:lvl>
    <w:lvl w:ilvl="3" w:tplc="040C000F" w:tentative="1">
      <w:start w:val="1"/>
      <w:numFmt w:val="decimal"/>
      <w:lvlText w:val="%4."/>
      <w:lvlJc w:val="left"/>
      <w:pPr>
        <w:ind w:left="2653" w:hanging="360"/>
      </w:pPr>
    </w:lvl>
    <w:lvl w:ilvl="4" w:tplc="040C0019" w:tentative="1">
      <w:start w:val="1"/>
      <w:numFmt w:val="lowerLetter"/>
      <w:lvlText w:val="%5."/>
      <w:lvlJc w:val="left"/>
      <w:pPr>
        <w:ind w:left="3373" w:hanging="360"/>
      </w:pPr>
    </w:lvl>
    <w:lvl w:ilvl="5" w:tplc="040C001B" w:tentative="1">
      <w:start w:val="1"/>
      <w:numFmt w:val="lowerRoman"/>
      <w:lvlText w:val="%6."/>
      <w:lvlJc w:val="right"/>
      <w:pPr>
        <w:ind w:left="4093" w:hanging="180"/>
      </w:pPr>
    </w:lvl>
    <w:lvl w:ilvl="6" w:tplc="040C000F" w:tentative="1">
      <w:start w:val="1"/>
      <w:numFmt w:val="decimal"/>
      <w:lvlText w:val="%7."/>
      <w:lvlJc w:val="left"/>
      <w:pPr>
        <w:ind w:left="4813" w:hanging="360"/>
      </w:pPr>
    </w:lvl>
    <w:lvl w:ilvl="7" w:tplc="040C0019" w:tentative="1">
      <w:start w:val="1"/>
      <w:numFmt w:val="lowerLetter"/>
      <w:lvlText w:val="%8."/>
      <w:lvlJc w:val="left"/>
      <w:pPr>
        <w:ind w:left="5533" w:hanging="360"/>
      </w:pPr>
    </w:lvl>
    <w:lvl w:ilvl="8" w:tplc="040C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7" w15:restartNumberingAfterBreak="0">
    <w:nsid w:val="13432D11"/>
    <w:multiLevelType w:val="multilevel"/>
    <w:tmpl w:val="C4B02998"/>
    <w:lvl w:ilvl="0">
      <w:start w:val="1"/>
      <w:numFmt w:val="bullet"/>
      <w:pStyle w:val="4UnivListepuces"/>
      <w:lvlText w:val="&gt;"/>
      <w:lvlJc w:val="left"/>
      <w:pPr>
        <w:ind w:left="360" w:hanging="360"/>
      </w:pPr>
      <w:rPr>
        <w:rFonts w:ascii="Open Sans" w:hAnsi="Open San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2">
      <w:start w:val="1"/>
      <w:numFmt w:val="bullet"/>
      <w:lvlText w:val="&gt;"/>
      <w:lvlJc w:val="left"/>
      <w:pPr>
        <w:ind w:left="1080" w:hanging="360"/>
      </w:pPr>
      <w:rPr>
        <w:rFonts w:ascii="Open Sans" w:hAnsi="Open Sans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Open Sans" w:hAnsi="Open Sans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8617876"/>
    <w:multiLevelType w:val="multilevel"/>
    <w:tmpl w:val="3DD43B76"/>
    <w:numStyleLink w:val="Style1"/>
  </w:abstractNum>
  <w:abstractNum w:abstractNumId="9" w15:restartNumberingAfterBreak="0">
    <w:nsid w:val="1AF011D1"/>
    <w:multiLevelType w:val="multilevel"/>
    <w:tmpl w:val="F9CCC0E4"/>
    <w:numStyleLink w:val="DossierTitre1"/>
  </w:abstractNum>
  <w:abstractNum w:abstractNumId="10" w15:restartNumberingAfterBreak="0">
    <w:nsid w:val="1D516680"/>
    <w:multiLevelType w:val="multilevel"/>
    <w:tmpl w:val="F9CCC0E4"/>
    <w:numStyleLink w:val="DossierTitre1"/>
  </w:abstractNum>
  <w:abstractNum w:abstractNumId="11" w15:restartNumberingAfterBreak="0">
    <w:nsid w:val="2324526F"/>
    <w:multiLevelType w:val="hybridMultilevel"/>
    <w:tmpl w:val="5DD88D9E"/>
    <w:lvl w:ilvl="0" w:tplc="570A9164">
      <w:start w:val="2"/>
      <w:numFmt w:val="bullet"/>
      <w:lvlText w:val="&gt;"/>
      <w:lvlJc w:val="left"/>
      <w:pPr>
        <w:ind w:left="947" w:hanging="360"/>
      </w:pPr>
      <w:rPr>
        <w:rFonts w:ascii="Open Sans" w:eastAsiaTheme="minorHAnsi" w:hAnsi="Open Sans" w:hint="default"/>
      </w:rPr>
    </w:lvl>
    <w:lvl w:ilvl="1" w:tplc="040C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36DC4F78"/>
    <w:multiLevelType w:val="multilevel"/>
    <w:tmpl w:val="11506EE2"/>
    <w:lvl w:ilvl="0">
      <w:start w:val="1"/>
      <w:numFmt w:val="decimal"/>
      <w:lvlText w:val="%1."/>
      <w:lvlJc w:val="left"/>
      <w:pPr>
        <w:ind w:left="340" w:hanging="567"/>
      </w:pPr>
      <w:rPr>
        <w:rFonts w:ascii="Ubuntu" w:hAnsi="Ubuntu" w:hint="default"/>
        <w:b/>
        <w:color w:val="2372B9" w:themeColor="text2"/>
        <w:sz w:val="36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Ubuntu" w:hAnsi="Ubuntu" w:hint="default"/>
        <w:b/>
        <w:i w:val="0"/>
        <w:color w:val="2372B9" w:themeColor="text2"/>
        <w:sz w:val="26"/>
      </w:rPr>
    </w:lvl>
    <w:lvl w:ilvl="2">
      <w:start w:val="1"/>
      <w:numFmt w:val="decimal"/>
      <w:lvlText w:val="%2.%1.%3."/>
      <w:lvlJc w:val="left"/>
      <w:pPr>
        <w:ind w:left="1304" w:hanging="1134"/>
      </w:pPr>
      <w:rPr>
        <w:rFonts w:ascii="Ubuntu" w:hAnsi="Ubuntu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58" w:hanging="1304"/>
      </w:pPr>
      <w:rPr>
        <w:rFonts w:ascii="Ubuntu" w:hAnsi="Ubuntu" w:hint="default"/>
        <w:sz w:val="22"/>
      </w:rPr>
    </w:lvl>
    <w:lvl w:ilvl="4">
      <w:start w:val="1"/>
      <w:numFmt w:val="decimal"/>
      <w:lvlText w:val="%1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3" w15:restartNumberingAfterBreak="0">
    <w:nsid w:val="3F8B767E"/>
    <w:multiLevelType w:val="multilevel"/>
    <w:tmpl w:val="3DD43B76"/>
    <w:numStyleLink w:val="Style1"/>
  </w:abstractNum>
  <w:abstractNum w:abstractNumId="14" w15:restartNumberingAfterBreak="0">
    <w:nsid w:val="434C0699"/>
    <w:multiLevelType w:val="hybridMultilevel"/>
    <w:tmpl w:val="D84EBDAE"/>
    <w:lvl w:ilvl="0" w:tplc="F0707ADC">
      <w:start w:val="1"/>
      <w:numFmt w:val="decimal"/>
      <w:lvlText w:val="%1."/>
      <w:lvlJc w:val="left"/>
      <w:pPr>
        <w:ind w:left="360" w:hanging="360"/>
      </w:pPr>
      <w:rPr>
        <w:rFonts w:ascii="Ubuntu" w:hAnsi="Ubuntu" w:hint="default"/>
        <w:b/>
        <w:i w:val="0"/>
        <w:color w:val="2372B9" w:themeColor="text2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C4C46"/>
    <w:multiLevelType w:val="hybridMultilevel"/>
    <w:tmpl w:val="E248A6B6"/>
    <w:lvl w:ilvl="0" w:tplc="1A8478B8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916C8"/>
    <w:multiLevelType w:val="multilevel"/>
    <w:tmpl w:val="F9CCC0E4"/>
    <w:numStyleLink w:val="DossierTitre1"/>
  </w:abstractNum>
  <w:abstractNum w:abstractNumId="17" w15:restartNumberingAfterBreak="0">
    <w:nsid w:val="47D33B61"/>
    <w:multiLevelType w:val="multilevel"/>
    <w:tmpl w:val="3DD43B76"/>
    <w:numStyleLink w:val="Style1"/>
  </w:abstractNum>
  <w:abstractNum w:abstractNumId="18" w15:restartNumberingAfterBreak="0">
    <w:nsid w:val="49783C38"/>
    <w:multiLevelType w:val="hybridMultilevel"/>
    <w:tmpl w:val="53DA420A"/>
    <w:lvl w:ilvl="0" w:tplc="98520D1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FE6505"/>
    <w:multiLevelType w:val="multilevel"/>
    <w:tmpl w:val="F9CCC0E4"/>
    <w:numStyleLink w:val="DossierTitre1"/>
  </w:abstractNum>
  <w:abstractNum w:abstractNumId="20" w15:restartNumberingAfterBreak="0">
    <w:nsid w:val="4C924507"/>
    <w:multiLevelType w:val="multilevel"/>
    <w:tmpl w:val="F9CCC0E4"/>
    <w:numStyleLink w:val="DossierTitre1"/>
  </w:abstractNum>
  <w:abstractNum w:abstractNumId="21" w15:restartNumberingAfterBreak="0">
    <w:nsid w:val="4E891E3D"/>
    <w:multiLevelType w:val="multilevel"/>
    <w:tmpl w:val="3DD43B76"/>
    <w:styleLink w:val="Style1"/>
    <w:lvl w:ilvl="0">
      <w:start w:val="1"/>
      <w:numFmt w:val="decimal"/>
      <w:lvlText w:val="%1."/>
      <w:lvlJc w:val="left"/>
      <w:pPr>
        <w:ind w:left="720" w:hanging="360"/>
      </w:pPr>
      <w:rPr>
        <w:rFonts w:ascii="Ubuntu" w:hAnsi="Ubuntu" w:hint="default"/>
        <w:b/>
        <w:i w:val="0"/>
        <w:color w:val="2372B9" w:themeColor="text2"/>
        <w:sz w:val="36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2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F290AEF"/>
    <w:multiLevelType w:val="multilevel"/>
    <w:tmpl w:val="6E96E2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4476CC4"/>
    <w:multiLevelType w:val="multilevel"/>
    <w:tmpl w:val="F9CCC0E4"/>
    <w:styleLink w:val="DossierTitre1"/>
    <w:lvl w:ilvl="0">
      <w:start w:val="1"/>
      <w:numFmt w:val="decimal"/>
      <w:lvlText w:val="%1."/>
      <w:lvlJc w:val="left"/>
      <w:pPr>
        <w:ind w:left="737" w:hanging="567"/>
      </w:pPr>
      <w:rPr>
        <w:rFonts w:ascii="Ubuntu" w:hAnsi="Ubuntu" w:hint="default"/>
        <w:b/>
        <w:color w:val="2372B9" w:themeColor="text2"/>
        <w:sz w:val="36"/>
      </w:rPr>
    </w:lvl>
    <w:lvl w:ilvl="1">
      <w:start w:val="1"/>
      <w:numFmt w:val="decimal"/>
      <w:lvlText w:val="%1.%2."/>
      <w:lvlJc w:val="left"/>
      <w:pPr>
        <w:ind w:left="1077" w:hanging="680"/>
      </w:pPr>
      <w:rPr>
        <w:rFonts w:ascii="Ubuntu" w:hAnsi="Ubuntu" w:hint="default"/>
        <w:b/>
        <w:i w:val="0"/>
        <w:color w:val="2372B9" w:themeColor="text2"/>
        <w:sz w:val="26"/>
      </w:rPr>
    </w:lvl>
    <w:lvl w:ilvl="2">
      <w:start w:val="1"/>
      <w:numFmt w:val="decimal"/>
      <w:lvlText w:val="%2.%1.%3."/>
      <w:lvlJc w:val="left"/>
      <w:pPr>
        <w:ind w:left="1701" w:hanging="1134"/>
      </w:pPr>
      <w:rPr>
        <w:rFonts w:ascii="Ubuntu" w:hAnsi="Ubuntu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2155" w:hanging="1304"/>
      </w:pPr>
      <w:rPr>
        <w:rFonts w:ascii="Ubuntu" w:hAnsi="Ubuntu" w:hint="default"/>
        <w:sz w:val="22"/>
      </w:rPr>
    </w:lvl>
    <w:lvl w:ilvl="4">
      <w:start w:val="1"/>
      <w:numFmt w:val="decimal"/>
      <w:lvlText w:val="%1%5."/>
      <w:lvlJc w:val="left"/>
      <w:pPr>
        <w:ind w:left="3997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37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57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77" w:hanging="363"/>
      </w:pPr>
      <w:rPr>
        <w:rFonts w:hint="default"/>
      </w:rPr>
    </w:lvl>
  </w:abstractNum>
  <w:abstractNum w:abstractNumId="24" w15:restartNumberingAfterBreak="0">
    <w:nsid w:val="55C93EC0"/>
    <w:multiLevelType w:val="multilevel"/>
    <w:tmpl w:val="F9CCC0E4"/>
    <w:numStyleLink w:val="DossierTitre1"/>
  </w:abstractNum>
  <w:abstractNum w:abstractNumId="25" w15:restartNumberingAfterBreak="0">
    <w:nsid w:val="5DCD4196"/>
    <w:multiLevelType w:val="multilevel"/>
    <w:tmpl w:val="F9CCC0E4"/>
    <w:numStyleLink w:val="DossierTitre1"/>
  </w:abstractNum>
  <w:abstractNum w:abstractNumId="26" w15:restartNumberingAfterBreak="0">
    <w:nsid w:val="61E0143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22E413B"/>
    <w:multiLevelType w:val="multilevel"/>
    <w:tmpl w:val="4A643EF4"/>
    <w:styleLink w:val="Puce-encadr-ide"/>
    <w:lvl w:ilvl="0">
      <w:numFmt w:val="bullet"/>
      <w:lvlText w:val="•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8" w15:restartNumberingAfterBreak="0">
    <w:nsid w:val="62D37FDE"/>
    <w:multiLevelType w:val="multilevel"/>
    <w:tmpl w:val="6C78D2A8"/>
    <w:lvl w:ilvl="0">
      <w:start w:val="1"/>
      <w:numFmt w:val="bullet"/>
      <w:lvlText w:val="-"/>
      <w:lvlJc w:val="left"/>
      <w:pPr>
        <w:ind w:left="720" w:hanging="360"/>
      </w:pPr>
      <w:rPr>
        <w:rFonts w:ascii="Open Sans" w:hAnsi="Open Sans" w:cs="Open San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78F38E8"/>
    <w:multiLevelType w:val="multilevel"/>
    <w:tmpl w:val="F9CCC0E4"/>
    <w:numStyleLink w:val="DossierTitre1"/>
  </w:abstractNum>
  <w:abstractNum w:abstractNumId="30" w15:restartNumberingAfterBreak="0">
    <w:nsid w:val="685A0510"/>
    <w:multiLevelType w:val="hybridMultilevel"/>
    <w:tmpl w:val="322E5D4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676B7"/>
    <w:multiLevelType w:val="multilevel"/>
    <w:tmpl w:val="F9CCC0E4"/>
    <w:numStyleLink w:val="DossierTitre1"/>
  </w:abstractNum>
  <w:abstractNum w:abstractNumId="32" w15:restartNumberingAfterBreak="0">
    <w:nsid w:val="6C886595"/>
    <w:multiLevelType w:val="multilevel"/>
    <w:tmpl w:val="9EEAF0C8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 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 %2. 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 %2. %3. 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D4C502E"/>
    <w:multiLevelType w:val="hybridMultilevel"/>
    <w:tmpl w:val="176E293C"/>
    <w:lvl w:ilvl="0" w:tplc="98520D1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6035A"/>
    <w:multiLevelType w:val="multilevel"/>
    <w:tmpl w:val="F9CCC0E4"/>
    <w:numStyleLink w:val="DossierTitre1"/>
  </w:abstractNum>
  <w:abstractNum w:abstractNumId="35" w15:restartNumberingAfterBreak="0">
    <w:nsid w:val="6EF627E9"/>
    <w:multiLevelType w:val="multilevel"/>
    <w:tmpl w:val="771CCA5C"/>
    <w:lvl w:ilvl="0">
      <w:start w:val="1"/>
      <w:numFmt w:val="decimal"/>
      <w:lvlText w:val="%1."/>
      <w:lvlJc w:val="left"/>
      <w:pPr>
        <w:ind w:left="360" w:hanging="360"/>
      </w:pPr>
      <w:rPr>
        <w:rFonts w:ascii="Ubuntu" w:hAnsi="Ubuntu" w:hint="default"/>
        <w:b/>
        <w:i w:val="0"/>
        <w:color w:val="2372B9" w:themeColor="text2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4C334A2"/>
    <w:multiLevelType w:val="multilevel"/>
    <w:tmpl w:val="3DD43B76"/>
    <w:numStyleLink w:val="Style1"/>
  </w:abstractNum>
  <w:abstractNum w:abstractNumId="37" w15:restartNumberingAfterBreak="0">
    <w:nsid w:val="77B369C5"/>
    <w:multiLevelType w:val="multilevel"/>
    <w:tmpl w:val="C208511C"/>
    <w:lvl w:ilvl="0">
      <w:start w:val="1"/>
      <w:numFmt w:val="decimal"/>
      <w:lvlText w:val="%1."/>
      <w:lvlJc w:val="left"/>
      <w:pPr>
        <w:ind w:left="340" w:hanging="567"/>
      </w:pPr>
      <w:rPr>
        <w:rFonts w:ascii="Ubuntu" w:hAnsi="Ubuntu" w:hint="default"/>
        <w:b/>
        <w:color w:val="2372B9" w:themeColor="text2"/>
        <w:sz w:val="36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Ubuntu" w:hAnsi="Ubuntu" w:hint="default"/>
        <w:b/>
        <w:i w:val="0"/>
        <w:color w:val="2372B9" w:themeColor="text2"/>
        <w:sz w:val="26"/>
      </w:rPr>
    </w:lvl>
    <w:lvl w:ilvl="2">
      <w:start w:val="1"/>
      <w:numFmt w:val="decimal"/>
      <w:lvlText w:val="%2.%1.%3."/>
      <w:lvlJc w:val="left"/>
      <w:pPr>
        <w:ind w:left="1304" w:hanging="1134"/>
      </w:pPr>
      <w:rPr>
        <w:rFonts w:ascii="Ubuntu" w:hAnsi="Ubuntu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58" w:hanging="1304"/>
      </w:pPr>
      <w:rPr>
        <w:rFonts w:ascii="Ubuntu" w:hAnsi="Ubuntu" w:hint="default"/>
        <w:sz w:val="22"/>
      </w:rPr>
    </w:lvl>
    <w:lvl w:ilvl="4">
      <w:start w:val="1"/>
      <w:numFmt w:val="decimal"/>
      <w:lvlText w:val="%1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38" w15:restartNumberingAfterBreak="0">
    <w:nsid w:val="790F78F0"/>
    <w:multiLevelType w:val="hybridMultilevel"/>
    <w:tmpl w:val="9A727ED6"/>
    <w:lvl w:ilvl="0" w:tplc="6D90CFE0">
      <w:start w:val="1"/>
      <w:numFmt w:val="decimal"/>
      <w:lvlText w:val="%1.1."/>
      <w:lvlJc w:val="left"/>
      <w:pPr>
        <w:ind w:left="1061" w:hanging="360"/>
      </w:pPr>
      <w:rPr>
        <w:rFonts w:hint="default"/>
      </w:rPr>
    </w:lvl>
    <w:lvl w:ilvl="1" w:tplc="84227DC4" w:tentative="1">
      <w:start w:val="1"/>
      <w:numFmt w:val="lowerLetter"/>
      <w:lvlText w:val="%2."/>
      <w:lvlJc w:val="left"/>
      <w:pPr>
        <w:ind w:left="1781" w:hanging="360"/>
      </w:pPr>
    </w:lvl>
    <w:lvl w:ilvl="2" w:tplc="53EC0236" w:tentative="1">
      <w:start w:val="1"/>
      <w:numFmt w:val="lowerRoman"/>
      <w:lvlText w:val="%3."/>
      <w:lvlJc w:val="right"/>
      <w:pPr>
        <w:ind w:left="2501" w:hanging="180"/>
      </w:pPr>
    </w:lvl>
    <w:lvl w:ilvl="3" w:tplc="2A348790" w:tentative="1">
      <w:start w:val="1"/>
      <w:numFmt w:val="decimal"/>
      <w:lvlText w:val="%4."/>
      <w:lvlJc w:val="left"/>
      <w:pPr>
        <w:ind w:left="3221" w:hanging="360"/>
      </w:pPr>
    </w:lvl>
    <w:lvl w:ilvl="4" w:tplc="1A9C3238" w:tentative="1">
      <w:start w:val="1"/>
      <w:numFmt w:val="lowerLetter"/>
      <w:lvlText w:val="%5."/>
      <w:lvlJc w:val="left"/>
      <w:pPr>
        <w:ind w:left="3941" w:hanging="360"/>
      </w:pPr>
    </w:lvl>
    <w:lvl w:ilvl="5" w:tplc="0F6CF6B6" w:tentative="1">
      <w:start w:val="1"/>
      <w:numFmt w:val="lowerRoman"/>
      <w:lvlText w:val="%6."/>
      <w:lvlJc w:val="right"/>
      <w:pPr>
        <w:ind w:left="4661" w:hanging="180"/>
      </w:pPr>
    </w:lvl>
    <w:lvl w:ilvl="6" w:tplc="5150E45A" w:tentative="1">
      <w:start w:val="1"/>
      <w:numFmt w:val="decimal"/>
      <w:lvlText w:val="%7."/>
      <w:lvlJc w:val="left"/>
      <w:pPr>
        <w:ind w:left="5381" w:hanging="360"/>
      </w:pPr>
    </w:lvl>
    <w:lvl w:ilvl="7" w:tplc="0D8E5118" w:tentative="1">
      <w:start w:val="1"/>
      <w:numFmt w:val="lowerLetter"/>
      <w:lvlText w:val="%8."/>
      <w:lvlJc w:val="left"/>
      <w:pPr>
        <w:ind w:left="6101" w:hanging="360"/>
      </w:pPr>
    </w:lvl>
    <w:lvl w:ilvl="8" w:tplc="97ECA2C0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9" w15:restartNumberingAfterBreak="0">
    <w:nsid w:val="7A1A7B77"/>
    <w:multiLevelType w:val="hybridMultilevel"/>
    <w:tmpl w:val="5BC4C456"/>
    <w:lvl w:ilvl="0" w:tplc="96BAFDB6">
      <w:start w:val="1"/>
      <w:numFmt w:val="bullet"/>
      <w:lvlText w:val="&gt;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9474BE"/>
    <w:multiLevelType w:val="hybridMultilevel"/>
    <w:tmpl w:val="CD70ED7C"/>
    <w:lvl w:ilvl="0" w:tplc="EC309F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B94391"/>
    <w:multiLevelType w:val="hybridMultilevel"/>
    <w:tmpl w:val="53322890"/>
    <w:lvl w:ilvl="0" w:tplc="D4B0E67A">
      <w:start w:val="2"/>
      <w:numFmt w:val="bullet"/>
      <w:lvlText w:val="&gt;"/>
      <w:lvlJc w:val="left"/>
      <w:pPr>
        <w:ind w:left="1780" w:hanging="360"/>
      </w:pPr>
      <w:rPr>
        <w:rFonts w:ascii="Open Sans" w:eastAsiaTheme="minorHAnsi" w:hAnsi="Open Sans" w:hint="default"/>
      </w:rPr>
    </w:lvl>
    <w:lvl w:ilvl="1" w:tplc="040C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42" w15:restartNumberingAfterBreak="0">
    <w:nsid w:val="7FB93DD7"/>
    <w:multiLevelType w:val="hybridMultilevel"/>
    <w:tmpl w:val="598CAF78"/>
    <w:lvl w:ilvl="0" w:tplc="5F7EF4E6">
      <w:start w:val="2"/>
      <w:numFmt w:val="bullet"/>
      <w:lvlText w:val="&gt;"/>
      <w:lvlJc w:val="left"/>
      <w:pPr>
        <w:ind w:left="720" w:hanging="360"/>
      </w:pPr>
      <w:rPr>
        <w:rFonts w:ascii="Open Sans" w:eastAsiaTheme="minorHAnsi" w:hAnsi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7"/>
  </w:num>
  <w:num w:numId="4">
    <w:abstractNumId w:val="3"/>
  </w:num>
  <w:num w:numId="5">
    <w:abstractNumId w:val="6"/>
  </w:num>
  <w:num w:numId="6">
    <w:abstractNumId w:val="38"/>
  </w:num>
  <w:num w:numId="7">
    <w:abstractNumId w:val="15"/>
  </w:num>
  <w:num w:numId="8">
    <w:abstractNumId w:val="35"/>
  </w:num>
  <w:num w:numId="9">
    <w:abstractNumId w:val="23"/>
  </w:num>
  <w:num w:numId="10">
    <w:abstractNumId w:val="24"/>
  </w:num>
  <w:num w:numId="11">
    <w:abstractNumId w:val="14"/>
  </w:num>
  <w:num w:numId="12">
    <w:abstractNumId w:val="5"/>
  </w:num>
  <w:num w:numId="13">
    <w:abstractNumId w:val="21"/>
  </w:num>
  <w:num w:numId="14">
    <w:abstractNumId w:val="10"/>
  </w:num>
  <w:num w:numId="15">
    <w:abstractNumId w:val="37"/>
  </w:num>
  <w:num w:numId="16">
    <w:abstractNumId w:val="12"/>
  </w:num>
  <w:num w:numId="17">
    <w:abstractNumId w:val="29"/>
  </w:num>
  <w:num w:numId="18">
    <w:abstractNumId w:val="25"/>
    <w:lvlOverride w:ilvl="0">
      <w:lvl w:ilvl="0">
        <w:start w:val="1"/>
        <w:numFmt w:val="decimal"/>
        <w:lvlText w:val="%1."/>
        <w:lvlJc w:val="left"/>
        <w:pPr>
          <w:ind w:left="340" w:hanging="567"/>
        </w:pPr>
        <w:rPr>
          <w:rFonts w:ascii="Ubuntu" w:hAnsi="Ubuntu" w:hint="default"/>
          <w:b/>
          <w:color w:val="2372B9" w:themeColor="text2"/>
          <w:sz w:val="3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80" w:hanging="680"/>
        </w:pPr>
        <w:rPr>
          <w:rFonts w:ascii="Ubuntu" w:hAnsi="Ubuntu" w:hint="default"/>
          <w:b/>
          <w:i w:val="0"/>
          <w:color w:val="2372B9" w:themeColor="text2"/>
          <w:sz w:val="26"/>
        </w:rPr>
      </w:lvl>
    </w:lvlOverride>
    <w:lvlOverride w:ilvl="2">
      <w:lvl w:ilvl="2">
        <w:start w:val="1"/>
        <w:numFmt w:val="decimal"/>
        <w:lvlText w:val="%2.%1.%3."/>
        <w:lvlJc w:val="left"/>
        <w:pPr>
          <w:ind w:left="1304" w:hanging="1134"/>
        </w:pPr>
        <w:rPr>
          <w:rFonts w:ascii="Ubuntu" w:hAnsi="Ubuntu" w:hint="default"/>
          <w:b/>
          <w:i w:val="0"/>
          <w:sz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58" w:hanging="1304"/>
        </w:pPr>
        <w:rPr>
          <w:rFonts w:ascii="Ubuntu" w:hAnsi="Ubuntu" w:hint="default"/>
          <w:sz w:val="22"/>
        </w:rPr>
      </w:lvl>
    </w:lvlOverride>
    <w:lvlOverride w:ilvl="4">
      <w:lvl w:ilvl="4">
        <w:start w:val="1"/>
        <w:numFmt w:val="decimal"/>
        <w:lvlText w:val="%1%5."/>
        <w:lvlJc w:val="left"/>
        <w:pPr>
          <w:ind w:left="3600" w:hanging="363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3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3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363"/>
        </w:pPr>
        <w:rPr>
          <w:rFonts w:hint="default"/>
        </w:rPr>
      </w:lvl>
    </w:lvlOverride>
  </w:num>
  <w:num w:numId="19">
    <w:abstractNumId w:val="20"/>
  </w:num>
  <w:num w:numId="20">
    <w:abstractNumId w:val="1"/>
  </w:num>
  <w:num w:numId="21">
    <w:abstractNumId w:val="13"/>
  </w:num>
  <w:num w:numId="22">
    <w:abstractNumId w:val="8"/>
  </w:num>
  <w:num w:numId="23">
    <w:abstractNumId w:val="4"/>
  </w:num>
  <w:num w:numId="24">
    <w:abstractNumId w:val="17"/>
  </w:num>
  <w:num w:numId="25">
    <w:abstractNumId w:val="36"/>
  </w:num>
  <w:num w:numId="26">
    <w:abstractNumId w:val="31"/>
  </w:num>
  <w:num w:numId="27">
    <w:abstractNumId w:val="11"/>
  </w:num>
  <w:num w:numId="28">
    <w:abstractNumId w:val="41"/>
  </w:num>
  <w:num w:numId="29">
    <w:abstractNumId w:val="26"/>
  </w:num>
  <w:num w:numId="30">
    <w:abstractNumId w:val="16"/>
  </w:num>
  <w:num w:numId="31">
    <w:abstractNumId w:val="9"/>
  </w:num>
  <w:num w:numId="32">
    <w:abstractNumId w:val="19"/>
  </w:num>
  <w:num w:numId="33">
    <w:abstractNumId w:val="34"/>
  </w:num>
  <w:num w:numId="34">
    <w:abstractNumId w:val="32"/>
  </w:num>
  <w:num w:numId="35">
    <w:abstractNumId w:val="42"/>
  </w:num>
  <w:num w:numId="36">
    <w:abstractNumId w:val="7"/>
  </w:num>
  <w:num w:numId="37">
    <w:abstractNumId w:val="39"/>
  </w:num>
  <w:num w:numId="38">
    <w:abstractNumId w:val="28"/>
  </w:num>
  <w:num w:numId="39">
    <w:abstractNumId w:val="18"/>
  </w:num>
  <w:num w:numId="40">
    <w:abstractNumId w:val="33"/>
  </w:num>
  <w:num w:numId="41">
    <w:abstractNumId w:val="22"/>
  </w:num>
  <w:num w:numId="42">
    <w:abstractNumId w:val="30"/>
  </w:num>
  <w:num w:numId="43">
    <w:abstractNumId w:val="40"/>
  </w:num>
  <w:num w:numId="44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F8F"/>
    <w:rsid w:val="00017BEB"/>
    <w:rsid w:val="000237C6"/>
    <w:rsid w:val="00024616"/>
    <w:rsid w:val="000266D0"/>
    <w:rsid w:val="00042575"/>
    <w:rsid w:val="00050AD2"/>
    <w:rsid w:val="00082ED0"/>
    <w:rsid w:val="00083011"/>
    <w:rsid w:val="00084E4A"/>
    <w:rsid w:val="0008706B"/>
    <w:rsid w:val="00094132"/>
    <w:rsid w:val="000A20DE"/>
    <w:rsid w:val="000A6F4E"/>
    <w:rsid w:val="000C6885"/>
    <w:rsid w:val="000D3983"/>
    <w:rsid w:val="000E0781"/>
    <w:rsid w:val="000E47D5"/>
    <w:rsid w:val="000F0AC4"/>
    <w:rsid w:val="000F0CB9"/>
    <w:rsid w:val="0010462F"/>
    <w:rsid w:val="00107106"/>
    <w:rsid w:val="00123154"/>
    <w:rsid w:val="00124C6F"/>
    <w:rsid w:val="00137AA3"/>
    <w:rsid w:val="00146474"/>
    <w:rsid w:val="00151153"/>
    <w:rsid w:val="00161F6D"/>
    <w:rsid w:val="0016411E"/>
    <w:rsid w:val="00165339"/>
    <w:rsid w:val="00165B86"/>
    <w:rsid w:val="0017108D"/>
    <w:rsid w:val="00181CA9"/>
    <w:rsid w:val="00187E44"/>
    <w:rsid w:val="0019379A"/>
    <w:rsid w:val="001A4DAF"/>
    <w:rsid w:val="001B4094"/>
    <w:rsid w:val="001B6017"/>
    <w:rsid w:val="001D4F32"/>
    <w:rsid w:val="001E2538"/>
    <w:rsid w:val="001E3F4B"/>
    <w:rsid w:val="001F78E0"/>
    <w:rsid w:val="00200093"/>
    <w:rsid w:val="0020234F"/>
    <w:rsid w:val="00236A6E"/>
    <w:rsid w:val="0024289C"/>
    <w:rsid w:val="002446F8"/>
    <w:rsid w:val="00264FB1"/>
    <w:rsid w:val="002770E7"/>
    <w:rsid w:val="00282028"/>
    <w:rsid w:val="002935FB"/>
    <w:rsid w:val="002A5176"/>
    <w:rsid w:val="002A708F"/>
    <w:rsid w:val="002B2D32"/>
    <w:rsid w:val="002F0516"/>
    <w:rsid w:val="002F3344"/>
    <w:rsid w:val="002F36CC"/>
    <w:rsid w:val="00301DAF"/>
    <w:rsid w:val="00307374"/>
    <w:rsid w:val="0031640D"/>
    <w:rsid w:val="0035285A"/>
    <w:rsid w:val="00377669"/>
    <w:rsid w:val="00396C45"/>
    <w:rsid w:val="003A2BD6"/>
    <w:rsid w:val="003B7D84"/>
    <w:rsid w:val="003F615D"/>
    <w:rsid w:val="00403306"/>
    <w:rsid w:val="0041356C"/>
    <w:rsid w:val="004258ED"/>
    <w:rsid w:val="00433E7B"/>
    <w:rsid w:val="0045301A"/>
    <w:rsid w:val="004540BD"/>
    <w:rsid w:val="00454D64"/>
    <w:rsid w:val="004559BD"/>
    <w:rsid w:val="004632EF"/>
    <w:rsid w:val="00464669"/>
    <w:rsid w:val="00470DDB"/>
    <w:rsid w:val="004930BE"/>
    <w:rsid w:val="00494E29"/>
    <w:rsid w:val="00496C12"/>
    <w:rsid w:val="004A41CA"/>
    <w:rsid w:val="004B04B9"/>
    <w:rsid w:val="004B0B3E"/>
    <w:rsid w:val="004B4735"/>
    <w:rsid w:val="004C0742"/>
    <w:rsid w:val="004C0D8D"/>
    <w:rsid w:val="004C2681"/>
    <w:rsid w:val="004D0042"/>
    <w:rsid w:val="004D1E2A"/>
    <w:rsid w:val="004E65CE"/>
    <w:rsid w:val="004F3B16"/>
    <w:rsid w:val="00501889"/>
    <w:rsid w:val="00510A72"/>
    <w:rsid w:val="005305B6"/>
    <w:rsid w:val="00537569"/>
    <w:rsid w:val="00540FDB"/>
    <w:rsid w:val="00541E03"/>
    <w:rsid w:val="00543E6E"/>
    <w:rsid w:val="00547133"/>
    <w:rsid w:val="00551E68"/>
    <w:rsid w:val="00554922"/>
    <w:rsid w:val="00564B3A"/>
    <w:rsid w:val="00581C38"/>
    <w:rsid w:val="00582F84"/>
    <w:rsid w:val="00596BE7"/>
    <w:rsid w:val="005D17DD"/>
    <w:rsid w:val="005F0066"/>
    <w:rsid w:val="00601FE2"/>
    <w:rsid w:val="00617F85"/>
    <w:rsid w:val="00621099"/>
    <w:rsid w:val="00625AF2"/>
    <w:rsid w:val="00643297"/>
    <w:rsid w:val="006506E0"/>
    <w:rsid w:val="006650A4"/>
    <w:rsid w:val="00690FC8"/>
    <w:rsid w:val="00697B50"/>
    <w:rsid w:val="006B2BB7"/>
    <w:rsid w:val="006D2213"/>
    <w:rsid w:val="006D7104"/>
    <w:rsid w:val="006E5FDF"/>
    <w:rsid w:val="0071261B"/>
    <w:rsid w:val="007244D1"/>
    <w:rsid w:val="00745C0C"/>
    <w:rsid w:val="00751693"/>
    <w:rsid w:val="00763B69"/>
    <w:rsid w:val="007701DC"/>
    <w:rsid w:val="0077275F"/>
    <w:rsid w:val="007740C0"/>
    <w:rsid w:val="00776F8F"/>
    <w:rsid w:val="007B56C2"/>
    <w:rsid w:val="007C3CC8"/>
    <w:rsid w:val="007D14B1"/>
    <w:rsid w:val="007D7D9E"/>
    <w:rsid w:val="007E08F7"/>
    <w:rsid w:val="007E2D01"/>
    <w:rsid w:val="007E3EF4"/>
    <w:rsid w:val="008071AA"/>
    <w:rsid w:val="00814ACF"/>
    <w:rsid w:val="00814AD0"/>
    <w:rsid w:val="00841FDC"/>
    <w:rsid w:val="008455C0"/>
    <w:rsid w:val="00846DAF"/>
    <w:rsid w:val="008852A8"/>
    <w:rsid w:val="008A170A"/>
    <w:rsid w:val="008B0A28"/>
    <w:rsid w:val="008D5342"/>
    <w:rsid w:val="008E6C46"/>
    <w:rsid w:val="008F4DF1"/>
    <w:rsid w:val="00911599"/>
    <w:rsid w:val="00923520"/>
    <w:rsid w:val="0093468D"/>
    <w:rsid w:val="00957BF3"/>
    <w:rsid w:val="009653B0"/>
    <w:rsid w:val="0096571D"/>
    <w:rsid w:val="0097453A"/>
    <w:rsid w:val="009837DE"/>
    <w:rsid w:val="009A0755"/>
    <w:rsid w:val="009B46AF"/>
    <w:rsid w:val="009B6553"/>
    <w:rsid w:val="009D1B4E"/>
    <w:rsid w:val="009D2EB0"/>
    <w:rsid w:val="009F0290"/>
    <w:rsid w:val="009F6A8B"/>
    <w:rsid w:val="009F746C"/>
    <w:rsid w:val="00A03AD8"/>
    <w:rsid w:val="00A04031"/>
    <w:rsid w:val="00A046CE"/>
    <w:rsid w:val="00A244A9"/>
    <w:rsid w:val="00A3359D"/>
    <w:rsid w:val="00A43263"/>
    <w:rsid w:val="00A50449"/>
    <w:rsid w:val="00A528D3"/>
    <w:rsid w:val="00A5554C"/>
    <w:rsid w:val="00A64BD3"/>
    <w:rsid w:val="00A6701E"/>
    <w:rsid w:val="00A827D6"/>
    <w:rsid w:val="00A82BAA"/>
    <w:rsid w:val="00A91F65"/>
    <w:rsid w:val="00A975EB"/>
    <w:rsid w:val="00AA1900"/>
    <w:rsid w:val="00AC2316"/>
    <w:rsid w:val="00AC5BD8"/>
    <w:rsid w:val="00AD1405"/>
    <w:rsid w:val="00AD53F2"/>
    <w:rsid w:val="00AE2CE0"/>
    <w:rsid w:val="00AE4B34"/>
    <w:rsid w:val="00AF5DE1"/>
    <w:rsid w:val="00B06304"/>
    <w:rsid w:val="00B27523"/>
    <w:rsid w:val="00B6351C"/>
    <w:rsid w:val="00B6481F"/>
    <w:rsid w:val="00B67740"/>
    <w:rsid w:val="00B75680"/>
    <w:rsid w:val="00B82F8C"/>
    <w:rsid w:val="00B863AC"/>
    <w:rsid w:val="00B86FCD"/>
    <w:rsid w:val="00B911DB"/>
    <w:rsid w:val="00BA19BD"/>
    <w:rsid w:val="00BF17BE"/>
    <w:rsid w:val="00C1169C"/>
    <w:rsid w:val="00C16BC4"/>
    <w:rsid w:val="00C3036A"/>
    <w:rsid w:val="00C42B17"/>
    <w:rsid w:val="00C87AC6"/>
    <w:rsid w:val="00C92080"/>
    <w:rsid w:val="00CA349B"/>
    <w:rsid w:val="00CB0645"/>
    <w:rsid w:val="00CB45BC"/>
    <w:rsid w:val="00CC140C"/>
    <w:rsid w:val="00CD51EF"/>
    <w:rsid w:val="00CD5EBE"/>
    <w:rsid w:val="00CF0155"/>
    <w:rsid w:val="00CF15DF"/>
    <w:rsid w:val="00D04A4D"/>
    <w:rsid w:val="00D05A7A"/>
    <w:rsid w:val="00D174AF"/>
    <w:rsid w:val="00D17CA4"/>
    <w:rsid w:val="00D27042"/>
    <w:rsid w:val="00D35FDD"/>
    <w:rsid w:val="00D5286D"/>
    <w:rsid w:val="00D52870"/>
    <w:rsid w:val="00D539F8"/>
    <w:rsid w:val="00D65951"/>
    <w:rsid w:val="00D73CF4"/>
    <w:rsid w:val="00D83E93"/>
    <w:rsid w:val="00DA053B"/>
    <w:rsid w:val="00DA1CA5"/>
    <w:rsid w:val="00DA30C5"/>
    <w:rsid w:val="00DA3991"/>
    <w:rsid w:val="00DC4013"/>
    <w:rsid w:val="00DE15A7"/>
    <w:rsid w:val="00DF39CC"/>
    <w:rsid w:val="00E045D0"/>
    <w:rsid w:val="00E07F80"/>
    <w:rsid w:val="00E33C3E"/>
    <w:rsid w:val="00E50CA1"/>
    <w:rsid w:val="00E7322F"/>
    <w:rsid w:val="00E90DB2"/>
    <w:rsid w:val="00E93F12"/>
    <w:rsid w:val="00EA09E3"/>
    <w:rsid w:val="00EA1963"/>
    <w:rsid w:val="00EA1FA3"/>
    <w:rsid w:val="00EA5D01"/>
    <w:rsid w:val="00EA6EC8"/>
    <w:rsid w:val="00EC5D3E"/>
    <w:rsid w:val="00ED1112"/>
    <w:rsid w:val="00ED5339"/>
    <w:rsid w:val="00ED6E65"/>
    <w:rsid w:val="00EE58BA"/>
    <w:rsid w:val="00EF21A8"/>
    <w:rsid w:val="00EF752F"/>
    <w:rsid w:val="00F000AE"/>
    <w:rsid w:val="00F00BA7"/>
    <w:rsid w:val="00F02538"/>
    <w:rsid w:val="00F02D57"/>
    <w:rsid w:val="00F03ECA"/>
    <w:rsid w:val="00F04475"/>
    <w:rsid w:val="00F05789"/>
    <w:rsid w:val="00F14D97"/>
    <w:rsid w:val="00F173C8"/>
    <w:rsid w:val="00F307D2"/>
    <w:rsid w:val="00F44241"/>
    <w:rsid w:val="00F647C8"/>
    <w:rsid w:val="00F738C5"/>
    <w:rsid w:val="00F80830"/>
    <w:rsid w:val="00F84C14"/>
    <w:rsid w:val="00F90DA8"/>
    <w:rsid w:val="00FB0BB0"/>
    <w:rsid w:val="00FB213E"/>
    <w:rsid w:val="00FB5E80"/>
    <w:rsid w:val="00FC1F9C"/>
    <w:rsid w:val="00FC51DE"/>
    <w:rsid w:val="00FC6C34"/>
    <w:rsid w:val="00FC7FF9"/>
    <w:rsid w:val="00FD4DAA"/>
    <w:rsid w:val="00FE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C13A52"/>
  <w15:docId w15:val="{C8E73BF2-C2F1-44A8-8A68-7A0F8A4C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SimSun" w:hAnsi="Open Sans" w:cs="Mangal"/>
        <w:kern w:val="3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E68"/>
    <w:pPr>
      <w:spacing w:before="120" w:after="120"/>
      <w:jc w:val="both"/>
    </w:pPr>
    <w:rPr>
      <w:rFonts w:ascii="Raleway" w:hAnsi="Raleway"/>
    </w:rPr>
  </w:style>
  <w:style w:type="paragraph" w:styleId="Titre1">
    <w:name w:val="heading 1"/>
    <w:next w:val="0UnivCorpsdeTexte"/>
    <w:link w:val="Titre1Car"/>
    <w:uiPriority w:val="99"/>
    <w:qFormat/>
    <w:rsid w:val="00EA6EC8"/>
    <w:pPr>
      <w:keepNext/>
      <w:numPr>
        <w:numId w:val="34"/>
      </w:numPr>
      <w:spacing w:before="360" w:after="240"/>
      <w:ind w:left="431" w:hanging="431"/>
      <w:outlineLvl w:val="0"/>
    </w:pPr>
    <w:rPr>
      <w:rFonts w:ascii="Raleway" w:eastAsia="Times New Roman" w:hAnsi="Raleway" w:cs="Arial"/>
      <w:b/>
      <w:bCs/>
      <w:color w:val="2372B9" w:themeColor="text2"/>
      <w:sz w:val="36"/>
      <w:szCs w:val="32"/>
      <w:lang w:bidi="ar-SA"/>
    </w:rPr>
  </w:style>
  <w:style w:type="paragraph" w:styleId="Titre2">
    <w:name w:val="heading 2"/>
    <w:basedOn w:val="Titre1"/>
    <w:next w:val="0UnivCorpsdeTexte"/>
    <w:link w:val="Titre2Car"/>
    <w:uiPriority w:val="99"/>
    <w:qFormat/>
    <w:rsid w:val="001A4DAF"/>
    <w:pPr>
      <w:numPr>
        <w:ilvl w:val="1"/>
      </w:numPr>
      <w:tabs>
        <w:tab w:val="left" w:pos="284"/>
      </w:tabs>
      <w:spacing w:before="280" w:after="120"/>
      <w:ind w:left="510" w:hanging="510"/>
      <w:outlineLvl w:val="1"/>
    </w:pPr>
    <w:rPr>
      <w:bCs w:val="0"/>
      <w:iCs/>
      <w:sz w:val="26"/>
      <w:szCs w:val="28"/>
    </w:rPr>
  </w:style>
  <w:style w:type="paragraph" w:styleId="Titre3">
    <w:name w:val="heading 3"/>
    <w:basedOn w:val="Titre2"/>
    <w:next w:val="0UnivCorpsdeTexte"/>
    <w:link w:val="Titre3Car"/>
    <w:uiPriority w:val="99"/>
    <w:qFormat/>
    <w:rsid w:val="001A4DAF"/>
    <w:pPr>
      <w:numPr>
        <w:ilvl w:val="2"/>
      </w:numPr>
      <w:tabs>
        <w:tab w:val="left" w:pos="567"/>
      </w:tabs>
      <w:autoSpaceDE w:val="0"/>
      <w:spacing w:before="240"/>
      <w:ind w:left="680" w:hanging="680"/>
      <w:outlineLvl w:val="2"/>
    </w:pPr>
    <w:rPr>
      <w:rFonts w:cs="Century Gothic"/>
      <w:color w:val="000000" w:themeColor="text1"/>
      <w:szCs w:val="22"/>
    </w:rPr>
  </w:style>
  <w:style w:type="paragraph" w:styleId="Titre4">
    <w:name w:val="heading 4"/>
    <w:basedOn w:val="Titre3"/>
    <w:next w:val="0UnivCorpsdeTexte"/>
    <w:link w:val="Titre4Car"/>
    <w:uiPriority w:val="99"/>
    <w:qFormat/>
    <w:rsid w:val="001A4DAF"/>
    <w:pPr>
      <w:numPr>
        <w:ilvl w:val="3"/>
      </w:numPr>
      <w:tabs>
        <w:tab w:val="left" w:pos="709"/>
      </w:tabs>
      <w:ind w:left="714" w:hanging="357"/>
      <w:outlineLvl w:val="3"/>
    </w:pPr>
    <w:rPr>
      <w:iCs w:val="0"/>
      <w:color w:val="auto"/>
      <w:sz w:val="20"/>
    </w:rPr>
  </w:style>
  <w:style w:type="paragraph" w:styleId="Titre5">
    <w:name w:val="heading 5"/>
    <w:basedOn w:val="Titre4"/>
    <w:next w:val="0UnivCorpsdeTexte"/>
    <w:uiPriority w:val="99"/>
    <w:qFormat/>
    <w:rsid w:val="00AE4B34"/>
    <w:pPr>
      <w:numPr>
        <w:ilvl w:val="4"/>
      </w:numPr>
      <w:outlineLvl w:val="4"/>
    </w:pPr>
    <w:rPr>
      <w:rFonts w:cs="Times New Roman"/>
      <w:iCs/>
      <w:color w:val="000000"/>
      <w:szCs w:val="26"/>
    </w:rPr>
  </w:style>
  <w:style w:type="paragraph" w:styleId="Titre6">
    <w:name w:val="heading 6"/>
    <w:basedOn w:val="Standard"/>
    <w:next w:val="0UnivCorpsdeTexte"/>
    <w:uiPriority w:val="99"/>
    <w:qFormat/>
    <w:rsid w:val="00DF39CC"/>
    <w:pPr>
      <w:keepNext/>
      <w:numPr>
        <w:ilvl w:val="5"/>
        <w:numId w:val="34"/>
      </w:numPr>
      <w:spacing w:before="200" w:line="240" w:lineRule="atLeast"/>
      <w:jc w:val="both"/>
      <w:outlineLvl w:val="5"/>
    </w:pPr>
    <w:rPr>
      <w:rFonts w:ascii="Raleway" w:eastAsia="Batang, 바탕" w:hAnsi="Raleway"/>
      <w:b/>
    </w:rPr>
  </w:style>
  <w:style w:type="paragraph" w:styleId="Titre7">
    <w:name w:val="heading 7"/>
    <w:basedOn w:val="Standard"/>
    <w:next w:val="Standard"/>
    <w:uiPriority w:val="99"/>
    <w:qFormat/>
    <w:pPr>
      <w:numPr>
        <w:ilvl w:val="6"/>
        <w:numId w:val="34"/>
      </w:numPr>
      <w:spacing w:before="60" w:after="60"/>
      <w:outlineLvl w:val="6"/>
    </w:pPr>
    <w:rPr>
      <w:rFonts w:ascii="Calibri" w:eastAsia="Batang, 바탕" w:hAnsi="Calibri"/>
      <w:b/>
      <w:i/>
      <w:sz w:val="21"/>
    </w:rPr>
  </w:style>
  <w:style w:type="paragraph" w:styleId="Titre8">
    <w:name w:val="heading 8"/>
    <w:basedOn w:val="Standard"/>
    <w:next w:val="Standard"/>
    <w:uiPriority w:val="99"/>
    <w:qFormat/>
    <w:pPr>
      <w:numPr>
        <w:ilvl w:val="7"/>
        <w:numId w:val="34"/>
      </w:numPr>
      <w:spacing w:before="120" w:after="60"/>
      <w:jc w:val="center"/>
      <w:outlineLvl w:val="7"/>
    </w:pPr>
    <w:rPr>
      <w:rFonts w:ascii="Arial" w:eastAsia="Batang, 바탕" w:hAnsi="Arial"/>
      <w:b/>
      <w:bCs/>
      <w:i/>
      <w:iCs/>
      <w:color w:val="40BEEB"/>
    </w:rPr>
  </w:style>
  <w:style w:type="paragraph" w:styleId="Titre9">
    <w:name w:val="heading 9"/>
    <w:basedOn w:val="Standard"/>
    <w:next w:val="Standard"/>
    <w:link w:val="Titre9Car"/>
    <w:uiPriority w:val="99"/>
    <w:qFormat/>
    <w:pPr>
      <w:numPr>
        <w:ilvl w:val="8"/>
        <w:numId w:val="34"/>
      </w:numPr>
      <w:overflowPunct w:val="0"/>
      <w:autoSpaceDE w:val="0"/>
      <w:spacing w:before="240" w:after="60"/>
      <w:outlineLvl w:val="8"/>
    </w:pPr>
    <w:rPr>
      <w:rFonts w:ascii="Arial" w:hAnsi="Arial" w:cs="Arial"/>
      <w:sz w:val="18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uiPriority w:val="1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uiPriority w:val="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uiPriority w:val="1"/>
    <w:pPr>
      <w:overflowPunct w:val="0"/>
      <w:autoSpaceDE w:val="0"/>
      <w:spacing w:line="520" w:lineRule="exact"/>
      <w:jc w:val="right"/>
    </w:pPr>
    <w:rPr>
      <w:rFonts w:ascii="Arial" w:hAnsi="Arial"/>
      <w:sz w:val="32"/>
    </w:rPr>
  </w:style>
  <w:style w:type="paragraph" w:styleId="Liste">
    <w:name w:val="List"/>
    <w:basedOn w:val="Standard"/>
    <w:rsid w:val="00DF39CC"/>
    <w:pPr>
      <w:overflowPunct w:val="0"/>
      <w:autoSpaceDE w:val="0"/>
      <w:ind w:left="283" w:hanging="283"/>
    </w:pPr>
    <w:rPr>
      <w:rFonts w:ascii="Raleway" w:hAnsi="Raleway"/>
    </w:rPr>
  </w:style>
  <w:style w:type="paragraph" w:styleId="Lgende">
    <w:name w:val="caption"/>
    <w:basedOn w:val="Standard"/>
    <w:next w:val="Standard"/>
    <w:uiPriority w:val="1"/>
    <w:pPr>
      <w:overflowPunct w:val="0"/>
      <w:autoSpaceDE w:val="0"/>
      <w:spacing w:before="80"/>
      <w:jc w:val="center"/>
    </w:pPr>
    <w:rPr>
      <w:rFonts w:ascii="Arial" w:hAnsi="Arial" w:cs="Arial"/>
      <w:bCs/>
      <w:i/>
    </w:rPr>
  </w:style>
  <w:style w:type="paragraph" w:customStyle="1" w:styleId="Index">
    <w:name w:val="Index"/>
    <w:basedOn w:val="Standard"/>
    <w:uiPriority w:val="1"/>
    <w:pPr>
      <w:suppressLineNumbers/>
    </w:pPr>
    <w:rPr>
      <w:rFonts w:ascii="Arial" w:hAnsi="Arial" w:cs="Mangal"/>
    </w:rPr>
  </w:style>
  <w:style w:type="paragraph" w:customStyle="1" w:styleId="Contents1">
    <w:name w:val="Contents 1"/>
    <w:basedOn w:val="Standard"/>
    <w:next w:val="Standard"/>
    <w:uiPriority w:val="1"/>
    <w:pPr>
      <w:tabs>
        <w:tab w:val="left" w:leader="dot" w:pos="8930"/>
      </w:tabs>
      <w:spacing w:before="240"/>
    </w:pPr>
    <w:rPr>
      <w:rFonts w:ascii="Arial" w:hAnsi="Arial"/>
      <w:b/>
      <w:bCs/>
      <w:iCs/>
      <w:color w:val="000080"/>
    </w:rPr>
  </w:style>
  <w:style w:type="paragraph" w:customStyle="1" w:styleId="Contents2">
    <w:name w:val="Contents 2"/>
    <w:basedOn w:val="Standard"/>
    <w:next w:val="Standard"/>
    <w:uiPriority w:val="1"/>
    <w:pPr>
      <w:tabs>
        <w:tab w:val="right" w:leader="dot" w:pos="9420"/>
      </w:tabs>
      <w:spacing w:before="120"/>
      <w:ind w:left="240"/>
    </w:pPr>
    <w:rPr>
      <w:rFonts w:ascii="Arial" w:hAnsi="Arial"/>
      <w:b/>
      <w:bCs/>
      <w:szCs w:val="22"/>
    </w:rPr>
  </w:style>
  <w:style w:type="paragraph" w:customStyle="1" w:styleId="0UnivCorpsdeTexte">
    <w:name w:val="0.Univ_Corps_de_Texte"/>
    <w:rsid w:val="003F615D"/>
    <w:pPr>
      <w:widowControl/>
      <w:spacing w:before="120" w:after="60"/>
      <w:jc w:val="both"/>
    </w:pPr>
    <w:rPr>
      <w:rFonts w:ascii="Raleway" w:hAnsi="Raleway"/>
    </w:rPr>
  </w:style>
  <w:style w:type="paragraph" w:customStyle="1" w:styleId="ww">
    <w:name w:val="ww"/>
    <w:next w:val="Normal"/>
    <w:rsid w:val="00A528D3"/>
    <w:pPr>
      <w:pBdr>
        <w:top w:val="single" w:sz="4" w:space="6" w:color="808080"/>
        <w:bottom w:val="single" w:sz="4" w:space="6" w:color="808080"/>
      </w:pBdr>
      <w:ind w:left="1264"/>
    </w:pPr>
    <w:rPr>
      <w:rFonts w:ascii="Raleway" w:hAnsi="Raleway"/>
      <w:b/>
    </w:rPr>
  </w:style>
  <w:style w:type="paragraph" w:customStyle="1" w:styleId="5UnivEncadr-simple-Titre">
    <w:name w:val="5.Univ_Encadré-simple-Titre"/>
    <w:basedOn w:val="5UnivEncadr-simple-note"/>
    <w:next w:val="5UnivEncadr-simple-note"/>
    <w:rsid w:val="00AE2CE0"/>
    <w:pPr>
      <w:keepNext/>
      <w:framePr w:wrap="around"/>
      <w:spacing w:before="240"/>
    </w:pPr>
    <w:rPr>
      <w:b/>
    </w:rPr>
  </w:style>
  <w:style w:type="paragraph" w:customStyle="1" w:styleId="Footnote">
    <w:name w:val="Footnote"/>
    <w:basedOn w:val="0UnivCorpsdeTexte"/>
    <w:pPr>
      <w:keepLines/>
      <w:widowControl w:val="0"/>
      <w:suppressLineNumbers/>
      <w:overflowPunct w:val="0"/>
      <w:autoSpaceDE w:val="0"/>
      <w:spacing w:before="0" w:after="0"/>
    </w:pPr>
    <w:rPr>
      <w:rFonts w:eastAsia="Batang, 바탕"/>
      <w:spacing w:val="-6"/>
      <w:sz w:val="16"/>
    </w:rPr>
  </w:style>
  <w:style w:type="paragraph" w:customStyle="1" w:styleId="Contents3">
    <w:name w:val="Contents 3"/>
    <w:basedOn w:val="Standard"/>
    <w:next w:val="Standard"/>
    <w:uiPriority w:val="1"/>
    <w:pPr>
      <w:spacing w:before="120"/>
      <w:ind w:left="482"/>
    </w:pPr>
    <w:rPr>
      <w:rFonts w:ascii="Arial" w:hAnsi="Arial"/>
      <w:sz w:val="18"/>
    </w:rPr>
  </w:style>
  <w:style w:type="paragraph" w:styleId="En-tte">
    <w:name w:val="header"/>
    <w:basedOn w:val="0UnivCorpsdeTexte"/>
    <w:uiPriority w:val="1"/>
    <w:pPr>
      <w:tabs>
        <w:tab w:val="center" w:pos="4763"/>
        <w:tab w:val="right" w:pos="9299"/>
      </w:tabs>
      <w:overflowPunct w:val="0"/>
      <w:autoSpaceDE w:val="0"/>
    </w:pPr>
    <w:rPr>
      <w:rFonts w:ascii="Calibri" w:hAnsi="Calibri"/>
      <w:b/>
      <w:sz w:val="52"/>
    </w:rPr>
  </w:style>
  <w:style w:type="paragraph" w:styleId="Pieddepage">
    <w:name w:val="footer"/>
    <w:basedOn w:val="0UnivCorpsdeTexte"/>
    <w:rsid w:val="00DF39CC"/>
    <w:pPr>
      <w:tabs>
        <w:tab w:val="center" w:pos="4763"/>
        <w:tab w:val="right" w:pos="9299"/>
      </w:tabs>
      <w:spacing w:line="180" w:lineRule="exact"/>
      <w:jc w:val="right"/>
    </w:pPr>
    <w:rPr>
      <w:sz w:val="18"/>
    </w:rPr>
  </w:style>
  <w:style w:type="paragraph" w:customStyle="1" w:styleId="Addressee">
    <w:name w:val="Addressee"/>
    <w:basedOn w:val="Standard"/>
    <w:uiPriority w:val="1"/>
    <w:pPr>
      <w:overflowPunct w:val="0"/>
      <w:autoSpaceDE w:val="0"/>
      <w:ind w:left="2835"/>
    </w:pPr>
    <w:rPr>
      <w:rFonts w:ascii="Arial" w:hAnsi="Arial" w:cs="Arial"/>
    </w:rPr>
  </w:style>
  <w:style w:type="paragraph" w:customStyle="1" w:styleId="Sender">
    <w:name w:val="Sender"/>
    <w:basedOn w:val="Standard"/>
    <w:pPr>
      <w:overflowPunct w:val="0"/>
      <w:autoSpaceDE w:val="0"/>
    </w:pPr>
    <w:rPr>
      <w:rFonts w:ascii="Arial" w:hAnsi="Arial" w:cs="Arial"/>
    </w:rPr>
  </w:style>
  <w:style w:type="paragraph" w:styleId="Sous-titre">
    <w:name w:val="Subtitle"/>
    <w:basedOn w:val="Standard"/>
    <w:next w:val="Textbody"/>
    <w:uiPriority w:val="1"/>
    <w:pPr>
      <w:overflowPunct w:val="0"/>
      <w:autoSpaceDE w:val="0"/>
      <w:spacing w:after="60"/>
      <w:jc w:val="center"/>
    </w:pPr>
    <w:rPr>
      <w:rFonts w:ascii="Arial" w:hAnsi="Arial" w:cs="Arial"/>
    </w:rPr>
  </w:style>
  <w:style w:type="paragraph" w:customStyle="1" w:styleId="Textbodyindent">
    <w:name w:val="Text body indent"/>
    <w:basedOn w:val="Standard"/>
    <w:uiPriority w:val="1"/>
    <w:pPr>
      <w:overflowPunct w:val="0"/>
      <w:autoSpaceDE w:val="0"/>
      <w:spacing w:after="120"/>
      <w:ind w:left="283"/>
    </w:pPr>
  </w:style>
  <w:style w:type="paragraph" w:styleId="Signature">
    <w:name w:val="Signature"/>
    <w:basedOn w:val="Standard"/>
    <w:pPr>
      <w:overflowPunct w:val="0"/>
      <w:autoSpaceDE w:val="0"/>
      <w:ind w:left="4252"/>
    </w:pPr>
  </w:style>
  <w:style w:type="paragraph" w:styleId="Titre">
    <w:name w:val="Title"/>
    <w:basedOn w:val="Standard"/>
    <w:next w:val="Sous-titre"/>
    <w:uiPriority w:val="1"/>
    <w:pPr>
      <w:jc w:val="center"/>
    </w:pPr>
    <w:rPr>
      <w:b/>
      <w:bCs/>
    </w:rPr>
  </w:style>
  <w:style w:type="paragraph" w:customStyle="1" w:styleId="Endnote">
    <w:name w:val="Endnote"/>
    <w:basedOn w:val="Standard"/>
    <w:uiPriority w:val="1"/>
    <w:pPr>
      <w:overflowPunct w:val="0"/>
      <w:autoSpaceDE w:val="0"/>
    </w:pPr>
  </w:style>
  <w:style w:type="paragraph" w:styleId="Index1">
    <w:name w:val="index 1"/>
    <w:basedOn w:val="0UnivCorpsdeTexte"/>
    <w:next w:val="Standard"/>
    <w:uiPriority w:val="1"/>
    <w:pPr>
      <w:overflowPunct w:val="0"/>
      <w:autoSpaceDE w:val="0"/>
      <w:spacing w:before="0" w:after="0"/>
      <w:ind w:left="240" w:hanging="240"/>
    </w:pPr>
    <w:rPr>
      <w:rFonts w:ascii="Arial" w:hAnsi="Arial"/>
    </w:rPr>
  </w:style>
  <w:style w:type="paragraph" w:styleId="Index2">
    <w:name w:val="index 2"/>
    <w:basedOn w:val="Standard"/>
    <w:next w:val="Standard"/>
    <w:uiPriority w:val="1"/>
    <w:pPr>
      <w:overflowPunct w:val="0"/>
      <w:autoSpaceDE w:val="0"/>
      <w:ind w:left="480" w:hanging="240"/>
    </w:pPr>
    <w:rPr>
      <w:rFonts w:ascii="Arial" w:hAnsi="Arial"/>
    </w:rPr>
  </w:style>
  <w:style w:type="paragraph" w:styleId="Index3">
    <w:name w:val="index 3"/>
    <w:basedOn w:val="Standard"/>
    <w:next w:val="Standard"/>
    <w:uiPriority w:val="1"/>
    <w:pPr>
      <w:overflowPunct w:val="0"/>
      <w:autoSpaceDE w:val="0"/>
      <w:ind w:left="1202" w:hanging="238"/>
    </w:pPr>
    <w:rPr>
      <w:rFonts w:ascii="Arial" w:hAnsi="Arial"/>
    </w:rPr>
  </w:style>
  <w:style w:type="paragraph" w:customStyle="1" w:styleId="Contents4">
    <w:name w:val="Contents 4"/>
    <w:basedOn w:val="Standard"/>
    <w:next w:val="Standard"/>
    <w:uiPriority w:val="1"/>
    <w:pPr>
      <w:keepNext/>
      <w:overflowPunct w:val="0"/>
      <w:autoSpaceDE w:val="0"/>
      <w:spacing w:before="120"/>
    </w:pPr>
    <w:rPr>
      <w:rFonts w:ascii="Arial" w:hAnsi="Arial"/>
      <w:b/>
    </w:rPr>
  </w:style>
  <w:style w:type="paragraph" w:customStyle="1" w:styleId="Contents5">
    <w:name w:val="Contents 5"/>
    <w:basedOn w:val="Standard"/>
    <w:next w:val="Standard"/>
    <w:uiPriority w:val="1"/>
    <w:pPr>
      <w:overflowPunct w:val="0"/>
      <w:autoSpaceDE w:val="0"/>
      <w:spacing w:before="60"/>
      <w:ind w:left="170"/>
    </w:pPr>
    <w:rPr>
      <w:rFonts w:ascii="Arial" w:hAnsi="Arial"/>
    </w:rPr>
  </w:style>
  <w:style w:type="paragraph" w:customStyle="1" w:styleId="Contents6">
    <w:name w:val="Contents 6"/>
    <w:basedOn w:val="Standard"/>
    <w:next w:val="Standard"/>
    <w:uiPriority w:val="1"/>
    <w:pPr>
      <w:overflowPunct w:val="0"/>
      <w:autoSpaceDE w:val="0"/>
      <w:spacing w:before="60"/>
      <w:ind w:left="340"/>
    </w:pPr>
    <w:rPr>
      <w:rFonts w:ascii="Arial" w:hAnsi="Arial"/>
    </w:rPr>
  </w:style>
  <w:style w:type="paragraph" w:customStyle="1" w:styleId="Contents7">
    <w:name w:val="Contents 7"/>
    <w:basedOn w:val="Standard"/>
    <w:next w:val="Standard"/>
    <w:uiPriority w:val="1"/>
    <w:pPr>
      <w:overflowPunct w:val="0"/>
      <w:autoSpaceDE w:val="0"/>
      <w:ind w:left="1200"/>
    </w:pPr>
  </w:style>
  <w:style w:type="paragraph" w:customStyle="1" w:styleId="Contents8">
    <w:name w:val="Contents 8"/>
    <w:basedOn w:val="Standard"/>
    <w:next w:val="Standard"/>
    <w:uiPriority w:val="1"/>
    <w:pPr>
      <w:overflowPunct w:val="0"/>
      <w:autoSpaceDE w:val="0"/>
      <w:ind w:left="1440"/>
    </w:pPr>
  </w:style>
  <w:style w:type="paragraph" w:customStyle="1" w:styleId="Contents9">
    <w:name w:val="Contents 9"/>
    <w:basedOn w:val="Standard"/>
    <w:next w:val="Standard"/>
    <w:uiPriority w:val="1"/>
    <w:pPr>
      <w:overflowPunct w:val="0"/>
      <w:autoSpaceDE w:val="0"/>
      <w:ind w:left="1680"/>
    </w:pPr>
  </w:style>
  <w:style w:type="paragraph" w:customStyle="1" w:styleId="TableContents">
    <w:name w:val="Table Contents"/>
    <w:basedOn w:val="Standard"/>
    <w:uiPriority w:val="1"/>
    <w:pPr>
      <w:widowControl w:val="0"/>
      <w:suppressLineNumbers/>
    </w:pPr>
    <w:rPr>
      <w:rFonts w:eastAsia="Lucida Sans Unicode"/>
      <w:lang w:val="en-US"/>
    </w:rPr>
  </w:style>
  <w:style w:type="numbering" w:customStyle="1" w:styleId="Style1">
    <w:name w:val="Style1"/>
    <w:uiPriority w:val="99"/>
    <w:rsid w:val="001E2538"/>
    <w:pPr>
      <w:numPr>
        <w:numId w:val="13"/>
      </w:numPr>
    </w:pPr>
  </w:style>
  <w:style w:type="paragraph" w:customStyle="1" w:styleId="Contents10">
    <w:name w:val="Contents 10"/>
    <w:basedOn w:val="Index"/>
    <w:uiPriority w:val="1"/>
    <w:pPr>
      <w:tabs>
        <w:tab w:val="right" w:leader="dot" w:pos="9638"/>
      </w:tabs>
      <w:ind w:left="2547"/>
    </w:pPr>
  </w:style>
  <w:style w:type="paragraph" w:customStyle="1" w:styleId="TableHeading">
    <w:name w:val="Table Heading"/>
    <w:basedOn w:val="TableContents"/>
    <w:uiPriority w:val="1"/>
    <w:pPr>
      <w:jc w:val="center"/>
    </w:pPr>
    <w:rPr>
      <w:b/>
      <w:bCs/>
    </w:rPr>
  </w:style>
  <w:style w:type="paragraph" w:customStyle="1" w:styleId="5UnivEncadr-simple-note">
    <w:name w:val="5.Univ_Encadré-simple-note"/>
    <w:basedOn w:val="0UnivCorpsdeTexte"/>
    <w:rsid w:val="0097453A"/>
    <w:pPr>
      <w:keepLines/>
      <w:framePr w:wrap="around" w:vAnchor="text" w:hAnchor="text" w:y="1"/>
      <w:pBdr>
        <w:top w:val="single" w:sz="36" w:space="8" w:color="2372B9"/>
        <w:bottom w:val="single" w:sz="36" w:space="8" w:color="2372B9"/>
      </w:pBdr>
      <w:spacing w:after="0"/>
      <w:ind w:left="357"/>
    </w:pPr>
  </w:style>
  <w:style w:type="paragraph" w:customStyle="1" w:styleId="4UnivListepuces">
    <w:name w:val="4.Univ_Liste_puces"/>
    <w:basedOn w:val="0UnivCorpsdeTexte"/>
    <w:qFormat/>
    <w:rsid w:val="004A41CA"/>
    <w:pPr>
      <w:numPr>
        <w:numId w:val="36"/>
      </w:numPr>
    </w:pPr>
  </w:style>
  <w:style w:type="paragraph" w:customStyle="1" w:styleId="ContentsHeading">
    <w:name w:val="Contents Heading"/>
    <w:basedOn w:val="Heading"/>
    <w:uiPriority w:val="1"/>
    <w:pPr>
      <w:suppressLineNumbers/>
    </w:pPr>
    <w:rPr>
      <w:rFonts w:ascii="Open Sans" w:hAnsi="Open Sans"/>
      <w:b/>
      <w:bCs/>
      <w:color w:val="872F51"/>
      <w:sz w:val="36"/>
      <w:szCs w:val="32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1UnivSous-titredoc">
    <w:name w:val="1.Univ_Sous-titre_doc"/>
    <w:basedOn w:val="12UnivTitredoc"/>
    <w:qFormat/>
    <w:rsid w:val="008B0A28"/>
    <w:pPr>
      <w:spacing w:before="240"/>
    </w:pPr>
    <w:rPr>
      <w:rFonts w:eastAsia="Arial" w:cs="Times New Roman"/>
      <w:noProof/>
      <w:sz w:val="48"/>
      <w:lang w:eastAsia="fr-FR" w:bidi="ar-SA"/>
    </w:rPr>
  </w:style>
  <w:style w:type="paragraph" w:customStyle="1" w:styleId="11UnivAuteurComposanteouservice">
    <w:name w:val="1.1.Univ_Auteur Composante ou service"/>
    <w:basedOn w:val="0UnivCorpsdeTexte"/>
    <w:rsid w:val="0045301A"/>
    <w:pPr>
      <w:spacing w:before="0" w:after="0"/>
      <w:jc w:val="left"/>
    </w:pPr>
    <w:rPr>
      <w:b/>
      <w:color w:val="FFFFFF" w:themeColor="background1"/>
      <w:sz w:val="30"/>
    </w:rPr>
  </w:style>
  <w:style w:type="table" w:styleId="Grilledutableau">
    <w:name w:val="Table Grid"/>
    <w:basedOn w:val="TableauNormal"/>
    <w:rsid w:val="000E0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UnivSommaire">
    <w:name w:val="2.Univ_Sommaire"/>
    <w:basedOn w:val="0UnivCorpsdeTexte"/>
    <w:rsid w:val="00C16BC4"/>
    <w:pPr>
      <w:spacing w:after="238"/>
      <w:jc w:val="center"/>
    </w:pPr>
    <w:rPr>
      <w:b/>
      <w:color w:val="2372B9"/>
      <w:sz w:val="40"/>
      <w:szCs w:val="40"/>
    </w:rPr>
  </w:style>
  <w:style w:type="paragraph" w:customStyle="1" w:styleId="31UnivEn-tte">
    <w:name w:val="3.1.Univ_En-tête"/>
    <w:basedOn w:val="0UnivCorpsdeTexte"/>
    <w:rsid w:val="0045301A"/>
    <w:pPr>
      <w:pBdr>
        <w:top w:val="none" w:sz="0" w:space="1" w:color="auto"/>
        <w:left w:val="none" w:sz="0" w:space="1" w:color="auto"/>
        <w:bottom w:val="single" w:sz="2" w:space="14" w:color="2372B9"/>
        <w:right w:val="none" w:sz="0" w:space="1" w:color="auto"/>
      </w:pBdr>
      <w:tabs>
        <w:tab w:val="right" w:pos="9071"/>
      </w:tabs>
      <w:spacing w:after="0"/>
      <w:jc w:val="left"/>
    </w:pPr>
    <w:rPr>
      <w:b/>
      <w:color w:val="929291"/>
      <w:sz w:val="18"/>
    </w:rPr>
  </w:style>
  <w:style w:type="paragraph" w:customStyle="1" w:styleId="3UnivDatePieddePage">
    <w:name w:val="3.Univ_Date_Pied_de_Page"/>
    <w:basedOn w:val="31UnivEn-tte"/>
    <w:rsid w:val="004930B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/>
    </w:pPr>
  </w:style>
  <w:style w:type="paragraph" w:customStyle="1" w:styleId="3UnivPieddepage">
    <w:name w:val="3.Univ_Pied_de_page"/>
    <w:basedOn w:val="0UnivCorpsdeTexte"/>
    <w:rsid w:val="00161F6D"/>
    <w:pPr>
      <w:spacing w:before="0" w:after="0"/>
    </w:pPr>
    <w:rPr>
      <w:b/>
      <w:color w:val="2372B9"/>
      <w:sz w:val="18"/>
    </w:rPr>
  </w:style>
  <w:style w:type="paragraph" w:customStyle="1" w:styleId="5UnivTableauTexte">
    <w:name w:val="5.Univ_Tableau_Texte"/>
    <w:basedOn w:val="0UnivCorpsdeTexte"/>
    <w:rsid w:val="00A91F65"/>
    <w:pPr>
      <w:spacing w:before="0" w:after="0"/>
    </w:pPr>
  </w:style>
  <w:style w:type="paragraph" w:customStyle="1" w:styleId="5UnivTableauTitreColonne">
    <w:name w:val="5.Univ_Tableau_Titre_Colonne"/>
    <w:basedOn w:val="5UnivTableauTexte"/>
    <w:rsid w:val="00F173C8"/>
    <w:pPr>
      <w:jc w:val="center"/>
    </w:pPr>
    <w:rPr>
      <w:b/>
    </w:rPr>
  </w:style>
  <w:style w:type="character" w:customStyle="1" w:styleId="Internetlink">
    <w:name w:val="Internet link"/>
    <w:uiPriority w:val="1"/>
    <w:rPr>
      <w:color w:val="0000FF"/>
      <w:sz w:val="21"/>
      <w:u w:val="none"/>
      <w:shd w:val="clear" w:color="auto" w:fill="auto"/>
    </w:rPr>
  </w:style>
  <w:style w:type="character" w:styleId="Accentuation">
    <w:name w:val="Emphasis"/>
    <w:basedOn w:val="Policepardfaut"/>
    <w:uiPriority w:val="1"/>
    <w:rPr>
      <w:rFonts w:cs="Times New Roman"/>
      <w:i/>
      <w:iCs/>
    </w:rPr>
  </w:style>
  <w:style w:type="character" w:customStyle="1" w:styleId="Linenumbering">
    <w:name w:val="Line numbering"/>
    <w:basedOn w:val="Policepardfaut"/>
    <w:uiPriority w:val="1"/>
    <w:rPr>
      <w:rFonts w:cs="Times New Roman"/>
    </w:rPr>
  </w:style>
  <w:style w:type="character" w:customStyle="1" w:styleId="StrongEmphasis">
    <w:name w:val="Strong Emphasis"/>
    <w:basedOn w:val="Policepardfaut"/>
    <w:uiPriority w:val="1"/>
    <w:rsid w:val="004930BE"/>
    <w:rPr>
      <w:rFonts w:cs="Times New Roman"/>
      <w:b/>
      <w:bCs/>
    </w:rPr>
  </w:style>
  <w:style w:type="character" w:customStyle="1" w:styleId="IndexLink">
    <w:name w:val="Index Link"/>
    <w:uiPriority w:val="1"/>
  </w:style>
  <w:style w:type="character" w:customStyle="1" w:styleId="Mainindexentry">
    <w:name w:val="Main index entry"/>
    <w:uiPriority w:val="1"/>
    <w:rPr>
      <w:b/>
      <w:bCs/>
    </w:rPr>
  </w:style>
  <w:style w:type="numbering" w:customStyle="1" w:styleId="ListeTousTitres">
    <w:name w:val="Liste Tous Titres"/>
    <w:basedOn w:val="Aucuneliste"/>
    <w:pPr>
      <w:numPr>
        <w:numId w:val="1"/>
      </w:numPr>
    </w:pPr>
  </w:style>
  <w:style w:type="numbering" w:customStyle="1" w:styleId="ListeLP1">
    <w:name w:val="Liste LP1"/>
    <w:basedOn w:val="Aucuneliste"/>
    <w:pPr>
      <w:numPr>
        <w:numId w:val="2"/>
      </w:numPr>
    </w:pPr>
  </w:style>
  <w:style w:type="numbering" w:customStyle="1" w:styleId="Puce-encadr-ide">
    <w:name w:val="Puce-encadré-idée"/>
    <w:basedOn w:val="Aucuneliste"/>
    <w:pPr>
      <w:numPr>
        <w:numId w:val="3"/>
      </w:numPr>
    </w:p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2028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028"/>
    <w:rPr>
      <w:rFonts w:ascii="Tahoma" w:hAnsi="Tahoma"/>
      <w:sz w:val="16"/>
      <w:szCs w:val="14"/>
    </w:rPr>
  </w:style>
  <w:style w:type="paragraph" w:styleId="TM1">
    <w:name w:val="toc 1"/>
    <w:next w:val="0UnivCorpsdeTexte"/>
    <w:autoRedefine/>
    <w:uiPriority w:val="39"/>
    <w:unhideWhenUsed/>
    <w:rsid w:val="0045301A"/>
    <w:pPr>
      <w:tabs>
        <w:tab w:val="left" w:pos="284"/>
        <w:tab w:val="left" w:pos="357"/>
        <w:tab w:val="left" w:pos="660"/>
        <w:tab w:val="right" w:leader="dot" w:pos="9072"/>
      </w:tabs>
      <w:spacing w:before="120"/>
    </w:pPr>
    <w:rPr>
      <w:rFonts w:ascii="Raleway" w:hAnsi="Raleway"/>
      <w:b/>
      <w:noProof/>
      <w:color w:val="2372B9" w:themeColor="text2"/>
      <w:sz w:val="24"/>
      <w:szCs w:val="21"/>
    </w:rPr>
  </w:style>
  <w:style w:type="paragraph" w:styleId="TM2">
    <w:name w:val="toc 2"/>
    <w:basedOn w:val="TM1"/>
    <w:next w:val="0UnivCorpsdeTexte"/>
    <w:autoRedefine/>
    <w:uiPriority w:val="39"/>
    <w:unhideWhenUsed/>
    <w:rsid w:val="00DF39CC"/>
    <w:pPr>
      <w:tabs>
        <w:tab w:val="left" w:pos="454"/>
        <w:tab w:val="left" w:pos="510"/>
        <w:tab w:val="left" w:pos="880"/>
      </w:tabs>
      <w:ind w:left="170"/>
    </w:pPr>
    <w:rPr>
      <w:sz w:val="22"/>
    </w:rPr>
  </w:style>
  <w:style w:type="paragraph" w:styleId="TM3">
    <w:name w:val="toc 3"/>
    <w:basedOn w:val="Normal"/>
    <w:next w:val="0UnivCorpsdeTexte"/>
    <w:autoRedefine/>
    <w:uiPriority w:val="39"/>
    <w:unhideWhenUsed/>
    <w:rsid w:val="007E2D01"/>
    <w:pPr>
      <w:tabs>
        <w:tab w:val="left" w:pos="567"/>
        <w:tab w:val="left" w:pos="880"/>
        <w:tab w:val="right" w:leader="dot" w:pos="9072"/>
      </w:tabs>
      <w:ind w:left="170"/>
    </w:pPr>
    <w:rPr>
      <w:noProof/>
    </w:rPr>
  </w:style>
  <w:style w:type="paragraph" w:customStyle="1" w:styleId="1UnivTextecomplementaire">
    <w:name w:val="1.Univ_Texte_complementaire"/>
    <w:basedOn w:val="0UnivCorpsdeTexte"/>
    <w:qFormat/>
    <w:rsid w:val="0045301A"/>
    <w:pPr>
      <w:spacing w:before="0" w:after="0"/>
      <w:jc w:val="left"/>
    </w:pPr>
    <w:rPr>
      <w:rFonts w:eastAsia="Arial" w:cs="Times New Roman"/>
      <w:color w:val="2372B9"/>
      <w:sz w:val="40"/>
      <w:szCs w:val="32"/>
      <w:lang w:bidi="ar-SA"/>
    </w:rPr>
  </w:style>
  <w:style w:type="numbering" w:customStyle="1" w:styleId="DossierTitre1">
    <w:name w:val="Dossier Titre 1"/>
    <w:basedOn w:val="Aucuneliste"/>
    <w:uiPriority w:val="99"/>
    <w:rsid w:val="002F36CC"/>
    <w:pPr>
      <w:numPr>
        <w:numId w:val="9"/>
      </w:numPr>
    </w:pPr>
  </w:style>
  <w:style w:type="paragraph" w:customStyle="1" w:styleId="5UnivEncadr-picto-note">
    <w:name w:val="5.Univ_Encadré-picto-note"/>
    <w:basedOn w:val="0UnivCorpsdeTexte"/>
    <w:rsid w:val="00AE2CE0"/>
    <w:pPr>
      <w:pBdr>
        <w:top w:val="single" w:sz="36" w:space="8" w:color="2372B9"/>
        <w:bottom w:val="single" w:sz="36" w:space="8" w:color="2372B9"/>
      </w:pBdr>
      <w:ind w:left="1264"/>
    </w:pPr>
  </w:style>
  <w:style w:type="character" w:customStyle="1" w:styleId="Titre1Car">
    <w:name w:val="Titre 1 Car"/>
    <w:basedOn w:val="Policepardfaut"/>
    <w:link w:val="Titre1"/>
    <w:rsid w:val="00EA6EC8"/>
    <w:rPr>
      <w:rFonts w:ascii="Raleway" w:eastAsia="Times New Roman" w:hAnsi="Raleway" w:cs="Arial"/>
      <w:b/>
      <w:bCs/>
      <w:color w:val="2372B9" w:themeColor="text2"/>
      <w:sz w:val="36"/>
      <w:szCs w:val="32"/>
      <w:lang w:bidi="ar-SA"/>
    </w:rPr>
  </w:style>
  <w:style w:type="character" w:customStyle="1" w:styleId="Titre2Car">
    <w:name w:val="Titre 2 Car"/>
    <w:basedOn w:val="Titre1Car"/>
    <w:link w:val="Titre2"/>
    <w:rsid w:val="001A4DAF"/>
    <w:rPr>
      <w:rFonts w:ascii="Raleway" w:eastAsia="Times New Roman" w:hAnsi="Raleway" w:cs="Arial"/>
      <w:b/>
      <w:bCs w:val="0"/>
      <w:iCs/>
      <w:color w:val="2372B9" w:themeColor="text2"/>
      <w:sz w:val="26"/>
      <w:szCs w:val="28"/>
      <w:lang w:bidi="ar-SA"/>
    </w:rPr>
  </w:style>
  <w:style w:type="character" w:customStyle="1" w:styleId="Titre3Car">
    <w:name w:val="Titre 3 Car"/>
    <w:basedOn w:val="Titre2Car"/>
    <w:link w:val="Titre3"/>
    <w:rsid w:val="001A4DAF"/>
    <w:rPr>
      <w:rFonts w:ascii="Raleway" w:eastAsia="Times New Roman" w:hAnsi="Raleway" w:cs="Century Gothic"/>
      <w:b/>
      <w:bCs w:val="0"/>
      <w:iCs/>
      <w:color w:val="000000" w:themeColor="text1"/>
      <w:sz w:val="26"/>
      <w:szCs w:val="22"/>
      <w:lang w:bidi="ar-SA"/>
    </w:rPr>
  </w:style>
  <w:style w:type="character" w:customStyle="1" w:styleId="Titre4Car">
    <w:name w:val="Titre 4 Car"/>
    <w:basedOn w:val="Titre3Car"/>
    <w:link w:val="Titre4"/>
    <w:rsid w:val="001A4DAF"/>
    <w:rPr>
      <w:rFonts w:ascii="Raleway" w:eastAsia="Times New Roman" w:hAnsi="Raleway" w:cs="Century Gothic"/>
      <w:b/>
      <w:bCs w:val="0"/>
      <w:iCs w:val="0"/>
      <w:color w:val="000000" w:themeColor="text1"/>
      <w:sz w:val="26"/>
      <w:szCs w:val="22"/>
      <w:lang w:bidi="ar-SA"/>
    </w:rPr>
  </w:style>
  <w:style w:type="paragraph" w:customStyle="1" w:styleId="6UnivSiteWeb">
    <w:name w:val="6.Univ_Site_Web"/>
    <w:next w:val="Normal"/>
    <w:qFormat/>
    <w:rsid w:val="004C0D8D"/>
    <w:pPr>
      <w:ind w:left="-284"/>
      <w:jc w:val="center"/>
    </w:pPr>
    <w:rPr>
      <w:rFonts w:ascii="Raleway" w:hAnsi="Raleway"/>
      <w:b/>
      <w:color w:val="2372B9"/>
      <w:sz w:val="32"/>
      <w:szCs w:val="40"/>
      <w:lang w:bidi="ar-SA"/>
    </w:rPr>
  </w:style>
  <w:style w:type="paragraph" w:customStyle="1" w:styleId="12UnivTitredoc">
    <w:name w:val="1.2.Univ_Titre_doc"/>
    <w:basedOn w:val="Normal"/>
    <w:qFormat/>
    <w:rsid w:val="00CA349B"/>
    <w:pPr>
      <w:spacing w:before="0" w:after="0"/>
      <w:jc w:val="left"/>
    </w:pPr>
    <w:rPr>
      <w:b/>
      <w:color w:val="FFFFFF" w:themeColor="background1"/>
      <w:sz w:val="112"/>
    </w:rPr>
  </w:style>
  <w:style w:type="paragraph" w:styleId="NormalWeb">
    <w:name w:val="Normal (Web)"/>
    <w:basedOn w:val="Normal"/>
    <w:uiPriority w:val="99"/>
    <w:semiHidden/>
    <w:unhideWhenUsed/>
    <w:rsid w:val="00DF39CC"/>
    <w:pPr>
      <w:widowControl/>
      <w:suppressAutoHyphens w:val="0"/>
      <w:autoSpaceDN/>
      <w:spacing w:before="100" w:beforeAutospacing="1" w:after="0" w:line="522" w:lineRule="atLeast"/>
      <w:jc w:val="right"/>
      <w:textAlignment w:val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fr-FR" w:bidi="ar-SA"/>
    </w:rPr>
  </w:style>
  <w:style w:type="paragraph" w:customStyle="1" w:styleId="5UnivEncadr-picto-Titre">
    <w:name w:val="5.Univ_Encadré-picto-Titre"/>
    <w:basedOn w:val="5UnivEncadr-picto-note"/>
    <w:next w:val="5UnivEncadr-picto-note"/>
    <w:link w:val="5UnivEncadr-picto-TitreCar"/>
    <w:qFormat/>
    <w:rsid w:val="00AE2CE0"/>
    <w:rPr>
      <w:b/>
    </w:rPr>
  </w:style>
  <w:style w:type="character" w:customStyle="1" w:styleId="5UnivEncadr-picto-TitreCar">
    <w:name w:val="5.Univ_Encadré-picto-Titre Car"/>
    <w:basedOn w:val="Policepardfaut"/>
    <w:link w:val="5UnivEncadr-picto-Titre"/>
    <w:rsid w:val="00AE2CE0"/>
    <w:rPr>
      <w:rFonts w:ascii="Raleway" w:hAnsi="Raleway"/>
      <w:b/>
    </w:rPr>
  </w:style>
  <w:style w:type="paragraph" w:customStyle="1" w:styleId="0UnivTitre1">
    <w:name w:val="0.Univ_Titre 1"/>
    <w:basedOn w:val="Titre1"/>
    <w:next w:val="0UnivCorpsdeTexte"/>
    <w:qFormat/>
    <w:rsid w:val="00A528D3"/>
  </w:style>
  <w:style w:type="paragraph" w:customStyle="1" w:styleId="0UnivTitre2">
    <w:name w:val="0.Univ_Titre 2"/>
    <w:basedOn w:val="Titre2"/>
    <w:next w:val="0UnivCorpsdeTexte"/>
    <w:qFormat/>
    <w:rsid w:val="00B86FCD"/>
  </w:style>
  <w:style w:type="paragraph" w:customStyle="1" w:styleId="0UnivTitre3">
    <w:name w:val="0.Univ_Titre 3"/>
    <w:basedOn w:val="Titre3"/>
    <w:next w:val="0UnivCorpsdeTexte"/>
    <w:qFormat/>
    <w:rsid w:val="00B86FCD"/>
  </w:style>
  <w:style w:type="paragraph" w:customStyle="1" w:styleId="0UnivTitre4">
    <w:name w:val="0.Univ_Titre 4"/>
    <w:basedOn w:val="Titre4"/>
    <w:next w:val="0UnivCorpsdeTexte"/>
    <w:qFormat/>
    <w:rsid w:val="00B86FCD"/>
  </w:style>
  <w:style w:type="paragraph" w:customStyle="1" w:styleId="2UnivTablematieresTitre1">
    <w:name w:val="2.Univ_Table_matieres_Titre 1"/>
    <w:basedOn w:val="TM1"/>
    <w:qFormat/>
    <w:rsid w:val="00B27523"/>
  </w:style>
  <w:style w:type="paragraph" w:customStyle="1" w:styleId="2UnivTablematiresTitre2">
    <w:name w:val="2.Univ_Table_matières_Titre 2"/>
    <w:basedOn w:val="TM2"/>
    <w:qFormat/>
    <w:rsid w:val="00B27523"/>
  </w:style>
  <w:style w:type="paragraph" w:customStyle="1" w:styleId="2UnivTablematiresTitre3">
    <w:name w:val="2.Univ_Table_matières_Titre 3"/>
    <w:basedOn w:val="TM3"/>
    <w:qFormat/>
    <w:rsid w:val="00B27523"/>
  </w:style>
  <w:style w:type="paragraph" w:customStyle="1" w:styleId="4UnivNotebaspage">
    <w:name w:val="4.Univ_Note_bas_page"/>
    <w:basedOn w:val="Footnote"/>
    <w:qFormat/>
    <w:rsid w:val="00F173C8"/>
  </w:style>
  <w:style w:type="paragraph" w:customStyle="1" w:styleId="4UnivGras">
    <w:name w:val="4.Univ_Gras"/>
    <w:basedOn w:val="Normal"/>
    <w:next w:val="0UnivCorpsdeTexte"/>
    <w:qFormat/>
    <w:rsid w:val="00F173C8"/>
  </w:style>
  <w:style w:type="paragraph" w:customStyle="1" w:styleId="4UnivItalique">
    <w:name w:val="4.Univ_Italique"/>
    <w:basedOn w:val="0UnivCorpsdeTexte"/>
    <w:next w:val="0UnivCorpsdeTexte"/>
    <w:qFormat/>
    <w:rsid w:val="00F173C8"/>
  </w:style>
  <w:style w:type="paragraph" w:customStyle="1" w:styleId="5UnivTableaupuces">
    <w:name w:val="5.Univ_Tableau_puces"/>
    <w:basedOn w:val="4UnivListepuces"/>
    <w:qFormat/>
    <w:rsid w:val="00A91F65"/>
    <w:pPr>
      <w:spacing w:before="0" w:after="0"/>
      <w:ind w:left="284" w:firstLine="357"/>
    </w:pPr>
  </w:style>
  <w:style w:type="character" w:styleId="Lienhypertexte">
    <w:name w:val="Hyperlink"/>
    <w:basedOn w:val="Policepardfaut"/>
    <w:uiPriority w:val="99"/>
    <w:unhideWhenUsed/>
    <w:rsid w:val="00C92080"/>
    <w:rPr>
      <w:color w:val="E51C4E" w:themeColor="hyperlink"/>
      <w:u w:val="single"/>
    </w:rPr>
  </w:style>
  <w:style w:type="paragraph" w:customStyle="1" w:styleId="ULRListepuces">
    <w:name w:val="ULR_Liste_puces"/>
    <w:basedOn w:val="Normal"/>
    <w:uiPriority w:val="99"/>
    <w:rsid w:val="00C92080"/>
    <w:pPr>
      <w:widowControl/>
      <w:ind w:left="360" w:hanging="360"/>
    </w:pPr>
    <w:rPr>
      <w:rFonts w:ascii="Open Sans" w:hAnsi="Open Sans"/>
    </w:rPr>
  </w:style>
  <w:style w:type="character" w:customStyle="1" w:styleId="Titre9Car">
    <w:name w:val="Titre 9 Car"/>
    <w:basedOn w:val="Policepardfaut"/>
    <w:link w:val="Titre9"/>
    <w:uiPriority w:val="99"/>
    <w:rsid w:val="00F738C5"/>
    <w:rPr>
      <w:rFonts w:ascii="Arial" w:eastAsia="Times New Roman" w:hAnsi="Arial" w:cs="Arial"/>
      <w:sz w:val="18"/>
      <w:szCs w:val="22"/>
      <w:lang w:bidi="ar-SA"/>
    </w:rPr>
  </w:style>
  <w:style w:type="paragraph" w:customStyle="1" w:styleId="ULRTableauTexte">
    <w:name w:val="ULR_Tableau_Texte"/>
    <w:uiPriority w:val="99"/>
    <w:rsid w:val="00F738C5"/>
    <w:rPr>
      <w:sz w:val="21"/>
    </w:rPr>
  </w:style>
  <w:style w:type="paragraph" w:customStyle="1" w:styleId="ULRTableauTitreColonne">
    <w:name w:val="ULR_Tableau_Titre_Colonne"/>
    <w:basedOn w:val="ULRTableauTexte"/>
    <w:uiPriority w:val="99"/>
    <w:rsid w:val="00F738C5"/>
    <w:pPr>
      <w:jc w:val="center"/>
    </w:pPr>
    <w:rPr>
      <w:b/>
    </w:rPr>
  </w:style>
  <w:style w:type="paragraph" w:customStyle="1" w:styleId="ULRNormalOpenSans">
    <w:name w:val="ULR_Normal_Open_Sans"/>
    <w:uiPriority w:val="99"/>
    <w:rsid w:val="001E3F4B"/>
    <w:pPr>
      <w:widowControl/>
      <w:spacing w:after="119"/>
      <w:jc w:val="both"/>
    </w:pPr>
  </w:style>
  <w:style w:type="paragraph" w:customStyle="1" w:styleId="ULREncadr-simple-note">
    <w:name w:val="ULR_Encadré-simple-note"/>
    <w:basedOn w:val="Normal"/>
    <w:uiPriority w:val="99"/>
    <w:rsid w:val="001E3F4B"/>
    <w:pPr>
      <w:keepLines/>
      <w:framePr w:wrap="around" w:vAnchor="text" w:hAnchor="text" w:y="1"/>
      <w:pBdr>
        <w:top w:val="single" w:sz="4" w:space="6" w:color="808080"/>
        <w:left w:val="single" w:sz="4" w:space="6" w:color="808080"/>
        <w:bottom w:val="single" w:sz="4" w:space="6" w:color="808080"/>
        <w:right w:val="single" w:sz="4" w:space="6" w:color="808080"/>
      </w:pBdr>
      <w:shd w:val="clear" w:color="auto" w:fill="E6E6E6"/>
      <w:spacing w:after="0"/>
      <w:ind w:left="357"/>
      <w:jc w:val="left"/>
    </w:pPr>
    <w:rPr>
      <w:rFonts w:ascii="Open Sans" w:hAnsi="Open Sans"/>
    </w:rPr>
  </w:style>
  <w:style w:type="paragraph" w:customStyle="1" w:styleId="texte">
    <w:name w:val="texte"/>
    <w:basedOn w:val="Normal"/>
    <w:rsid w:val="00F04475"/>
    <w:pPr>
      <w:widowControl/>
      <w:suppressAutoHyphens w:val="0"/>
      <w:autoSpaceDN/>
      <w:spacing w:before="0" w:after="0" w:line="360" w:lineRule="auto"/>
      <w:ind w:firstLine="567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bidi="ar-SA"/>
    </w:rPr>
  </w:style>
  <w:style w:type="paragraph" w:styleId="Corpsdetexte">
    <w:name w:val="Body Text"/>
    <w:basedOn w:val="Normal"/>
    <w:link w:val="CorpsdetexteCar"/>
    <w:rsid w:val="00F04475"/>
    <w:pPr>
      <w:widowControl/>
      <w:suppressAutoHyphens w:val="0"/>
      <w:autoSpaceDN/>
      <w:spacing w:before="0"/>
      <w:jc w:val="left"/>
      <w:textAlignment w:val="auto"/>
    </w:pPr>
    <w:rPr>
      <w:rFonts w:ascii="Times New Roman" w:hAnsi="Times New Roman" w:cs="Times New Roman"/>
      <w:kern w:val="0"/>
      <w:sz w:val="24"/>
      <w:szCs w:val="24"/>
      <w:lang w:bidi="ar-SA"/>
    </w:rPr>
  </w:style>
  <w:style w:type="character" w:customStyle="1" w:styleId="CorpsdetexteCar">
    <w:name w:val="Corps de texte Car"/>
    <w:basedOn w:val="Policepardfaut"/>
    <w:link w:val="Corpsdetexte"/>
    <w:rsid w:val="00F04475"/>
    <w:rPr>
      <w:rFonts w:ascii="Times New Roman" w:hAnsi="Times New Roman" w:cs="Times New Roman"/>
      <w:kern w:val="0"/>
      <w:sz w:val="24"/>
      <w:szCs w:val="24"/>
      <w:lang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181C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81CA9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81CA9"/>
    <w:rPr>
      <w:rFonts w:ascii="Raleway" w:hAnsi="Raleway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1C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1CA9"/>
    <w:rPr>
      <w:rFonts w:ascii="Raleway" w:hAnsi="Raleway"/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5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plication%20Data\OpenOffice.org\3\user\template\gabarit%20note%20ULR1.ott" TargetMode="External"/></Relationships>
</file>

<file path=word/theme/theme1.xml><?xml version="1.0" encoding="utf-8"?>
<a:theme xmlns:a="http://schemas.openxmlformats.org/drawingml/2006/main" name="Thème Office">
  <a:themeElements>
    <a:clrScheme name="Université">
      <a:dk1>
        <a:sysClr val="windowText" lastClr="000000"/>
      </a:dk1>
      <a:lt1>
        <a:sysClr val="window" lastClr="FFFFFF"/>
      </a:lt1>
      <a:dk2>
        <a:srgbClr val="2372B9"/>
      </a:dk2>
      <a:lt2>
        <a:srgbClr val="929291"/>
      </a:lt2>
      <a:accent1>
        <a:srgbClr val="00B0F0"/>
      </a:accent1>
      <a:accent2>
        <a:srgbClr val="BBCE00"/>
      </a:accent2>
      <a:accent3>
        <a:srgbClr val="914E72"/>
      </a:accent3>
      <a:accent4>
        <a:srgbClr val="D58D00"/>
      </a:accent4>
      <a:accent5>
        <a:srgbClr val="346E6A"/>
      </a:accent5>
      <a:accent6>
        <a:srgbClr val="00AECB"/>
      </a:accent6>
      <a:hlink>
        <a:srgbClr val="E51C4E"/>
      </a:hlink>
      <a:folHlink>
        <a:srgbClr val="FFE2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11458-0BAF-4E71-A7A0-A7F933926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 note ULR1</Template>
  <TotalTime>81</TotalTime>
  <Pages>6</Pages>
  <Words>311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ULR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Elvire Gervreau</dc:creator>
  <cp:lastModifiedBy>Sophie Romain</cp:lastModifiedBy>
  <cp:revision>8</cp:revision>
  <cp:lastPrinted>2019-02-21T09:53:00Z</cp:lastPrinted>
  <dcterms:created xsi:type="dcterms:W3CDTF">2020-11-13T15:09:00Z</dcterms:created>
  <dcterms:modified xsi:type="dcterms:W3CDTF">2024-10-23T13:59:00Z</dcterms:modified>
</cp:coreProperties>
</file>