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83542" w14:textId="77777777" w:rsidR="00F928AE" w:rsidRPr="00F928AE" w:rsidRDefault="008A3544" w:rsidP="00F928AE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noProof/>
          <w:lang w:eastAsia="fr-FR"/>
        </w:rPr>
      </w:pPr>
      <w:r>
        <w:rPr>
          <w:noProof/>
        </w:rPr>
        <w:drawing>
          <wp:inline distT="0" distB="0" distL="0" distR="0" wp14:anchorId="5D54FBD0" wp14:editId="204D3BF9">
            <wp:extent cx="2057400" cy="609600"/>
            <wp:effectExtent l="0" t="0" r="0" b="0"/>
            <wp:docPr id="1" name="Image 1" descr="cid:image002.jpg@01D51C76.B8B3AFC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2.jpg@01D51C76.B8B3AFC0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6FE1AA" w14:textId="77777777" w:rsidR="00F928AE" w:rsidRPr="00F928AE" w:rsidRDefault="00F928AE" w:rsidP="00F928AE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Bidi"/>
          <w:noProof/>
          <w:lang w:eastAsia="fr-FR"/>
        </w:rPr>
      </w:pPr>
    </w:p>
    <w:p w14:paraId="6831449F" w14:textId="4AF51B30" w:rsidR="0077277A" w:rsidRDefault="0077277A" w:rsidP="00C11A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54771210" w14:textId="77777777" w:rsidR="0077277A" w:rsidRPr="00335FBD" w:rsidRDefault="0077277A" w:rsidP="00C11A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5C07D5C5" w14:textId="0388EF9D" w:rsidR="002F30F8" w:rsidRDefault="002F30F8" w:rsidP="00C11A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aps/>
        </w:rPr>
      </w:pPr>
      <w:bookmarkStart w:id="0" w:name="_Hlk19544507"/>
      <w:r w:rsidRPr="002F30F8">
        <w:rPr>
          <w:rFonts w:asciiTheme="minorHAnsi" w:hAnsiTheme="minorHAnsi" w:cstheme="minorHAnsi"/>
          <w:b/>
          <w:caps/>
        </w:rPr>
        <w:t>MAINTENANCE PREVENTIVE</w:t>
      </w:r>
      <w:r>
        <w:rPr>
          <w:rFonts w:asciiTheme="minorHAnsi" w:hAnsiTheme="minorHAnsi" w:cstheme="minorHAnsi"/>
          <w:b/>
          <w:caps/>
        </w:rPr>
        <w:t xml:space="preserve"> ET CURATIVE</w:t>
      </w:r>
      <w:r w:rsidRPr="002F30F8">
        <w:rPr>
          <w:rFonts w:asciiTheme="minorHAnsi" w:hAnsiTheme="minorHAnsi" w:cstheme="minorHAnsi"/>
          <w:b/>
          <w:caps/>
        </w:rPr>
        <w:t xml:space="preserve"> DU BALISAGE LUMINEUX ET DU LOCAL « ENERGIE » (REGULATEURS, GROUPE ELECTROGENE,</w:t>
      </w:r>
      <w:r w:rsidR="009B69A3">
        <w:rPr>
          <w:rFonts w:asciiTheme="minorHAnsi" w:hAnsiTheme="minorHAnsi" w:cstheme="minorHAnsi"/>
          <w:b/>
          <w:caps/>
        </w:rPr>
        <w:t xml:space="preserve"> </w:t>
      </w:r>
      <w:r w:rsidRPr="002F30F8">
        <w:rPr>
          <w:rFonts w:asciiTheme="minorHAnsi" w:hAnsiTheme="minorHAnsi" w:cstheme="minorHAnsi"/>
          <w:b/>
          <w:caps/>
        </w:rPr>
        <w:t>…) A L'AEROPORT DU MANS ARNAGE</w:t>
      </w:r>
    </w:p>
    <w:p w14:paraId="6FBD0F21" w14:textId="77777777" w:rsidR="00A21106" w:rsidRDefault="00A21106" w:rsidP="00C11A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aps/>
        </w:rPr>
      </w:pPr>
    </w:p>
    <w:p w14:paraId="6215193D" w14:textId="1BCC3138" w:rsidR="009465FB" w:rsidRDefault="00C251D5" w:rsidP="00C11A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  <w:r w:rsidRPr="008873E6">
        <w:rPr>
          <w:rFonts w:asciiTheme="minorHAnsi" w:hAnsiTheme="minorHAnsi" w:cstheme="minorHAnsi"/>
          <w:bCs/>
          <w:color w:val="000000"/>
        </w:rPr>
        <w:t>MARCHE N°</w:t>
      </w:r>
      <w:r w:rsidR="008873E6" w:rsidRPr="008873E6">
        <w:t xml:space="preserve"> </w:t>
      </w:r>
      <w:r w:rsidR="00010BF9">
        <w:rPr>
          <w:rFonts w:asciiTheme="minorHAnsi" w:hAnsiTheme="minorHAnsi" w:cstheme="minorHAnsi"/>
          <w:bCs/>
          <w:color w:val="000000"/>
        </w:rPr>
        <w:t>20</w:t>
      </w:r>
      <w:r w:rsidR="0077277A">
        <w:rPr>
          <w:rFonts w:asciiTheme="minorHAnsi" w:hAnsiTheme="minorHAnsi" w:cstheme="minorHAnsi"/>
          <w:bCs/>
          <w:color w:val="000000"/>
        </w:rPr>
        <w:t>2</w:t>
      </w:r>
      <w:r w:rsidR="009B69A3">
        <w:rPr>
          <w:rFonts w:asciiTheme="minorHAnsi" w:hAnsiTheme="minorHAnsi" w:cstheme="minorHAnsi"/>
          <w:bCs/>
          <w:color w:val="000000"/>
        </w:rPr>
        <w:t>4</w:t>
      </w:r>
      <w:r w:rsidR="00010BF9">
        <w:rPr>
          <w:rFonts w:asciiTheme="minorHAnsi" w:hAnsiTheme="minorHAnsi" w:cstheme="minorHAnsi"/>
          <w:bCs/>
          <w:color w:val="000000"/>
        </w:rPr>
        <w:t>RTPN5</w:t>
      </w:r>
      <w:r w:rsidR="009B69A3">
        <w:rPr>
          <w:rFonts w:asciiTheme="minorHAnsi" w:hAnsiTheme="minorHAnsi" w:cstheme="minorHAnsi"/>
          <w:bCs/>
          <w:color w:val="000000"/>
        </w:rPr>
        <w:t>102</w:t>
      </w:r>
    </w:p>
    <w:bookmarkEnd w:id="0"/>
    <w:p w14:paraId="5E7634A4" w14:textId="77777777" w:rsidR="009465FB" w:rsidRDefault="009465FB" w:rsidP="00C11A0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Cs/>
          <w:color w:val="000000"/>
        </w:rPr>
      </w:pPr>
    </w:p>
    <w:p w14:paraId="7D816655" w14:textId="378A4A7D" w:rsidR="006B61F9" w:rsidRDefault="006B61F9" w:rsidP="006B61F9">
      <w:pPr>
        <w:rPr>
          <w:rFonts w:asciiTheme="minorHAnsi" w:hAnsiTheme="minorHAnsi" w:cstheme="minorHAnsi"/>
        </w:rPr>
      </w:pPr>
    </w:p>
    <w:p w14:paraId="4F585E13" w14:textId="41075C28" w:rsidR="00766A8F" w:rsidRDefault="00766A8F" w:rsidP="00766A8F">
      <w:pPr>
        <w:jc w:val="center"/>
        <w:rPr>
          <w:rFonts w:asciiTheme="minorHAnsi" w:hAnsiTheme="minorHAnsi" w:cstheme="minorHAnsi"/>
          <w:sz w:val="60"/>
          <w:szCs w:val="60"/>
        </w:rPr>
      </w:pPr>
      <w:r w:rsidRPr="00766A8F">
        <w:rPr>
          <w:rFonts w:asciiTheme="minorHAnsi" w:hAnsiTheme="minorHAnsi" w:cstheme="minorHAnsi"/>
          <w:sz w:val="60"/>
          <w:szCs w:val="60"/>
        </w:rPr>
        <w:t>ATTESTATION DE VISITE</w:t>
      </w:r>
    </w:p>
    <w:p w14:paraId="5267372F" w14:textId="5CBCD8F2" w:rsidR="00766A8F" w:rsidRDefault="00766A8F" w:rsidP="00766A8F">
      <w:pPr>
        <w:jc w:val="center"/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766A8F" w14:paraId="6663CC1C" w14:textId="77777777" w:rsidTr="00766A8F">
        <w:tc>
          <w:tcPr>
            <w:tcW w:w="4530" w:type="dxa"/>
          </w:tcPr>
          <w:p w14:paraId="57A65AA6" w14:textId="77777777" w:rsidR="00766A8F" w:rsidRDefault="00766A8F" w:rsidP="00766A8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POUR L’ENTREPRISE :</w:t>
            </w:r>
          </w:p>
          <w:p w14:paraId="5DA4A8BE" w14:textId="64DB1026" w:rsidR="00766A8F" w:rsidRDefault="00766A8F" w:rsidP="00766A8F">
            <w:pPr>
              <w:rPr>
                <w:rFonts w:asciiTheme="minorHAnsi" w:hAnsiTheme="minorHAnsi" w:cstheme="minorHAnsi"/>
              </w:rPr>
            </w:pPr>
          </w:p>
          <w:p w14:paraId="430766E2" w14:textId="0E02C738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1BA15E07" w14:textId="77777777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0E586C29" w14:textId="77777777" w:rsidR="00766A8F" w:rsidRDefault="00766A8F" w:rsidP="00766A8F">
            <w:pPr>
              <w:rPr>
                <w:rFonts w:asciiTheme="minorHAnsi" w:hAnsiTheme="minorHAnsi" w:cstheme="minorHAnsi"/>
              </w:rPr>
            </w:pPr>
          </w:p>
          <w:p w14:paraId="5DE6FE44" w14:textId="117FC223" w:rsidR="00766A8F" w:rsidRDefault="00766A8F" w:rsidP="00766A8F">
            <w:pPr>
              <w:rPr>
                <w:rFonts w:asciiTheme="minorHAnsi" w:hAnsiTheme="minorHAnsi" w:cstheme="minorHAnsi"/>
              </w:rPr>
            </w:pPr>
          </w:p>
          <w:p w14:paraId="6D477B06" w14:textId="6A478BDD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55CD92B2" w14:textId="4A81A8B4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6B31ECC3" w14:textId="77777777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67A5C4F7" w14:textId="713A1FE8" w:rsidR="00766A8F" w:rsidRDefault="00766A8F" w:rsidP="00766A8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0" w:type="dxa"/>
          </w:tcPr>
          <w:p w14:paraId="5D822F77" w14:textId="2CF61D40" w:rsidR="00766A8F" w:rsidRDefault="00286585" w:rsidP="00766A8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POUR LA CCI.</w:t>
            </w:r>
          </w:p>
        </w:tc>
      </w:tr>
      <w:tr w:rsidR="00766A8F" w14:paraId="4C86111F" w14:textId="77777777" w:rsidTr="00766A8F">
        <w:tc>
          <w:tcPr>
            <w:tcW w:w="4530" w:type="dxa"/>
          </w:tcPr>
          <w:p w14:paraId="3C591022" w14:textId="77777777" w:rsidR="00766A8F" w:rsidRDefault="00286585" w:rsidP="00766A8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Nom de l’agent :</w:t>
            </w:r>
          </w:p>
          <w:p w14:paraId="2A34C6A7" w14:textId="77777777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66311767" w14:textId="77777777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4E2EA1D1" w14:textId="18A0EC3E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7093B4C0" w14:textId="6D8A2CB9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68E2A286" w14:textId="77777777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76817F57" w14:textId="77777777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34B7FD5E" w14:textId="77777777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  <w:p w14:paraId="1D9A2CE2" w14:textId="60FF143B" w:rsidR="00286585" w:rsidRDefault="00286585" w:rsidP="00766A8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530" w:type="dxa"/>
          </w:tcPr>
          <w:p w14:paraId="66FFBFED" w14:textId="6FEFFD73" w:rsidR="00286585" w:rsidRDefault="00286585" w:rsidP="0028658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Nom de l’agent chargé de la visite :</w:t>
            </w:r>
          </w:p>
          <w:p w14:paraId="3EB8A45B" w14:textId="77777777" w:rsidR="00766A8F" w:rsidRDefault="00766A8F" w:rsidP="00766A8F">
            <w:pPr>
              <w:rPr>
                <w:rFonts w:asciiTheme="minorHAnsi" w:hAnsiTheme="minorHAnsi" w:cstheme="minorHAnsi"/>
              </w:rPr>
            </w:pPr>
          </w:p>
        </w:tc>
      </w:tr>
    </w:tbl>
    <w:p w14:paraId="53DB91B5" w14:textId="77777777" w:rsidR="00766A8F" w:rsidRPr="00766A8F" w:rsidRDefault="00766A8F" w:rsidP="00766A8F">
      <w:pPr>
        <w:rPr>
          <w:rFonts w:asciiTheme="minorHAnsi" w:hAnsiTheme="minorHAnsi" w:cstheme="minorHAnsi"/>
        </w:rPr>
      </w:pPr>
    </w:p>
    <w:sectPr w:rsidR="00766A8F" w:rsidRPr="00766A8F" w:rsidSect="00C11A02">
      <w:footerReference w:type="even" r:id="rId13"/>
      <w:footerReference w:type="default" r:id="rId14"/>
      <w:type w:val="continuous"/>
      <w:pgSz w:w="11906" w:h="16838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189E2" w14:textId="77777777" w:rsidR="00190BF1" w:rsidRDefault="00190BF1">
      <w:r>
        <w:separator/>
      </w:r>
    </w:p>
  </w:endnote>
  <w:endnote w:type="continuationSeparator" w:id="0">
    <w:p w14:paraId="0B4B43E0" w14:textId="77777777" w:rsidR="00190BF1" w:rsidRDefault="00190BF1">
      <w:r>
        <w:continuationSeparator/>
      </w:r>
    </w:p>
  </w:endnote>
  <w:endnote w:type="continuationNotice" w:id="1">
    <w:p w14:paraId="44B40B17" w14:textId="77777777" w:rsidR="00190BF1" w:rsidRDefault="00190B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D7812" w14:textId="77777777" w:rsidR="00190BF1" w:rsidRDefault="00190BF1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2B44DE3" w14:textId="77777777" w:rsidR="00190BF1" w:rsidRDefault="00190BF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C154" w14:textId="77777777" w:rsidR="00190BF1" w:rsidRPr="0052767F" w:rsidRDefault="00190BF1">
    <w:pPr>
      <w:pStyle w:val="Pieddepage"/>
      <w:framePr w:wrap="around" w:vAnchor="text" w:hAnchor="margin" w:xAlign="right" w:y="1"/>
      <w:rPr>
        <w:rStyle w:val="Numrodepage"/>
        <w:rFonts w:asciiTheme="minorHAnsi" w:hAnsiTheme="minorHAnsi" w:cstheme="minorHAnsi"/>
      </w:rPr>
    </w:pPr>
    <w:r w:rsidRPr="0052767F">
      <w:rPr>
        <w:rStyle w:val="Numrodepage"/>
        <w:rFonts w:asciiTheme="minorHAnsi" w:hAnsiTheme="minorHAnsi" w:cstheme="minorHAnsi"/>
      </w:rPr>
      <w:fldChar w:fldCharType="begin"/>
    </w:r>
    <w:r w:rsidRPr="0052767F">
      <w:rPr>
        <w:rStyle w:val="Numrodepage"/>
        <w:rFonts w:asciiTheme="minorHAnsi" w:hAnsiTheme="minorHAnsi" w:cstheme="minorHAnsi"/>
      </w:rPr>
      <w:instrText xml:space="preserve">PAGE  </w:instrText>
    </w:r>
    <w:r w:rsidRPr="0052767F">
      <w:rPr>
        <w:rStyle w:val="Numrodepage"/>
        <w:rFonts w:asciiTheme="minorHAnsi" w:hAnsiTheme="minorHAnsi" w:cstheme="minorHAnsi"/>
      </w:rPr>
      <w:fldChar w:fldCharType="separate"/>
    </w:r>
    <w:r>
      <w:rPr>
        <w:rStyle w:val="Numrodepage"/>
        <w:rFonts w:asciiTheme="minorHAnsi" w:hAnsiTheme="minorHAnsi" w:cstheme="minorHAnsi"/>
        <w:noProof/>
      </w:rPr>
      <w:t>2</w:t>
    </w:r>
    <w:r w:rsidRPr="0052767F">
      <w:rPr>
        <w:rStyle w:val="Numrodepage"/>
        <w:rFonts w:asciiTheme="minorHAnsi" w:hAnsiTheme="minorHAnsi" w:cstheme="minorHAnsi"/>
      </w:rPr>
      <w:fldChar w:fldCharType="end"/>
    </w:r>
  </w:p>
  <w:p w14:paraId="497CB3B8" w14:textId="29324687" w:rsidR="00190BF1" w:rsidRPr="0052767F" w:rsidRDefault="00190BF1">
    <w:pPr>
      <w:pStyle w:val="Pieddepage"/>
      <w:ind w:right="360"/>
      <w:rPr>
        <w:rFonts w:asciiTheme="minorHAnsi" w:hAnsiTheme="minorHAnsi" w:cstheme="minorHAnsi"/>
        <w:sz w:val="18"/>
        <w:szCs w:val="18"/>
      </w:rPr>
    </w:pPr>
    <w:r w:rsidRPr="004C0FC8">
      <w:rPr>
        <w:rFonts w:asciiTheme="minorHAnsi" w:hAnsiTheme="minorHAnsi" w:cstheme="minorHAnsi"/>
        <w:sz w:val="18"/>
        <w:szCs w:val="18"/>
      </w:rPr>
      <w:t>20</w:t>
    </w:r>
    <w:r>
      <w:rPr>
        <w:rFonts w:asciiTheme="minorHAnsi" w:hAnsiTheme="minorHAnsi" w:cstheme="minorHAnsi"/>
        <w:sz w:val="18"/>
        <w:szCs w:val="18"/>
      </w:rPr>
      <w:t>20</w:t>
    </w:r>
    <w:r w:rsidRPr="004C0FC8">
      <w:rPr>
        <w:rFonts w:asciiTheme="minorHAnsi" w:hAnsiTheme="minorHAnsi" w:cstheme="minorHAnsi"/>
        <w:sz w:val="18"/>
        <w:szCs w:val="18"/>
      </w:rPr>
      <w:t>RTPN</w:t>
    </w:r>
    <w:r w:rsidRPr="00A87F59">
      <w:rPr>
        <w:rFonts w:asciiTheme="minorHAnsi" w:hAnsiTheme="minorHAnsi" w:cstheme="minorHAnsi"/>
        <w:sz w:val="18"/>
        <w:szCs w:val="18"/>
      </w:rPr>
      <w:t>50</w:t>
    </w:r>
    <w:r>
      <w:rPr>
        <w:rFonts w:asciiTheme="minorHAnsi" w:hAnsiTheme="minorHAnsi" w:cstheme="minorHAnsi"/>
        <w:sz w:val="18"/>
        <w:szCs w:val="18"/>
      </w:rPr>
      <w:t>6</w:t>
    </w:r>
    <w:r w:rsidR="002F30F8">
      <w:rPr>
        <w:rFonts w:asciiTheme="minorHAnsi" w:hAnsiTheme="minorHAnsi" w:cstheme="minorHAnsi"/>
        <w:sz w:val="18"/>
        <w:szCs w:val="18"/>
      </w:rPr>
      <w:t>9</w:t>
    </w:r>
    <w:r w:rsidRPr="004C0FC8">
      <w:rPr>
        <w:rFonts w:asciiTheme="minorHAnsi" w:hAnsiTheme="minorHAnsi" w:cstheme="minorHAnsi"/>
        <w:sz w:val="18"/>
        <w:szCs w:val="18"/>
      </w:rPr>
      <w:t xml:space="preserve"> – Règlement de la consultation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54AC9" w14:textId="77777777" w:rsidR="00190BF1" w:rsidRDefault="00190BF1">
      <w:r>
        <w:separator/>
      </w:r>
    </w:p>
  </w:footnote>
  <w:footnote w:type="continuationSeparator" w:id="0">
    <w:p w14:paraId="1A75ABB5" w14:textId="77777777" w:rsidR="00190BF1" w:rsidRDefault="00190BF1">
      <w:r>
        <w:continuationSeparator/>
      </w:r>
    </w:p>
  </w:footnote>
  <w:footnote w:type="continuationNotice" w:id="1">
    <w:p w14:paraId="1C3C9636" w14:textId="77777777" w:rsidR="00190BF1" w:rsidRDefault="00190BF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997"/>
    <w:multiLevelType w:val="hybridMultilevel"/>
    <w:tmpl w:val="BFD275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B5B74"/>
    <w:multiLevelType w:val="hybridMultilevel"/>
    <w:tmpl w:val="6FAC9B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40A19"/>
    <w:multiLevelType w:val="hybridMultilevel"/>
    <w:tmpl w:val="4A70FE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37C10"/>
    <w:multiLevelType w:val="hybridMultilevel"/>
    <w:tmpl w:val="1DF838A2"/>
    <w:lvl w:ilvl="0" w:tplc="DE5ACD64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F1560A60">
      <w:start w:val="1"/>
      <w:numFmt w:val="bullet"/>
      <w:pStyle w:val="PuceTabulation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0C762C63"/>
    <w:multiLevelType w:val="hybridMultilevel"/>
    <w:tmpl w:val="8C867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2557C"/>
    <w:multiLevelType w:val="hybridMultilevel"/>
    <w:tmpl w:val="A0543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6469C"/>
    <w:multiLevelType w:val="hybridMultilevel"/>
    <w:tmpl w:val="38DA64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37E86"/>
    <w:multiLevelType w:val="hybridMultilevel"/>
    <w:tmpl w:val="5F26A4BE"/>
    <w:lvl w:ilvl="0" w:tplc="8CB2F1BC">
      <w:start w:val="1"/>
      <w:numFmt w:val="bullet"/>
      <w:pStyle w:val="Pucesous-titregras"/>
      <w:lvlText w:val=""/>
      <w:lvlJc w:val="left"/>
      <w:pPr>
        <w:ind w:left="814" w:hanging="360"/>
      </w:pPr>
      <w:rPr>
        <w:rFonts w:ascii="Wingdings" w:hAnsi="Wingdings" w:hint="default"/>
        <w:color w:val="E30043"/>
      </w:rPr>
    </w:lvl>
    <w:lvl w:ilvl="1" w:tplc="12E06B8E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2C8C3CC9"/>
    <w:multiLevelType w:val="hybridMultilevel"/>
    <w:tmpl w:val="42D073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00486"/>
    <w:multiLevelType w:val="hybridMultilevel"/>
    <w:tmpl w:val="801AE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3104C"/>
    <w:multiLevelType w:val="hybridMultilevel"/>
    <w:tmpl w:val="FDE6ED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82CF2"/>
    <w:multiLevelType w:val="hybridMultilevel"/>
    <w:tmpl w:val="6C9AC1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DF1302"/>
    <w:multiLevelType w:val="hybridMultilevel"/>
    <w:tmpl w:val="E8A493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0629F"/>
    <w:multiLevelType w:val="multilevel"/>
    <w:tmpl w:val="EBCA55EA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  <w:sz w:val="1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B42370"/>
    <w:multiLevelType w:val="hybridMultilevel"/>
    <w:tmpl w:val="545828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545E1"/>
    <w:multiLevelType w:val="hybridMultilevel"/>
    <w:tmpl w:val="F34EC3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DB323E"/>
    <w:multiLevelType w:val="hybridMultilevel"/>
    <w:tmpl w:val="1632B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FC1BFB"/>
    <w:multiLevelType w:val="hybridMultilevel"/>
    <w:tmpl w:val="AA6A3C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D1549"/>
    <w:multiLevelType w:val="hybridMultilevel"/>
    <w:tmpl w:val="856E73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28010A"/>
    <w:multiLevelType w:val="multilevel"/>
    <w:tmpl w:val="2EC6E430"/>
    <w:lvl w:ilvl="0">
      <w:start w:val="1"/>
      <w:numFmt w:val="bullet"/>
      <w:lvlText w:val=""/>
      <w:lvlJc w:val="left"/>
      <w:pPr>
        <w:ind w:left="567" w:hanging="283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20" w15:restartNumberingAfterBreak="0">
    <w:nsid w:val="5D14216D"/>
    <w:multiLevelType w:val="hybridMultilevel"/>
    <w:tmpl w:val="CDA49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0826F5"/>
    <w:multiLevelType w:val="hybridMultilevel"/>
    <w:tmpl w:val="D49878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3B0C9F"/>
    <w:multiLevelType w:val="multilevel"/>
    <w:tmpl w:val="00EE27F8"/>
    <w:lvl w:ilvl="0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4014F4E"/>
    <w:multiLevelType w:val="hybridMultilevel"/>
    <w:tmpl w:val="A5D089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BE6866"/>
    <w:multiLevelType w:val="hybridMultilevel"/>
    <w:tmpl w:val="E02CAF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7A08C7"/>
    <w:multiLevelType w:val="hybridMultilevel"/>
    <w:tmpl w:val="D20499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BD7CE9"/>
    <w:multiLevelType w:val="hybridMultilevel"/>
    <w:tmpl w:val="1FA45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020FD3"/>
    <w:multiLevelType w:val="hybridMultilevel"/>
    <w:tmpl w:val="73982B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C528A1"/>
    <w:multiLevelType w:val="hybridMultilevel"/>
    <w:tmpl w:val="DD0EF6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0311EB"/>
    <w:multiLevelType w:val="multilevel"/>
    <w:tmpl w:val="AFF86EAC"/>
    <w:lvl w:ilvl="0">
      <w:start w:val="10"/>
      <w:numFmt w:val="decimal"/>
      <w:lvlText w:val="%1"/>
      <w:lvlJc w:val="left"/>
      <w:pPr>
        <w:ind w:left="375" w:hanging="375"/>
      </w:pPr>
      <w:rPr>
        <w:rFonts w:cs="Times New Roman" w:hint="default"/>
        <w:color w:val="auto"/>
      </w:rPr>
    </w:lvl>
    <w:lvl w:ilvl="1">
      <w:start w:val="2"/>
      <w:numFmt w:val="decimal"/>
      <w:lvlText w:val="%1.%2"/>
      <w:lvlJc w:val="left"/>
      <w:pPr>
        <w:ind w:left="624" w:hanging="114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907" w:hanging="34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225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363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01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cs="Times New Roman" w:hint="default"/>
        <w:color w:val="auto"/>
      </w:rPr>
    </w:lvl>
  </w:abstractNum>
  <w:abstractNum w:abstractNumId="30" w15:restartNumberingAfterBreak="0">
    <w:nsid w:val="79312431"/>
    <w:multiLevelType w:val="hybridMultilevel"/>
    <w:tmpl w:val="25B4C9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F2171A"/>
    <w:multiLevelType w:val="hybridMultilevel"/>
    <w:tmpl w:val="024EC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9846093">
    <w:abstractNumId w:val="3"/>
  </w:num>
  <w:num w:numId="2" w16cid:durableId="1103302192">
    <w:abstractNumId w:val="7"/>
  </w:num>
  <w:num w:numId="3" w16cid:durableId="544413601">
    <w:abstractNumId w:val="22"/>
  </w:num>
  <w:num w:numId="4" w16cid:durableId="630479265">
    <w:abstractNumId w:val="29"/>
  </w:num>
  <w:num w:numId="5" w16cid:durableId="1671787488">
    <w:abstractNumId w:val="19"/>
  </w:num>
  <w:num w:numId="6" w16cid:durableId="440221199">
    <w:abstractNumId w:val="13"/>
  </w:num>
  <w:num w:numId="7" w16cid:durableId="2002075043">
    <w:abstractNumId w:val="10"/>
  </w:num>
  <w:num w:numId="8" w16cid:durableId="970477715">
    <w:abstractNumId w:val="17"/>
  </w:num>
  <w:num w:numId="9" w16cid:durableId="1407146691">
    <w:abstractNumId w:val="26"/>
  </w:num>
  <w:num w:numId="10" w16cid:durableId="316105950">
    <w:abstractNumId w:val="15"/>
  </w:num>
  <w:num w:numId="11" w16cid:durableId="1905527457">
    <w:abstractNumId w:val="23"/>
  </w:num>
  <w:num w:numId="12" w16cid:durableId="1519470729">
    <w:abstractNumId w:val="21"/>
  </w:num>
  <w:num w:numId="13" w16cid:durableId="1662194368">
    <w:abstractNumId w:val="20"/>
  </w:num>
  <w:num w:numId="14" w16cid:durableId="1009942223">
    <w:abstractNumId w:val="6"/>
  </w:num>
  <w:num w:numId="15" w16cid:durableId="838930701">
    <w:abstractNumId w:val="28"/>
  </w:num>
  <w:num w:numId="16" w16cid:durableId="1855420569">
    <w:abstractNumId w:val="9"/>
  </w:num>
  <w:num w:numId="17" w16cid:durableId="1759011483">
    <w:abstractNumId w:val="30"/>
  </w:num>
  <w:num w:numId="18" w16cid:durableId="1506045519">
    <w:abstractNumId w:val="0"/>
  </w:num>
  <w:num w:numId="19" w16cid:durableId="1484197585">
    <w:abstractNumId w:val="4"/>
  </w:num>
  <w:num w:numId="20" w16cid:durableId="386683070">
    <w:abstractNumId w:val="25"/>
  </w:num>
  <w:num w:numId="21" w16cid:durableId="1232037337">
    <w:abstractNumId w:val="31"/>
  </w:num>
  <w:num w:numId="22" w16cid:durableId="982929448">
    <w:abstractNumId w:val="16"/>
  </w:num>
  <w:num w:numId="23" w16cid:durableId="1295260617">
    <w:abstractNumId w:val="8"/>
  </w:num>
  <w:num w:numId="24" w16cid:durableId="744767016">
    <w:abstractNumId w:val="14"/>
  </w:num>
  <w:num w:numId="25" w16cid:durableId="2035837910">
    <w:abstractNumId w:val="11"/>
  </w:num>
  <w:num w:numId="26" w16cid:durableId="973605495">
    <w:abstractNumId w:val="24"/>
  </w:num>
  <w:num w:numId="27" w16cid:durableId="1392122466">
    <w:abstractNumId w:val="2"/>
  </w:num>
  <w:num w:numId="28" w16cid:durableId="2117753540">
    <w:abstractNumId w:val="27"/>
  </w:num>
  <w:num w:numId="29" w16cid:durableId="1224409711">
    <w:abstractNumId w:val="12"/>
  </w:num>
  <w:num w:numId="30" w16cid:durableId="2106147169">
    <w:abstractNumId w:val="18"/>
  </w:num>
  <w:num w:numId="31" w16cid:durableId="112941853">
    <w:abstractNumId w:val="1"/>
  </w:num>
  <w:num w:numId="32" w16cid:durableId="2018344125">
    <w:abstractNumId w:val="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linkStyle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41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BC"/>
    <w:rsid w:val="00007A22"/>
    <w:rsid w:val="00010B0D"/>
    <w:rsid w:val="00010BF9"/>
    <w:rsid w:val="00011028"/>
    <w:rsid w:val="00017114"/>
    <w:rsid w:val="00024BEF"/>
    <w:rsid w:val="00026DC7"/>
    <w:rsid w:val="00030E7F"/>
    <w:rsid w:val="00032367"/>
    <w:rsid w:val="00033E8A"/>
    <w:rsid w:val="000343F1"/>
    <w:rsid w:val="000377EE"/>
    <w:rsid w:val="000438D1"/>
    <w:rsid w:val="00043AF0"/>
    <w:rsid w:val="00051E8E"/>
    <w:rsid w:val="000568FD"/>
    <w:rsid w:val="00056B51"/>
    <w:rsid w:val="0006175C"/>
    <w:rsid w:val="000619F3"/>
    <w:rsid w:val="0006378D"/>
    <w:rsid w:val="00066C54"/>
    <w:rsid w:val="00074481"/>
    <w:rsid w:val="000841EF"/>
    <w:rsid w:val="00085E3B"/>
    <w:rsid w:val="000912D3"/>
    <w:rsid w:val="00093A6C"/>
    <w:rsid w:val="00096BEB"/>
    <w:rsid w:val="00096DF7"/>
    <w:rsid w:val="000974AA"/>
    <w:rsid w:val="000A00EE"/>
    <w:rsid w:val="000B0242"/>
    <w:rsid w:val="000B09E7"/>
    <w:rsid w:val="000B116C"/>
    <w:rsid w:val="000B14E4"/>
    <w:rsid w:val="000B5641"/>
    <w:rsid w:val="000B5DED"/>
    <w:rsid w:val="000B72F5"/>
    <w:rsid w:val="000C1E67"/>
    <w:rsid w:val="000C26D6"/>
    <w:rsid w:val="000C6339"/>
    <w:rsid w:val="000C6631"/>
    <w:rsid w:val="000D1F67"/>
    <w:rsid w:val="000D3857"/>
    <w:rsid w:val="000D4DA3"/>
    <w:rsid w:val="000D7FE1"/>
    <w:rsid w:val="000E267F"/>
    <w:rsid w:val="000E6192"/>
    <w:rsid w:val="000F0264"/>
    <w:rsid w:val="000F3F38"/>
    <w:rsid w:val="000F5122"/>
    <w:rsid w:val="000F611B"/>
    <w:rsid w:val="00100C2D"/>
    <w:rsid w:val="0010399C"/>
    <w:rsid w:val="00115DD8"/>
    <w:rsid w:val="0011643E"/>
    <w:rsid w:val="001212D3"/>
    <w:rsid w:val="00122D75"/>
    <w:rsid w:val="00123C77"/>
    <w:rsid w:val="00124215"/>
    <w:rsid w:val="0013036C"/>
    <w:rsid w:val="00130AF7"/>
    <w:rsid w:val="00131056"/>
    <w:rsid w:val="001317DD"/>
    <w:rsid w:val="00133272"/>
    <w:rsid w:val="00133F89"/>
    <w:rsid w:val="00135483"/>
    <w:rsid w:val="0014118C"/>
    <w:rsid w:val="00144A67"/>
    <w:rsid w:val="00147F6B"/>
    <w:rsid w:val="00152C58"/>
    <w:rsid w:val="00155B9D"/>
    <w:rsid w:val="00156624"/>
    <w:rsid w:val="00157BB9"/>
    <w:rsid w:val="00162886"/>
    <w:rsid w:val="001658A6"/>
    <w:rsid w:val="0016694F"/>
    <w:rsid w:val="00175E97"/>
    <w:rsid w:val="001827DC"/>
    <w:rsid w:val="001865A8"/>
    <w:rsid w:val="00186DEB"/>
    <w:rsid w:val="00190BF1"/>
    <w:rsid w:val="001916B5"/>
    <w:rsid w:val="001923A8"/>
    <w:rsid w:val="00196825"/>
    <w:rsid w:val="00196EC8"/>
    <w:rsid w:val="001A17BE"/>
    <w:rsid w:val="001A1D9E"/>
    <w:rsid w:val="001A259F"/>
    <w:rsid w:val="001A6024"/>
    <w:rsid w:val="001B49EB"/>
    <w:rsid w:val="001B58C9"/>
    <w:rsid w:val="001B5D3F"/>
    <w:rsid w:val="001C1E4F"/>
    <w:rsid w:val="001C31DE"/>
    <w:rsid w:val="001C353F"/>
    <w:rsid w:val="001C7640"/>
    <w:rsid w:val="001D2D49"/>
    <w:rsid w:val="001D3F27"/>
    <w:rsid w:val="001D4D5F"/>
    <w:rsid w:val="001D5D2A"/>
    <w:rsid w:val="001D7E8A"/>
    <w:rsid w:val="001E2B26"/>
    <w:rsid w:val="001E31FD"/>
    <w:rsid w:val="001E3359"/>
    <w:rsid w:val="001E454E"/>
    <w:rsid w:val="0020088D"/>
    <w:rsid w:val="00200E3B"/>
    <w:rsid w:val="00202C59"/>
    <w:rsid w:val="00204C77"/>
    <w:rsid w:val="00205B37"/>
    <w:rsid w:val="00207171"/>
    <w:rsid w:val="00211F5A"/>
    <w:rsid w:val="00213CA7"/>
    <w:rsid w:val="0021641E"/>
    <w:rsid w:val="002207A7"/>
    <w:rsid w:val="00222EE8"/>
    <w:rsid w:val="0023070B"/>
    <w:rsid w:val="0023762E"/>
    <w:rsid w:val="00245BDA"/>
    <w:rsid w:val="0025164E"/>
    <w:rsid w:val="00253224"/>
    <w:rsid w:val="00261078"/>
    <w:rsid w:val="002634D9"/>
    <w:rsid w:val="00264073"/>
    <w:rsid w:val="00266D73"/>
    <w:rsid w:val="00266E9B"/>
    <w:rsid w:val="0027228E"/>
    <w:rsid w:val="002748C9"/>
    <w:rsid w:val="00282CFE"/>
    <w:rsid w:val="00286585"/>
    <w:rsid w:val="00286B58"/>
    <w:rsid w:val="00286FC1"/>
    <w:rsid w:val="00290D3C"/>
    <w:rsid w:val="00290DCB"/>
    <w:rsid w:val="00292DE0"/>
    <w:rsid w:val="00296235"/>
    <w:rsid w:val="002A1B52"/>
    <w:rsid w:val="002B1A52"/>
    <w:rsid w:val="002B649C"/>
    <w:rsid w:val="002B7883"/>
    <w:rsid w:val="002C29D6"/>
    <w:rsid w:val="002C39B7"/>
    <w:rsid w:val="002C40D8"/>
    <w:rsid w:val="002C663C"/>
    <w:rsid w:val="002C78E2"/>
    <w:rsid w:val="002D17BA"/>
    <w:rsid w:val="002D5AA8"/>
    <w:rsid w:val="002D5F98"/>
    <w:rsid w:val="002E1243"/>
    <w:rsid w:val="002E33D6"/>
    <w:rsid w:val="002E57FD"/>
    <w:rsid w:val="002E5EFF"/>
    <w:rsid w:val="002E6AF0"/>
    <w:rsid w:val="002F30F8"/>
    <w:rsid w:val="002F7814"/>
    <w:rsid w:val="002F7AD9"/>
    <w:rsid w:val="00301DBA"/>
    <w:rsid w:val="003027E8"/>
    <w:rsid w:val="0031293E"/>
    <w:rsid w:val="00313169"/>
    <w:rsid w:val="00314FF6"/>
    <w:rsid w:val="00316786"/>
    <w:rsid w:val="00320A7F"/>
    <w:rsid w:val="00321067"/>
    <w:rsid w:val="00322A7D"/>
    <w:rsid w:val="00324008"/>
    <w:rsid w:val="00325499"/>
    <w:rsid w:val="003263CF"/>
    <w:rsid w:val="00326E9B"/>
    <w:rsid w:val="00330DE4"/>
    <w:rsid w:val="00331113"/>
    <w:rsid w:val="00331355"/>
    <w:rsid w:val="00331518"/>
    <w:rsid w:val="00332D3C"/>
    <w:rsid w:val="00334C14"/>
    <w:rsid w:val="0033553A"/>
    <w:rsid w:val="00335FBD"/>
    <w:rsid w:val="003409B9"/>
    <w:rsid w:val="00341A6B"/>
    <w:rsid w:val="003460BE"/>
    <w:rsid w:val="00357790"/>
    <w:rsid w:val="00360095"/>
    <w:rsid w:val="0037045E"/>
    <w:rsid w:val="00371D77"/>
    <w:rsid w:val="003729D2"/>
    <w:rsid w:val="00373AD5"/>
    <w:rsid w:val="00375C63"/>
    <w:rsid w:val="003827EC"/>
    <w:rsid w:val="00383383"/>
    <w:rsid w:val="00384597"/>
    <w:rsid w:val="00387E52"/>
    <w:rsid w:val="003A582E"/>
    <w:rsid w:val="003B67CA"/>
    <w:rsid w:val="003C040A"/>
    <w:rsid w:val="003C0EF6"/>
    <w:rsid w:val="003C2C48"/>
    <w:rsid w:val="003C4199"/>
    <w:rsid w:val="003C6D6D"/>
    <w:rsid w:val="003C7009"/>
    <w:rsid w:val="003C7F13"/>
    <w:rsid w:val="003D146B"/>
    <w:rsid w:val="003D3465"/>
    <w:rsid w:val="003D40C8"/>
    <w:rsid w:val="003D4260"/>
    <w:rsid w:val="003D526F"/>
    <w:rsid w:val="003E1F7F"/>
    <w:rsid w:val="003E24BE"/>
    <w:rsid w:val="003E450C"/>
    <w:rsid w:val="003E5738"/>
    <w:rsid w:val="003E65B3"/>
    <w:rsid w:val="003F18F4"/>
    <w:rsid w:val="003F1FB7"/>
    <w:rsid w:val="003F2FC1"/>
    <w:rsid w:val="003F357A"/>
    <w:rsid w:val="003F6A00"/>
    <w:rsid w:val="003F70F2"/>
    <w:rsid w:val="004046A5"/>
    <w:rsid w:val="004108E4"/>
    <w:rsid w:val="00412228"/>
    <w:rsid w:val="00415E1F"/>
    <w:rsid w:val="00417B2D"/>
    <w:rsid w:val="00420FCD"/>
    <w:rsid w:val="00422045"/>
    <w:rsid w:val="00424038"/>
    <w:rsid w:val="0042647E"/>
    <w:rsid w:val="004303C7"/>
    <w:rsid w:val="0043065D"/>
    <w:rsid w:val="00433D96"/>
    <w:rsid w:val="00433EA6"/>
    <w:rsid w:val="00436720"/>
    <w:rsid w:val="00441509"/>
    <w:rsid w:val="00444E0C"/>
    <w:rsid w:val="0044584F"/>
    <w:rsid w:val="00446A8F"/>
    <w:rsid w:val="004501F0"/>
    <w:rsid w:val="00451F66"/>
    <w:rsid w:val="0045478B"/>
    <w:rsid w:val="00455259"/>
    <w:rsid w:val="00457E05"/>
    <w:rsid w:val="004632E6"/>
    <w:rsid w:val="00464861"/>
    <w:rsid w:val="00470930"/>
    <w:rsid w:val="0047326C"/>
    <w:rsid w:val="0047790B"/>
    <w:rsid w:val="0048337C"/>
    <w:rsid w:val="004841B5"/>
    <w:rsid w:val="004907A7"/>
    <w:rsid w:val="0049084D"/>
    <w:rsid w:val="00490BA7"/>
    <w:rsid w:val="00491448"/>
    <w:rsid w:val="0049471F"/>
    <w:rsid w:val="00494B3C"/>
    <w:rsid w:val="00494ED0"/>
    <w:rsid w:val="004951AE"/>
    <w:rsid w:val="00495AED"/>
    <w:rsid w:val="00497C82"/>
    <w:rsid w:val="004A037A"/>
    <w:rsid w:val="004A51E8"/>
    <w:rsid w:val="004B379F"/>
    <w:rsid w:val="004B5AD7"/>
    <w:rsid w:val="004B7372"/>
    <w:rsid w:val="004C08D2"/>
    <w:rsid w:val="004C0FC8"/>
    <w:rsid w:val="004C227F"/>
    <w:rsid w:val="004C2FF9"/>
    <w:rsid w:val="004C31BC"/>
    <w:rsid w:val="004C3629"/>
    <w:rsid w:val="004C3F51"/>
    <w:rsid w:val="004D1CD4"/>
    <w:rsid w:val="004E0D24"/>
    <w:rsid w:val="004E456C"/>
    <w:rsid w:val="004E52FF"/>
    <w:rsid w:val="004E7D7E"/>
    <w:rsid w:val="004F5C00"/>
    <w:rsid w:val="004F69FC"/>
    <w:rsid w:val="004F7FD8"/>
    <w:rsid w:val="005017A6"/>
    <w:rsid w:val="00503041"/>
    <w:rsid w:val="00504DD4"/>
    <w:rsid w:val="00511497"/>
    <w:rsid w:val="0051798C"/>
    <w:rsid w:val="00523833"/>
    <w:rsid w:val="0052384B"/>
    <w:rsid w:val="0052508E"/>
    <w:rsid w:val="0052686B"/>
    <w:rsid w:val="005271BD"/>
    <w:rsid w:val="0052767F"/>
    <w:rsid w:val="00527BF5"/>
    <w:rsid w:val="00527C7D"/>
    <w:rsid w:val="005322B1"/>
    <w:rsid w:val="005328A6"/>
    <w:rsid w:val="00535B0A"/>
    <w:rsid w:val="00540C4B"/>
    <w:rsid w:val="0054180B"/>
    <w:rsid w:val="00545FE2"/>
    <w:rsid w:val="00550B2B"/>
    <w:rsid w:val="00551781"/>
    <w:rsid w:val="00563108"/>
    <w:rsid w:val="005631B7"/>
    <w:rsid w:val="005648F7"/>
    <w:rsid w:val="00565CCF"/>
    <w:rsid w:val="00567038"/>
    <w:rsid w:val="00567948"/>
    <w:rsid w:val="00572489"/>
    <w:rsid w:val="005749ED"/>
    <w:rsid w:val="00577F4E"/>
    <w:rsid w:val="00581DE7"/>
    <w:rsid w:val="00584C29"/>
    <w:rsid w:val="00585373"/>
    <w:rsid w:val="00585739"/>
    <w:rsid w:val="00591E71"/>
    <w:rsid w:val="005929DE"/>
    <w:rsid w:val="00595288"/>
    <w:rsid w:val="00595452"/>
    <w:rsid w:val="00595CA7"/>
    <w:rsid w:val="005968F2"/>
    <w:rsid w:val="00597CB3"/>
    <w:rsid w:val="005A0BBB"/>
    <w:rsid w:val="005A1618"/>
    <w:rsid w:val="005B110A"/>
    <w:rsid w:val="005B130C"/>
    <w:rsid w:val="005B20C1"/>
    <w:rsid w:val="005B3CD0"/>
    <w:rsid w:val="005C4542"/>
    <w:rsid w:val="005C457C"/>
    <w:rsid w:val="005D108B"/>
    <w:rsid w:val="005D387F"/>
    <w:rsid w:val="005E073F"/>
    <w:rsid w:val="005E2868"/>
    <w:rsid w:val="005E305E"/>
    <w:rsid w:val="005E4E81"/>
    <w:rsid w:val="005F0BAB"/>
    <w:rsid w:val="0060034F"/>
    <w:rsid w:val="0060145B"/>
    <w:rsid w:val="00601D61"/>
    <w:rsid w:val="0060582F"/>
    <w:rsid w:val="0061158A"/>
    <w:rsid w:val="00613152"/>
    <w:rsid w:val="00617D38"/>
    <w:rsid w:val="006231A6"/>
    <w:rsid w:val="00624706"/>
    <w:rsid w:val="0062514B"/>
    <w:rsid w:val="006260E7"/>
    <w:rsid w:val="00634620"/>
    <w:rsid w:val="00636646"/>
    <w:rsid w:val="00640C04"/>
    <w:rsid w:val="0064123A"/>
    <w:rsid w:val="0064143A"/>
    <w:rsid w:val="0064143F"/>
    <w:rsid w:val="00641F23"/>
    <w:rsid w:val="00645EAC"/>
    <w:rsid w:val="00646E56"/>
    <w:rsid w:val="006502FC"/>
    <w:rsid w:val="00656A6E"/>
    <w:rsid w:val="00656D2C"/>
    <w:rsid w:val="0066060C"/>
    <w:rsid w:val="00662B8E"/>
    <w:rsid w:val="00667011"/>
    <w:rsid w:val="00667B2A"/>
    <w:rsid w:val="00670D94"/>
    <w:rsid w:val="0067439F"/>
    <w:rsid w:val="0067667C"/>
    <w:rsid w:val="00683941"/>
    <w:rsid w:val="006979EB"/>
    <w:rsid w:val="006A5059"/>
    <w:rsid w:val="006B0EC9"/>
    <w:rsid w:val="006B1762"/>
    <w:rsid w:val="006B5832"/>
    <w:rsid w:val="006B61F9"/>
    <w:rsid w:val="006C00D4"/>
    <w:rsid w:val="006D1B6C"/>
    <w:rsid w:val="006D2F5A"/>
    <w:rsid w:val="006E1F48"/>
    <w:rsid w:val="006E4CFF"/>
    <w:rsid w:val="006E6321"/>
    <w:rsid w:val="006E675B"/>
    <w:rsid w:val="006E76B3"/>
    <w:rsid w:val="006E7EDA"/>
    <w:rsid w:val="006F3BC1"/>
    <w:rsid w:val="006F482F"/>
    <w:rsid w:val="006F7FD2"/>
    <w:rsid w:val="00702556"/>
    <w:rsid w:val="00704C82"/>
    <w:rsid w:val="00705369"/>
    <w:rsid w:val="007059DD"/>
    <w:rsid w:val="007103DB"/>
    <w:rsid w:val="007105E3"/>
    <w:rsid w:val="0071095B"/>
    <w:rsid w:val="00711697"/>
    <w:rsid w:val="00730BFB"/>
    <w:rsid w:val="007423A0"/>
    <w:rsid w:val="00743678"/>
    <w:rsid w:val="00746121"/>
    <w:rsid w:val="00750349"/>
    <w:rsid w:val="00750DFE"/>
    <w:rsid w:val="007547BB"/>
    <w:rsid w:val="007568FF"/>
    <w:rsid w:val="00757C1E"/>
    <w:rsid w:val="00757F51"/>
    <w:rsid w:val="00760B81"/>
    <w:rsid w:val="007612B0"/>
    <w:rsid w:val="007612B1"/>
    <w:rsid w:val="007651FE"/>
    <w:rsid w:val="00766450"/>
    <w:rsid w:val="00766A8F"/>
    <w:rsid w:val="007722FF"/>
    <w:rsid w:val="0077277A"/>
    <w:rsid w:val="00772C4E"/>
    <w:rsid w:val="00774FD4"/>
    <w:rsid w:val="00775580"/>
    <w:rsid w:val="00775CF5"/>
    <w:rsid w:val="007777EE"/>
    <w:rsid w:val="00790555"/>
    <w:rsid w:val="00793259"/>
    <w:rsid w:val="007A2DAE"/>
    <w:rsid w:val="007A34BF"/>
    <w:rsid w:val="007A56DC"/>
    <w:rsid w:val="007A62F3"/>
    <w:rsid w:val="007A6CA0"/>
    <w:rsid w:val="007A6DA1"/>
    <w:rsid w:val="007B1ACB"/>
    <w:rsid w:val="007B1B5F"/>
    <w:rsid w:val="007B3694"/>
    <w:rsid w:val="007C0B10"/>
    <w:rsid w:val="007C5D0B"/>
    <w:rsid w:val="007C7849"/>
    <w:rsid w:val="007D316D"/>
    <w:rsid w:val="007D3B5B"/>
    <w:rsid w:val="007D713E"/>
    <w:rsid w:val="007D7AB8"/>
    <w:rsid w:val="007E0E52"/>
    <w:rsid w:val="007E24C1"/>
    <w:rsid w:val="007E516A"/>
    <w:rsid w:val="007E672C"/>
    <w:rsid w:val="007F7A90"/>
    <w:rsid w:val="008069AB"/>
    <w:rsid w:val="00806FB5"/>
    <w:rsid w:val="00807F7D"/>
    <w:rsid w:val="008124B4"/>
    <w:rsid w:val="0081397A"/>
    <w:rsid w:val="00813FA5"/>
    <w:rsid w:val="00814900"/>
    <w:rsid w:val="00815683"/>
    <w:rsid w:val="00817AA5"/>
    <w:rsid w:val="00817CA9"/>
    <w:rsid w:val="00820347"/>
    <w:rsid w:val="00820916"/>
    <w:rsid w:val="00820C5C"/>
    <w:rsid w:val="00822A32"/>
    <w:rsid w:val="00826F56"/>
    <w:rsid w:val="00830C06"/>
    <w:rsid w:val="00836AC5"/>
    <w:rsid w:val="00850790"/>
    <w:rsid w:val="0085266F"/>
    <w:rsid w:val="00856A31"/>
    <w:rsid w:val="008618F1"/>
    <w:rsid w:val="008665A7"/>
    <w:rsid w:val="0087128B"/>
    <w:rsid w:val="00871344"/>
    <w:rsid w:val="00871CDA"/>
    <w:rsid w:val="008746C2"/>
    <w:rsid w:val="0087622D"/>
    <w:rsid w:val="00876507"/>
    <w:rsid w:val="00876D84"/>
    <w:rsid w:val="00876E0D"/>
    <w:rsid w:val="00883828"/>
    <w:rsid w:val="008839CB"/>
    <w:rsid w:val="00883B5F"/>
    <w:rsid w:val="008851C2"/>
    <w:rsid w:val="008873E6"/>
    <w:rsid w:val="0089169B"/>
    <w:rsid w:val="00893DE6"/>
    <w:rsid w:val="008A0015"/>
    <w:rsid w:val="008A1F82"/>
    <w:rsid w:val="008A1FF6"/>
    <w:rsid w:val="008A3544"/>
    <w:rsid w:val="008A4849"/>
    <w:rsid w:val="008A6DFF"/>
    <w:rsid w:val="008B0C01"/>
    <w:rsid w:val="008B48C1"/>
    <w:rsid w:val="008B57E5"/>
    <w:rsid w:val="008C26F1"/>
    <w:rsid w:val="008C5470"/>
    <w:rsid w:val="008D0B2F"/>
    <w:rsid w:val="008D5CE9"/>
    <w:rsid w:val="008E0B6D"/>
    <w:rsid w:val="008E1231"/>
    <w:rsid w:val="008E2DDA"/>
    <w:rsid w:val="008E57CC"/>
    <w:rsid w:val="00903D4F"/>
    <w:rsid w:val="009105E8"/>
    <w:rsid w:val="00914227"/>
    <w:rsid w:val="009216A6"/>
    <w:rsid w:val="009224D3"/>
    <w:rsid w:val="00923F3A"/>
    <w:rsid w:val="0092556A"/>
    <w:rsid w:val="00926074"/>
    <w:rsid w:val="00926208"/>
    <w:rsid w:val="00934A9D"/>
    <w:rsid w:val="009350F6"/>
    <w:rsid w:val="00935A43"/>
    <w:rsid w:val="009369D3"/>
    <w:rsid w:val="009379D5"/>
    <w:rsid w:val="00937C80"/>
    <w:rsid w:val="00946135"/>
    <w:rsid w:val="009465FB"/>
    <w:rsid w:val="009475AE"/>
    <w:rsid w:val="0095132D"/>
    <w:rsid w:val="00952577"/>
    <w:rsid w:val="00953988"/>
    <w:rsid w:val="00960F2A"/>
    <w:rsid w:val="00961E26"/>
    <w:rsid w:val="009623B0"/>
    <w:rsid w:val="00963B81"/>
    <w:rsid w:val="00965408"/>
    <w:rsid w:val="0096569F"/>
    <w:rsid w:val="0097074D"/>
    <w:rsid w:val="00972917"/>
    <w:rsid w:val="00975AEC"/>
    <w:rsid w:val="00977139"/>
    <w:rsid w:val="00977352"/>
    <w:rsid w:val="00981982"/>
    <w:rsid w:val="009865A8"/>
    <w:rsid w:val="00991DEE"/>
    <w:rsid w:val="00994410"/>
    <w:rsid w:val="009964AA"/>
    <w:rsid w:val="009A2905"/>
    <w:rsid w:val="009A2C7F"/>
    <w:rsid w:val="009A42A8"/>
    <w:rsid w:val="009A6005"/>
    <w:rsid w:val="009B0437"/>
    <w:rsid w:val="009B69A3"/>
    <w:rsid w:val="009C2781"/>
    <w:rsid w:val="009D10C8"/>
    <w:rsid w:val="009E00B4"/>
    <w:rsid w:val="009E350B"/>
    <w:rsid w:val="009F3E5B"/>
    <w:rsid w:val="009F5967"/>
    <w:rsid w:val="009F6206"/>
    <w:rsid w:val="00A028AF"/>
    <w:rsid w:val="00A0357E"/>
    <w:rsid w:val="00A06F5C"/>
    <w:rsid w:val="00A12E08"/>
    <w:rsid w:val="00A148A8"/>
    <w:rsid w:val="00A174F9"/>
    <w:rsid w:val="00A17DCC"/>
    <w:rsid w:val="00A17F9F"/>
    <w:rsid w:val="00A21106"/>
    <w:rsid w:val="00A2562B"/>
    <w:rsid w:val="00A26092"/>
    <w:rsid w:val="00A30A4C"/>
    <w:rsid w:val="00A316D9"/>
    <w:rsid w:val="00A317A6"/>
    <w:rsid w:val="00A448A0"/>
    <w:rsid w:val="00A52AD7"/>
    <w:rsid w:val="00A53A12"/>
    <w:rsid w:val="00A53E14"/>
    <w:rsid w:val="00A6244F"/>
    <w:rsid w:val="00A6719E"/>
    <w:rsid w:val="00A71D4E"/>
    <w:rsid w:val="00A7307E"/>
    <w:rsid w:val="00A74414"/>
    <w:rsid w:val="00A74D0F"/>
    <w:rsid w:val="00A77982"/>
    <w:rsid w:val="00A80534"/>
    <w:rsid w:val="00A81775"/>
    <w:rsid w:val="00A8356B"/>
    <w:rsid w:val="00A849EA"/>
    <w:rsid w:val="00A8584B"/>
    <w:rsid w:val="00A85F6F"/>
    <w:rsid w:val="00A87F59"/>
    <w:rsid w:val="00A93392"/>
    <w:rsid w:val="00A94FE3"/>
    <w:rsid w:val="00AA03C4"/>
    <w:rsid w:val="00AA066E"/>
    <w:rsid w:val="00AA3A8F"/>
    <w:rsid w:val="00AB0137"/>
    <w:rsid w:val="00AC0F1F"/>
    <w:rsid w:val="00AC1B41"/>
    <w:rsid w:val="00AC64A3"/>
    <w:rsid w:val="00AD3656"/>
    <w:rsid w:val="00AD41EE"/>
    <w:rsid w:val="00AD4D29"/>
    <w:rsid w:val="00AD5B70"/>
    <w:rsid w:val="00AD6C94"/>
    <w:rsid w:val="00AD6EB1"/>
    <w:rsid w:val="00AE1688"/>
    <w:rsid w:val="00AE2791"/>
    <w:rsid w:val="00AE3F63"/>
    <w:rsid w:val="00AE7A8F"/>
    <w:rsid w:val="00AF0BC6"/>
    <w:rsid w:val="00AF3AB0"/>
    <w:rsid w:val="00AF6F20"/>
    <w:rsid w:val="00B0104E"/>
    <w:rsid w:val="00B0787B"/>
    <w:rsid w:val="00B1149F"/>
    <w:rsid w:val="00B15008"/>
    <w:rsid w:val="00B33440"/>
    <w:rsid w:val="00B42B4C"/>
    <w:rsid w:val="00B43BE1"/>
    <w:rsid w:val="00B47A57"/>
    <w:rsid w:val="00B52A0D"/>
    <w:rsid w:val="00B56C5D"/>
    <w:rsid w:val="00B65A3C"/>
    <w:rsid w:val="00B71861"/>
    <w:rsid w:val="00B7253D"/>
    <w:rsid w:val="00B751F5"/>
    <w:rsid w:val="00B758A0"/>
    <w:rsid w:val="00B80D9D"/>
    <w:rsid w:val="00B821F5"/>
    <w:rsid w:val="00B847A4"/>
    <w:rsid w:val="00B904B0"/>
    <w:rsid w:val="00BA5BDB"/>
    <w:rsid w:val="00BB38EF"/>
    <w:rsid w:val="00BB4D5D"/>
    <w:rsid w:val="00BB7264"/>
    <w:rsid w:val="00BC02D7"/>
    <w:rsid w:val="00BC20B5"/>
    <w:rsid w:val="00BC408A"/>
    <w:rsid w:val="00BC7546"/>
    <w:rsid w:val="00BD0D53"/>
    <w:rsid w:val="00BD3F40"/>
    <w:rsid w:val="00BD42DD"/>
    <w:rsid w:val="00BD5440"/>
    <w:rsid w:val="00BE40CA"/>
    <w:rsid w:val="00BF6013"/>
    <w:rsid w:val="00C01F79"/>
    <w:rsid w:val="00C0649D"/>
    <w:rsid w:val="00C07760"/>
    <w:rsid w:val="00C11A02"/>
    <w:rsid w:val="00C15D99"/>
    <w:rsid w:val="00C16649"/>
    <w:rsid w:val="00C2062D"/>
    <w:rsid w:val="00C251D5"/>
    <w:rsid w:val="00C37CF8"/>
    <w:rsid w:val="00C4142D"/>
    <w:rsid w:val="00C47A23"/>
    <w:rsid w:val="00C47C53"/>
    <w:rsid w:val="00C508AB"/>
    <w:rsid w:val="00C50A70"/>
    <w:rsid w:val="00C54950"/>
    <w:rsid w:val="00C56C8E"/>
    <w:rsid w:val="00C62564"/>
    <w:rsid w:val="00C6306A"/>
    <w:rsid w:val="00C66160"/>
    <w:rsid w:val="00C661DF"/>
    <w:rsid w:val="00C75AF9"/>
    <w:rsid w:val="00C77DFA"/>
    <w:rsid w:val="00C8229E"/>
    <w:rsid w:val="00C86064"/>
    <w:rsid w:val="00C92668"/>
    <w:rsid w:val="00C94D83"/>
    <w:rsid w:val="00C95C7A"/>
    <w:rsid w:val="00CA268A"/>
    <w:rsid w:val="00CA38E5"/>
    <w:rsid w:val="00CA43DC"/>
    <w:rsid w:val="00CA6775"/>
    <w:rsid w:val="00CB1496"/>
    <w:rsid w:val="00CB5A82"/>
    <w:rsid w:val="00CB5B80"/>
    <w:rsid w:val="00CB6D15"/>
    <w:rsid w:val="00CC5241"/>
    <w:rsid w:val="00CC53EB"/>
    <w:rsid w:val="00CC7DD7"/>
    <w:rsid w:val="00CD0FDB"/>
    <w:rsid w:val="00CD2448"/>
    <w:rsid w:val="00CD3891"/>
    <w:rsid w:val="00CD4EDB"/>
    <w:rsid w:val="00CD611F"/>
    <w:rsid w:val="00CD6ECF"/>
    <w:rsid w:val="00CE1B4D"/>
    <w:rsid w:val="00CE40C4"/>
    <w:rsid w:val="00CE6D66"/>
    <w:rsid w:val="00CF51F6"/>
    <w:rsid w:val="00D03E83"/>
    <w:rsid w:val="00D14224"/>
    <w:rsid w:val="00D17BC7"/>
    <w:rsid w:val="00D23567"/>
    <w:rsid w:val="00D237FE"/>
    <w:rsid w:val="00D23A27"/>
    <w:rsid w:val="00D2476D"/>
    <w:rsid w:val="00D24B45"/>
    <w:rsid w:val="00D269A1"/>
    <w:rsid w:val="00D271E0"/>
    <w:rsid w:val="00D31816"/>
    <w:rsid w:val="00D331AF"/>
    <w:rsid w:val="00D33F54"/>
    <w:rsid w:val="00D340A6"/>
    <w:rsid w:val="00D34B47"/>
    <w:rsid w:val="00D34D71"/>
    <w:rsid w:val="00D43166"/>
    <w:rsid w:val="00D43D77"/>
    <w:rsid w:val="00D46B41"/>
    <w:rsid w:val="00D50B77"/>
    <w:rsid w:val="00D52CA0"/>
    <w:rsid w:val="00D52DA6"/>
    <w:rsid w:val="00D54DEC"/>
    <w:rsid w:val="00D57F29"/>
    <w:rsid w:val="00D6350D"/>
    <w:rsid w:val="00D6658C"/>
    <w:rsid w:val="00D7104E"/>
    <w:rsid w:val="00D72664"/>
    <w:rsid w:val="00D734AA"/>
    <w:rsid w:val="00D76316"/>
    <w:rsid w:val="00D777BF"/>
    <w:rsid w:val="00D77EBB"/>
    <w:rsid w:val="00D81D7F"/>
    <w:rsid w:val="00D8417B"/>
    <w:rsid w:val="00D84B09"/>
    <w:rsid w:val="00D912BD"/>
    <w:rsid w:val="00D93358"/>
    <w:rsid w:val="00DB0820"/>
    <w:rsid w:val="00DB2F55"/>
    <w:rsid w:val="00DB4A99"/>
    <w:rsid w:val="00DB4F36"/>
    <w:rsid w:val="00DD0C2F"/>
    <w:rsid w:val="00DD1A9E"/>
    <w:rsid w:val="00DD1E42"/>
    <w:rsid w:val="00DE1DB6"/>
    <w:rsid w:val="00DE3EA6"/>
    <w:rsid w:val="00DE48F6"/>
    <w:rsid w:val="00DE53AB"/>
    <w:rsid w:val="00DF7F97"/>
    <w:rsid w:val="00E02C57"/>
    <w:rsid w:val="00E127F6"/>
    <w:rsid w:val="00E12F0D"/>
    <w:rsid w:val="00E16740"/>
    <w:rsid w:val="00E17733"/>
    <w:rsid w:val="00E20A51"/>
    <w:rsid w:val="00E2262F"/>
    <w:rsid w:val="00E23152"/>
    <w:rsid w:val="00E235E3"/>
    <w:rsid w:val="00E324A4"/>
    <w:rsid w:val="00E4243A"/>
    <w:rsid w:val="00E426C8"/>
    <w:rsid w:val="00E45697"/>
    <w:rsid w:val="00E463CD"/>
    <w:rsid w:val="00E47F15"/>
    <w:rsid w:val="00E51808"/>
    <w:rsid w:val="00E53839"/>
    <w:rsid w:val="00E54482"/>
    <w:rsid w:val="00E54CBE"/>
    <w:rsid w:val="00E57449"/>
    <w:rsid w:val="00E659BC"/>
    <w:rsid w:val="00E65E0B"/>
    <w:rsid w:val="00E6779C"/>
    <w:rsid w:val="00E74B60"/>
    <w:rsid w:val="00E75DBD"/>
    <w:rsid w:val="00E81356"/>
    <w:rsid w:val="00EA3C65"/>
    <w:rsid w:val="00EA4ED5"/>
    <w:rsid w:val="00EB113D"/>
    <w:rsid w:val="00EB22E8"/>
    <w:rsid w:val="00EB4167"/>
    <w:rsid w:val="00EB5407"/>
    <w:rsid w:val="00EC302E"/>
    <w:rsid w:val="00EC38BA"/>
    <w:rsid w:val="00EC7907"/>
    <w:rsid w:val="00ED0C60"/>
    <w:rsid w:val="00ED293C"/>
    <w:rsid w:val="00ED485D"/>
    <w:rsid w:val="00ED4A4D"/>
    <w:rsid w:val="00ED4C2C"/>
    <w:rsid w:val="00EE400D"/>
    <w:rsid w:val="00EE46C5"/>
    <w:rsid w:val="00EF303E"/>
    <w:rsid w:val="00EF6A9C"/>
    <w:rsid w:val="00F01FF3"/>
    <w:rsid w:val="00F05296"/>
    <w:rsid w:val="00F21045"/>
    <w:rsid w:val="00F21423"/>
    <w:rsid w:val="00F234D1"/>
    <w:rsid w:val="00F2599D"/>
    <w:rsid w:val="00F31638"/>
    <w:rsid w:val="00F35C44"/>
    <w:rsid w:val="00F36690"/>
    <w:rsid w:val="00F378AD"/>
    <w:rsid w:val="00F424B2"/>
    <w:rsid w:val="00F46A50"/>
    <w:rsid w:val="00F51F99"/>
    <w:rsid w:val="00F52DC2"/>
    <w:rsid w:val="00F702B9"/>
    <w:rsid w:val="00F70390"/>
    <w:rsid w:val="00F734B8"/>
    <w:rsid w:val="00F76C84"/>
    <w:rsid w:val="00F77FC7"/>
    <w:rsid w:val="00F82354"/>
    <w:rsid w:val="00F8415B"/>
    <w:rsid w:val="00F90E06"/>
    <w:rsid w:val="00F924BA"/>
    <w:rsid w:val="00F928AE"/>
    <w:rsid w:val="00F92FBE"/>
    <w:rsid w:val="00F945CC"/>
    <w:rsid w:val="00F95AA6"/>
    <w:rsid w:val="00F976CA"/>
    <w:rsid w:val="00F97DDB"/>
    <w:rsid w:val="00FA2BED"/>
    <w:rsid w:val="00FA4E2D"/>
    <w:rsid w:val="00FA7548"/>
    <w:rsid w:val="00FA7BE5"/>
    <w:rsid w:val="00FB282E"/>
    <w:rsid w:val="00FC064C"/>
    <w:rsid w:val="00FC2F12"/>
    <w:rsid w:val="00FC5C15"/>
    <w:rsid w:val="00FD01A2"/>
    <w:rsid w:val="00FD0AD0"/>
    <w:rsid w:val="00FD2703"/>
    <w:rsid w:val="00FD3407"/>
    <w:rsid w:val="00FD35A3"/>
    <w:rsid w:val="00FD6258"/>
    <w:rsid w:val="00FD75D2"/>
    <w:rsid w:val="00FE0A60"/>
    <w:rsid w:val="00FE117F"/>
    <w:rsid w:val="00FE392E"/>
    <w:rsid w:val="00FE5A4D"/>
    <w:rsid w:val="00FE673C"/>
    <w:rsid w:val="00FE6FE7"/>
    <w:rsid w:val="00FF3471"/>
    <w:rsid w:val="00FF41AF"/>
    <w:rsid w:val="00FF45AA"/>
    <w:rsid w:val="00FF57B2"/>
    <w:rsid w:val="00FF6978"/>
    <w:rsid w:val="00FF7437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  <w14:docId w14:val="61BE601E"/>
  <w15:docId w15:val="{6B20B433-F4F3-4CC5-A644-A59BEF13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37A"/>
    <w:rPr>
      <w:rFonts w:ascii="Arial" w:eastAsia="Calibri" w:hAnsi="Arial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C92668"/>
    <w:pPr>
      <w:keepNext/>
      <w:spacing w:before="120" w:after="120"/>
      <w:outlineLvl w:val="0"/>
    </w:pPr>
    <w:rPr>
      <w:rFonts w:asciiTheme="minorHAnsi" w:eastAsia="Times New Roman" w:hAnsiTheme="minorHAnsi" w:cs="Arial"/>
      <w:b/>
      <w:bC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E426C8"/>
    <w:pPr>
      <w:keepNext/>
      <w:overflowPunct w:val="0"/>
      <w:adjustRightInd w:val="0"/>
      <w:spacing w:before="120" w:after="240"/>
      <w:outlineLvl w:val="1"/>
    </w:pPr>
    <w:rPr>
      <w:b/>
      <w:bCs/>
      <w:color w:val="003466"/>
      <w:kern w:val="28"/>
      <w:sz w:val="24"/>
      <w:szCs w:val="20"/>
      <w:u w:val="single"/>
    </w:rPr>
  </w:style>
  <w:style w:type="paragraph" w:styleId="Titre3">
    <w:name w:val="heading 3"/>
    <w:basedOn w:val="Normal"/>
    <w:next w:val="Normal"/>
    <w:link w:val="Titre3Car"/>
    <w:rsid w:val="00E426C8"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C508A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qFormat/>
    <w:rsid w:val="00C508AB"/>
    <w:pPr>
      <w:keepNext/>
      <w:jc w:val="center"/>
      <w:outlineLvl w:val="4"/>
    </w:pPr>
    <w:rPr>
      <w:sz w:val="28"/>
    </w:rPr>
  </w:style>
  <w:style w:type="paragraph" w:styleId="Titre6">
    <w:name w:val="heading 6"/>
    <w:basedOn w:val="Normal"/>
    <w:next w:val="Normal"/>
    <w:link w:val="Titre6Car"/>
    <w:qFormat/>
    <w:rsid w:val="00C508AB"/>
    <w:pPr>
      <w:keepNext/>
      <w:jc w:val="center"/>
      <w:outlineLvl w:val="5"/>
    </w:pPr>
    <w:rPr>
      <w:rFonts w:ascii="Comic Sans MS" w:hAnsi="Comic Sans MS"/>
      <w:b/>
      <w:color w:val="008080"/>
      <w:sz w:val="28"/>
    </w:rPr>
  </w:style>
  <w:style w:type="paragraph" w:styleId="Titre7">
    <w:name w:val="heading 7"/>
    <w:basedOn w:val="Normal"/>
    <w:next w:val="Normal"/>
    <w:link w:val="Titre7Car"/>
    <w:qFormat/>
    <w:rsid w:val="00C508AB"/>
    <w:pPr>
      <w:keepNext/>
      <w:tabs>
        <w:tab w:val="left" w:pos="1418"/>
        <w:tab w:val="left" w:pos="5103"/>
        <w:tab w:val="left" w:pos="9356"/>
      </w:tabs>
      <w:spacing w:line="240" w:lineRule="exact"/>
      <w:ind w:left="1276"/>
      <w:outlineLvl w:val="6"/>
    </w:pPr>
    <w:rPr>
      <w:rFonts w:ascii="Comic Sans MS" w:hAnsi="Comic Sans MS"/>
      <w:b/>
      <w:sz w:val="18"/>
    </w:rPr>
  </w:style>
  <w:style w:type="paragraph" w:styleId="Titre8">
    <w:name w:val="heading 8"/>
    <w:basedOn w:val="Normal"/>
    <w:next w:val="Normal"/>
    <w:link w:val="Titre8Car"/>
    <w:qFormat/>
    <w:rsid w:val="00C508AB"/>
    <w:pPr>
      <w:keepNext/>
      <w:jc w:val="center"/>
      <w:outlineLvl w:val="7"/>
    </w:pPr>
    <w:rPr>
      <w:rFonts w:ascii="Comic Sans MS" w:hAnsi="Comic Sans MS"/>
      <w:b/>
      <w:u w:val="single"/>
      <w:lang w:val="en-GB"/>
    </w:rPr>
  </w:style>
  <w:style w:type="paragraph" w:styleId="Titre9">
    <w:name w:val="heading 9"/>
    <w:basedOn w:val="Normal"/>
    <w:next w:val="Normal"/>
    <w:link w:val="Titre9Car"/>
    <w:qFormat/>
    <w:rsid w:val="00C508AB"/>
    <w:pPr>
      <w:keepNext/>
      <w:numPr>
        <w:ilvl w:val="12"/>
      </w:numPr>
      <w:ind w:firstLine="709"/>
      <w:outlineLvl w:val="8"/>
    </w:pPr>
    <w:rPr>
      <w:rFonts w:ascii="Comic Sans MS" w:hAnsi="Comic Sans MS"/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BASIQUE">
    <w:name w:val="BASIQUE"/>
    <w:rsid w:val="00E426C8"/>
    <w:rPr>
      <w:rFonts w:ascii="Arial" w:hAnsi="Arial"/>
      <w:color w:val="auto"/>
      <w:sz w:val="20"/>
      <w:szCs w:val="20"/>
    </w:rPr>
  </w:style>
  <w:style w:type="character" w:customStyle="1" w:styleId="BASIQTitre">
    <w:name w:val="BASIQ Titre"/>
    <w:basedOn w:val="BASIQUE"/>
    <w:rsid w:val="00E426C8"/>
    <w:rPr>
      <w:rFonts w:ascii="Arial" w:hAnsi="Arial"/>
      <w:b/>
      <w:color w:val="auto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426C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E426C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E426C8"/>
  </w:style>
  <w:style w:type="character" w:customStyle="1" w:styleId="En-tteCar">
    <w:name w:val="En-tête Car"/>
    <w:basedOn w:val="Policepardfaut"/>
    <w:link w:val="En-tte"/>
    <w:uiPriority w:val="99"/>
    <w:rsid w:val="00E426C8"/>
    <w:rPr>
      <w:rFonts w:ascii="Arial" w:eastAsia="Calibri" w:hAnsi="Arial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426C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426C8"/>
    <w:rPr>
      <w:rFonts w:ascii="Tahoma" w:eastAsia="Calibri" w:hAnsi="Tahoma" w:cs="Tahoma"/>
      <w:sz w:val="16"/>
      <w:szCs w:val="16"/>
      <w:lang w:eastAsia="en-US"/>
    </w:rPr>
  </w:style>
  <w:style w:type="character" w:customStyle="1" w:styleId="Titre1Car">
    <w:name w:val="Titre 1 Car"/>
    <w:basedOn w:val="Policepardfaut"/>
    <w:link w:val="Titre1"/>
    <w:rsid w:val="00C92668"/>
    <w:rPr>
      <w:rFonts w:asciiTheme="minorHAnsi" w:hAnsiTheme="minorHAnsi" w:cs="Arial"/>
      <w:b/>
      <w:bCs/>
      <w:sz w:val="24"/>
      <w:szCs w:val="24"/>
    </w:rPr>
  </w:style>
  <w:style w:type="character" w:customStyle="1" w:styleId="Titre2Car">
    <w:name w:val="Titre 2 Car"/>
    <w:basedOn w:val="Policepardfaut"/>
    <w:link w:val="Titre2"/>
    <w:rsid w:val="00E426C8"/>
    <w:rPr>
      <w:rFonts w:ascii="Arial" w:eastAsia="Calibri" w:hAnsi="Arial"/>
      <w:b/>
      <w:bCs/>
      <w:color w:val="003466"/>
      <w:kern w:val="28"/>
      <w:sz w:val="24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E426C8"/>
    <w:rPr>
      <w:rFonts w:ascii="Arial" w:eastAsia="Calibri" w:hAnsi="Arial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E426C8"/>
    <w:pPr>
      <w:ind w:left="720"/>
      <w:contextualSpacing/>
    </w:pPr>
  </w:style>
  <w:style w:type="paragraph" w:customStyle="1" w:styleId="spip">
    <w:name w:val="spip"/>
    <w:basedOn w:val="Normal"/>
    <w:rsid w:val="00E426C8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E426C8"/>
    <w:rPr>
      <w:color w:val="0000FF" w:themeColor="hyperlink"/>
      <w:u w:val="single"/>
    </w:rPr>
  </w:style>
  <w:style w:type="paragraph" w:styleId="Corpsdetexte2">
    <w:name w:val="Body Text 2"/>
    <w:basedOn w:val="Normal"/>
    <w:link w:val="Corpsdetexte2Car"/>
    <w:semiHidden/>
    <w:rsid w:val="00E426C8"/>
    <w:pPr>
      <w:jc w:val="both"/>
    </w:pPr>
    <w:rPr>
      <w:rFonts w:ascii="Comic Sans MS" w:hAnsi="Comic Sans MS"/>
      <w:sz w:val="14"/>
      <w:szCs w:val="16"/>
    </w:rPr>
  </w:style>
  <w:style w:type="character" w:customStyle="1" w:styleId="Corpsdetexte2Car">
    <w:name w:val="Corps de texte 2 Car"/>
    <w:basedOn w:val="Policepardfaut"/>
    <w:link w:val="Corpsdetexte2"/>
    <w:semiHidden/>
    <w:rsid w:val="00E426C8"/>
    <w:rPr>
      <w:rFonts w:ascii="Comic Sans MS" w:eastAsia="Calibri" w:hAnsi="Comic Sans MS"/>
      <w:sz w:val="14"/>
      <w:szCs w:val="16"/>
      <w:lang w:eastAsia="en-US"/>
    </w:rPr>
  </w:style>
  <w:style w:type="paragraph" w:styleId="Corpsdetexte3">
    <w:name w:val="Body Text 3"/>
    <w:basedOn w:val="Normal"/>
    <w:link w:val="Corpsdetexte3Car"/>
    <w:semiHidden/>
    <w:rsid w:val="00E426C8"/>
    <w:pPr>
      <w:tabs>
        <w:tab w:val="left" w:leader="dot" w:pos="9356"/>
      </w:tabs>
    </w:pPr>
    <w:rPr>
      <w:rFonts w:ascii="Gill Sans MT" w:hAnsi="Gill Sans MT"/>
      <w:b/>
      <w:bCs/>
      <w:sz w:val="20"/>
    </w:rPr>
  </w:style>
  <w:style w:type="character" w:customStyle="1" w:styleId="Corpsdetexte3Car">
    <w:name w:val="Corps de texte 3 Car"/>
    <w:basedOn w:val="Policepardfaut"/>
    <w:link w:val="Corpsdetexte3"/>
    <w:semiHidden/>
    <w:rsid w:val="00E426C8"/>
    <w:rPr>
      <w:rFonts w:ascii="Gill Sans MT" w:eastAsia="Calibri" w:hAnsi="Gill Sans MT"/>
      <w:b/>
      <w:bCs/>
      <w:szCs w:val="22"/>
      <w:lang w:eastAsia="en-US"/>
    </w:rPr>
  </w:style>
  <w:style w:type="paragraph" w:styleId="Corpsdetexte">
    <w:name w:val="Body Text"/>
    <w:basedOn w:val="Normal"/>
    <w:link w:val="CorpsdetexteCar"/>
    <w:semiHidden/>
    <w:rsid w:val="00E426C8"/>
    <w:pPr>
      <w:tabs>
        <w:tab w:val="right" w:pos="280"/>
      </w:tabs>
      <w:ind w:right="119"/>
      <w:jc w:val="both"/>
    </w:pPr>
    <w:rPr>
      <w:rFonts w:ascii="Comic Sans MS" w:hAnsi="Comic Sans MS"/>
      <w:sz w:val="18"/>
      <w:szCs w:val="18"/>
    </w:rPr>
  </w:style>
  <w:style w:type="character" w:customStyle="1" w:styleId="CorpsdetexteCar">
    <w:name w:val="Corps de texte Car"/>
    <w:basedOn w:val="Policepardfaut"/>
    <w:link w:val="Corpsdetexte"/>
    <w:semiHidden/>
    <w:rsid w:val="00E426C8"/>
    <w:rPr>
      <w:rFonts w:ascii="Comic Sans MS" w:eastAsia="Calibri" w:hAnsi="Comic Sans MS"/>
      <w:sz w:val="18"/>
      <w:szCs w:val="18"/>
      <w:lang w:eastAsia="en-US"/>
    </w:rPr>
  </w:style>
  <w:style w:type="paragraph" w:customStyle="1" w:styleId="Pucesous-titregras">
    <w:name w:val="Puce sous-titre gras"/>
    <w:basedOn w:val="Normal"/>
    <w:link w:val="Pucesous-titregrasCar"/>
    <w:qFormat/>
    <w:rsid w:val="00E426C8"/>
    <w:pPr>
      <w:numPr>
        <w:numId w:val="2"/>
      </w:numPr>
    </w:pPr>
    <w:rPr>
      <w:rFonts w:eastAsia="Times New Roman" w:cs="Arial"/>
      <w:b/>
      <w:szCs w:val="24"/>
      <w:lang w:eastAsia="fr-FR"/>
    </w:rPr>
  </w:style>
  <w:style w:type="paragraph" w:customStyle="1" w:styleId="Corpstexte">
    <w:name w:val="Corps texte"/>
    <w:basedOn w:val="Normal"/>
    <w:link w:val="CorpstexteCar"/>
    <w:rsid w:val="00E426C8"/>
    <w:pPr>
      <w:ind w:left="454"/>
    </w:pPr>
    <w:rPr>
      <w:rFonts w:eastAsia="Times New Roman" w:cs="Arial"/>
      <w:lang w:eastAsia="fr-FR"/>
    </w:rPr>
  </w:style>
  <w:style w:type="character" w:customStyle="1" w:styleId="Pucesous-titregrasCar">
    <w:name w:val="Puce sous-titre gras Car"/>
    <w:basedOn w:val="Policepardfaut"/>
    <w:link w:val="Pucesous-titregras"/>
    <w:rsid w:val="00E426C8"/>
    <w:rPr>
      <w:rFonts w:ascii="Arial" w:hAnsi="Arial" w:cs="Arial"/>
      <w:b/>
      <w:sz w:val="22"/>
      <w:szCs w:val="24"/>
    </w:rPr>
  </w:style>
  <w:style w:type="paragraph" w:customStyle="1" w:styleId="PuceTabulation">
    <w:name w:val="Puce Tabulation"/>
    <w:basedOn w:val="Normal"/>
    <w:link w:val="PuceTabulationCar"/>
    <w:qFormat/>
    <w:rsid w:val="00E426C8"/>
    <w:pPr>
      <w:numPr>
        <w:ilvl w:val="1"/>
        <w:numId w:val="1"/>
      </w:numPr>
    </w:pPr>
    <w:rPr>
      <w:rFonts w:eastAsia="Times New Roman" w:cs="Arial"/>
      <w:lang w:eastAsia="fr-FR"/>
    </w:rPr>
  </w:style>
  <w:style w:type="character" w:customStyle="1" w:styleId="CorpstexteCar">
    <w:name w:val="Corps texte Car"/>
    <w:basedOn w:val="Policepardfaut"/>
    <w:link w:val="Corpstexte"/>
    <w:rsid w:val="00E426C8"/>
    <w:rPr>
      <w:rFonts w:ascii="Arial" w:hAnsi="Arial" w:cs="Arial"/>
      <w:sz w:val="22"/>
      <w:szCs w:val="22"/>
    </w:rPr>
  </w:style>
  <w:style w:type="character" w:customStyle="1" w:styleId="PuceTabulationCar">
    <w:name w:val="Puce Tabulation Car"/>
    <w:basedOn w:val="Policepardfaut"/>
    <w:link w:val="PuceTabulation"/>
    <w:rsid w:val="00E426C8"/>
    <w:rPr>
      <w:rFonts w:ascii="Arial" w:hAnsi="Arial" w:cs="Arial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E426C8"/>
    <w:rPr>
      <w:rFonts w:ascii="Arial" w:eastAsia="Calibri" w:hAnsi="Arial"/>
      <w:sz w:val="22"/>
      <w:szCs w:val="22"/>
      <w:lang w:eastAsia="en-US"/>
    </w:rPr>
  </w:style>
  <w:style w:type="character" w:styleId="Titredulivre">
    <w:name w:val="Book Title"/>
    <w:basedOn w:val="Policepardfaut"/>
    <w:uiPriority w:val="33"/>
    <w:rsid w:val="00E426C8"/>
    <w:rPr>
      <w:b/>
      <w:bCs/>
      <w:smallCaps/>
      <w:spacing w:val="5"/>
    </w:rPr>
  </w:style>
  <w:style w:type="character" w:customStyle="1" w:styleId="Titre4Car">
    <w:name w:val="Titre 4 Car"/>
    <w:basedOn w:val="Policepardfaut"/>
    <w:link w:val="Titre4"/>
    <w:rsid w:val="00C508AB"/>
    <w:rPr>
      <w:b/>
    </w:rPr>
  </w:style>
  <w:style w:type="character" w:customStyle="1" w:styleId="Titre5Car">
    <w:name w:val="Titre 5 Car"/>
    <w:basedOn w:val="Policepardfaut"/>
    <w:link w:val="Titre5"/>
    <w:rsid w:val="00C508AB"/>
    <w:rPr>
      <w:sz w:val="28"/>
    </w:rPr>
  </w:style>
  <w:style w:type="character" w:customStyle="1" w:styleId="Titre6Car">
    <w:name w:val="Titre 6 Car"/>
    <w:basedOn w:val="Policepardfaut"/>
    <w:link w:val="Titre6"/>
    <w:rsid w:val="00C508AB"/>
    <w:rPr>
      <w:rFonts w:ascii="Comic Sans MS" w:hAnsi="Comic Sans MS"/>
      <w:b/>
      <w:color w:val="008080"/>
      <w:sz w:val="28"/>
    </w:rPr>
  </w:style>
  <w:style w:type="character" w:customStyle="1" w:styleId="Titre7Car">
    <w:name w:val="Titre 7 Car"/>
    <w:basedOn w:val="Policepardfaut"/>
    <w:link w:val="Titre7"/>
    <w:rsid w:val="00C508AB"/>
    <w:rPr>
      <w:rFonts w:ascii="Comic Sans MS" w:hAnsi="Comic Sans MS"/>
      <w:b/>
      <w:sz w:val="18"/>
    </w:rPr>
  </w:style>
  <w:style w:type="character" w:customStyle="1" w:styleId="Titre8Car">
    <w:name w:val="Titre 8 Car"/>
    <w:basedOn w:val="Policepardfaut"/>
    <w:link w:val="Titre8"/>
    <w:rsid w:val="00C508AB"/>
    <w:rPr>
      <w:rFonts w:ascii="Comic Sans MS" w:hAnsi="Comic Sans MS"/>
      <w:b/>
      <w:sz w:val="22"/>
      <w:u w:val="single"/>
      <w:lang w:val="en-GB"/>
    </w:rPr>
  </w:style>
  <w:style w:type="character" w:customStyle="1" w:styleId="Titre9Car">
    <w:name w:val="Titre 9 Car"/>
    <w:basedOn w:val="Policepardfaut"/>
    <w:link w:val="Titre9"/>
    <w:rsid w:val="00C508AB"/>
    <w:rPr>
      <w:rFonts w:ascii="Comic Sans MS" w:hAnsi="Comic Sans MS"/>
      <w:b/>
    </w:rPr>
  </w:style>
  <w:style w:type="paragraph" w:styleId="Retraitcorpsdetexte">
    <w:name w:val="Body Text Indent"/>
    <w:basedOn w:val="Normal"/>
    <w:link w:val="RetraitcorpsdetexteCar"/>
    <w:semiHidden/>
    <w:rsid w:val="00C508AB"/>
    <w:pPr>
      <w:ind w:left="1418"/>
      <w:jc w:val="both"/>
    </w:pPr>
    <w:rPr>
      <w:rFonts w:ascii="Comic Sans MS" w:hAnsi="Comic Sans MS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C508AB"/>
    <w:rPr>
      <w:rFonts w:ascii="Comic Sans MS" w:hAnsi="Comic Sans MS"/>
    </w:rPr>
  </w:style>
  <w:style w:type="paragraph" w:styleId="Commentaire">
    <w:name w:val="annotation text"/>
    <w:basedOn w:val="Normal"/>
    <w:link w:val="CommentaireCar"/>
    <w:semiHidden/>
    <w:rsid w:val="00C508AB"/>
  </w:style>
  <w:style w:type="character" w:customStyle="1" w:styleId="CommentaireCar">
    <w:name w:val="Commentaire Car"/>
    <w:basedOn w:val="Policepardfaut"/>
    <w:link w:val="Commentaire"/>
    <w:semiHidden/>
    <w:rsid w:val="00C508AB"/>
  </w:style>
  <w:style w:type="paragraph" w:customStyle="1" w:styleId="121">
    <w:name w:val="1.2.1"/>
    <w:basedOn w:val="Titre3"/>
    <w:rsid w:val="00C508AB"/>
    <w:pPr>
      <w:keepNext w:val="0"/>
      <w:tabs>
        <w:tab w:val="left" w:pos="0"/>
        <w:tab w:val="num" w:pos="360"/>
      </w:tabs>
      <w:outlineLvl w:val="9"/>
    </w:pPr>
    <w:rPr>
      <w:rFonts w:ascii="Times New Roman" w:hAnsi="Times New Roman"/>
      <w:bCs w:val="0"/>
    </w:rPr>
  </w:style>
  <w:style w:type="paragraph" w:customStyle="1" w:styleId="Style3">
    <w:name w:val="Style3"/>
    <w:basedOn w:val="Normal"/>
    <w:rsid w:val="00C508AB"/>
    <w:rPr>
      <w:rFonts w:ascii="New York" w:hAnsi="New York"/>
    </w:rPr>
  </w:style>
  <w:style w:type="paragraph" w:customStyle="1" w:styleId="Standardniv1">
    <w:name w:val="Standard niv 1"/>
    <w:basedOn w:val="Titre1"/>
    <w:rsid w:val="00C508AB"/>
    <w:pPr>
      <w:keepNext w:val="0"/>
      <w:spacing w:before="0" w:after="0"/>
      <w:ind w:left="567"/>
      <w:jc w:val="both"/>
      <w:outlineLvl w:val="9"/>
    </w:pPr>
    <w:rPr>
      <w:rFonts w:ascii="Times" w:hAnsi="Times" w:cs="Times New Roman"/>
      <w:b w:val="0"/>
      <w:bCs w:val="0"/>
      <w:sz w:val="22"/>
      <w:szCs w:val="20"/>
    </w:rPr>
  </w:style>
  <w:style w:type="character" w:styleId="Marquedecommentaire">
    <w:name w:val="annotation reference"/>
    <w:basedOn w:val="Policepardfaut"/>
    <w:semiHidden/>
    <w:rsid w:val="00C508AB"/>
    <w:rPr>
      <w:sz w:val="16"/>
    </w:rPr>
  </w:style>
  <w:style w:type="paragraph" w:styleId="Retraitcorpsdetexte2">
    <w:name w:val="Body Text Indent 2"/>
    <w:basedOn w:val="Normal"/>
    <w:link w:val="Retraitcorpsdetexte2Car"/>
    <w:semiHidden/>
    <w:rsid w:val="00C508AB"/>
    <w:pPr>
      <w:tabs>
        <w:tab w:val="left" w:pos="7800"/>
      </w:tabs>
      <w:spacing w:after="240" w:line="240" w:lineRule="exact"/>
      <w:ind w:left="1134"/>
      <w:jc w:val="both"/>
    </w:pPr>
    <w:rPr>
      <w:rFonts w:ascii="Comic Sans MS" w:hAnsi="Comic Sans MS"/>
      <w:sz w:val="18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C508AB"/>
    <w:rPr>
      <w:rFonts w:ascii="Comic Sans MS" w:hAnsi="Comic Sans MS"/>
      <w:sz w:val="18"/>
    </w:rPr>
  </w:style>
  <w:style w:type="paragraph" w:styleId="Retraitcorpsdetexte3">
    <w:name w:val="Body Text Indent 3"/>
    <w:basedOn w:val="Normal"/>
    <w:link w:val="Retraitcorpsdetexte3Car"/>
    <w:semiHidden/>
    <w:rsid w:val="00C508AB"/>
    <w:pPr>
      <w:tabs>
        <w:tab w:val="left" w:pos="7800"/>
      </w:tabs>
      <w:spacing w:after="240" w:line="240" w:lineRule="exact"/>
      <w:ind w:left="1418"/>
      <w:jc w:val="both"/>
    </w:pPr>
    <w:rPr>
      <w:rFonts w:ascii="Comic Sans MS" w:hAnsi="Comic Sans MS"/>
      <w:sz w:val="18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C508AB"/>
    <w:rPr>
      <w:rFonts w:ascii="Comic Sans MS" w:hAnsi="Comic Sans MS"/>
      <w:sz w:val="18"/>
    </w:rPr>
  </w:style>
  <w:style w:type="paragraph" w:styleId="Normalcentr">
    <w:name w:val="Block Text"/>
    <w:basedOn w:val="Normal"/>
    <w:semiHidden/>
    <w:rsid w:val="00C508AB"/>
    <w:pPr>
      <w:ind w:left="567" w:right="289"/>
    </w:pPr>
    <w:rPr>
      <w:rFonts w:ascii="Comic Sans MS" w:hAnsi="Comic Sans MS"/>
      <w:sz w:val="18"/>
    </w:rPr>
  </w:style>
  <w:style w:type="character" w:styleId="Lienhypertextesuivivisit">
    <w:name w:val="FollowedHyperlink"/>
    <w:basedOn w:val="Policepardfaut"/>
    <w:semiHidden/>
    <w:rsid w:val="00C508AB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C508AB"/>
    <w:pPr>
      <w:tabs>
        <w:tab w:val="left" w:pos="1247"/>
        <w:tab w:val="left" w:leader="dot" w:pos="9072"/>
      </w:tabs>
      <w:spacing w:before="240" w:after="240"/>
    </w:pPr>
    <w:rPr>
      <w:b/>
    </w:rPr>
  </w:style>
  <w:style w:type="paragraph" w:styleId="TM2">
    <w:name w:val="toc 2"/>
    <w:basedOn w:val="Normal"/>
    <w:next w:val="Normal"/>
    <w:autoRedefine/>
    <w:uiPriority w:val="39"/>
    <w:rsid w:val="00C508AB"/>
    <w:pPr>
      <w:tabs>
        <w:tab w:val="left" w:pos="1021"/>
        <w:tab w:val="left" w:leader="dot" w:pos="9072"/>
      </w:tabs>
      <w:ind w:left="284"/>
    </w:pPr>
  </w:style>
  <w:style w:type="paragraph" w:customStyle="1" w:styleId="texte8">
    <w:name w:val="texte8"/>
    <w:basedOn w:val="Normal"/>
    <w:rsid w:val="00C508AB"/>
    <w:pPr>
      <w:spacing w:before="100" w:beforeAutospacing="1" w:after="100" w:afterAutospacing="1"/>
    </w:pPr>
    <w:rPr>
      <w:rFonts w:cs="Arial"/>
      <w:color w:val="000000"/>
    </w:rPr>
  </w:style>
  <w:style w:type="paragraph" w:customStyle="1" w:styleId="para2">
    <w:name w:val="para 2"/>
    <w:basedOn w:val="Normal"/>
    <w:rsid w:val="00C508AB"/>
    <w:pPr>
      <w:keepLines/>
      <w:spacing w:before="60" w:after="60"/>
      <w:ind w:left="1134"/>
      <w:jc w:val="both"/>
    </w:pPr>
    <w:rPr>
      <w:rFonts w:ascii="Arial Narrow" w:hAnsi="Arial Narrow"/>
    </w:rPr>
  </w:style>
  <w:style w:type="paragraph" w:styleId="Rvision">
    <w:name w:val="Revision"/>
    <w:hidden/>
    <w:uiPriority w:val="99"/>
    <w:semiHidden/>
    <w:rsid w:val="00C508AB"/>
  </w:style>
  <w:style w:type="table" w:styleId="Grilledutableau">
    <w:name w:val="Table Grid"/>
    <w:basedOn w:val="TableauNormal"/>
    <w:uiPriority w:val="59"/>
    <w:rsid w:val="00C508A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C508A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valeur">
    <w:name w:val="valeur"/>
    <w:basedOn w:val="Policepardfaut"/>
    <w:rsid w:val="00F8415B"/>
  </w:style>
  <w:style w:type="character" w:customStyle="1" w:styleId="ParagraphedelisteCar">
    <w:name w:val="Paragraphe de liste Car"/>
    <w:basedOn w:val="Policepardfaut"/>
    <w:link w:val="Paragraphedeliste"/>
    <w:uiPriority w:val="34"/>
    <w:rsid w:val="00C15D99"/>
    <w:rPr>
      <w:rFonts w:ascii="Arial" w:eastAsia="Calibri" w:hAnsi="Arial"/>
      <w:sz w:val="22"/>
      <w:szCs w:val="22"/>
      <w:lang w:eastAsia="en-US"/>
    </w:rPr>
  </w:style>
  <w:style w:type="table" w:customStyle="1" w:styleId="Grilledutableau1">
    <w:name w:val="Grille du tableau1"/>
    <w:basedOn w:val="TableauNormal"/>
    <w:next w:val="Grilledutableau"/>
    <w:uiPriority w:val="59"/>
    <w:rsid w:val="0021641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Grilledutableau11">
    <w:name w:val="Grille du tableau11"/>
    <w:basedOn w:val="TableauNormal"/>
    <w:next w:val="Grilledutableau"/>
    <w:uiPriority w:val="59"/>
    <w:rsid w:val="00B751F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tedebasdepage">
    <w:name w:val="footnote text"/>
    <w:basedOn w:val="Normal"/>
    <w:link w:val="NotedebasdepageCar"/>
    <w:semiHidden/>
    <w:rsid w:val="00FA4E2D"/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FA4E2D"/>
  </w:style>
  <w:style w:type="character" w:styleId="Appelnotedebasdep">
    <w:name w:val="footnote reference"/>
    <w:semiHidden/>
    <w:rsid w:val="00FA4E2D"/>
    <w:rPr>
      <w:vertAlign w:val="superscript"/>
    </w:rPr>
  </w:style>
  <w:style w:type="paragraph" w:customStyle="1" w:styleId="Corpsdetexte21">
    <w:name w:val="Corps de texte 21"/>
    <w:basedOn w:val="Normal"/>
    <w:rsid w:val="000B116C"/>
    <w:pPr>
      <w:overflowPunct w:val="0"/>
      <w:autoSpaceDE w:val="0"/>
      <w:autoSpaceDN w:val="0"/>
      <w:adjustRightInd w:val="0"/>
      <w:jc w:val="both"/>
      <w:textAlignment w:val="baseline"/>
    </w:pPr>
    <w:rPr>
      <w:rFonts w:ascii="Times" w:eastAsia="Times New Roman" w:hAnsi="Times"/>
      <w:szCs w:val="20"/>
      <w:lang w:eastAsia="fr-FR"/>
    </w:rPr>
  </w:style>
  <w:style w:type="paragraph" w:styleId="Sous-titre">
    <w:name w:val="Subtitle"/>
    <w:basedOn w:val="Normal"/>
    <w:next w:val="Normal"/>
    <w:link w:val="Sous-titreCar"/>
    <w:qFormat/>
    <w:rsid w:val="00C11A0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C11A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re">
    <w:name w:val="Title"/>
    <w:basedOn w:val="Normal"/>
    <w:link w:val="TitreCar"/>
    <w:qFormat/>
    <w:rsid w:val="00C11A02"/>
    <w:pPr>
      <w:spacing w:after="200" w:line="276" w:lineRule="auto"/>
      <w:jc w:val="center"/>
    </w:pPr>
    <w:rPr>
      <w:rFonts w:ascii="Comic Sans MS" w:eastAsia="Times New Roman" w:hAnsi="Comic Sans MS"/>
      <w:b/>
      <w:smallCaps/>
      <w:szCs w:val="20"/>
      <w:lang w:eastAsia="fr-FR"/>
    </w:rPr>
  </w:style>
  <w:style w:type="character" w:customStyle="1" w:styleId="TitreCar">
    <w:name w:val="Titre Car"/>
    <w:basedOn w:val="Policepardfaut"/>
    <w:link w:val="Titre"/>
    <w:rsid w:val="00C11A02"/>
    <w:rPr>
      <w:rFonts w:ascii="Comic Sans MS" w:hAnsi="Comic Sans MS"/>
      <w:b/>
      <w:smallCaps/>
      <w:sz w:val="2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76E0D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Mentionnonrsolue">
    <w:name w:val="Unresolved Mention"/>
    <w:basedOn w:val="Policepardfaut"/>
    <w:uiPriority w:val="99"/>
    <w:semiHidden/>
    <w:unhideWhenUsed/>
    <w:rsid w:val="00420F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79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Travail%20collaboratif\Modeles%20Kit%20Bureautique\Fonds%20de%20page\02-NantesStNazaire%20Cou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hase xmlns="98294ec3-6d1e-4971-a1aa-1927b64cb8ec">03 - DCE</Phase>
    <EmailTo xmlns="http://schemas.microsoft.com/sharepoint/v3" xsi:nil="true"/>
    <EmailHeaders xmlns="http://schemas.microsoft.com/sharepoint/v4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Marché" ma:contentTypeID="0x010100EFD34F6E2205F7498DD84A4AC94D3463" ma:contentTypeVersion="17" ma:contentTypeDescription="Crée un document de marché." ma:contentTypeScope="" ma:versionID="202a6783675dec628961e023f376ff20">
  <xsd:schema xmlns:xsd="http://www.w3.org/2001/XMLSchema" xmlns:xs="http://www.w3.org/2001/XMLSchema" xmlns:p="http://schemas.microsoft.com/office/2006/metadata/properties" xmlns:ns1="http://schemas.microsoft.com/sharepoint/v3" xmlns:ns2="98294ec3-6d1e-4971-a1aa-1927b64cb8ec" xmlns:ns3="http://schemas.microsoft.com/sharepoint/v4" targetNamespace="http://schemas.microsoft.com/office/2006/metadata/properties" ma:root="true" ma:fieldsID="12b77ac536d5f5991da5c1709457d2b4" ns1:_="" ns2:_="" ns3:_="">
    <xsd:import namespace="http://schemas.microsoft.com/sharepoint/v3"/>
    <xsd:import namespace="98294ec3-6d1e-4971-a1aa-1927b64cb8ec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Phase" minOccurs="0"/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  <xsd:element ref="ns3:EmailHead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9" nillable="true" ma:displayName="Expéditeur de courrier électronique" ma:hidden="true" ma:internalName="EmailSender">
      <xsd:simpleType>
        <xsd:restriction base="dms:Note">
          <xsd:maxLength value="255"/>
        </xsd:restriction>
      </xsd:simpleType>
    </xsd:element>
    <xsd:element name="EmailTo" ma:index="10" nillable="true" ma:displayName="Envoyer un message à" ma:hidden="true" ma:internalName="EmailTo">
      <xsd:simpleType>
        <xsd:restriction base="dms:Note">
          <xsd:maxLength value="255"/>
        </xsd:restriction>
      </xsd:simpleType>
    </xsd:element>
    <xsd:element name="EmailCc" ma:index="11" nillable="true" ma:displayName="Cc du message électronique" ma:hidden="true" ma:internalName="EmailCc">
      <xsd:simpleType>
        <xsd:restriction base="dms:Note">
          <xsd:maxLength value="255"/>
        </xsd:restriction>
      </xsd:simpleType>
    </xsd:element>
    <xsd:element name="EmailFrom" ma:index="12" nillable="true" ma:displayName="Message de" ma:hidden="true" ma:internalName="EmailFrom">
      <xsd:simpleType>
        <xsd:restriction base="dms:Text"/>
      </xsd:simpleType>
    </xsd:element>
    <xsd:element name="EmailSubject" ma:index="13" nillable="true" ma:displayName="Objet du message électronique" ma:hidden="true" ma:internalName="EmailSubject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294ec3-6d1e-4971-a1aa-1927b64cb8ec" elementFormDefault="qualified">
    <xsd:import namespace="http://schemas.microsoft.com/office/2006/documentManagement/types"/>
    <xsd:import namespace="http://schemas.microsoft.com/office/infopath/2007/PartnerControls"/>
    <xsd:element name="Phase" ma:index="8" nillable="true" ma:displayName="Phase" ma:default="00 - Autres" ma:format="Dropdown" ma:indexed="true" ma:internalName="Phase">
      <xsd:simpleType>
        <xsd:union memberTypes="dms:Text">
          <xsd:simpleType>
            <xsd:restriction base="dms:Choice">
              <xsd:enumeration value="00 - Autres"/>
              <xsd:enumeration value="01 - Avis"/>
              <xsd:enumeration value="02 - Gpt Commandes"/>
              <xsd:enumeration value="03 - DCE"/>
              <xsd:enumeration value="04 - Courrier"/>
              <xsd:enumeration value="05 - Préparation marché"/>
              <xsd:enumeration value="06 - Sourcing"/>
              <xsd:enumeration value="07 - QR"/>
              <xsd:enumeration value="08 - Offres"/>
              <xsd:enumeration value="09 - Demandes complémentaires"/>
              <xsd:enumeration value="10 - Négociation"/>
              <xsd:enumeration value="11 - RAO"/>
              <xsd:enumeration value="12 - Sourcing prochain marché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EmailHeaders" ma:index="14" nillable="true" ma:displayName="En-têtes de courrier électronique" ma:hidden="true" ma:internalName="EmailHeaders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dff0cc60-41e8-4b61-a5a9-140874bd162d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E1A94-93F9-42DA-BCB4-42AA438A7A70}">
  <ds:schemaRefs>
    <ds:schemaRef ds:uri="http://schemas.microsoft.com/sharepoint/v3"/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8294ec3-6d1e-4971-a1aa-1927b64cb8e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79009E-33F3-4027-A911-92EF5701D9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8294ec3-6d1e-4971-a1aa-1927b64cb8ec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6CF5C9-0508-492A-BF46-50E7E80C0A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4BDD1-9A99-406A-B34B-E05DCDA9631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5C6E14B-70DB-42EF-BCA1-94DA8DC0E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02-NantesStNazaire Coul</Template>
  <TotalTime>2</TotalTime>
  <Pages>1</Pages>
  <Words>46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RC</vt:lpstr>
    </vt:vector>
  </TitlesOfParts>
  <Company>CCI Nantes St-Nazaire</Company>
  <LinksUpToDate>false</LinksUpToDate>
  <CharactersWithSpaces>306</CharactersWithSpaces>
  <SharedDoc>false</SharedDoc>
  <HLinks>
    <vt:vector size="6" baseType="variant">
      <vt:variant>
        <vt:i4>4587614</vt:i4>
      </vt:variant>
      <vt:variant>
        <vt:i4>-1</vt:i4>
      </vt:variant>
      <vt:variant>
        <vt:i4>1086</vt:i4>
      </vt:variant>
      <vt:variant>
        <vt:i4>1</vt:i4>
      </vt:variant>
      <vt:variant>
        <vt:lpwstr>BandeauNoteInterne-2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PINCHON Sebastien</dc:creator>
  <cp:keywords>Modèle; Kit bureautique; Fond de page</cp:keywords>
  <cp:lastModifiedBy>PINCHON Sebastien</cp:lastModifiedBy>
  <cp:revision>4</cp:revision>
  <cp:lastPrinted>2020-09-22T07:16:00Z</cp:lastPrinted>
  <dcterms:created xsi:type="dcterms:W3CDTF">2020-09-23T12:55:00Z</dcterms:created>
  <dcterms:modified xsi:type="dcterms:W3CDTF">2024-10-24T09:53:00Z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0x010100EFD34F6E2205F7498DD84A4AC94D3463</vt:lpwstr>
  </property>
  <property fmtid="{D5CDD505-2E9C-101B-9397-08002B2CF9AE}" pid="3" name="Sous-thème">
    <vt:lpwstr>Avis</vt:lpwstr>
  </property>
  <property fmtid="{D5CDD505-2E9C-101B-9397-08002B2CF9AE}" pid="4" name="Thème">
    <vt:lpwstr>Commissions</vt:lpwstr>
  </property>
  <property fmtid="{D5CDD505-2E9C-101B-9397-08002B2CF9AE}" pid="5" name="_docset_NoMedatataSyncRequired">
    <vt:lpwstr>False</vt:lpwstr>
  </property>
</Properties>
</file>