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925" w:rsidRDefault="007B3925" w:rsidP="00793E29">
      <w:pPr>
        <w:pStyle w:val="Titre1"/>
      </w:pPr>
    </w:p>
    <w:p w:rsidR="007B3925" w:rsidRDefault="007B3925" w:rsidP="00793E29">
      <w:pPr>
        <w:pStyle w:val="Titre1"/>
      </w:pPr>
    </w:p>
    <w:p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:rsidR="00471FE9" w:rsidRPr="00471FE9" w:rsidRDefault="00471FE9" w:rsidP="00471FE9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</w:pPr>
      <w:proofErr w:type="spellStart"/>
      <w:r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Système</w:t>
      </w:r>
      <w:proofErr w:type="spellEnd"/>
      <w:r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 xml:space="preserve"> de test </w:t>
      </w:r>
      <w:proofErr w:type="spellStart"/>
      <w:r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paramétrique</w:t>
      </w:r>
      <w:bookmarkStart w:id="0" w:name="_GoBack"/>
      <w:bookmarkEnd w:id="0"/>
      <w:proofErr w:type="spellEnd"/>
    </w:p>
    <w:p w:rsidR="007B3925" w:rsidRPr="00280073" w:rsidRDefault="007B3925" w:rsidP="00C852F8">
      <w:pPr>
        <w:rPr>
          <w:lang w:val="en-US"/>
        </w:rPr>
      </w:pPr>
      <w:bookmarkStart w:id="1" w:name="_Ref272221449"/>
      <w:bookmarkStart w:id="2" w:name="_Toc275268165"/>
    </w:p>
    <w:p w:rsidR="007B3925" w:rsidRPr="00280073" w:rsidRDefault="007B3925" w:rsidP="00C852F8">
      <w:pPr>
        <w:rPr>
          <w:lang w:val="en-US"/>
        </w:rPr>
      </w:pPr>
    </w:p>
    <w:p w:rsidR="00C852F8" w:rsidRPr="00280073" w:rsidRDefault="00C852F8" w:rsidP="00C852F8">
      <w:pPr>
        <w:rPr>
          <w:lang w:val="en-US"/>
        </w:rPr>
      </w:pPr>
    </w:p>
    <w:p w:rsidR="00C852F8" w:rsidRPr="00280073" w:rsidRDefault="00C852F8" w:rsidP="00C852F8">
      <w:pPr>
        <w:rPr>
          <w:lang w:val="en-US"/>
        </w:rPr>
      </w:pPr>
    </w:p>
    <w:p w:rsidR="007B3925" w:rsidRPr="00280073" w:rsidRDefault="007B3925" w:rsidP="00C852F8">
      <w:pPr>
        <w:rPr>
          <w:lang w:val="en-US"/>
        </w:rPr>
      </w:pPr>
    </w:p>
    <w:p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1"/>
      <w:bookmarkEnd w:id="2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:rsidTr="00C852F8">
        <w:tc>
          <w:tcPr>
            <w:tcW w:w="2304" w:type="dxa"/>
            <w:shd w:val="clear" w:color="auto" w:fill="auto"/>
            <w:vAlign w:val="center"/>
          </w:tcPr>
          <w:p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:rsidTr="00C852F8">
        <w:tc>
          <w:tcPr>
            <w:tcW w:w="2304" w:type="dxa"/>
            <w:shd w:val="clear" w:color="auto" w:fill="auto"/>
            <w:vAlign w:val="center"/>
          </w:tcPr>
          <w:p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:rsidR="00EA4C9C" w:rsidRPr="00C852F8" w:rsidRDefault="00EA4C9C" w:rsidP="00C852F8">
      <w:pPr>
        <w:pStyle w:val="Titre1"/>
        <w:numPr>
          <w:ilvl w:val="0"/>
          <w:numId w:val="3"/>
        </w:numPr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 xml:space="preserve">YES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A7577B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A7577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(PM) </w:t>
            </w:r>
          </w:p>
        </w:tc>
      </w:tr>
      <w:tr w:rsidR="00062A0A" w:rsidRPr="00BF001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A7577B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A7577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 (CMS) In-line with track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A7577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84902" w:rsidRDefault="00084902" w:rsidP="00455AD5">
      <w:pPr>
        <w:rPr>
          <w:lang w:val="en-US"/>
        </w:rPr>
      </w:pPr>
    </w:p>
    <w:p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:rsidR="00335AA2" w:rsidRDefault="00335AA2" w:rsidP="00455AD5">
      <w:pPr>
        <w:rPr>
          <w:lang w:val="en-US"/>
        </w:rPr>
      </w:pPr>
    </w:p>
    <w:p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>ANSWER  YES OR NO</w:t>
            </w:r>
          </w:p>
        </w:tc>
        <w:tc>
          <w:tcPr>
            <w:tcW w:w="1467" w:type="dxa"/>
            <w:vAlign w:val="center"/>
          </w:tcPr>
          <w:p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(EM) 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 (RMS)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Availability, Reliability And </w:t>
            </w:r>
            <w:proofErr w:type="spellStart"/>
            <w:r w:rsidRPr="00BF001B">
              <w:rPr>
                <w:lang w:val="en-US"/>
              </w:rPr>
              <w:t>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</w:t>
            </w:r>
            <w:proofErr w:type="spellEnd"/>
            <w:r w:rsidRPr="00BF001B">
              <w:rPr>
                <w:lang w:val="en-US"/>
              </w:rPr>
              <w:t xml:space="preserve"> (ARAMS)</w:t>
            </w:r>
          </w:p>
        </w:tc>
      </w:tr>
      <w:tr w:rsidR="00335AA2" w:rsidRPr="000226A1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(RPMS) 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</w:t>
            </w:r>
            <w:proofErr w:type="spellStart"/>
            <w:r w:rsidRPr="00455AD5">
              <w:rPr>
                <w:lang w:val="en-US"/>
              </w:rPr>
              <w:t>Self Description</w:t>
            </w:r>
            <w:proofErr w:type="spellEnd"/>
            <w:r w:rsidRPr="00455AD5">
              <w:rPr>
                <w:lang w:val="en-US"/>
              </w:rPr>
              <w:t xml:space="preserve"> (</w:t>
            </w:r>
            <w:proofErr w:type="spellStart"/>
            <w:r w:rsidRPr="00455AD5">
              <w:rPr>
                <w:lang w:val="en-US"/>
              </w:rPr>
              <w:t>EqSD</w:t>
            </w:r>
            <w:proofErr w:type="spellEnd"/>
            <w:r w:rsidRPr="00455AD5">
              <w:rPr>
                <w:lang w:val="en-US"/>
              </w:rPr>
              <w:t xml:space="preserve">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(DCM)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 xml:space="preserve">XML </w:t>
            </w:r>
            <w:proofErr w:type="spellStart"/>
            <w:r>
              <w:t>Semiconductor</w:t>
            </w:r>
            <w:proofErr w:type="spellEnd"/>
            <w:r>
              <w:t xml:space="preserve"> Common Components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</w:t>
            </w:r>
            <w:proofErr w:type="spellStart"/>
            <w:r w:rsidRPr="00EA122C">
              <w:rPr>
                <w:lang w:val="en-US"/>
              </w:rPr>
              <w:t>RaP</w:t>
            </w:r>
            <w:proofErr w:type="spellEnd"/>
            <w:r w:rsidRPr="00EA122C">
              <w:rPr>
                <w:lang w:val="en-US"/>
              </w:rPr>
              <w:t>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335AA2" w:rsidRDefault="00335AA2" w:rsidP="00335AA2">
      <w:pPr>
        <w:rPr>
          <w:lang w:val="en-US"/>
        </w:rPr>
      </w:pPr>
    </w:p>
    <w:p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:rsidR="00F24772" w:rsidRDefault="00F24772" w:rsidP="00455AD5">
      <w:pPr>
        <w:rPr>
          <w:lang w:val="en-US"/>
        </w:rPr>
      </w:pPr>
    </w:p>
    <w:p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t>GEM COMPLIANCE STATEMENT</w:t>
      </w:r>
    </w:p>
    <w:p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:rsidR="00404118" w:rsidRDefault="00404118" w:rsidP="00455AD5">
      <w:pPr>
        <w:rPr>
          <w:lang w:val="en-US"/>
        </w:rPr>
      </w:pPr>
      <w:r>
        <w:t xml:space="preserve">GEM compliance </w:t>
      </w:r>
      <w:proofErr w:type="spellStart"/>
      <w:r>
        <w:t>statement</w:t>
      </w:r>
      <w:proofErr w:type="spellEnd"/>
      <w:r>
        <w:t xml:space="preserve">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A7577B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A7577B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(Attempt On-Line)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B793A" w:rsidRDefault="000B793A" w:rsidP="00ED5080">
      <w:pPr>
        <w:rPr>
          <w:lang w:val="en-US"/>
        </w:rPr>
      </w:pPr>
    </w:p>
    <w:p w:rsidR="001641D7" w:rsidRDefault="001641D7" w:rsidP="00ED5080">
      <w:pPr>
        <w:rPr>
          <w:lang w:val="en-US"/>
        </w:rPr>
      </w:pPr>
    </w:p>
    <w:p w:rsidR="001641D7" w:rsidRDefault="00C777DF" w:rsidP="00ED5080">
      <w:pPr>
        <w:rPr>
          <w:lang w:val="en-US"/>
        </w:rPr>
      </w:pPr>
      <w:r w:rsidRPr="00554DB4">
        <w:rPr>
          <w:lang w:val="en-US"/>
        </w:rPr>
        <w:lastRenderedPageBreak/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Establish Communications</w:t>
            </w:r>
          </w:p>
        </w:tc>
        <w:tc>
          <w:tcPr>
            <w:tcW w:w="1984" w:type="dxa"/>
          </w:tcPr>
          <w:p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There Request (R) (Heartbeat)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proofErr w:type="spellStart"/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>melist</w:t>
            </w:r>
            <w:proofErr w:type="spellEnd"/>
            <w:r w:rsidRPr="00A30BA2">
              <w:rPr>
                <w:lang w:val="en-US"/>
              </w:rPr>
              <w:t xml:space="preserve"> Request (SVNR)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proofErr w:type="spellStart"/>
            <w:r w:rsidRPr="00A30BA2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>ble.Disable</w:t>
            </w:r>
            <w:proofErr w:type="spellEnd"/>
            <w:r w:rsidRPr="00A30BA2">
              <w:rPr>
                <w:lang w:val="en-US"/>
              </w:rPr>
              <w:t xml:space="preserve"> Alarm Send (EAS)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</w:t>
            </w:r>
            <w:proofErr w:type="spellStart"/>
            <w:r w:rsidRPr="00A30BA2">
              <w:rPr>
                <w:lang w:val="en-US"/>
              </w:rPr>
              <w:t>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</w:t>
            </w:r>
            <w:proofErr w:type="spellEnd"/>
            <w:r w:rsidRPr="00A30BA2">
              <w:rPr>
                <w:lang w:val="en-US"/>
              </w:rPr>
              <w:t xml:space="preserve"> Request (ECNR)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Send (FPS)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Process Program Verification Send (PVS)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Send Special (CDSS)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D8135F" w:rsidRDefault="00D8135F" w:rsidP="00D8135F">
      <w:pPr>
        <w:rPr>
          <w:u w:val="single"/>
          <w:lang w:val="en-US"/>
        </w:rPr>
      </w:pPr>
    </w:p>
    <w:p w:rsidR="009976F3" w:rsidRDefault="009976F3" w:rsidP="00D8135F">
      <w:pPr>
        <w:rPr>
          <w:u w:val="single"/>
          <w:lang w:val="en-US"/>
        </w:rPr>
      </w:pPr>
    </w:p>
    <w:p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:rsidR="00F36F23" w:rsidRPr="000625E6" w:rsidRDefault="00F36F23" w:rsidP="00D8135F">
      <w:pPr>
        <w:rPr>
          <w:u w:val="single"/>
          <w:lang w:val="en-US"/>
        </w:rPr>
      </w:pPr>
    </w:p>
    <w:p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170"/>
      </w:tblGrid>
      <w:tr w:rsidR="00D97B0E" w:rsidRPr="00D97B0E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:rsidR="00223713" w:rsidRDefault="00223713" w:rsidP="00D8135F">
      <w:pPr>
        <w:rPr>
          <w:lang w:val="en-US"/>
        </w:rPr>
      </w:pPr>
    </w:p>
    <w:p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E2763D" w:rsidRDefault="00E2763D" w:rsidP="00D8135F">
      <w:pPr>
        <w:rPr>
          <w:lang w:val="en-US"/>
        </w:rPr>
      </w:pPr>
    </w:p>
    <w:p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F36F23" w:rsidRDefault="00F36F23" w:rsidP="00D8135F"/>
    <w:p w:rsidR="008963E7" w:rsidRPr="00F36F23" w:rsidRDefault="008963E7" w:rsidP="00D8135F">
      <w:r w:rsidRPr="00F36F23">
        <w:t xml:space="preserve">Carrier Management compliance </w:t>
      </w:r>
      <w:proofErr w:type="spellStart"/>
      <w:r w:rsidRPr="00F36F23">
        <w:t>statement</w:t>
      </w:r>
      <w:proofErr w:type="spellEnd"/>
      <w:r w:rsidRPr="00F36F23">
        <w:t xml:space="preserve"> (SEMI E87)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:rsidR="00E2763D" w:rsidRPr="00F36F23" w:rsidRDefault="00E2763D" w:rsidP="00D8135F"/>
    <w:p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A7577B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A7577B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:rsidR="00F36F23" w:rsidRDefault="00F36F23" w:rsidP="00D8135F">
      <w:pPr>
        <w:rPr>
          <w:lang w:val="en-US"/>
        </w:rPr>
      </w:pPr>
    </w:p>
    <w:p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:rsidR="00E2763D" w:rsidRDefault="00E2763D" w:rsidP="00D8135F">
      <w:pPr>
        <w:rPr>
          <w:lang w:val="en-US"/>
        </w:rPr>
      </w:pPr>
    </w:p>
    <w:p w:rsidR="00A05C94" w:rsidRDefault="00A05C94" w:rsidP="00D8135F">
      <w:proofErr w:type="spellStart"/>
      <w:r>
        <w:t>Reticle</w:t>
      </w:r>
      <w:proofErr w:type="spellEnd"/>
      <w:r w:rsidR="004F4A35">
        <w:t xml:space="preserve"> and </w:t>
      </w:r>
      <w:proofErr w:type="spellStart"/>
      <w:r w:rsidR="004F4A35">
        <w:t>Pod</w:t>
      </w:r>
      <w:proofErr w:type="spellEnd"/>
      <w:r w:rsidR="004F4A35">
        <w:t xml:space="preserve"> Management compliance </w:t>
      </w:r>
      <w:proofErr w:type="spellStart"/>
      <w:r w:rsidR="004F4A35">
        <w:t>S</w:t>
      </w:r>
      <w:r>
        <w:t>tatement</w:t>
      </w:r>
      <w:proofErr w:type="spellEnd"/>
      <w:r>
        <w:t xml:space="preserve"> (SEMI E109)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F36F23" w:rsidRDefault="00F36F23" w:rsidP="00D8135F"/>
    <w:p w:rsidR="00A05C94" w:rsidRPr="00A05C94" w:rsidRDefault="00A05C94" w:rsidP="00D8135F">
      <w:pPr>
        <w:rPr>
          <w:lang w:val="en-US"/>
        </w:rPr>
      </w:pPr>
    </w:p>
    <w:sectPr w:rsidR="00A05C94" w:rsidRPr="00A05C94" w:rsidSect="00B41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770" w:rsidRDefault="00F91770" w:rsidP="00B411A7">
      <w:pPr>
        <w:spacing w:after="0" w:line="240" w:lineRule="auto"/>
      </w:pPr>
      <w:r>
        <w:separator/>
      </w:r>
    </w:p>
  </w:endnote>
  <w:endnote w:type="continuationSeparator" w:id="0">
    <w:p w:rsidR="00F91770" w:rsidRDefault="00F91770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Gras">
    <w:panose1 w:val="020B0704020202020204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3C303F88" wp14:editId="2202273D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4F76F19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proofErr w:type="spellStart"/>
    <w:r w:rsidRPr="000412D7">
      <w:rPr>
        <w:b/>
        <w:lang w:val="en-US"/>
      </w:rPr>
      <w:t>Leti</w:t>
    </w:r>
    <w:proofErr w:type="spellEnd"/>
    <w:r w:rsidRPr="000412D7">
      <w:rPr>
        <w:b/>
        <w:lang w:val="en-US"/>
      </w:rPr>
      <w:t>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proofErr w:type="spellStart"/>
    <w:r>
      <w:t>Minatec</w:t>
    </w:r>
    <w:proofErr w:type="spellEnd"/>
    <w:r>
      <w:t xml:space="preserve">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471FE9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471FE9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327E02">
      <w:rPr>
        <w:sz w:val="12"/>
        <w:szCs w:val="12"/>
        <w:lang w:val="en-US"/>
      </w:rPr>
      <w:t>3</w:t>
    </w:r>
    <w:r w:rsidRPr="000412D7">
      <w:rPr>
        <w:sz w:val="12"/>
        <w:szCs w:val="12"/>
        <w:lang w:val="en-US"/>
      </w:rPr>
      <w:t xml:space="preserve"> du </w:t>
    </w:r>
    <w:r w:rsidR="00327E02">
      <w:rPr>
        <w:sz w:val="12"/>
        <w:szCs w:val="12"/>
        <w:lang w:val="en-US"/>
      </w:rPr>
      <w:t>31/01/2023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770" w:rsidRDefault="00F91770" w:rsidP="00B411A7">
      <w:pPr>
        <w:spacing w:after="0" w:line="240" w:lineRule="auto"/>
      </w:pPr>
      <w:r>
        <w:separator/>
      </w:r>
    </w:p>
  </w:footnote>
  <w:footnote w:type="continuationSeparator" w:id="0">
    <w:p w:rsidR="00F91770" w:rsidRDefault="00F91770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D14EA64" wp14:editId="415EA84E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Technological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Research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Department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>)</w:t>
    </w:r>
  </w:p>
  <w:p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DCOS – DPFT</w:t>
    </w:r>
  </w:p>
  <w:p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:rsidR="00BB303C" w:rsidRPr="00280073" w:rsidRDefault="00BB303C" w:rsidP="00327E02">
    <w:pPr>
      <w:pStyle w:val="En-tte"/>
      <w:ind w:left="2694"/>
      <w:rPr>
        <w:lang w:val="en-US"/>
      </w:rPr>
    </w:pPr>
    <w:r w:rsidRPr="00280073">
      <w:rPr>
        <w:b/>
        <w:color w:val="BFBFBF" w:themeColor="background1" w:themeShade="BF"/>
        <w:lang w:val="en-US"/>
      </w:rPr>
      <w:t>Ref.</w:t>
    </w:r>
    <w:r w:rsidRPr="00280073">
      <w:rPr>
        <w:color w:val="BFBFBF" w:themeColor="background1" w:themeShade="BF"/>
        <w:lang w:val="en-US"/>
      </w:rPr>
      <w:t>: Equipment specifications</w:t>
    </w:r>
  </w:p>
  <w:p w:rsidR="00BB303C" w:rsidRPr="00280073" w:rsidRDefault="00BB303C" w:rsidP="00B411A7">
    <w:pPr>
      <w:pStyle w:val="En-tte"/>
      <w:spacing w:before="80"/>
      <w:ind w:left="851"/>
      <w:rPr>
        <w:b/>
        <w:color w:val="BFBFBF" w:themeColor="background1" w:themeShade="BF"/>
        <w:spacing w:val="20"/>
        <w:lang w:val="en-US"/>
      </w:rPr>
    </w:pPr>
  </w:p>
  <w:p w:rsidR="00BB303C" w:rsidRPr="00280073" w:rsidRDefault="00BB303C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770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45B60"/>
    <w:rsid w:val="00261E57"/>
    <w:rsid w:val="00280073"/>
    <w:rsid w:val="002A665D"/>
    <w:rsid w:val="002C7B8E"/>
    <w:rsid w:val="002D26D8"/>
    <w:rsid w:val="002E4A68"/>
    <w:rsid w:val="00327E02"/>
    <w:rsid w:val="00335AA2"/>
    <w:rsid w:val="00336566"/>
    <w:rsid w:val="003D69C7"/>
    <w:rsid w:val="003F57F3"/>
    <w:rsid w:val="00404118"/>
    <w:rsid w:val="0042732C"/>
    <w:rsid w:val="00455AD5"/>
    <w:rsid w:val="00471FE9"/>
    <w:rsid w:val="004F4A35"/>
    <w:rsid w:val="005114C8"/>
    <w:rsid w:val="00512702"/>
    <w:rsid w:val="005440E1"/>
    <w:rsid w:val="00554DB4"/>
    <w:rsid w:val="00563326"/>
    <w:rsid w:val="00575D42"/>
    <w:rsid w:val="005B62AD"/>
    <w:rsid w:val="0061065E"/>
    <w:rsid w:val="00630620"/>
    <w:rsid w:val="00643B56"/>
    <w:rsid w:val="006D20F4"/>
    <w:rsid w:val="006F4F13"/>
    <w:rsid w:val="00756C5E"/>
    <w:rsid w:val="00784FD1"/>
    <w:rsid w:val="00786E58"/>
    <w:rsid w:val="00793E29"/>
    <w:rsid w:val="007B3925"/>
    <w:rsid w:val="00874911"/>
    <w:rsid w:val="008963E7"/>
    <w:rsid w:val="008C4F39"/>
    <w:rsid w:val="008D3DC4"/>
    <w:rsid w:val="008D4A54"/>
    <w:rsid w:val="009143EC"/>
    <w:rsid w:val="00934E6E"/>
    <w:rsid w:val="009718BA"/>
    <w:rsid w:val="009976F3"/>
    <w:rsid w:val="009B6FCD"/>
    <w:rsid w:val="009C6706"/>
    <w:rsid w:val="009D5F77"/>
    <w:rsid w:val="00A05C94"/>
    <w:rsid w:val="00A30BA2"/>
    <w:rsid w:val="00A7577B"/>
    <w:rsid w:val="00B03909"/>
    <w:rsid w:val="00B121EB"/>
    <w:rsid w:val="00B411A7"/>
    <w:rsid w:val="00B52DEC"/>
    <w:rsid w:val="00BB303C"/>
    <w:rsid w:val="00BC7123"/>
    <w:rsid w:val="00BF001B"/>
    <w:rsid w:val="00BF3AC2"/>
    <w:rsid w:val="00C3065B"/>
    <w:rsid w:val="00C441BB"/>
    <w:rsid w:val="00C44319"/>
    <w:rsid w:val="00C55788"/>
    <w:rsid w:val="00C777DF"/>
    <w:rsid w:val="00C852F8"/>
    <w:rsid w:val="00C97C6C"/>
    <w:rsid w:val="00CB7409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91770"/>
    <w:rsid w:val="00F9307E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F0CB7E"/>
  <w15:chartTrackingRefBased/>
  <w15:docId w15:val="{17A9140C-95D1-4B4C-9AB2-77098EBC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400-Infos_communes\400.48-Qualite_Plateformes\Formulaires\Achat%20-%20Travaux\APPENDIX%20J%20SECS-GEM%20Compliance%20Stat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APPENDIX J SECS-GEM Compliance Statement.dotx</Template>
  <TotalTime>1</TotalTime>
  <Pages>8</Pages>
  <Words>1010</Words>
  <Characters>5559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FOR-PF-008 Appendix J SECS/GEM Compliance Statement</vt:lpstr>
      <vt:lpstr>APPENDIX J: SECS/GEM COMPLIANCE STATEMENT</vt:lpstr>
    </vt:vector>
  </TitlesOfParts>
  <Company>CEA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>FRANCOGLIO Barbara</dc:creator>
  <cp:keywords/>
  <dc:description/>
  <cp:lastModifiedBy>NEGRE Sophie</cp:lastModifiedBy>
  <cp:revision>3</cp:revision>
  <dcterms:created xsi:type="dcterms:W3CDTF">2024-02-28T14:54:00Z</dcterms:created>
  <dcterms:modified xsi:type="dcterms:W3CDTF">2024-10-24T14:23:00Z</dcterms:modified>
</cp:coreProperties>
</file>