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6AE" w:rsidRPr="00B046AE" w:rsidRDefault="00B046AE" w:rsidP="00B046AE">
      <w:pPr>
        <w:pStyle w:val="NormalWeb"/>
        <w:pageBreakBefore/>
        <w:spacing w:after="0"/>
        <w:jc w:val="center"/>
        <w:rPr>
          <w:rFonts w:ascii="Marianne" w:hAnsi="Marianne"/>
          <w:b/>
          <w:sz w:val="22"/>
          <w:szCs w:val="22"/>
        </w:rPr>
      </w:pPr>
      <w:r w:rsidRPr="00B046AE">
        <w:rPr>
          <w:rFonts w:ascii="Marianne" w:hAnsi="Marianne"/>
          <w:b/>
          <w:color w:val="000000"/>
          <w:sz w:val="22"/>
          <w:szCs w:val="22"/>
        </w:rPr>
        <w:t>INSTITUT FRANÇAIS DU CHEVAL ET DE L’EQUITATION ECOLE NATIONALE D’EQUITATION SAUMUR</w:t>
      </w:r>
    </w:p>
    <w:p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 xml:space="preserve">Attestation de visite </w:t>
      </w:r>
      <w:bookmarkStart w:id="0" w:name="_GoBack"/>
      <w:r w:rsidR="00C562AF">
        <w:rPr>
          <w:rFonts w:ascii="Marianne" w:hAnsi="Marianne"/>
          <w:color w:val="000000"/>
        </w:rPr>
        <w:t xml:space="preserve">réfection des toitures terrasses </w:t>
      </w:r>
      <w:r w:rsidR="00EB2AD2">
        <w:rPr>
          <w:rFonts w:ascii="Marianne" w:hAnsi="Marianne"/>
          <w:color w:val="000000"/>
        </w:rPr>
        <w:t>du</w:t>
      </w:r>
      <w:r w:rsidR="00C562AF">
        <w:rPr>
          <w:rFonts w:ascii="Marianne" w:hAnsi="Marianne"/>
          <w:color w:val="000000"/>
        </w:rPr>
        <w:t xml:space="preserve"> siège administratif</w:t>
      </w:r>
      <w:r>
        <w:rPr>
          <w:rFonts w:ascii="Marianne" w:hAnsi="Marianne"/>
          <w:color w:val="000000"/>
        </w:rPr>
        <w:t xml:space="preserve"> à Pompadour (19)</w:t>
      </w:r>
    </w:p>
    <w:bookmarkEnd w:id="0"/>
    <w:p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</w:rPr>
        <w:t xml:space="preserve">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(</w:t>
      </w:r>
      <w:proofErr w:type="gramStart"/>
      <w:r w:rsidRPr="00B046AE">
        <w:rPr>
          <w:rFonts w:ascii="Marianne" w:hAnsi="Marianne"/>
          <w:b/>
          <w:bCs/>
          <w:color w:val="000000"/>
          <w:sz w:val="20"/>
          <w:szCs w:val="20"/>
        </w:rPr>
        <w:t>coupon</w:t>
      </w:r>
      <w:proofErr w:type="gramEnd"/>
      <w:r w:rsidRPr="00B046AE">
        <w:rPr>
          <w:rFonts w:ascii="Marianne" w:hAnsi="Marianne"/>
          <w:b/>
          <w:bCs/>
          <w:color w:val="000000"/>
          <w:sz w:val="20"/>
          <w:szCs w:val="20"/>
        </w:rPr>
        <w:t xml:space="preserve"> à conserver par l’IFCE)</w:t>
      </w:r>
    </w:p>
    <w:p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Je soussigné(e)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-------------------------------------------------------------------------------------------------</w:t>
      </w:r>
    </w:p>
    <w:p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</w:t>
      </w:r>
      <w:r w:rsidRPr="00B046AE">
        <w:rPr>
          <w:rFonts w:ascii="Calibri" w:hAnsi="Calibri" w:cs="Calibri"/>
          <w:color w:val="000000"/>
          <w:sz w:val="20"/>
          <w:szCs w:val="20"/>
        </w:rPr>
        <w:t> </w:t>
      </w:r>
      <w:r w:rsidRPr="00B046AE">
        <w:rPr>
          <w:rFonts w:ascii="Marianne" w:hAnsi="Marianne"/>
          <w:color w:val="000000"/>
          <w:sz w:val="20"/>
          <w:szCs w:val="20"/>
        </w:rPr>
        <w:t>: -------------------------------------------------------------------------------------</w:t>
      </w:r>
    </w:p>
    <w:p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Déclare avoir visité le site de l’IFCE afin de répondre à l’appel à concurrence relatif à </w:t>
      </w:r>
      <w:r>
        <w:rPr>
          <w:rFonts w:ascii="Marianne" w:hAnsi="Marianne"/>
          <w:color w:val="000000"/>
          <w:sz w:val="20"/>
          <w:szCs w:val="20"/>
        </w:rPr>
        <w:t xml:space="preserve">la </w:t>
      </w:r>
      <w:r w:rsidR="00C562AF">
        <w:rPr>
          <w:rFonts w:ascii="Marianne" w:hAnsi="Marianne"/>
          <w:color w:val="000000"/>
          <w:sz w:val="20"/>
          <w:szCs w:val="20"/>
        </w:rPr>
        <w:t xml:space="preserve">réfection des toitures des terrasses </w:t>
      </w:r>
      <w:r w:rsidR="00EB2AD2">
        <w:rPr>
          <w:rFonts w:ascii="Marianne" w:hAnsi="Marianne"/>
          <w:color w:val="000000"/>
          <w:sz w:val="20"/>
          <w:szCs w:val="20"/>
        </w:rPr>
        <w:t>du</w:t>
      </w:r>
      <w:r w:rsidR="00C562AF">
        <w:rPr>
          <w:rFonts w:ascii="Marianne" w:hAnsi="Marianne"/>
          <w:color w:val="000000"/>
          <w:sz w:val="20"/>
          <w:szCs w:val="20"/>
        </w:rPr>
        <w:t xml:space="preserve"> siège administratif</w:t>
      </w:r>
      <w:r>
        <w:rPr>
          <w:rFonts w:ascii="Marianne" w:hAnsi="Marianne"/>
          <w:color w:val="000000"/>
          <w:sz w:val="20"/>
          <w:szCs w:val="20"/>
        </w:rPr>
        <w:t xml:space="preserve"> de Pompadour (19)</w:t>
      </w:r>
    </w:p>
    <w:p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Date de visite</w:t>
      </w:r>
    </w:p>
    <w:p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</w:rPr>
        <w:t>………………………………………………………………………………………………………</w:t>
      </w:r>
      <w:r>
        <w:rPr>
          <w:rFonts w:ascii="Marianne" w:hAnsi="Marianne"/>
          <w:color w:val="000000"/>
        </w:rPr>
        <w:t>………………………………………</w:t>
      </w:r>
    </w:p>
    <w:p w:rsid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b/>
          <w:bCs/>
          <w:color w:val="000000"/>
          <w:sz w:val="22"/>
          <w:szCs w:val="22"/>
        </w:rPr>
      </w:pPr>
      <w:r w:rsidRPr="00B046AE">
        <w:rPr>
          <w:rFonts w:ascii="Marianne" w:hAnsi="Marianne"/>
          <w:b/>
          <w:bCs/>
          <w:color w:val="000000"/>
          <w:sz w:val="22"/>
          <w:szCs w:val="22"/>
        </w:rPr>
        <w:t>INSTITUT FRANÇAIS DU CHEVAL ET DE L’EQUITATION ECOLE NATIONALE D’EQUITATION SAUMUR</w:t>
      </w:r>
    </w:p>
    <w:p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 xml:space="preserve">Attestation de visite </w:t>
      </w:r>
      <w:r w:rsidR="00C562AF">
        <w:rPr>
          <w:rFonts w:ascii="Marianne" w:hAnsi="Marianne"/>
          <w:color w:val="000000"/>
        </w:rPr>
        <w:t xml:space="preserve">réfection des toitures terrasses </w:t>
      </w:r>
      <w:r w:rsidR="00EB2AD2">
        <w:rPr>
          <w:rFonts w:ascii="Marianne" w:hAnsi="Marianne"/>
          <w:color w:val="000000"/>
        </w:rPr>
        <w:t>du</w:t>
      </w:r>
      <w:r w:rsidR="00C562AF">
        <w:rPr>
          <w:rFonts w:ascii="Marianne" w:hAnsi="Marianne"/>
          <w:color w:val="000000"/>
        </w:rPr>
        <w:t xml:space="preserve"> siège administratif</w:t>
      </w:r>
      <w:r>
        <w:rPr>
          <w:rFonts w:ascii="Marianne" w:hAnsi="Marianne"/>
          <w:color w:val="000000"/>
        </w:rPr>
        <w:t xml:space="preserve"> à Pompadour (19)</w:t>
      </w:r>
    </w:p>
    <w:p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  <w:sz w:val="20"/>
          <w:szCs w:val="20"/>
        </w:rPr>
        <w:t>(</w:t>
      </w:r>
      <w:proofErr w:type="gramStart"/>
      <w:r w:rsidRPr="00B046AE">
        <w:rPr>
          <w:rFonts w:ascii="Marianne" w:hAnsi="Marianne"/>
          <w:b/>
          <w:bCs/>
          <w:color w:val="000000"/>
          <w:sz w:val="20"/>
          <w:szCs w:val="20"/>
        </w:rPr>
        <w:t>coupon</w:t>
      </w:r>
      <w:proofErr w:type="gramEnd"/>
      <w:r w:rsidRPr="00B046AE">
        <w:rPr>
          <w:rFonts w:ascii="Marianne" w:hAnsi="Marianne"/>
          <w:b/>
          <w:bCs/>
          <w:color w:val="000000"/>
          <w:sz w:val="20"/>
          <w:szCs w:val="20"/>
        </w:rPr>
        <w:t xml:space="preserve"> à remettre à l’entreprise)</w:t>
      </w:r>
    </w:p>
    <w:p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Je soussigné -------------------------------------------------------------------------------------------------</w:t>
      </w:r>
    </w:p>
    <w:p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 ------------------------------------------------------------------------------------</w:t>
      </w:r>
    </w:p>
    <w:p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Déclare avoir visité le site de l’IFCE afin de répondre à l’appel à concurrence relatif à</w:t>
      </w:r>
      <w:r>
        <w:rPr>
          <w:rFonts w:ascii="Marianne" w:hAnsi="Marianne"/>
          <w:color w:val="000000"/>
          <w:sz w:val="20"/>
          <w:szCs w:val="20"/>
        </w:rPr>
        <w:t xml:space="preserve"> la </w:t>
      </w:r>
      <w:r w:rsidR="00C562AF">
        <w:rPr>
          <w:rFonts w:ascii="Marianne" w:hAnsi="Marianne"/>
          <w:color w:val="000000"/>
          <w:sz w:val="20"/>
          <w:szCs w:val="20"/>
        </w:rPr>
        <w:t xml:space="preserve">réfection des toitures des terrasses </w:t>
      </w:r>
      <w:r w:rsidR="00EB2AD2">
        <w:rPr>
          <w:rFonts w:ascii="Marianne" w:hAnsi="Marianne"/>
          <w:color w:val="000000"/>
          <w:sz w:val="20"/>
          <w:szCs w:val="20"/>
        </w:rPr>
        <w:t>du</w:t>
      </w:r>
      <w:r w:rsidR="00C562AF">
        <w:rPr>
          <w:rFonts w:ascii="Marianne" w:hAnsi="Marianne"/>
          <w:color w:val="000000"/>
          <w:sz w:val="20"/>
          <w:szCs w:val="20"/>
        </w:rPr>
        <w:t xml:space="preserve"> siège administratif</w:t>
      </w:r>
      <w:r>
        <w:rPr>
          <w:rFonts w:ascii="Marianne" w:hAnsi="Marianne"/>
          <w:color w:val="000000"/>
          <w:sz w:val="20"/>
          <w:szCs w:val="20"/>
        </w:rPr>
        <w:t xml:space="preserve"> de Pompadour (19)</w:t>
      </w:r>
    </w:p>
    <w:p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 Date de visite</w:t>
      </w:r>
    </w:p>
    <w:p w:rsidR="00B046AE" w:rsidRDefault="00B046AE" w:rsidP="00B046AE">
      <w:pPr>
        <w:pStyle w:val="NormalWeb"/>
        <w:spacing w:before="278" w:beforeAutospacing="0" w:after="0"/>
        <w:rPr>
          <w:rFonts w:ascii="Marianne" w:hAnsi="Marianne"/>
          <w:color w:val="000000"/>
          <w:sz w:val="20"/>
          <w:szCs w:val="20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:rsidR="00F56597" w:rsidRPr="00B046AE" w:rsidRDefault="00F56597" w:rsidP="00F56597">
      <w:pPr>
        <w:rPr>
          <w:rFonts w:ascii="Marianne" w:hAnsi="Marianne"/>
        </w:rPr>
      </w:pPr>
    </w:p>
    <w:p w:rsidR="00F56597" w:rsidRPr="00B046AE" w:rsidRDefault="00F56597" w:rsidP="00F56597">
      <w:pPr>
        <w:rPr>
          <w:rFonts w:ascii="Marianne" w:hAnsi="Marianne"/>
        </w:rPr>
      </w:pPr>
    </w:p>
    <w:p w:rsidR="0081163D" w:rsidRPr="00B046AE" w:rsidRDefault="0081163D" w:rsidP="00643416">
      <w:pPr>
        <w:rPr>
          <w:rFonts w:ascii="Marianne" w:hAnsi="Marianne"/>
        </w:rPr>
      </w:pPr>
    </w:p>
    <w:sectPr w:rsidR="0081163D" w:rsidRPr="00B046AE" w:rsidSect="00C748BC">
      <w:headerReference w:type="default" r:id="rId8"/>
      <w:footerReference w:type="default" r:id="rId9"/>
      <w:pgSz w:w="11906" w:h="16838" w:code="9"/>
      <w:pgMar w:top="2215" w:right="964" w:bottom="964" w:left="964" w:header="0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227" w:rsidRDefault="004F3227" w:rsidP="00F51D4C">
      <w:r>
        <w:separator/>
      </w:r>
    </w:p>
  </w:endnote>
  <w:endnote w:type="continuationSeparator" w:id="0">
    <w:p w:rsidR="004F3227" w:rsidRDefault="004F3227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38B" w:rsidRPr="00F56597" w:rsidRDefault="00BD438B" w:rsidP="00F56597">
    <w:r>
      <w:tab/>
    </w:r>
  </w:p>
  <w:tbl>
    <w:tblPr>
      <w:tblStyle w:val="Grilledutableau"/>
      <w:tblW w:w="103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4253"/>
      <w:gridCol w:w="1454"/>
      <w:gridCol w:w="4641"/>
    </w:tblGrid>
    <w:tr w:rsidR="00A24598" w:rsidRPr="00A86871" w:rsidTr="00A24598">
      <w:trPr>
        <w:trHeight w:val="454"/>
      </w:trPr>
      <w:tc>
        <w:tcPr>
          <w:tcW w:w="4253" w:type="dxa"/>
          <w:vAlign w:val="bottom"/>
        </w:tcPr>
        <w:p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  <w:tr w:rsidR="00A24598" w:rsidRPr="00A86871" w:rsidTr="00A24598">
      <w:trPr>
        <w:trHeight w:val="41"/>
      </w:trPr>
      <w:tc>
        <w:tcPr>
          <w:tcW w:w="4253" w:type="dxa"/>
          <w:vAlign w:val="bottom"/>
        </w:tcPr>
        <w:p w:rsidR="00A24598" w:rsidRDefault="00C562AF" w:rsidP="00A24598">
          <w:pPr>
            <w:pStyle w:val="Pieddepage"/>
            <w:framePr w:w="0" w:wrap="notBeside"/>
          </w:pPr>
          <w:r>
            <w:t>170, Avenue du Cadre Noir</w:t>
          </w:r>
        </w:p>
        <w:p w:rsidR="00C562AF" w:rsidRPr="00F56597" w:rsidRDefault="00C562AF" w:rsidP="00A24598">
          <w:pPr>
            <w:pStyle w:val="Pieddepage"/>
            <w:framePr w:w="0" w:wrap="notBeside"/>
          </w:pPr>
          <w:r>
            <w:t>49400 SAUMUR</w:t>
          </w:r>
        </w:p>
        <w:p w:rsidR="00A24598" w:rsidRPr="00F56597" w:rsidRDefault="00A24598" w:rsidP="00A24598">
          <w:pPr>
            <w:pStyle w:val="Pieddepage"/>
            <w:framePr w:w="0" w:wrap="notBeside"/>
          </w:pPr>
          <w:proofErr w:type="spellStart"/>
          <w:r w:rsidRPr="00A86871">
            <w:t>Tél</w:t>
          </w:r>
          <w:proofErr w:type="spellEnd"/>
          <w:r w:rsidRPr="00A86871">
            <w:t xml:space="preserve"> : </w:t>
          </w:r>
          <w:r w:rsidRPr="00F56597">
            <w:t xml:space="preserve"> 02 41 53 50 50</w:t>
          </w:r>
        </w:p>
        <w:p w:rsidR="00A24598" w:rsidRPr="00F56597" w:rsidRDefault="00A24598" w:rsidP="00A24598">
          <w:pPr>
            <w:pStyle w:val="Pieddepage"/>
            <w:framePr w:w="0" w:wrap="notBeside"/>
          </w:pPr>
          <w:proofErr w:type="spellStart"/>
          <w:r w:rsidRPr="00A86871">
            <w:t>Mél</w:t>
          </w:r>
          <w:proofErr w:type="spellEnd"/>
          <w:r w:rsidRPr="00A86871">
            <w:t xml:space="preserve"> : </w:t>
          </w:r>
          <w:hyperlink r:id="rId1" w:history="1">
            <w:r w:rsidRPr="00F56597">
              <w:rPr>
                <w:rStyle w:val="Lienhypertexte"/>
              </w:rPr>
              <w:t>info@ifce.fr</w:t>
            </w:r>
          </w:hyperlink>
          <w:r w:rsidRPr="00F56597">
            <w:t xml:space="preserve"> </w:t>
          </w:r>
        </w:p>
        <w:p w:rsidR="00A24598" w:rsidRPr="00F56597" w:rsidRDefault="00EB2AD2" w:rsidP="00A24598">
          <w:pPr>
            <w:pStyle w:val="Pieddepage"/>
            <w:framePr w:w="0" w:wrap="notBeside"/>
          </w:pPr>
          <w:hyperlink r:id="rId2" w:history="1">
            <w:r w:rsidR="00A24598" w:rsidRPr="00F56597">
              <w:rPr>
                <w:rStyle w:val="Lienhypertexte"/>
              </w:rPr>
              <w:t>www.ifce.fr</w:t>
            </w:r>
          </w:hyperlink>
          <w:r w:rsidR="00A24598" w:rsidRPr="00F56597">
            <w:t xml:space="preserve"> </w:t>
          </w:r>
        </w:p>
      </w:tc>
      <w:tc>
        <w:tcPr>
          <w:tcW w:w="1454" w:type="dxa"/>
          <w:vAlign w:val="bottom"/>
        </w:tcPr>
        <w:p w:rsidR="00A24598" w:rsidRPr="00F56597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PAGE   \* MERGEFORMAT </w:instrText>
          </w:r>
          <w:r w:rsidRPr="00F56597">
            <w:fldChar w:fldCharType="separate"/>
          </w:r>
          <w:r w:rsidR="00EB2AD2">
            <w:rPr>
              <w:noProof/>
            </w:rPr>
            <w:t>1</w:t>
          </w:r>
          <w:r w:rsidRPr="00F56597">
            <w:fldChar w:fldCharType="end"/>
          </w:r>
          <w:r w:rsidRPr="00F56597">
            <w:t>/</w:t>
          </w:r>
          <w:fldSimple w:instr=" NUMPAGES   \* MERGEFORMAT ">
            <w:r w:rsidR="00EB2AD2">
              <w:rPr>
                <w:noProof/>
              </w:rPr>
              <w:t>1</w:t>
            </w:r>
          </w:fldSimple>
        </w:p>
      </w:tc>
      <w:tc>
        <w:tcPr>
          <w:tcW w:w="4641" w:type="dxa"/>
          <w:vAlign w:val="bottom"/>
        </w:tcPr>
        <w:p w:rsidR="00A24598" w:rsidRPr="00F56597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TIME \@ "dd/MM/yyyy" </w:instrText>
          </w:r>
          <w:r w:rsidRPr="00F56597">
            <w:fldChar w:fldCharType="separate"/>
          </w:r>
          <w:r w:rsidR="00EB2AD2">
            <w:rPr>
              <w:noProof/>
            </w:rPr>
            <w:t>24/10/2024</w:t>
          </w:r>
          <w:r w:rsidRPr="00F56597">
            <w:fldChar w:fldCharType="end"/>
          </w:r>
        </w:p>
      </w:tc>
    </w:tr>
    <w:tr w:rsidR="00A24598" w:rsidRPr="00A86871" w:rsidTr="00A24598">
      <w:trPr>
        <w:trHeight w:val="964"/>
      </w:trPr>
      <w:tc>
        <w:tcPr>
          <w:tcW w:w="4253" w:type="dxa"/>
          <w:vAlign w:val="bottom"/>
        </w:tcPr>
        <w:p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</w:tbl>
  <w:p w:rsidR="00D602E2" w:rsidRPr="00BD438B" w:rsidRDefault="00D602E2" w:rsidP="00F56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227" w:rsidRDefault="004F3227" w:rsidP="00F51D4C">
      <w:r>
        <w:separator/>
      </w:r>
    </w:p>
  </w:footnote>
  <w:footnote w:type="continuationSeparator" w:id="0">
    <w:p w:rsidR="004F3227" w:rsidRDefault="004F3227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92"/>
      <w:gridCol w:w="4991"/>
    </w:tblGrid>
    <w:tr w:rsidR="00F56597" w:rsidTr="00F56597">
      <w:trPr>
        <w:trHeight w:val="964"/>
      </w:trPr>
      <w:tc>
        <w:tcPr>
          <w:tcW w:w="5151" w:type="dxa"/>
        </w:tcPr>
        <w:p w:rsidR="00F56597" w:rsidRPr="00F56597" w:rsidRDefault="00F56597">
          <w:pPr>
            <w:pStyle w:val="En-tte"/>
          </w:pPr>
        </w:p>
      </w:tc>
      <w:tc>
        <w:tcPr>
          <w:tcW w:w="5151" w:type="dxa"/>
        </w:tcPr>
        <w:p w:rsidR="00F56597" w:rsidRDefault="00F56597">
          <w:pPr>
            <w:pStyle w:val="En-tte"/>
          </w:pPr>
        </w:p>
      </w:tc>
    </w:tr>
    <w:tr w:rsidR="00F56597" w:rsidTr="00F56597">
      <w:trPr>
        <w:trHeight w:val="1421"/>
      </w:trPr>
      <w:tc>
        <w:tcPr>
          <w:tcW w:w="5151" w:type="dxa"/>
        </w:tcPr>
        <w:p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1BF0418C" wp14:editId="6B0F6076">
                <wp:simplePos x="0" y="0"/>
                <wp:positionH relativeFrom="margin">
                  <wp:posOffset>-3175</wp:posOffset>
                </wp:positionH>
                <wp:positionV relativeFrom="margin">
                  <wp:posOffset>1270</wp:posOffset>
                </wp:positionV>
                <wp:extent cx="1551940" cy="904875"/>
                <wp:effectExtent l="0" t="0" r="0" b="9525"/>
                <wp:wrapNone/>
                <wp:docPr id="265" name="Image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tdl_premier_ministre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13232" b="36486"/>
                        <a:stretch/>
                      </pic:blipFill>
                      <pic:spPr bwMode="auto">
                        <a:xfrm>
                          <a:off x="0" y="0"/>
                          <a:ext cx="15519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51" w:type="dxa"/>
        </w:tcPr>
        <w:p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5408" behindDoc="0" locked="0" layoutInCell="1" allowOverlap="1" wp14:anchorId="22473D76" wp14:editId="220DA7F8">
                <wp:simplePos x="0" y="0"/>
                <wp:positionH relativeFrom="column">
                  <wp:posOffset>1960880</wp:posOffset>
                </wp:positionH>
                <wp:positionV relativeFrom="paragraph">
                  <wp:posOffset>113665</wp:posOffset>
                </wp:positionV>
                <wp:extent cx="1276350" cy="654129"/>
                <wp:effectExtent l="0" t="0" r="0" b="0"/>
                <wp:wrapNone/>
                <wp:docPr id="266" name="Image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" name="Logo-ifce-Horizontal_Simple_RVB-Copie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6541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56597" w:rsidTr="00F56597">
      <w:trPr>
        <w:trHeight w:val="397"/>
      </w:trPr>
      <w:tc>
        <w:tcPr>
          <w:tcW w:w="5151" w:type="dxa"/>
        </w:tcPr>
        <w:p w:rsidR="00F56597" w:rsidRPr="00F56597" w:rsidRDefault="00F56597">
          <w:pPr>
            <w:pStyle w:val="En-tte"/>
          </w:pPr>
        </w:p>
      </w:tc>
      <w:tc>
        <w:tcPr>
          <w:tcW w:w="5151" w:type="dxa"/>
        </w:tcPr>
        <w:p w:rsidR="00F56597" w:rsidRDefault="00F56597">
          <w:pPr>
            <w:pStyle w:val="En-tte"/>
          </w:pPr>
        </w:p>
      </w:tc>
    </w:tr>
  </w:tbl>
  <w:p w:rsidR="00272293" w:rsidRDefault="00272293" w:rsidP="00F565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E087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18E0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48E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0AF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7A14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1827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EE4A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DC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9C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A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7EA6153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3"/>
  </w:num>
  <w:num w:numId="14">
    <w:abstractNumId w:val="11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227"/>
    <w:rsid w:val="00012BCA"/>
    <w:rsid w:val="0002719A"/>
    <w:rsid w:val="00070CA5"/>
    <w:rsid w:val="00081A47"/>
    <w:rsid w:val="000B725D"/>
    <w:rsid w:val="000C711B"/>
    <w:rsid w:val="000D2E01"/>
    <w:rsid w:val="000D7179"/>
    <w:rsid w:val="000E58D3"/>
    <w:rsid w:val="000F3A76"/>
    <w:rsid w:val="00157D63"/>
    <w:rsid w:val="00194EEB"/>
    <w:rsid w:val="001A2BD3"/>
    <w:rsid w:val="001A5DDF"/>
    <w:rsid w:val="001B22C2"/>
    <w:rsid w:val="001B585A"/>
    <w:rsid w:val="001F68F8"/>
    <w:rsid w:val="002019AB"/>
    <w:rsid w:val="002044E3"/>
    <w:rsid w:val="00217EF0"/>
    <w:rsid w:val="0022180D"/>
    <w:rsid w:val="00272293"/>
    <w:rsid w:val="00286BBA"/>
    <w:rsid w:val="00301E4C"/>
    <w:rsid w:val="00305138"/>
    <w:rsid w:val="0030637F"/>
    <w:rsid w:val="00344267"/>
    <w:rsid w:val="003445D6"/>
    <w:rsid w:val="00370CC5"/>
    <w:rsid w:val="003B397B"/>
    <w:rsid w:val="003C7C34"/>
    <w:rsid w:val="003F14FD"/>
    <w:rsid w:val="00443453"/>
    <w:rsid w:val="004627F2"/>
    <w:rsid w:val="00462D62"/>
    <w:rsid w:val="004F3227"/>
    <w:rsid w:val="00523158"/>
    <w:rsid w:val="005232F9"/>
    <w:rsid w:val="00550AF2"/>
    <w:rsid w:val="005653EA"/>
    <w:rsid w:val="00584FEB"/>
    <w:rsid w:val="005951A0"/>
    <w:rsid w:val="00595824"/>
    <w:rsid w:val="00606733"/>
    <w:rsid w:val="00614228"/>
    <w:rsid w:val="00643416"/>
    <w:rsid w:val="006645E5"/>
    <w:rsid w:val="00692788"/>
    <w:rsid w:val="0069403C"/>
    <w:rsid w:val="006B108E"/>
    <w:rsid w:val="006C296F"/>
    <w:rsid w:val="006D6988"/>
    <w:rsid w:val="006F072F"/>
    <w:rsid w:val="006F538E"/>
    <w:rsid w:val="00721698"/>
    <w:rsid w:val="00724FE6"/>
    <w:rsid w:val="00782A06"/>
    <w:rsid w:val="007C76ED"/>
    <w:rsid w:val="0081163D"/>
    <w:rsid w:val="00820FB2"/>
    <w:rsid w:val="00836655"/>
    <w:rsid w:val="00853218"/>
    <w:rsid w:val="008A026B"/>
    <w:rsid w:val="008E5A7D"/>
    <w:rsid w:val="00907CA7"/>
    <w:rsid w:val="00907DD3"/>
    <w:rsid w:val="0092435E"/>
    <w:rsid w:val="00962526"/>
    <w:rsid w:val="00971591"/>
    <w:rsid w:val="009764FA"/>
    <w:rsid w:val="009933E5"/>
    <w:rsid w:val="009A005D"/>
    <w:rsid w:val="009B1B86"/>
    <w:rsid w:val="00A24598"/>
    <w:rsid w:val="00A71E5B"/>
    <w:rsid w:val="00A72F7C"/>
    <w:rsid w:val="00A779BB"/>
    <w:rsid w:val="00A900F9"/>
    <w:rsid w:val="00AA5ECF"/>
    <w:rsid w:val="00AD2F20"/>
    <w:rsid w:val="00B046AE"/>
    <w:rsid w:val="00B53A5B"/>
    <w:rsid w:val="00B57222"/>
    <w:rsid w:val="00B92487"/>
    <w:rsid w:val="00BA4D1D"/>
    <w:rsid w:val="00BB17AC"/>
    <w:rsid w:val="00BC726F"/>
    <w:rsid w:val="00BD161D"/>
    <w:rsid w:val="00BD438B"/>
    <w:rsid w:val="00BE3EF8"/>
    <w:rsid w:val="00BF49CF"/>
    <w:rsid w:val="00C30949"/>
    <w:rsid w:val="00C562AF"/>
    <w:rsid w:val="00C625CA"/>
    <w:rsid w:val="00C748BC"/>
    <w:rsid w:val="00C974B3"/>
    <w:rsid w:val="00D20A12"/>
    <w:rsid w:val="00D24630"/>
    <w:rsid w:val="00D529B8"/>
    <w:rsid w:val="00D602E2"/>
    <w:rsid w:val="00DA4486"/>
    <w:rsid w:val="00DB2103"/>
    <w:rsid w:val="00DC1A26"/>
    <w:rsid w:val="00DF66AA"/>
    <w:rsid w:val="00E1273E"/>
    <w:rsid w:val="00E34CFC"/>
    <w:rsid w:val="00E70BDF"/>
    <w:rsid w:val="00E82921"/>
    <w:rsid w:val="00EB2AD2"/>
    <w:rsid w:val="00EB5D66"/>
    <w:rsid w:val="00F2366D"/>
    <w:rsid w:val="00F428D1"/>
    <w:rsid w:val="00F51D4C"/>
    <w:rsid w:val="00F56597"/>
    <w:rsid w:val="00FA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B5521B"/>
  <w15:docId w15:val="{D7229817-B80D-484A-9C39-FA62022A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416"/>
    <w:pPr>
      <w:spacing w:line="240" w:lineRule="auto"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A4486"/>
    <w:pPr>
      <w:keepNext/>
      <w:keepLines/>
      <w:spacing w:before="180" w:after="240"/>
      <w:jc w:val="left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A4486"/>
    <w:pPr>
      <w:keepNext/>
      <w:keepLines/>
      <w:numPr>
        <w:ilvl w:val="1"/>
        <w:numId w:val="21"/>
      </w:numPr>
      <w:spacing w:before="300"/>
      <w:outlineLvl w:val="1"/>
    </w:pPr>
    <w:rPr>
      <w:rFonts w:asciiTheme="majorHAnsi" w:eastAsiaTheme="majorEastAsia" w:hAnsiTheme="majorHAnsi" w:cstheme="majorBid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A4486"/>
    <w:pPr>
      <w:keepNext/>
      <w:keepLines/>
      <w:numPr>
        <w:ilvl w:val="2"/>
        <w:numId w:val="21"/>
      </w:numPr>
      <w:spacing w:before="160" w:after="60"/>
      <w:outlineLvl w:val="2"/>
    </w:pPr>
    <w:rPr>
      <w:rFonts w:asciiTheme="majorHAnsi" w:eastAsiaTheme="majorEastAsia" w:hAnsiTheme="majorHAnsi" w:cstheme="majorBidi"/>
      <w:bCs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692788"/>
    <w:pPr>
      <w:keepNext/>
      <w:keepLines/>
      <w:numPr>
        <w:ilvl w:val="3"/>
        <w:numId w:val="21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692788"/>
    <w:pPr>
      <w:keepNext/>
      <w:keepLines/>
      <w:numPr>
        <w:ilvl w:val="4"/>
        <w:numId w:val="21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692788"/>
    <w:pPr>
      <w:keepNext/>
      <w:keepLines/>
      <w:numPr>
        <w:ilvl w:val="5"/>
        <w:numId w:val="21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692788"/>
    <w:pPr>
      <w:keepNext/>
      <w:keepLines/>
      <w:numPr>
        <w:ilvl w:val="6"/>
        <w:numId w:val="21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692788"/>
    <w:pPr>
      <w:keepNext/>
      <w:keepLines/>
      <w:numPr>
        <w:ilvl w:val="7"/>
        <w:numId w:val="21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692788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basedOn w:val="Pagination"/>
    <w:link w:val="PieddepageCar"/>
    <w:uiPriority w:val="99"/>
    <w:unhideWhenUsed/>
    <w:qFormat/>
    <w:rsid w:val="00DA4486"/>
    <w:pPr>
      <w:framePr w:wrap="notBeside"/>
      <w:jc w:val="left"/>
    </w:pPr>
  </w:style>
  <w:style w:type="character" w:customStyle="1" w:styleId="PieddepageCar">
    <w:name w:val="Pied de page Car"/>
    <w:basedOn w:val="Policepardfaut"/>
    <w:link w:val="Pieddepage"/>
    <w:uiPriority w:val="99"/>
    <w:rsid w:val="00DA4486"/>
    <w:rPr>
      <w:sz w:val="16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A4486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A4486"/>
    <w:rPr>
      <w:rFonts w:asciiTheme="majorHAnsi" w:eastAsiaTheme="majorEastAsia" w:hAnsiTheme="majorHAnsi" w:cstheme="majorBidi"/>
      <w:b/>
      <w:bCs/>
      <w:sz w:val="24"/>
    </w:rPr>
  </w:style>
  <w:style w:type="character" w:customStyle="1" w:styleId="Titre3Car">
    <w:name w:val="Titre 3 Car"/>
    <w:basedOn w:val="Policepardfaut"/>
    <w:link w:val="Titre3"/>
    <w:uiPriority w:val="9"/>
    <w:rsid w:val="00DA4486"/>
    <w:rPr>
      <w:rFonts w:asciiTheme="majorHAnsi" w:eastAsiaTheme="majorEastAsia" w:hAnsiTheme="majorHAnsi" w:cstheme="majorBidi"/>
      <w:bCs/>
      <w:sz w:val="22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692788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692788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692788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69278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xtepuce1">
    <w:name w:val="Texte puce 1"/>
    <w:basedOn w:val="Paragraphedeliste"/>
    <w:qFormat/>
    <w:rsid w:val="00DA4486"/>
    <w:pPr>
      <w:numPr>
        <w:numId w:val="11"/>
      </w:numPr>
      <w:ind w:left="142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DA4486"/>
  </w:style>
  <w:style w:type="paragraph" w:customStyle="1" w:styleId="Compresse-IFCE">
    <w:name w:val="Com presse - IFCE"/>
    <w:basedOn w:val="Normal"/>
    <w:qFormat/>
    <w:rsid w:val="00DA4486"/>
    <w:pPr>
      <w:jc w:val="center"/>
    </w:pPr>
    <w:rPr>
      <w:caps/>
      <w:sz w:val="24"/>
    </w:rPr>
  </w:style>
  <w:style w:type="paragraph" w:customStyle="1" w:styleId="Sujetcompresse-IFCE">
    <w:name w:val="Sujet compresse - IFCE"/>
    <w:basedOn w:val="Normal"/>
    <w:qFormat/>
    <w:rsid w:val="00DA4486"/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DA4486"/>
  </w:style>
  <w:style w:type="paragraph" w:customStyle="1" w:styleId="Texte-Adresseligne1">
    <w:name w:val="Texte - Adresse ligne 1"/>
    <w:basedOn w:val="Date"/>
    <w:qFormat/>
    <w:rsid w:val="00DA4486"/>
    <w:pPr>
      <w:framePr w:w="9979" w:h="936" w:wrap="notBeside" w:vAnchor="page" w:hAnchor="page" w:xAlign="center" w:yAlign="bottom" w:anchorLock="1"/>
      <w:spacing w:line="240" w:lineRule="auto"/>
    </w:pPr>
  </w:style>
  <w:style w:type="paragraph" w:customStyle="1" w:styleId="Texte-Adresseligne2">
    <w:name w:val="Texte - Adresse ligne 2"/>
    <w:basedOn w:val="Texte-Adresseligne1"/>
    <w:qFormat/>
    <w:rsid w:val="00692788"/>
    <w:pPr>
      <w:framePr w:wrap="notBeside"/>
    </w:pPr>
  </w:style>
  <w:style w:type="paragraph" w:customStyle="1" w:styleId="Texte-Tl">
    <w:name w:val="Texte - T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Ml">
    <w:name w:val="Texte - M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Pieddepage">
    <w:name w:val="Texte - Pied de page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  <w:lang w:val="en-US"/>
    </w:rPr>
  </w:style>
  <w:style w:type="paragraph" w:customStyle="1" w:styleId="Pagination">
    <w:name w:val="Pagination"/>
    <w:basedOn w:val="Normal"/>
    <w:qFormat/>
    <w:rsid w:val="00DA4486"/>
    <w:pPr>
      <w:framePr w:w="9979" w:h="964" w:wrap="notBeside" w:vAnchor="page" w:hAnchor="page" w:xAlign="center" w:yAlign="bottom" w:anchorLock="1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692788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DA4486"/>
    <w:pPr>
      <w:framePr w:w="9979" w:h="936" w:wrap="notBeside" w:vAnchor="page" w:hAnchor="page" w:xAlign="center" w:yAlign="bottom" w:anchorLock="1"/>
      <w:spacing w:after="18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5951A0"/>
    <w:rPr>
      <w:color w:val="000000" w:themeColor="hyperlink"/>
      <w:u w:val="single"/>
    </w:rPr>
  </w:style>
  <w:style w:type="paragraph" w:customStyle="1" w:styleId="Pieddepagecentr">
    <w:name w:val="Pied de page centré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center"/>
    </w:pPr>
    <w:rPr>
      <w:sz w:val="14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DA4486"/>
    <w:pPr>
      <w:contextualSpacing/>
      <w:jc w:val="left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486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table" w:styleId="Grilledetableauclaire">
    <w:name w:val="Grid Table Light"/>
    <w:basedOn w:val="TableauNormal"/>
    <w:uiPriority w:val="40"/>
    <w:rsid w:val="00DA448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eddepagedroite">
    <w:name w:val="Pied de page droite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right"/>
    </w:pPr>
    <w:rPr>
      <w:sz w:val="14"/>
      <w:lang w:val="fr-FR"/>
    </w:rPr>
  </w:style>
  <w:style w:type="paragraph" w:customStyle="1" w:styleId="Textegras">
    <w:name w:val="Texte gras"/>
    <w:basedOn w:val="Normal"/>
    <w:link w:val="TextegrasCar"/>
    <w:qFormat/>
    <w:rsid w:val="00DA4486"/>
    <w:pPr>
      <w:widowControl w:val="0"/>
      <w:suppressAutoHyphens/>
      <w:autoSpaceDN w:val="0"/>
      <w:jc w:val="left"/>
      <w:textAlignment w:val="top"/>
    </w:pPr>
    <w:rPr>
      <w:rFonts w:eastAsia="SimSun" w:cs="Mangal"/>
      <w:b/>
      <w:color w:val="000000"/>
      <w:kern w:val="3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DA4486"/>
    <w:pPr>
      <w:widowControl w:val="0"/>
      <w:suppressLineNumbers/>
      <w:suppressAutoHyphens/>
      <w:autoSpaceDN w:val="0"/>
      <w:jc w:val="left"/>
      <w:textAlignment w:val="baseline"/>
    </w:pPr>
    <w:rPr>
      <w:rFonts w:eastAsia="Arial Unicode MS" w:cs="Arial Unicode MS"/>
      <w:kern w:val="3"/>
      <w:szCs w:val="24"/>
      <w:lang w:eastAsia="zh-CN" w:bidi="hi-IN"/>
    </w:rPr>
  </w:style>
  <w:style w:type="character" w:customStyle="1" w:styleId="TextegrasCar">
    <w:name w:val="Texte gras Car"/>
    <w:basedOn w:val="Policepardfaut"/>
    <w:link w:val="Textegras"/>
    <w:rsid w:val="00DA4486"/>
    <w:rPr>
      <w:rFonts w:eastAsia="SimSun" w:cs="Mangal"/>
      <w:b/>
      <w:color w:val="000000"/>
      <w:kern w:val="3"/>
      <w:sz w:val="22"/>
      <w:szCs w:val="24"/>
      <w:lang w:eastAsia="zh-CN" w:bidi="hi-IN"/>
    </w:rPr>
  </w:style>
  <w:style w:type="paragraph" w:customStyle="1" w:styleId="TableHeading">
    <w:name w:val="Table Heading"/>
    <w:basedOn w:val="TableContents"/>
    <w:qFormat/>
    <w:rsid w:val="00A71E5B"/>
    <w:pPr>
      <w:jc w:val="center"/>
    </w:pPr>
    <w:rPr>
      <w:b/>
      <w:bCs/>
    </w:rPr>
  </w:style>
  <w:style w:type="paragraph" w:customStyle="1" w:styleId="Texteitalique">
    <w:name w:val="Texte italique"/>
    <w:basedOn w:val="Normal"/>
    <w:link w:val="TexteitaliqueCar"/>
    <w:qFormat/>
    <w:rsid w:val="00F56597"/>
    <w:pPr>
      <w:widowControl w:val="0"/>
      <w:suppressAutoHyphens/>
      <w:autoSpaceDN w:val="0"/>
      <w:textAlignment w:val="top"/>
    </w:pPr>
    <w:rPr>
      <w:rFonts w:eastAsia="SimSun" w:cs="Mangal"/>
      <w:i/>
      <w:color w:val="000000"/>
      <w:kern w:val="3"/>
      <w:lang w:eastAsia="zh-CN" w:bidi="hi-IN"/>
    </w:rPr>
  </w:style>
  <w:style w:type="character" w:customStyle="1" w:styleId="TexteitaliqueCar">
    <w:name w:val="Texte italique Car"/>
    <w:basedOn w:val="Policepardfaut"/>
    <w:link w:val="Texteitalique"/>
    <w:rsid w:val="00F56597"/>
    <w:rPr>
      <w:rFonts w:eastAsia="SimSun" w:cs="Mangal"/>
      <w:i/>
      <w:color w:val="000000"/>
      <w:kern w:val="3"/>
      <w:sz w:val="22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046AE"/>
    <w:pPr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ce.fr" TargetMode="External"/><Relationship Id="rId1" Type="http://schemas.openxmlformats.org/officeDocument/2006/relationships/hyperlink" Target="mailto:info@ifc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dubois\AppData\Local\Temp\Libre_IFCE_RF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EBD37-DA4D-4BB3-AF26-0CF1E11B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Libre_IFCE_RF.dotx</Template>
  <TotalTime>4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Libre IFCE RF</vt:lpstr>
    </vt:vector>
  </TitlesOfParts>
  <Manager>GOUVERNEMENT</Manager>
  <Company>GOUVERNEMENT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Libre IFCE RF</dc:title>
  <dc:subject>GOUVERNEMENT</dc:subject>
  <dc:creator>Nathalie DUBOIS</dc:creator>
  <cp:lastModifiedBy>Nathalie Dubois</cp:lastModifiedBy>
  <cp:revision>4</cp:revision>
  <dcterms:created xsi:type="dcterms:W3CDTF">2024-10-24T07:38:00Z</dcterms:created>
  <dcterms:modified xsi:type="dcterms:W3CDTF">2024-10-24T07:43:00Z</dcterms:modified>
</cp:coreProperties>
</file>