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6D5D0157" w:rsidR="001E61DF" w:rsidRPr="001E61DF" w:rsidRDefault="001E61DF" w:rsidP="00467C28">
            <w:pPr>
              <w:jc w:val="both"/>
              <w:rPr>
                <w:rFonts w:ascii="Arial" w:hAnsi="Arial"/>
                <w:b/>
                <w:sz w:val="28"/>
              </w:rPr>
            </w:pPr>
            <w:r w:rsidRPr="001E61DF">
              <w:rPr>
                <w:rFonts w:ascii="Arial" w:hAnsi="Arial"/>
                <w:b/>
                <w:sz w:val="28"/>
              </w:rPr>
              <w:t>Numéro du lot :</w:t>
            </w:r>
            <w:r w:rsidR="00FE105A">
              <w:rPr>
                <w:rFonts w:ascii="Arial" w:hAnsi="Arial"/>
                <w:b/>
                <w:sz w:val="28"/>
              </w:rPr>
              <w:t xml:space="preserve"> 2</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709136E2" w14:textId="62EFFD50" w:rsidR="00AC7D54" w:rsidRDefault="00AC7D54" w:rsidP="006F194D">
            <w:pPr>
              <w:rPr>
                <w:b/>
                <w:bCs/>
                <w:szCs w:val="22"/>
              </w:rPr>
            </w:pPr>
            <w:r w:rsidRPr="00B64E6A">
              <w:rPr>
                <w:b/>
              </w:rPr>
              <w:t>Location de bungalows, bases de vie mobiles, cabines de toilettes autonomes (chimiques et sèches) et leurs services associés pour la région Nouvelle Aquitaine</w:t>
            </w:r>
          </w:p>
          <w:p w14:paraId="2DF8E6B6" w14:textId="52FDC0E9" w:rsidR="004D558D" w:rsidRPr="001E61DF" w:rsidRDefault="00473CB0" w:rsidP="00473CB0">
            <w:pPr>
              <w:rPr>
                <w:b/>
                <w:bCs/>
                <w:szCs w:val="22"/>
              </w:rPr>
            </w:pPr>
            <w:r>
              <w:rPr>
                <w:b/>
                <w:bCs/>
                <w:szCs w:val="22"/>
              </w:rPr>
              <w:t xml:space="preserve">Lot 2 : Bases de vie mobiles </w:t>
            </w:r>
            <w:r w:rsidR="00FE105A" w:rsidRPr="00FE105A">
              <w:rPr>
                <w:b/>
                <w:bCs/>
                <w:szCs w:val="22"/>
              </w:rPr>
              <w:t>pour les départements 19, 23, 87</w:t>
            </w:r>
            <w:r w:rsidR="00FE105A">
              <w:rPr>
                <w:b/>
                <w:bCs/>
                <w:szCs w:val="22"/>
              </w:rPr>
              <w:t xml:space="preserve">. </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5E4D3378" w:rsidR="00CD426F" w:rsidRPr="00B404F9" w:rsidRDefault="00CD426F" w:rsidP="00467C28">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B57FCD">
              <w:rPr>
                <w:b/>
              </w:rPr>
              <w:t>200</w:t>
            </w:r>
            <w:r w:rsidR="00600DB3" w:rsidRPr="0044749D">
              <w:rPr>
                <w:b/>
              </w:rPr>
              <w:t xml:space="preserve"> 000,00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1DC9AC71" w:rsidR="00663AC6" w:rsidRPr="00DD2433" w:rsidRDefault="00AC7D54" w:rsidP="00467C28">
            <w:pPr>
              <w:jc w:val="both"/>
              <w:rPr>
                <w:b/>
                <w:szCs w:val="22"/>
              </w:rPr>
            </w:pPr>
            <w:r w:rsidRPr="00AC7D54">
              <w:rPr>
                <w:b/>
                <w:szCs w:val="22"/>
              </w:rPr>
              <w:t xml:space="preserve">Nouvelle Aquitaine et Outre-Mer (NAOM) : </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D5D85">
              <w:rPr>
                <w:szCs w:val="22"/>
              </w:rPr>
            </w:r>
            <w:r w:rsidR="00CD5D85">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CD5D85">
              <w:rPr>
                <w:szCs w:val="22"/>
              </w:rPr>
            </w:r>
            <w:r w:rsidR="00CD5D85">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7E4B8081" w:rsidR="00CB2041" w:rsidRDefault="00DA188F" w:rsidP="00793167">
      <w:pPr>
        <w:jc w:val="both"/>
        <w:rPr>
          <w:szCs w:val="22"/>
        </w:rPr>
      </w:pPr>
      <w:r w:rsidRPr="003045DC">
        <w:rPr>
          <w:szCs w:val="22"/>
        </w:rPr>
        <w:t>Le présent mar</w:t>
      </w:r>
      <w:r>
        <w:rPr>
          <w:szCs w:val="22"/>
        </w:rPr>
        <w:t>ché a pour objet</w:t>
      </w:r>
      <w:r w:rsidR="00CB2041">
        <w:rPr>
          <w:szCs w:val="22"/>
        </w:rPr>
        <w:t> </w:t>
      </w:r>
      <w:r w:rsidR="00793167">
        <w:rPr>
          <w:szCs w:val="22"/>
        </w:rPr>
        <w:t xml:space="preserve">la </w:t>
      </w:r>
      <w:r w:rsidR="00AC7D54" w:rsidRPr="00AC7D54">
        <w:rPr>
          <w:szCs w:val="22"/>
        </w:rPr>
        <w:t>location de bungalows fixes équipés de containers et de sanitaires autonomes ou raccordables, de cabines de toilettes autonomes (sèches et chimiques), de bases de vie mobiles, le tout comprenant l’ensemble des services associés et les transferts de ces matériels sur les chant</w:t>
      </w:r>
      <w:r w:rsidR="00AC7D54">
        <w:rPr>
          <w:szCs w:val="22"/>
        </w:rPr>
        <w:t>iers archéologiques de l’</w:t>
      </w:r>
      <w:proofErr w:type="spellStart"/>
      <w:r w:rsidR="00AC7D54">
        <w:rPr>
          <w:szCs w:val="22"/>
        </w:rPr>
        <w:t>Inrap</w:t>
      </w:r>
      <w:proofErr w:type="spellEnd"/>
      <w:r w:rsidR="00AC7D54">
        <w:rPr>
          <w:szCs w:val="22"/>
        </w:rPr>
        <w:t>.</w:t>
      </w:r>
    </w:p>
    <w:p w14:paraId="2D1F50DB" w14:textId="132E4E09" w:rsidR="00112094" w:rsidRDefault="00112094" w:rsidP="00793167">
      <w:pPr>
        <w:jc w:val="both"/>
        <w:rPr>
          <w:szCs w:val="22"/>
        </w:rPr>
      </w:pPr>
    </w:p>
    <w:p w14:paraId="72747793" w14:textId="2ACBF633" w:rsidR="00AC7D54" w:rsidRDefault="00AC7D54" w:rsidP="00793167">
      <w:pPr>
        <w:jc w:val="both"/>
        <w:rPr>
          <w:szCs w:val="22"/>
        </w:rPr>
      </w:pPr>
      <w:r>
        <w:rPr>
          <w:szCs w:val="22"/>
        </w:rPr>
        <w:t>Le présent act</w:t>
      </w:r>
      <w:r w:rsidR="00FE105A">
        <w:rPr>
          <w:szCs w:val="22"/>
        </w:rPr>
        <w:t>e d’engagement concerne le lot 2</w:t>
      </w:r>
      <w:r>
        <w:rPr>
          <w:szCs w:val="22"/>
        </w:rPr>
        <w:t>.</w:t>
      </w:r>
    </w:p>
    <w:p w14:paraId="1806A674" w14:textId="4936682C" w:rsidR="00CB2041" w:rsidRPr="00513B42" w:rsidRDefault="00FE105A" w:rsidP="004D3856">
      <w:pPr>
        <w:jc w:val="both"/>
        <w:rPr>
          <w:szCs w:val="22"/>
        </w:rPr>
      </w:pPr>
      <w:r w:rsidRPr="00FE105A">
        <w:rPr>
          <w:szCs w:val="22"/>
        </w:rPr>
        <w:t>Lot 2 : Bases de vie mobiles pour les département</w:t>
      </w:r>
      <w:r>
        <w:rPr>
          <w:szCs w:val="22"/>
        </w:rPr>
        <w:t>s 19, 23, 87.</w:t>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2C2A9F49"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656C7D" w:rsidRPr="00064C40">
        <w:rPr>
          <w:szCs w:val="20"/>
        </w:rPr>
        <w:t xml:space="preserve"> </w:t>
      </w:r>
      <w:r w:rsidR="00B57FCD" w:rsidRPr="00B57FCD">
        <w:rPr>
          <w:szCs w:val="20"/>
        </w:rPr>
        <w:t>200 000,00 € HT</w:t>
      </w:r>
      <w:r w:rsidR="00B57FCD">
        <w:t xml:space="preserve"> </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D5D85">
              <w:rPr>
                <w:szCs w:val="22"/>
              </w:rPr>
            </w:r>
            <w:r w:rsidR="00CD5D85">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D5D85">
              <w:rPr>
                <w:szCs w:val="22"/>
              </w:rPr>
            </w:r>
            <w:r w:rsidR="00CD5D85">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11BF5FEF" w14:textId="77777777" w:rsidR="00B56C8D" w:rsidRPr="007A3D7C" w:rsidRDefault="00B56C8D" w:rsidP="007A3D7C">
      <w:pPr>
        <w:numPr>
          <w:ilvl w:val="12"/>
          <w:numId w:val="0"/>
        </w:numPr>
        <w:tabs>
          <w:tab w:val="left" w:pos="568"/>
          <w:tab w:val="left" w:pos="851"/>
          <w:tab w:val="left" w:pos="1134"/>
          <w:tab w:val="left" w:pos="1276"/>
        </w:tabs>
        <w:spacing w:line="240" w:lineRule="exact"/>
        <w:jc w:val="both"/>
        <w:rPr>
          <w:szCs w:val="22"/>
        </w:rPr>
      </w:pPr>
    </w:p>
    <w:p w14:paraId="55E482B9" w14:textId="77777777"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5D587F58" w14:textId="77777777" w:rsidR="00CF77B8" w:rsidRDefault="00CF77B8" w:rsidP="00CF77B8">
      <w:pPr>
        <w:spacing w:line="240" w:lineRule="exact"/>
        <w:jc w:val="both"/>
      </w:pPr>
      <w:r>
        <w:t>SANS OBJET</w:t>
      </w:r>
    </w:p>
    <w:p w14:paraId="271A4144" w14:textId="77777777" w:rsidR="00CF77B8" w:rsidRDefault="00CF77B8"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77777777"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r>
        <w:rPr>
          <w:b/>
        </w:rPr>
        <w:t xml:space="preserve"> </w:t>
      </w:r>
      <w:r w:rsidRPr="00405D52">
        <w:t>(à compléter par l’</w:t>
      </w:r>
      <w:proofErr w:type="spellStart"/>
      <w:r w:rsidRPr="00405D52">
        <w:t>Inrap</w:t>
      </w:r>
      <w:proofErr w:type="spellEnd"/>
      <w:r w:rsidRPr="00405D52">
        <w:t>)</w:t>
      </w:r>
      <w:r w:rsidRPr="00E4000F">
        <w:rPr>
          <w:b/>
        </w:rPr>
        <w:t> :</w:t>
      </w:r>
    </w:p>
    <w:p w14:paraId="74618513" w14:textId="77777777" w:rsidR="006127A6" w:rsidRPr="00E4000F" w:rsidRDefault="006127A6" w:rsidP="006127A6">
      <w:pPr>
        <w:tabs>
          <w:tab w:val="left" w:pos="567"/>
          <w:tab w:val="left" w:pos="851"/>
        </w:tabs>
        <w:rPr>
          <w:b/>
        </w:rPr>
      </w:pPr>
    </w:p>
    <w:p w14:paraId="60FF2CD5" w14:textId="77777777" w:rsidR="00F14F8E" w:rsidRPr="00E4000F" w:rsidRDefault="00F14F8E" w:rsidP="00F14F8E">
      <w:pPr>
        <w:tabs>
          <w:tab w:val="left" w:pos="567"/>
          <w:tab w:val="left" w:pos="851"/>
        </w:tabs>
        <w:rPr>
          <w:b/>
        </w:rPr>
      </w:pPr>
      <w:r w:rsidRPr="00E4000F">
        <w:rPr>
          <w:b/>
        </w:rPr>
        <w:t>Pour :</w:t>
      </w:r>
    </w:p>
    <w:p w14:paraId="3867CF88" w14:textId="77777777" w:rsidR="00F14F8E" w:rsidRPr="00E4000F" w:rsidRDefault="00F14F8E" w:rsidP="00F14F8E">
      <w:pPr>
        <w:tabs>
          <w:tab w:val="left" w:pos="567"/>
          <w:tab w:val="left" w:pos="851"/>
        </w:tabs>
        <w:rPr>
          <w:b/>
        </w:rPr>
      </w:pPr>
    </w:p>
    <w:p w14:paraId="01915A52" w14:textId="77777777" w:rsidR="00F14F8E" w:rsidRPr="00E4000F" w:rsidRDefault="00F14F8E" w:rsidP="00F14F8E">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40429AF6" w14:textId="77777777" w:rsidR="00F14F8E" w:rsidRPr="00E4000F" w:rsidRDefault="00F14F8E" w:rsidP="00F14F8E">
      <w:pPr>
        <w:tabs>
          <w:tab w:val="left" w:pos="567"/>
          <w:tab w:val="left" w:pos="851"/>
        </w:tabs>
        <w:rPr>
          <w:b/>
        </w:rPr>
      </w:pPr>
    </w:p>
    <w:p w14:paraId="563F986C" w14:textId="77777777" w:rsidR="00F14F8E" w:rsidRPr="00E4000F" w:rsidRDefault="00F14F8E" w:rsidP="00F14F8E">
      <w:pPr>
        <w:tabs>
          <w:tab w:val="left" w:pos="567"/>
          <w:tab w:val="left" w:pos="851"/>
        </w:tabs>
        <w:rPr>
          <w:b/>
        </w:rPr>
      </w:pPr>
    </w:p>
    <w:p w14:paraId="60C7505B" w14:textId="77777777" w:rsidR="00F14F8E" w:rsidRPr="00E4000F" w:rsidRDefault="00F14F8E" w:rsidP="00F14F8E">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5962AD31" w14:textId="77777777" w:rsidR="00F14F8E" w:rsidRPr="00E4000F" w:rsidRDefault="00F14F8E" w:rsidP="00F14F8E">
      <w:pPr>
        <w:tabs>
          <w:tab w:val="left" w:pos="567"/>
          <w:tab w:val="left" w:pos="851"/>
        </w:tabs>
        <w:rPr>
          <w:b/>
        </w:rPr>
      </w:pPr>
    </w:p>
    <w:p w14:paraId="399B0D7D" w14:textId="77777777" w:rsidR="00F14F8E" w:rsidRPr="00E4000F" w:rsidRDefault="00F14F8E" w:rsidP="00F14F8E">
      <w:pPr>
        <w:ind w:left="720"/>
        <w:contextualSpacing/>
      </w:pPr>
    </w:p>
    <w:p w14:paraId="0C614257"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76A26443" wp14:editId="4EED4B5C">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D1F3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0A3AB37D"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0070ED5B" wp14:editId="074E62E0">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A926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09047883"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6533E24C" wp14:editId="127D686C">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C3909"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0B8FF29D"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701BBB1E" wp14:editId="72E65D77">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DF801"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2C5B2D47"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0A9C89E8" wp14:editId="32633D82">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16FB6"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40E4D821"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243B6EDB" wp14:editId="17189E1B">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504D03"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264453F0"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26761D6B" wp14:editId="1C5360C6">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23EF3"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2654F1E2"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45B449AC" wp14:editId="307B18BD">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4F64A"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23D040D2"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7D70C88C" wp14:editId="6ACAA468">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14B81"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07538A57" w14:textId="77777777" w:rsidR="00F14F8E" w:rsidRPr="00E4000F"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7B122C3A" wp14:editId="0337B66B">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9C470"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2AEEDB1D" w14:textId="77777777" w:rsidR="00F14F8E" w:rsidRPr="005E6CD6"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0B5DD867" wp14:editId="2A439D5F">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3702C"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bookmarkStart w:id="0" w:name="_GoBack"/>
    </w:p>
    <w:bookmarkEnd w:id="0"/>
    <w:p w14:paraId="2858A128" w14:textId="3E365D9E" w:rsidR="00F14F8E" w:rsidRDefault="00F14F8E" w:rsidP="00F14F8E">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1040" behindDoc="0" locked="0" layoutInCell="1" allowOverlap="1" wp14:anchorId="7EF90796" wp14:editId="32A4FE64">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6F7A1" id="Rectangle 2" o:spid="_x0000_s1026" style="position:absolute;margin-left:114pt;margin-top:2.95pt;width:7.2pt;height:7.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442BF769" w14:textId="506AC6BD" w:rsidR="00CD5D85" w:rsidRPr="00E4000F" w:rsidRDefault="00CD5D85" w:rsidP="00CD5D85">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3088" behindDoc="0" locked="0" layoutInCell="1" allowOverlap="1" wp14:anchorId="65BF42D2" wp14:editId="75735DA9">
                <wp:simplePos x="0" y="0"/>
                <wp:positionH relativeFrom="column">
                  <wp:posOffset>1447800</wp:posOffset>
                </wp:positionH>
                <wp:positionV relativeFrom="paragraph">
                  <wp:posOffset>37465</wp:posOffset>
                </wp:positionV>
                <wp:extent cx="91440" cy="91440"/>
                <wp:effectExtent l="0" t="0" r="22860" b="22860"/>
                <wp:wrapNone/>
                <wp:docPr id="4" name="Rectangle 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F868D" id="Rectangle 4" o:spid="_x0000_s1026" style="position:absolute;margin-left:114pt;margin-top:2.95pt;width:7.2pt;height:7.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19BaAIAANkEAAAOAAAAZHJzL2Uyb0RvYy54bWysVE1PGzEQvVfqf7B8L5tEaa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ZpNfQWgCAADZBAAADgAAAAAAAAAAAAAAAAAuAgAA&#10;ZHJzL2Uyb0RvYy54bWxQSwECLQAUAAYACAAAACEAgc7aw94AAAAIAQAADwAAAAAAAAAAAAAAAADC&#10;BAAAZHJzL2Rvd25yZXYueG1sUEsFBgAAAAAEAAQA8wAAAM0FAAAAAA==&#10;" filled="f" strokecolor="windowText" strokeweight="1pt"/>
            </w:pict>
          </mc:Fallback>
        </mc:AlternateContent>
      </w:r>
      <w:r>
        <w:rPr>
          <w:b/>
        </w:rPr>
        <w:t>PSE 13</w:t>
      </w:r>
      <w:r w:rsidRPr="00E4000F">
        <w:rPr>
          <w:b/>
        </w:rPr>
        <w:t> :</w:t>
      </w:r>
      <w:r w:rsidRPr="00E4000F">
        <w:rPr>
          <w:b/>
          <w:noProof/>
        </w:rPr>
        <w:t xml:space="preserve"> </w:t>
      </w:r>
    </w:p>
    <w:p w14:paraId="76486DA3" w14:textId="04150D3E" w:rsidR="00CD5D85" w:rsidRPr="00E4000F" w:rsidRDefault="00CD5D85" w:rsidP="00CD5D85">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5136" behindDoc="0" locked="0" layoutInCell="1" allowOverlap="1" wp14:anchorId="53A30764" wp14:editId="305F66DD">
                <wp:simplePos x="0" y="0"/>
                <wp:positionH relativeFrom="column">
                  <wp:posOffset>1447800</wp:posOffset>
                </wp:positionH>
                <wp:positionV relativeFrom="paragraph">
                  <wp:posOffset>37465</wp:posOffset>
                </wp:positionV>
                <wp:extent cx="91440" cy="91440"/>
                <wp:effectExtent l="0" t="0" r="22860" b="22860"/>
                <wp:wrapNone/>
                <wp:docPr id="16" name="Rectangle 1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FEF189" id="Rectangle 16" o:spid="_x0000_s1026" style="position:absolute;margin-left:114pt;margin-top:2.95pt;width:7.2pt;height:7.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1pJLtmgCAADbBAAADgAAAAAAAAAAAAAAAAAuAgAA&#10;ZHJzL2Uyb0RvYy54bWxQSwECLQAUAAYACAAAACEAgc7aw94AAAAIAQAADwAAAAAAAAAAAAAAAADC&#10;BAAAZHJzL2Rvd25yZXYueG1sUEsFBgAAAAAEAAQA8wAAAM0FAAAAAA==&#10;" filled="f" strokecolor="windowText" strokeweight="1pt"/>
            </w:pict>
          </mc:Fallback>
        </mc:AlternateContent>
      </w:r>
      <w:r>
        <w:rPr>
          <w:b/>
        </w:rPr>
        <w:t>PSE 14</w:t>
      </w:r>
      <w:r w:rsidRPr="00E4000F">
        <w:rPr>
          <w:b/>
        </w:rPr>
        <w:t> :</w:t>
      </w:r>
      <w:r w:rsidRPr="00E4000F">
        <w:rPr>
          <w:b/>
          <w:noProof/>
        </w:rPr>
        <w:t xml:space="preserve"> </w:t>
      </w:r>
    </w:p>
    <w:p w14:paraId="2ACB8D5E" w14:textId="70B86427" w:rsidR="00CD5D85" w:rsidRPr="00E4000F" w:rsidRDefault="00CD5D85" w:rsidP="00CD5D85">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7184" behindDoc="0" locked="0" layoutInCell="1" allowOverlap="1" wp14:anchorId="5DFB126F" wp14:editId="03FF0A83">
                <wp:simplePos x="0" y="0"/>
                <wp:positionH relativeFrom="column">
                  <wp:posOffset>1447800</wp:posOffset>
                </wp:positionH>
                <wp:positionV relativeFrom="paragraph">
                  <wp:posOffset>37465</wp:posOffset>
                </wp:positionV>
                <wp:extent cx="91440" cy="91440"/>
                <wp:effectExtent l="0" t="0" r="22860" b="22860"/>
                <wp:wrapNone/>
                <wp:docPr id="17" name="Rectangle 1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E988F" id="Rectangle 17" o:spid="_x0000_s1026" style="position:absolute;margin-left:114pt;margin-top:2.95pt;width:7.2pt;height:7.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leYaA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WepXmGgCAADbBAAADgAAAAAAAAAAAAAAAAAuAgAA&#10;ZHJzL2Uyb0RvYy54bWxQSwECLQAUAAYACAAAACEAgc7aw94AAAAIAQAADwAAAAAAAAAAAAAAAADC&#10;BAAAZHJzL2Rvd25yZXYueG1sUEsFBgAAAAAEAAQA8wAAAM0FAAAAAA==&#10;" filled="f" strokecolor="windowText" strokeweight="1pt"/>
            </w:pict>
          </mc:Fallback>
        </mc:AlternateContent>
      </w:r>
      <w:r>
        <w:rPr>
          <w:b/>
        </w:rPr>
        <w:t>PSE 15</w:t>
      </w:r>
      <w:r w:rsidRPr="00E4000F">
        <w:rPr>
          <w:b/>
        </w:rPr>
        <w:t> :</w:t>
      </w:r>
      <w:r w:rsidRPr="00E4000F">
        <w:rPr>
          <w:b/>
          <w:noProof/>
        </w:rPr>
        <w:t xml:space="preserve"> </w:t>
      </w:r>
    </w:p>
    <w:p w14:paraId="46B252A3" w14:textId="77777777" w:rsidR="00CD5D85" w:rsidRPr="00E4000F" w:rsidRDefault="00CD5D85" w:rsidP="00CD5D85">
      <w:pPr>
        <w:tabs>
          <w:tab w:val="left" w:pos="567"/>
          <w:tab w:val="left" w:pos="851"/>
        </w:tabs>
        <w:ind w:left="1440"/>
        <w:rPr>
          <w:b/>
        </w:rPr>
      </w:pPr>
    </w:p>
    <w:p w14:paraId="6B2B4928" w14:textId="77777777" w:rsidR="00F14F8E" w:rsidRDefault="00F14F8E" w:rsidP="00F14F8E">
      <w:pPr>
        <w:spacing w:line="240" w:lineRule="exact"/>
        <w:jc w:val="both"/>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2C411D60"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CD5D85">
            <w:rPr>
              <w:i/>
              <w:noProof/>
              <w:sz w:val="16"/>
              <w:szCs w:val="16"/>
            </w:rPr>
            <w:t>7</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CD5D85">
            <w:rPr>
              <w:i/>
              <w:noProof/>
              <w:sz w:val="16"/>
              <w:szCs w:val="16"/>
            </w:rPr>
            <w:t>7</w:t>
          </w:r>
          <w:r w:rsidRPr="00A1087F">
            <w:rPr>
              <w:i/>
              <w:sz w:val="16"/>
              <w:szCs w:val="16"/>
            </w:rPr>
            <w:fldChar w:fldCharType="end"/>
          </w:r>
        </w:p>
        <w:p w14:paraId="4D9D2A45" w14:textId="6A0B6477" w:rsidR="00AC7D54" w:rsidRPr="0045213E" w:rsidRDefault="00AC7D54" w:rsidP="00AC7D54">
          <w:pPr>
            <w:pStyle w:val="Pieddepage"/>
            <w:rPr>
              <w:i/>
              <w:sz w:val="18"/>
              <w:szCs w:val="18"/>
            </w:rPr>
          </w:pPr>
          <w:r>
            <w:rPr>
              <w:i/>
              <w:sz w:val="18"/>
              <w:szCs w:val="18"/>
            </w:rPr>
            <w:t> </w:t>
          </w:r>
          <w:r w:rsidRPr="008C25C4">
            <w:rPr>
              <w:i/>
              <w:sz w:val="18"/>
              <w:szCs w:val="18"/>
            </w:rPr>
            <w:t>Location de bungalows, bases de vie mobiles, cabines de toilettes autonomes (chimiques et sèches) et leurs services associés pour la région Nouvelle Aquitaine</w:t>
          </w:r>
          <w:r w:rsidRPr="00E35C02">
            <w:rPr>
              <w:i/>
              <w:sz w:val="18"/>
              <w:szCs w:val="18"/>
            </w:rPr>
            <w:t xml:space="preserve"> </w:t>
          </w:r>
        </w:p>
        <w:p w14:paraId="49F3D683" w14:textId="57B18212"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CD5D85">
            <w:rPr>
              <w:i/>
              <w:sz w:val="16"/>
              <w:szCs w:val="16"/>
            </w:rPr>
            <w:t>025FR2024</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3CB0"/>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C1716"/>
    <w:rsid w:val="006D0879"/>
    <w:rsid w:val="006D4B50"/>
    <w:rsid w:val="006E56E1"/>
    <w:rsid w:val="006F194D"/>
    <w:rsid w:val="007057F3"/>
    <w:rsid w:val="00706816"/>
    <w:rsid w:val="00717AA7"/>
    <w:rsid w:val="00723D52"/>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72FB"/>
    <w:rsid w:val="00AC7D54"/>
    <w:rsid w:val="00AD1837"/>
    <w:rsid w:val="00AD61E3"/>
    <w:rsid w:val="00AD6EED"/>
    <w:rsid w:val="00AE2D49"/>
    <w:rsid w:val="00AE4CA8"/>
    <w:rsid w:val="00AE7399"/>
    <w:rsid w:val="00AF1F51"/>
    <w:rsid w:val="00B00575"/>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57FCD"/>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5D85"/>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14F8E"/>
    <w:rsid w:val="00F21029"/>
    <w:rsid w:val="00F23406"/>
    <w:rsid w:val="00F25B42"/>
    <w:rsid w:val="00F261E4"/>
    <w:rsid w:val="00F27094"/>
    <w:rsid w:val="00F35B7E"/>
    <w:rsid w:val="00F35BF3"/>
    <w:rsid w:val="00F4089A"/>
    <w:rsid w:val="00F45604"/>
    <w:rsid w:val="00F5050D"/>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3985"/>
    <w:rsid w:val="00FC6E74"/>
    <w:rsid w:val="00FD1145"/>
    <w:rsid w:val="00FD14AF"/>
    <w:rsid w:val="00FD356B"/>
    <w:rsid w:val="00FE0224"/>
    <w:rsid w:val="00FE105A"/>
    <w:rsid w:val="00FE29C8"/>
    <w:rsid w:val="00FE5430"/>
    <w:rsid w:val="00FE6FB3"/>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36836-6EA0-4BE0-A278-494B6636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59</TotalTime>
  <Pages>7</Pages>
  <Words>1592</Words>
  <Characters>8835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26</cp:revision>
  <cp:lastPrinted>2021-06-21T16:06:00Z</cp:lastPrinted>
  <dcterms:created xsi:type="dcterms:W3CDTF">2024-05-14T09:08:00Z</dcterms:created>
  <dcterms:modified xsi:type="dcterms:W3CDTF">2024-10-22T13:26:00Z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