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D6353" w14:textId="77777777" w:rsidR="007231F5" w:rsidRDefault="00D1227C">
      <w:pPr>
        <w:pStyle w:val="Standard"/>
        <w:rPr>
          <w:sz w:val="18"/>
        </w:rPr>
      </w:pPr>
      <w:r>
        <w:rPr>
          <w:sz w:val="18"/>
        </w:rPr>
        <w:t xml:space="preserve">   </w:t>
      </w:r>
      <w:bookmarkStart w:id="0" w:name="TRX"/>
      <w:bookmarkEnd w:id="0"/>
    </w:p>
    <w:p w14:paraId="7A4843FC" w14:textId="77777777" w:rsidR="007231F5" w:rsidRDefault="00D1227C">
      <w:pPr>
        <w:pStyle w:val="Trame"/>
        <w:spacing w:after="360"/>
        <w:ind w:right="6"/>
        <w:rPr>
          <w:sz w:val="32"/>
        </w:rPr>
      </w:pPr>
      <w:r>
        <w:rPr>
          <w:sz w:val="32"/>
        </w:rPr>
        <w:t>MARCHE PUBLIC DE TRAVAUX</w:t>
      </w:r>
    </w:p>
    <w:tbl>
      <w:tblPr>
        <w:tblW w:w="75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7231F5" w14:paraId="14901A86" w14:textId="77777777">
        <w:tblPrEx>
          <w:tblCellMar>
            <w:top w:w="0" w:type="dxa"/>
            <w:bottom w:w="0" w:type="dxa"/>
          </w:tblCellMar>
        </w:tblPrEx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651CC6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0DA614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A9386A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E60A9B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331BCD1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2575F7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2B6EFB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4D5C63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DE2D91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86C0DC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A17FB4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ACF6AE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804654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16EB8B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5703F7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401E15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CCECF24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4ED64CE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10CAE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  <w:tr w:rsidR="007231F5" w14:paraId="22A6B1C1" w14:textId="77777777">
        <w:tblPrEx>
          <w:tblCellMar>
            <w:top w:w="0" w:type="dxa"/>
            <w:bottom w:w="0" w:type="dxa"/>
          </w:tblCellMar>
        </w:tblPrEx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5639B5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F0B9FB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1BBB4F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ED9979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3256D48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DDE3116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0DDFDF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5267C5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63D0D9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4FFE55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6DCD320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9C6111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44BF57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6D3150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09B98E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206136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3E52A5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F571DC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1DF0AC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6FFE0696" w14:textId="77777777" w:rsidR="007231F5" w:rsidRDefault="00D1227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 w:right="424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</w:r>
      <w:r>
        <w:rPr>
          <w:b/>
          <w:sz w:val="32"/>
        </w:rPr>
        <w:t>(AE)</w:t>
      </w:r>
    </w:p>
    <w:p w14:paraId="7F4FA1A6" w14:textId="77777777" w:rsidR="007231F5" w:rsidRDefault="007231F5">
      <w:pPr>
        <w:pStyle w:val="Standard"/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7231F5" w14:paraId="73E168DA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F95292" w14:textId="77777777" w:rsidR="007231F5" w:rsidRDefault="00D1227C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Pouvoir adjudicateur exerçant la maîtrise d'ouvrage</w:t>
            </w:r>
          </w:p>
        </w:tc>
      </w:tr>
      <w:tr w:rsidR="007231F5" w14:paraId="3F004B6D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806DC8" w14:textId="77777777" w:rsidR="007231F5" w:rsidRDefault="007231F5">
            <w:pPr>
              <w:pStyle w:val="Reponse"/>
              <w:snapToGrid w:val="0"/>
              <w:rPr>
                <w:b/>
                <w:i/>
                <w:sz w:val="6"/>
              </w:rPr>
            </w:pPr>
          </w:p>
        </w:tc>
      </w:tr>
      <w:tr w:rsidR="007231F5" w14:paraId="3D641874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95A702A" w14:textId="77777777" w:rsidR="007231F5" w:rsidRDefault="00D1227C">
            <w:pPr>
              <w:pStyle w:val="Standard"/>
              <w:snapToGrid w:val="0"/>
              <w:ind w:left="567" w:right="497"/>
            </w:pPr>
            <w:bookmarkStart w:id="1" w:name="A0_p9_a"/>
            <w:r>
              <w:t>Ministère de la Justice</w:t>
            </w:r>
          </w:p>
          <w:p w14:paraId="6D8DAD62" w14:textId="77777777" w:rsidR="007231F5" w:rsidRDefault="00D1227C">
            <w:pPr>
              <w:pStyle w:val="Standard"/>
              <w:snapToGrid w:val="0"/>
              <w:ind w:left="567" w:right="497"/>
            </w:pPr>
            <w:r>
              <w:t>Secrétariat Général</w:t>
            </w:r>
          </w:p>
          <w:p w14:paraId="6F41764B" w14:textId="77777777" w:rsidR="007231F5" w:rsidRDefault="00D1227C">
            <w:pPr>
              <w:pStyle w:val="Standard"/>
              <w:snapToGrid w:val="0"/>
              <w:ind w:left="567" w:right="497"/>
            </w:pPr>
            <w:r>
              <w:t>Département Immobilier de Bordeaux</w:t>
            </w:r>
            <w:bookmarkEnd w:id="1"/>
          </w:p>
        </w:tc>
      </w:tr>
      <w:tr w:rsidR="007231F5" w14:paraId="70815569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0AE1B2" w14:textId="77777777" w:rsidR="007231F5" w:rsidRDefault="007231F5">
            <w:pPr>
              <w:pStyle w:val="Reponse"/>
              <w:snapToGrid w:val="0"/>
              <w:rPr>
                <w:sz w:val="6"/>
              </w:rPr>
            </w:pPr>
          </w:p>
        </w:tc>
      </w:tr>
    </w:tbl>
    <w:p w14:paraId="2CB67EA1" w14:textId="77777777" w:rsidR="007231F5" w:rsidRDefault="007231F5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7231F5" w14:paraId="49051574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024A61A" w14:textId="77777777" w:rsidR="007231F5" w:rsidRDefault="00D1227C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Mandataire</w:t>
            </w:r>
          </w:p>
        </w:tc>
      </w:tr>
      <w:tr w:rsidR="007231F5" w14:paraId="300CF646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14CD18" w14:textId="77777777" w:rsidR="007231F5" w:rsidRDefault="007231F5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7231F5" w14:paraId="3DE83984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C50AC20" w14:textId="77777777" w:rsidR="007231F5" w:rsidRDefault="00D1227C">
            <w:pPr>
              <w:pStyle w:val="Standard"/>
              <w:snapToGrid w:val="0"/>
              <w:ind w:left="567" w:right="499"/>
            </w:pPr>
            <w:bookmarkStart w:id="2" w:name="A0_p3_a"/>
            <w:r>
              <w:t>Monsieur le Chef du Département Immobilier</w:t>
            </w:r>
            <w:bookmarkEnd w:id="2"/>
          </w:p>
        </w:tc>
      </w:tr>
      <w:tr w:rsidR="007231F5" w14:paraId="62DF7535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F35A64" w14:textId="77777777" w:rsidR="007231F5" w:rsidRDefault="007231F5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1A06C03" w14:textId="77777777" w:rsidR="007231F5" w:rsidRDefault="007231F5">
      <w:pPr>
        <w:pStyle w:val="Standard"/>
        <w:rPr>
          <w:sz w:val="12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7231F5" w14:paraId="63F23923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5C8F4C" w14:textId="77777777" w:rsidR="007231F5" w:rsidRDefault="00D1227C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Objet du marché</w:t>
            </w:r>
          </w:p>
        </w:tc>
      </w:tr>
      <w:tr w:rsidR="007231F5" w14:paraId="7979595A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6EE85" w14:textId="77777777" w:rsidR="007231F5" w:rsidRDefault="007231F5">
            <w:pPr>
              <w:pStyle w:val="Standard"/>
              <w:snapToGrid w:val="0"/>
              <w:ind w:left="567" w:right="641"/>
              <w:rPr>
                <w:b/>
                <w:i/>
                <w:sz w:val="6"/>
              </w:rPr>
            </w:pPr>
          </w:p>
        </w:tc>
      </w:tr>
      <w:tr w:rsidR="007231F5" w14:paraId="3E9A08AB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65C742" w14:textId="77777777" w:rsidR="007231F5" w:rsidRDefault="00D1227C">
            <w:pPr>
              <w:pStyle w:val="Standard"/>
              <w:snapToGrid w:val="0"/>
              <w:ind w:right="497"/>
              <w:rPr>
                <w:b/>
                <w:bCs/>
              </w:rPr>
            </w:pPr>
            <w:r>
              <w:rPr>
                <w:b/>
                <w:bCs/>
              </w:rPr>
              <w:t xml:space="preserve">  BRESSUIRE – Relocalisation du SPIP de</w:t>
            </w:r>
            <w:bookmarkStart w:id="3" w:name="A0_p8_a"/>
            <w:r>
              <w:rPr>
                <w:b/>
                <w:bCs/>
              </w:rPr>
              <w:t xml:space="preserve"> BRESSSUIRE – </w:t>
            </w:r>
            <w:bookmarkEnd w:id="3"/>
            <w:r>
              <w:rPr>
                <w:b/>
                <w:bCs/>
              </w:rPr>
              <w:t>TF AM2-2023-DISP33-2</w:t>
            </w:r>
          </w:p>
        </w:tc>
      </w:tr>
      <w:tr w:rsidR="007231F5" w14:paraId="01A9F232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4B4BDB" w14:textId="77777777" w:rsidR="007231F5" w:rsidRDefault="007231F5">
            <w:pPr>
              <w:pStyle w:val="Standard"/>
              <w:snapToGrid w:val="0"/>
              <w:ind w:left="567" w:right="641"/>
              <w:rPr>
                <w:sz w:val="6"/>
              </w:rPr>
            </w:pPr>
          </w:p>
        </w:tc>
      </w:tr>
    </w:tbl>
    <w:p w14:paraId="6FBD0F46" w14:textId="77777777" w:rsidR="007231F5" w:rsidRDefault="007231F5">
      <w:pPr>
        <w:pStyle w:val="Standard"/>
        <w:rPr>
          <w:sz w:val="12"/>
        </w:rPr>
      </w:pPr>
    </w:p>
    <w:tbl>
      <w:tblPr>
        <w:tblW w:w="9475" w:type="dxa"/>
        <w:tblInd w:w="-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7231F5" w14:paraId="6EB1204B" w14:textId="77777777">
        <w:tblPrEx>
          <w:tblCellMar>
            <w:top w:w="0" w:type="dxa"/>
            <w:bottom w:w="0" w:type="dxa"/>
          </w:tblCellMar>
        </w:tblPrEx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FFE997" w14:textId="77777777" w:rsidR="007231F5" w:rsidRDefault="00D1227C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Lot</w:t>
            </w:r>
          </w:p>
        </w:tc>
      </w:tr>
      <w:tr w:rsidR="007231F5" w14:paraId="154E28E9" w14:textId="77777777">
        <w:tblPrEx>
          <w:tblCellMar>
            <w:top w:w="0" w:type="dxa"/>
            <w:bottom w:w="0" w:type="dxa"/>
          </w:tblCellMar>
        </w:tblPrEx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30C04E" w14:textId="77777777" w:rsidR="007231F5" w:rsidRDefault="007231F5">
            <w:pPr>
              <w:pStyle w:val="Reponse"/>
              <w:snapToGrid w:val="0"/>
              <w:rPr>
                <w:b/>
                <w:i/>
                <w:sz w:val="2"/>
              </w:rPr>
            </w:pPr>
          </w:p>
        </w:tc>
      </w:tr>
      <w:tr w:rsidR="007231F5" w14:paraId="4D6CE243" w14:textId="77777777">
        <w:tblPrEx>
          <w:tblCellMar>
            <w:top w:w="0" w:type="dxa"/>
            <w:bottom w:w="0" w:type="dxa"/>
          </w:tblCellMar>
        </w:tblPrEx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842B70" w14:textId="77777777" w:rsidR="007231F5" w:rsidRDefault="00D1227C">
            <w:pPr>
              <w:pStyle w:val="Reponse"/>
              <w:snapToGrid w:val="0"/>
              <w:ind w:right="0"/>
              <w:jc w:val="left"/>
            </w:pPr>
            <w: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835BC0" w14:textId="77777777" w:rsidR="007231F5" w:rsidRDefault="007231F5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63BC86" w14:textId="77777777" w:rsidR="007231F5" w:rsidRDefault="00D1227C">
            <w:pPr>
              <w:pStyle w:val="Reponse"/>
              <w:snapToGrid w:val="0"/>
              <w:ind w:left="-107" w:right="0"/>
              <w:jc w:val="center"/>
            </w:pPr>
            <w: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44507A" w14:textId="77777777" w:rsidR="007231F5" w:rsidRDefault="007231F5">
            <w:pPr>
              <w:pStyle w:val="Reponse"/>
              <w:snapToGrid w:val="0"/>
              <w:ind w:left="0" w:right="0"/>
              <w:jc w:val="left"/>
            </w:pP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9D00C18" w14:textId="77777777" w:rsidR="007231F5" w:rsidRDefault="007231F5">
            <w:pPr>
              <w:pStyle w:val="Reponse"/>
              <w:snapToGrid w:val="0"/>
              <w:ind w:left="0" w:right="0"/>
              <w:jc w:val="left"/>
            </w:pPr>
          </w:p>
        </w:tc>
      </w:tr>
      <w:tr w:rsidR="007231F5" w14:paraId="26CA1766" w14:textId="77777777">
        <w:tblPrEx>
          <w:tblCellMar>
            <w:top w:w="0" w:type="dxa"/>
            <w:bottom w:w="0" w:type="dxa"/>
          </w:tblCellMar>
        </w:tblPrEx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531139B" w14:textId="77777777" w:rsidR="007231F5" w:rsidRDefault="007231F5">
            <w:pPr>
              <w:pStyle w:val="Reponse"/>
              <w:snapToGrid w:val="0"/>
              <w:rPr>
                <w:sz w:val="2"/>
              </w:rPr>
            </w:pPr>
          </w:p>
        </w:tc>
      </w:tr>
    </w:tbl>
    <w:p w14:paraId="31F061B9" w14:textId="77777777" w:rsidR="007231F5" w:rsidRDefault="007231F5">
      <w:pPr>
        <w:pStyle w:val="Standard"/>
        <w:rPr>
          <w:sz w:val="20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7231F5" w14:paraId="0808EFCA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DE1BC7D" w14:textId="77777777" w:rsidR="007231F5" w:rsidRDefault="007231F5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  <w:tr w:rsidR="007231F5" w14:paraId="1338C6C9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9E3CCE8" w14:textId="77777777" w:rsidR="007231F5" w:rsidRDefault="00D1227C">
            <w:pPr>
              <w:pStyle w:val="Standard"/>
              <w:snapToGrid w:val="0"/>
              <w:ind w:left="567" w:right="497"/>
            </w:pPr>
            <w:r>
              <w:rPr>
                <w:b/>
              </w:rPr>
              <w:t>Marché sur procédure adaptée</w:t>
            </w:r>
            <w:r>
              <w:t xml:space="preserve"> en application </w:t>
            </w:r>
            <w:bookmarkStart w:id="4" w:name="A0_p4B_a"/>
            <w:r>
              <w:t xml:space="preserve">des articles L.2123-1 et </w:t>
            </w:r>
            <w:r>
              <w:t>R.2123-1 à R.2123-7 du CCP.</w:t>
            </w:r>
            <w:bookmarkEnd w:id="4"/>
          </w:p>
        </w:tc>
      </w:tr>
      <w:tr w:rsidR="007231F5" w14:paraId="136479BD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42ED315" w14:textId="77777777" w:rsidR="007231F5" w:rsidRDefault="007231F5">
            <w:pPr>
              <w:pStyle w:val="Standard"/>
              <w:snapToGrid w:val="0"/>
              <w:ind w:left="567" w:right="641"/>
              <w:rPr>
                <w:b/>
                <w:sz w:val="6"/>
              </w:rPr>
            </w:pPr>
          </w:p>
        </w:tc>
      </w:tr>
    </w:tbl>
    <w:p w14:paraId="109F087A" w14:textId="77777777" w:rsidR="007231F5" w:rsidRDefault="007231F5">
      <w:pPr>
        <w:pStyle w:val="Standard"/>
      </w:pPr>
    </w:p>
    <w:p w14:paraId="4014E85E" w14:textId="77777777" w:rsidR="007231F5" w:rsidRDefault="00D1227C">
      <w:pPr>
        <w:pStyle w:val="Standard"/>
        <w:rPr>
          <w:b/>
        </w:rPr>
      </w:pPr>
      <w:r>
        <w:rPr>
          <w:b/>
        </w:rPr>
        <w:t xml:space="preserve">L’offre a été établie sur la base des conditions économiques en vigueur au mois </w:t>
      </w:r>
      <w:bookmarkStart w:id="5" w:name="A0_p5_a"/>
      <w:r>
        <w:rPr>
          <w:b/>
        </w:rPr>
        <w:t xml:space="preserve">de </w:t>
      </w:r>
      <w:bookmarkEnd w:id="5"/>
      <w:r>
        <w:rPr>
          <w:b/>
        </w:rPr>
        <w:t>Janvier 2025 (mois zéro).</w:t>
      </w:r>
    </w:p>
    <w:p w14:paraId="7D2332E4" w14:textId="77777777" w:rsidR="007231F5" w:rsidRDefault="007231F5">
      <w:pPr>
        <w:pStyle w:val="Standard"/>
        <w:rPr>
          <w:b/>
        </w:rPr>
      </w:pPr>
    </w:p>
    <w:tbl>
      <w:tblPr>
        <w:tblW w:w="9212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7231F5" w14:paraId="6CE26D7E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643F60" w14:textId="77777777" w:rsidR="007231F5" w:rsidRDefault="00D1227C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02B1B" w14:textId="77777777" w:rsidR="007231F5" w:rsidRDefault="00D1227C">
            <w:pPr>
              <w:pStyle w:val="Standard"/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(Réservé pour la mention d'exemplaire unique du marché)</w:t>
            </w:r>
          </w:p>
        </w:tc>
      </w:tr>
      <w:tr w:rsidR="007231F5" w14:paraId="13632C7D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8F6DF1" w14:textId="77777777" w:rsidR="007231F5" w:rsidRDefault="007231F5">
            <w:pPr>
              <w:pStyle w:val="Standard"/>
              <w:snapToGrid w:val="0"/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798800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6ECD3302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AE6BA2" w14:textId="77777777" w:rsidR="007231F5" w:rsidRDefault="00D1227C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6416D7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38FF3DE4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2ACC10" w14:textId="77777777" w:rsidR="007231F5" w:rsidRDefault="007231F5">
            <w:pPr>
              <w:pStyle w:val="Standard"/>
              <w:snapToGrid w:val="0"/>
              <w:rPr>
                <w:sz w:val="28"/>
              </w:rPr>
            </w:pPr>
          </w:p>
          <w:p w14:paraId="71E350DC" w14:textId="77777777" w:rsidR="007231F5" w:rsidRDefault="007231F5">
            <w:pPr>
              <w:pStyle w:val="Standard"/>
              <w:snapToGrid w:val="0"/>
              <w:rPr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A1F9F7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43BB707D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F62068" w14:textId="77777777" w:rsidR="007231F5" w:rsidRDefault="00D1227C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4601AF" w14:textId="77777777" w:rsidR="007231F5" w:rsidRDefault="007231F5">
            <w:pPr>
              <w:pStyle w:val="Standard"/>
              <w:snapToGrid w:val="0"/>
              <w:rPr>
                <w:sz w:val="28"/>
              </w:rPr>
            </w:pPr>
          </w:p>
        </w:tc>
      </w:tr>
      <w:tr w:rsidR="007231F5" w14:paraId="3B538DE0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D7440E" w14:textId="77777777" w:rsidR="007231F5" w:rsidRDefault="007231F5">
            <w:pPr>
              <w:pStyle w:val="Standard"/>
              <w:snapToGrid w:val="0"/>
              <w:rPr>
                <w:b/>
                <w:i/>
                <w:sz w:val="28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55A7BFE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6E9DE2C0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F76929C" w14:textId="77777777" w:rsidR="007231F5" w:rsidRDefault="007231F5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E3220B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6D4FD4C7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10C906" w14:textId="77777777" w:rsidR="007231F5" w:rsidRDefault="00D1227C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FCCCF6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2BB237C4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A2C736" w14:textId="77777777" w:rsidR="007231F5" w:rsidRDefault="007231F5">
            <w:pPr>
              <w:pStyle w:val="Standard"/>
              <w:snapToGrid w:val="0"/>
              <w:rPr>
                <w:b/>
                <w:i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1C13244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4A175309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2249B" w14:textId="77777777" w:rsidR="007231F5" w:rsidRDefault="00D1227C">
            <w:pPr>
              <w:pStyle w:val="Standard"/>
              <w:snapToGrid w:val="0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133650" w14:textId="77777777" w:rsidR="007231F5" w:rsidRDefault="007231F5">
            <w:pPr>
              <w:pStyle w:val="Standard"/>
              <w:snapToGrid w:val="0"/>
              <w:rPr>
                <w:sz w:val="28"/>
              </w:rPr>
            </w:pPr>
          </w:p>
        </w:tc>
      </w:tr>
      <w:tr w:rsidR="007231F5" w14:paraId="779E6089" w14:textId="77777777">
        <w:tblPrEx>
          <w:tblCellMar>
            <w:top w:w="0" w:type="dxa"/>
            <w:bottom w:w="0" w:type="dxa"/>
          </w:tblCellMar>
        </w:tblPrEx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D94E0B" w14:textId="77777777" w:rsidR="007231F5" w:rsidRDefault="00D1227C">
            <w:pPr>
              <w:pStyle w:val="Standard"/>
              <w:snapToGrid w:val="0"/>
              <w:rPr>
                <w:sz w:val="28"/>
              </w:rPr>
            </w:pPr>
            <w:bookmarkStart w:id="6" w:name="A0_p6A_a"/>
            <w:r>
              <w:rPr>
                <w:sz w:val="28"/>
              </w:rPr>
              <w:t>BOP 1</w:t>
            </w:r>
            <w:bookmarkEnd w:id="6"/>
            <w:r>
              <w:rPr>
                <w:sz w:val="28"/>
              </w:rPr>
              <w:t>07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A93EAAA" w14:textId="77777777" w:rsidR="007231F5" w:rsidRDefault="007231F5">
            <w:pPr>
              <w:pStyle w:val="Standard"/>
              <w:snapToGrid w:val="0"/>
            </w:pPr>
          </w:p>
        </w:tc>
      </w:tr>
    </w:tbl>
    <w:p w14:paraId="11EA4D60" w14:textId="77777777" w:rsidR="007231F5" w:rsidRDefault="007231F5">
      <w:pPr>
        <w:pStyle w:val="Standard"/>
      </w:pPr>
    </w:p>
    <w:p w14:paraId="64A71B0A" w14:textId="77777777" w:rsidR="007231F5" w:rsidRDefault="00D1227C">
      <w:pPr>
        <w:pStyle w:val="Standard"/>
        <w:spacing w:before="240"/>
      </w:pPr>
      <w:r>
        <w:t>L'acte d'engagement comporte ____ pages et les annexes n°____</w:t>
      </w:r>
    </w:p>
    <w:p w14:paraId="79C52D30" w14:textId="77777777" w:rsidR="007231F5" w:rsidRDefault="007231F5">
      <w:pPr>
        <w:pStyle w:val="Standard"/>
        <w:pageBreakBefore/>
      </w:pPr>
    </w:p>
    <w:p w14:paraId="1C63937C" w14:textId="77777777" w:rsidR="007231F5" w:rsidRDefault="00D1227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spacing w:before="360"/>
        <w:ind w:left="142"/>
        <w:jc w:val="center"/>
        <w:rPr>
          <w:b/>
          <w:sz w:val="32"/>
        </w:rPr>
      </w:pPr>
      <w:r>
        <w:rPr>
          <w:b/>
          <w:sz w:val="32"/>
        </w:rPr>
        <w:t>ACTE D'ENGAGEMENT</w:t>
      </w:r>
      <w:r>
        <w:rPr>
          <w:b/>
          <w:sz w:val="32"/>
        </w:rPr>
        <w:br/>
      </w:r>
      <w:r>
        <w:rPr>
          <w:b/>
          <w:sz w:val="32"/>
        </w:rPr>
        <w:t>(AE)</w:t>
      </w:r>
    </w:p>
    <w:p w14:paraId="331DB811" w14:textId="77777777" w:rsidR="007231F5" w:rsidRDefault="007231F5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7231F5" w14:paraId="110E72A0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62B2A9C" w14:textId="77777777" w:rsidR="007231F5" w:rsidRDefault="00D1227C">
            <w:pPr>
              <w:pStyle w:val="Standard"/>
              <w:snapToGrid w:val="0"/>
              <w:jc w:val="center"/>
              <w:rPr>
                <w:b/>
                <w:i/>
                <w:color w:val="000000"/>
                <w:sz w:val="28"/>
              </w:rPr>
            </w:pPr>
            <w:r>
              <w:rPr>
                <w:b/>
                <w:i/>
                <w:color w:val="000000"/>
                <w:sz w:val="28"/>
              </w:rPr>
              <w:t>Représentant du Pouvoir Adjudicateur (RPA)</w:t>
            </w:r>
          </w:p>
        </w:tc>
      </w:tr>
      <w:tr w:rsidR="007231F5" w14:paraId="048F6D2A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2501054" w14:textId="77777777" w:rsidR="007231F5" w:rsidRDefault="007231F5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7231F5" w14:paraId="10347DD0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5BA779" w14:textId="77777777" w:rsidR="007231F5" w:rsidRDefault="00D1227C">
            <w:pPr>
              <w:pStyle w:val="Standard"/>
              <w:snapToGrid w:val="0"/>
              <w:ind w:left="567" w:right="497"/>
            </w:pPr>
            <w:bookmarkStart w:id="7" w:name="A0_p7_a"/>
            <w:r>
              <w:t xml:space="preserve">                       Monsieur le chef du </w:t>
            </w:r>
            <w:r>
              <w:t>département immobilier de Bordeaux</w:t>
            </w:r>
            <w:bookmarkEnd w:id="7"/>
            <w:r>
              <w:t xml:space="preserve"> ou son adjoint</w:t>
            </w:r>
          </w:p>
        </w:tc>
      </w:tr>
      <w:tr w:rsidR="007231F5" w14:paraId="3C0FDCDB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B5886" w14:textId="77777777" w:rsidR="007231F5" w:rsidRDefault="007231F5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47987EAC" w14:textId="77777777" w:rsidR="007231F5" w:rsidRDefault="007231F5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7231F5" w14:paraId="00BF3A0C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406068" w14:textId="77777777" w:rsidR="007231F5" w:rsidRDefault="00D1227C">
            <w:pPr>
              <w:pStyle w:val="Standard"/>
              <w:snapToGrid w:val="0"/>
            </w:pPr>
            <w:r>
              <w:rPr>
                <w:b/>
                <w:i/>
                <w:sz w:val="28"/>
              </w:rPr>
              <w:t>Personne habilitée à donner les renseignements</w:t>
            </w:r>
            <w:r>
              <w:rPr>
                <w:i/>
              </w:rPr>
              <w:t xml:space="preserve"> aux articles R.2191-60 et R.2191-61 du CCP.</w:t>
            </w:r>
          </w:p>
        </w:tc>
      </w:tr>
      <w:tr w:rsidR="007231F5" w14:paraId="1D3C5335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3227DAE" w14:textId="77777777" w:rsidR="007231F5" w:rsidRDefault="007231F5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7231F5" w14:paraId="6DB2CA72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E50D2C6" w14:textId="77777777" w:rsidR="007231F5" w:rsidRDefault="00D1227C">
            <w:pPr>
              <w:pStyle w:val="Standard"/>
              <w:snapToGrid w:val="0"/>
              <w:ind w:left="709" w:right="497"/>
            </w:pPr>
            <w:bookmarkStart w:id="8" w:name="A0_p7_b"/>
            <w:r>
              <w:t>Monsieur le chef du département immobilier de Bordeaux</w:t>
            </w:r>
            <w:bookmarkEnd w:id="8"/>
            <w:r>
              <w:t xml:space="preserve"> ou son adjoint</w:t>
            </w:r>
          </w:p>
        </w:tc>
      </w:tr>
      <w:tr w:rsidR="007231F5" w14:paraId="4211C163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0D736B" w14:textId="77777777" w:rsidR="007231F5" w:rsidRDefault="007231F5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E34D3FF" w14:textId="77777777" w:rsidR="007231F5" w:rsidRDefault="007231F5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7231F5" w14:paraId="5697261E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B5C019" w14:textId="77777777" w:rsidR="007231F5" w:rsidRDefault="00D1227C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Ordonnateur</w:t>
            </w:r>
          </w:p>
        </w:tc>
      </w:tr>
      <w:tr w:rsidR="007231F5" w14:paraId="74E7284C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9E3F16" w14:textId="77777777" w:rsidR="007231F5" w:rsidRDefault="007231F5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7231F5" w14:paraId="541448AA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01EECF" w14:textId="77777777" w:rsidR="007231F5" w:rsidRDefault="00D1227C">
            <w:pPr>
              <w:pStyle w:val="Standard"/>
              <w:snapToGrid w:val="0"/>
              <w:ind w:left="567" w:right="497"/>
            </w:pPr>
            <w:bookmarkStart w:id="9" w:name="A0_p7_c"/>
            <w:r>
              <w:t xml:space="preserve">Ministère de la </w:t>
            </w:r>
            <w:r>
              <w:t>Justice</w:t>
            </w:r>
          </w:p>
          <w:p w14:paraId="5C335723" w14:textId="77777777" w:rsidR="007231F5" w:rsidRDefault="00D1227C">
            <w:pPr>
              <w:pStyle w:val="Standard"/>
              <w:snapToGrid w:val="0"/>
              <w:ind w:left="567" w:right="497"/>
            </w:pPr>
            <w:r>
              <w:t>Secrétariat Général</w:t>
            </w:r>
          </w:p>
          <w:p w14:paraId="38A2AEAF" w14:textId="77777777" w:rsidR="007231F5" w:rsidRDefault="00D1227C">
            <w:pPr>
              <w:pStyle w:val="Standard"/>
              <w:snapToGrid w:val="0"/>
              <w:ind w:left="567" w:right="497"/>
            </w:pPr>
            <w:r>
              <w:t>Département Immobilier de Bordeaux</w:t>
            </w:r>
            <w:bookmarkEnd w:id="9"/>
          </w:p>
        </w:tc>
      </w:tr>
      <w:tr w:rsidR="007231F5" w14:paraId="5D4B5031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347A7A" w14:textId="77777777" w:rsidR="007231F5" w:rsidRDefault="007231F5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2D5058A5" w14:textId="77777777" w:rsidR="007231F5" w:rsidRDefault="007231F5">
      <w:pPr>
        <w:pStyle w:val="Standard"/>
        <w:rPr>
          <w:sz w:val="48"/>
        </w:rPr>
      </w:pPr>
    </w:p>
    <w:tbl>
      <w:tblPr>
        <w:tblW w:w="9471" w:type="dxa"/>
        <w:tblInd w:w="-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71"/>
      </w:tblGrid>
      <w:tr w:rsidR="007231F5" w14:paraId="161B2713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657A8B" w14:textId="77777777" w:rsidR="007231F5" w:rsidRDefault="00D1227C">
            <w:pPr>
              <w:pStyle w:val="Standard"/>
              <w:snapToGrid w:val="0"/>
              <w:jc w:val="center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Comptable public assignataire</w:t>
            </w:r>
          </w:p>
        </w:tc>
      </w:tr>
      <w:tr w:rsidR="007231F5" w14:paraId="42A527DF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AB6D20E" w14:textId="77777777" w:rsidR="007231F5" w:rsidRDefault="007231F5">
            <w:pPr>
              <w:pStyle w:val="Standard"/>
              <w:snapToGrid w:val="0"/>
              <w:rPr>
                <w:b/>
                <w:i/>
                <w:sz w:val="6"/>
              </w:rPr>
            </w:pPr>
          </w:p>
        </w:tc>
      </w:tr>
      <w:tr w:rsidR="007231F5" w14:paraId="0A520080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4F7661C" w14:textId="77777777" w:rsidR="007231F5" w:rsidRDefault="00D1227C">
            <w:pPr>
              <w:pStyle w:val="Standard"/>
              <w:snapToGrid w:val="0"/>
              <w:ind w:left="567" w:right="497"/>
            </w:pPr>
            <w:bookmarkStart w:id="10" w:name="A0_p7_d"/>
            <w:r>
              <w:t>Direction Régionale des Finances Publiques de Nouvelle-Aquitaine</w:t>
            </w:r>
          </w:p>
          <w:p w14:paraId="321520AE" w14:textId="187948A6" w:rsidR="007231F5" w:rsidRDefault="00D1227C">
            <w:pPr>
              <w:pStyle w:val="Standard"/>
              <w:snapToGrid w:val="0"/>
              <w:ind w:left="567" w:right="497"/>
            </w:pPr>
            <w:r>
              <w:t>24, rue François de Sourdis</w:t>
            </w:r>
            <w:r>
              <w:t xml:space="preserve"> 33 000 BORDEAUX</w:t>
            </w:r>
          </w:p>
          <w:p w14:paraId="6F938B40" w14:textId="77777777" w:rsidR="007231F5" w:rsidRDefault="00D1227C">
            <w:pPr>
              <w:pStyle w:val="Standard"/>
              <w:snapToGrid w:val="0"/>
              <w:ind w:left="567" w:right="497"/>
            </w:pPr>
            <w:r>
              <w:t>Tel : 05 56 90 76 00</w:t>
            </w:r>
            <w:bookmarkEnd w:id="10"/>
          </w:p>
        </w:tc>
      </w:tr>
      <w:tr w:rsidR="007231F5" w14:paraId="58D65FBA" w14:textId="77777777">
        <w:tblPrEx>
          <w:tblCellMar>
            <w:top w:w="0" w:type="dxa"/>
            <w:bottom w:w="0" w:type="dxa"/>
          </w:tblCellMar>
        </w:tblPrEx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6E9F7DC" w14:textId="77777777" w:rsidR="007231F5" w:rsidRDefault="007231F5">
            <w:pPr>
              <w:pStyle w:val="Standard"/>
              <w:snapToGrid w:val="0"/>
              <w:rPr>
                <w:sz w:val="6"/>
              </w:rPr>
            </w:pPr>
          </w:p>
        </w:tc>
      </w:tr>
    </w:tbl>
    <w:p w14:paraId="3323543D" w14:textId="77777777" w:rsidR="007231F5" w:rsidRDefault="00D1227C">
      <w:pPr>
        <w:pStyle w:val="Paragraphe"/>
        <w:spacing w:before="600"/>
        <w:jc w:val="center"/>
        <w:rPr>
          <w:rFonts w:ascii="Arial" w:hAnsi="Arial"/>
          <w:b/>
          <w:i/>
          <w:sz w:val="20"/>
        </w:rPr>
      </w:pPr>
      <w:r>
        <w:rPr>
          <w:rFonts w:ascii="Arial" w:hAnsi="Arial"/>
          <w:b/>
          <w:i/>
          <w:sz w:val="20"/>
        </w:rPr>
        <w:t xml:space="preserve">Dans la suite du </w:t>
      </w:r>
      <w:r>
        <w:rPr>
          <w:rFonts w:ascii="Arial" w:hAnsi="Arial"/>
          <w:b/>
          <w:i/>
          <w:sz w:val="20"/>
        </w:rPr>
        <w:t>présent document le pouvoir adjudicateur est désigné "Maître d'ouvrage".</w:t>
      </w:r>
    </w:p>
    <w:p w14:paraId="6D6370B0" w14:textId="77777777" w:rsidR="007231F5" w:rsidRDefault="00D1227C">
      <w:pPr>
        <w:pStyle w:val="Paragraphe"/>
        <w:spacing w:before="600"/>
        <w:jc w:val="center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t>Dans tout ce document, le code de la commande publique est désigné par l’abréviation CCP.</w:t>
      </w:r>
    </w:p>
    <w:p w14:paraId="1AE7098C" w14:textId="77777777" w:rsidR="007231F5" w:rsidRDefault="007231F5">
      <w:pPr>
        <w:pStyle w:val="Standard"/>
        <w:pageBreakBefore/>
        <w:rPr>
          <w:sz w:val="6"/>
        </w:rPr>
      </w:pPr>
    </w:p>
    <w:p w14:paraId="2C661235" w14:textId="77777777" w:rsidR="007231F5" w:rsidRDefault="00D1227C">
      <w:pPr>
        <w:pStyle w:val="Titre1"/>
        <w:keepNext w:val="0"/>
        <w:spacing w:before="0" w:after="120"/>
        <w:rPr>
          <w:u w:val="none"/>
        </w:rPr>
      </w:pPr>
      <w:r>
        <w:rPr>
          <w:u w:val="none"/>
        </w:rPr>
        <w:t>ARTICLE PREMIER. CONTRACTANT(S)</w:t>
      </w:r>
    </w:p>
    <w:p w14:paraId="62D546A1" w14:textId="77777777" w:rsidR="007231F5" w:rsidRDefault="00D1227C">
      <w:pPr>
        <w:pStyle w:val="Standard"/>
        <w:spacing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Je</w:t>
      </w:r>
      <w:proofErr w:type="gramEnd"/>
      <w:r>
        <w:rPr>
          <w:b/>
        </w:rPr>
        <w:t xml:space="preserve"> soussigné,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231F5" w14:paraId="6090EB4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3845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3FD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22DF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79111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FF4D995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9EF9C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13238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0498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6421F9A3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2DF8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3F4ED8F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C302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07E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D257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B3A85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39744A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66C1F" w14:textId="77777777" w:rsidR="007231F5" w:rsidRDefault="007231F5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CECCC8" w14:textId="77777777" w:rsidR="007231F5" w:rsidRDefault="00D1227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0799" w14:textId="77777777" w:rsidR="007231F5" w:rsidRDefault="007231F5">
            <w:pPr>
              <w:pStyle w:val="Standard"/>
              <w:snapToGrid w:val="0"/>
              <w:rPr>
                <w:sz w:val="20"/>
              </w:rPr>
            </w:pPr>
          </w:p>
        </w:tc>
      </w:tr>
      <w:tr w:rsidR="007231F5" w14:paraId="60ED40F9" w14:textId="77777777">
        <w:tblPrEx>
          <w:tblCellMar>
            <w:top w:w="0" w:type="dxa"/>
            <w:bottom w:w="0" w:type="dxa"/>
          </w:tblCellMar>
        </w:tblPrEx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0E2B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5E3C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0926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399ABBE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27C3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3B85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4FA6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78F8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510B667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A40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288E95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2CA4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75465649" w14:textId="77777777" w:rsidR="007231F5" w:rsidRDefault="007231F5">
            <w:pPr>
              <w:pStyle w:val="Standard"/>
              <w:rPr>
                <w:sz w:val="18"/>
              </w:rPr>
            </w:pPr>
          </w:p>
          <w:p w14:paraId="26692894" w14:textId="77777777" w:rsidR="007231F5" w:rsidRDefault="007231F5">
            <w:pPr>
              <w:pStyle w:val="Standard"/>
              <w:rPr>
                <w:sz w:val="18"/>
              </w:rPr>
            </w:pPr>
          </w:p>
          <w:p w14:paraId="2B468B8F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4C5F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83C505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736A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97B5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EC9E8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B760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593E39C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E343B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8C3BA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9C05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369EB" w14:textId="77777777" w:rsidR="007231F5" w:rsidRDefault="00D1227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3511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5B790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1EA3498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AC73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9F0A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924F2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330C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47ADAC1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4907A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76751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3336" w14:textId="77777777" w:rsidR="007231F5" w:rsidRDefault="007231F5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0A5F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7512F89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6ED8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738F4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CE0A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3272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236F18BE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D85DE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729AE" w14:textId="77777777" w:rsidR="007231F5" w:rsidRDefault="00D1227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6CC0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2D6F0E87" w14:textId="77777777">
        <w:tblPrEx>
          <w:tblCellMar>
            <w:top w:w="0" w:type="dxa"/>
            <w:bottom w:w="0" w:type="dxa"/>
          </w:tblCellMar>
        </w:tblPrEx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4FAD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6DA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5B8C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0A0D88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8D0F2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8B619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D06C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69B71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71FAD47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A056B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C6F5F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Au </w:t>
            </w:r>
            <w:r>
              <w:rPr>
                <w:sz w:val="18"/>
              </w:rPr>
              <w:t>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59C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B58E4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5CF1D78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7702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78A6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7638C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D520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03B237B5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13D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4B324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94C3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41DD8F2E" w14:textId="77777777" w:rsidR="007231F5" w:rsidRDefault="007231F5">
            <w:pPr>
              <w:pStyle w:val="Standard"/>
              <w:rPr>
                <w:sz w:val="18"/>
              </w:rPr>
            </w:pPr>
          </w:p>
          <w:p w14:paraId="6BCAB033" w14:textId="77777777" w:rsidR="007231F5" w:rsidRDefault="007231F5">
            <w:pPr>
              <w:pStyle w:val="Standard"/>
              <w:rPr>
                <w:sz w:val="18"/>
              </w:rPr>
            </w:pPr>
          </w:p>
          <w:p w14:paraId="59D68239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4E9B8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54D03DB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FD92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0B2C3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AC6C3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1185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829D39B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D5DF7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AB28E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50EC0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7B4E29" w14:textId="77777777" w:rsidR="007231F5" w:rsidRDefault="00D1227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26CA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BE78B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431856E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A7CB0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24D72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E1C7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7482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FCBEDE5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B18D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83BA2D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8A4FA8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E847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162E9AF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233E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EB46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AF0B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12540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68D7C5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AAF8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2D56D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694CC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40E1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E1C95E5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81CB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1EC0C" w14:textId="77777777" w:rsidR="007231F5" w:rsidRDefault="00D1227C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E96D3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F9D3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E1BD9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F0C67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BAA9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BBD78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6602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62428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5ECA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5549AA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7EE0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735245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7DEB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989895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224E2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4B19CC5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AF2B5D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F58F6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A4CED4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9F5F5A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7231F5" w14:paraId="3DDAF561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1453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8B1B0" w14:textId="77777777" w:rsidR="007231F5" w:rsidRDefault="00D1227C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</w:t>
            </w:r>
            <w:r>
              <w:rPr>
                <w:sz w:val="18"/>
              </w:rPr>
              <w:t>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155F9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00F59B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212BA0E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45B5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2FD413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77F5E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2845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21C99757" w14:textId="77777777" w:rsidR="007231F5" w:rsidRDefault="00D1227C">
      <w:pPr>
        <w:pStyle w:val="Standard"/>
        <w:spacing w:before="120" w:after="12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</w:rPr>
        <w:t>Nous</w:t>
      </w:r>
      <w:proofErr w:type="gramEnd"/>
      <w:r>
        <w:rPr>
          <w:b/>
        </w:rPr>
        <w:t xml:space="preserve"> soussignés,</w:t>
      </w: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231F5" w14:paraId="4C50D73F" w14:textId="77777777">
        <w:tblPrEx>
          <w:tblCellMar>
            <w:top w:w="0" w:type="dxa"/>
            <w:bottom w:w="0" w:type="dxa"/>
          </w:tblCellMar>
        </w:tblPrEx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BFA604" w14:textId="77777777" w:rsidR="007231F5" w:rsidRDefault="00D1227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</w:tr>
      <w:tr w:rsidR="007231F5" w14:paraId="1B168F0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5E660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7CE1B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C657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DC90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0B27F627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9C5D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71808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19F5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685B4597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89A26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23CBC6E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1AFA8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8F38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2E1D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E317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403E9D29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9A08EB" w14:textId="77777777" w:rsidR="007231F5" w:rsidRDefault="007231F5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551562" w14:textId="77777777" w:rsidR="007231F5" w:rsidRDefault="00D1227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22DAA" w14:textId="77777777" w:rsidR="007231F5" w:rsidRDefault="007231F5">
            <w:pPr>
              <w:pStyle w:val="Standard"/>
              <w:snapToGrid w:val="0"/>
              <w:rPr>
                <w:sz w:val="20"/>
              </w:rPr>
            </w:pPr>
          </w:p>
        </w:tc>
      </w:tr>
      <w:tr w:rsidR="007231F5" w14:paraId="2D237899" w14:textId="77777777">
        <w:tblPrEx>
          <w:tblCellMar>
            <w:top w:w="0" w:type="dxa"/>
            <w:bottom w:w="0" w:type="dxa"/>
          </w:tblCellMar>
        </w:tblPrEx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015E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F4D08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098D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56ADA93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643E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8935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3A66C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867E7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00AB7EBF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0851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3F4183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11D3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7D8AFD5A" w14:textId="77777777" w:rsidR="007231F5" w:rsidRDefault="007231F5">
            <w:pPr>
              <w:pStyle w:val="Standard"/>
              <w:rPr>
                <w:sz w:val="18"/>
              </w:rPr>
            </w:pPr>
          </w:p>
          <w:p w14:paraId="58266A3E" w14:textId="77777777" w:rsidR="007231F5" w:rsidRDefault="007231F5">
            <w:pPr>
              <w:pStyle w:val="Standard"/>
              <w:rPr>
                <w:sz w:val="18"/>
              </w:rPr>
            </w:pPr>
          </w:p>
          <w:p w14:paraId="54C6B2CD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639F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4351F08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A251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D32E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F5B30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E23D2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30F5BDD2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85CE6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4B1675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981B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0818" w14:textId="77777777" w:rsidR="007231F5" w:rsidRDefault="00D1227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003B4F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478D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414D11D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7FF3B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55F7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1C239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EE75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14DA7C5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2A2C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A6F54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D993E" w14:textId="77777777" w:rsidR="007231F5" w:rsidRDefault="007231F5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CD469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74A94A7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A126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19BC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91829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B091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5A4E016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B9D0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362D0" w14:textId="77777777" w:rsidR="007231F5" w:rsidRDefault="00D1227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pour le nom et le </w:t>
            </w:r>
            <w:r>
              <w:rPr>
                <w:b/>
                <w:sz w:val="22"/>
              </w:rPr>
              <w:t>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2C6E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0B375A9" w14:textId="77777777">
        <w:tblPrEx>
          <w:tblCellMar>
            <w:top w:w="0" w:type="dxa"/>
            <w:bottom w:w="0" w:type="dxa"/>
          </w:tblCellMar>
        </w:tblPrEx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57BD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DDBF4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EDEB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1D0145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B5CA6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2D4E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F0CB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8B90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B83110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A428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6E991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B462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018C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1A4C93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316D7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8CD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674F6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5DC03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50EC4B4D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9044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5DD79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E684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00F49A8F" w14:textId="77777777" w:rsidR="007231F5" w:rsidRDefault="007231F5">
            <w:pPr>
              <w:pStyle w:val="Standard"/>
              <w:rPr>
                <w:sz w:val="18"/>
              </w:rPr>
            </w:pPr>
          </w:p>
          <w:p w14:paraId="42DA1D2A" w14:textId="77777777" w:rsidR="007231F5" w:rsidRDefault="007231F5">
            <w:pPr>
              <w:pStyle w:val="Standard"/>
              <w:rPr>
                <w:sz w:val="18"/>
              </w:rPr>
            </w:pPr>
          </w:p>
          <w:p w14:paraId="449DBD75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7A17B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2AE54B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11AD0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6C5A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9335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B2853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0544FEA4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FAD8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EB0391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F4960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BBDBE" w14:textId="77777777" w:rsidR="007231F5" w:rsidRDefault="00D1227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AF4E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31CAFD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4E147A9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E98BE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AA05B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A96E8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0139D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79401AD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FE75F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BEC4C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4EFB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CEA4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4A2FC04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134E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80AD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35A4E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7CA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E993D3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EF726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5A04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1C39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959D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2F3354B5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CF31B8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30A54" w14:textId="77777777" w:rsidR="007231F5" w:rsidRDefault="00D1227C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A011F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E9F6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513DE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281E5D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1B338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E55897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6C4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9B37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6720A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197A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33648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661D8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744E59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E6C9E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9E3C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39076C3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56551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CABCC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75CA5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9EDDF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7231F5" w14:paraId="6625C90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02D1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F79EB" w14:textId="77777777" w:rsidR="007231F5" w:rsidRDefault="00D1227C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D4F1D5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E3A77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6EB25E7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D538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9466A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2F4672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E59A8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BDFE728" w14:textId="77777777" w:rsidR="007231F5" w:rsidRDefault="007231F5">
      <w:pPr>
        <w:pStyle w:val="Standard"/>
        <w:pageBreakBefore/>
        <w:rPr>
          <w:sz w:val="16"/>
        </w:rPr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231F5" w14:paraId="77AE15EC" w14:textId="77777777">
        <w:tblPrEx>
          <w:tblCellMar>
            <w:top w:w="0" w:type="dxa"/>
            <w:bottom w:w="0" w:type="dxa"/>
          </w:tblCellMar>
        </w:tblPrEx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3CC36" w14:textId="77777777" w:rsidR="007231F5" w:rsidRDefault="00D1227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</w:tr>
      <w:tr w:rsidR="007231F5" w14:paraId="3C9C98D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BE48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C3C7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382DB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3FB8A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092DDB42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A061B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D0D197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05653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49090D9A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BBB5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3DEC4C3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413BB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D5D1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08DAE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2957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FD8C1F7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3F7D3" w14:textId="77777777" w:rsidR="007231F5" w:rsidRDefault="007231F5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73571" w14:textId="77777777" w:rsidR="007231F5" w:rsidRDefault="00D1227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en mon 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89F715" w14:textId="77777777" w:rsidR="007231F5" w:rsidRDefault="007231F5">
            <w:pPr>
              <w:pStyle w:val="Standard"/>
              <w:snapToGrid w:val="0"/>
              <w:rPr>
                <w:sz w:val="20"/>
              </w:rPr>
            </w:pPr>
          </w:p>
        </w:tc>
      </w:tr>
      <w:tr w:rsidR="007231F5" w14:paraId="351EF391" w14:textId="77777777">
        <w:tblPrEx>
          <w:tblCellMar>
            <w:top w:w="0" w:type="dxa"/>
            <w:bottom w:w="0" w:type="dxa"/>
          </w:tblCellMar>
        </w:tblPrEx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95D25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B2EA2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F43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EF5CA9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2D8B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1CD6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20DA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B1ED9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37D7716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92CC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E71A11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DFE73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77B66905" w14:textId="77777777" w:rsidR="007231F5" w:rsidRDefault="007231F5">
            <w:pPr>
              <w:pStyle w:val="Standard"/>
              <w:rPr>
                <w:sz w:val="18"/>
              </w:rPr>
            </w:pPr>
          </w:p>
          <w:p w14:paraId="2BE7D390" w14:textId="77777777" w:rsidR="007231F5" w:rsidRDefault="007231F5">
            <w:pPr>
              <w:pStyle w:val="Standard"/>
              <w:rPr>
                <w:sz w:val="18"/>
              </w:rPr>
            </w:pPr>
          </w:p>
          <w:p w14:paraId="77AC00C5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66E0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839BD5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25A5F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5C43F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7B7F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94DC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867655B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1514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6E941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F36C2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489A5" w14:textId="77777777" w:rsidR="007231F5" w:rsidRDefault="00D1227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13842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83A7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5A7F052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83F8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923D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098C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F170B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3EA6E1A6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6C5F2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4C800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9A833" w14:textId="77777777" w:rsidR="007231F5" w:rsidRDefault="007231F5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6A4A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41FEE01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2B6E7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9271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E6E9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061FC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8F91A5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E81D2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B488D1" w14:textId="77777777" w:rsidR="007231F5" w:rsidRDefault="00D1227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F16D4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4B6B5B8C" w14:textId="77777777">
        <w:tblPrEx>
          <w:tblCellMar>
            <w:top w:w="0" w:type="dxa"/>
            <w:bottom w:w="0" w:type="dxa"/>
          </w:tblCellMar>
        </w:tblPrEx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4A9F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A9363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91620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ED010D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A3E6F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960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4AEC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10EC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27340996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23560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A76A42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A4568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7FF9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45214B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083E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1088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A164E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8084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1392BD70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1553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5E3927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36CC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6D30DF70" w14:textId="77777777" w:rsidR="007231F5" w:rsidRDefault="007231F5">
            <w:pPr>
              <w:pStyle w:val="Standard"/>
              <w:rPr>
                <w:sz w:val="18"/>
              </w:rPr>
            </w:pPr>
          </w:p>
          <w:p w14:paraId="06F8C107" w14:textId="77777777" w:rsidR="007231F5" w:rsidRDefault="007231F5">
            <w:pPr>
              <w:pStyle w:val="Standard"/>
              <w:rPr>
                <w:sz w:val="18"/>
              </w:rPr>
            </w:pPr>
          </w:p>
          <w:p w14:paraId="1011EE68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3BC7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296FA0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A23B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9F06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47E10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FB17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541B939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24D9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6831B6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47FD5E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CFC85B" w14:textId="77777777" w:rsidR="007231F5" w:rsidRDefault="00D1227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46104A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EBE0CA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4AA3AF6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A5C3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B007E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B76D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BEF9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2D7A68CB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8CCEB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590F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7F587D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2643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099B7ED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3080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84EB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6159B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C808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886C31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5E59D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A905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70024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14C2E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1B9B036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F7C7CF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94AB6" w14:textId="77777777" w:rsidR="007231F5" w:rsidRDefault="00D1227C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3DAEB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2490F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9763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873BE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9D2B79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99869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C38B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8049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C40AD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09DC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142F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1F01F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A57D59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69FFD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49309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3B0FB32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A9EFD7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2FE6C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73DB2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67B94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7231F5" w14:paraId="0AFBD0E2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58EFED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549A" w14:textId="77777777" w:rsidR="007231F5" w:rsidRDefault="00D1227C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F7B4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A0D45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64E4FFE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89262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9548D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7D697C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447FBB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403AFC84" w14:textId="77777777" w:rsidR="007231F5" w:rsidRDefault="007231F5">
      <w:pPr>
        <w:pStyle w:val="Standard"/>
        <w:spacing w:before="240" w:after="240"/>
      </w:pPr>
    </w:p>
    <w:tbl>
      <w:tblPr>
        <w:tblW w:w="94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7231F5" w14:paraId="4CAF11C3" w14:textId="77777777">
        <w:tblPrEx>
          <w:tblCellMar>
            <w:top w:w="0" w:type="dxa"/>
            <w:bottom w:w="0" w:type="dxa"/>
          </w:tblCellMar>
        </w:tblPrEx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6307E" w14:textId="77777777" w:rsidR="007231F5" w:rsidRDefault="00D1227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</w:tr>
      <w:tr w:rsidR="007231F5" w14:paraId="6F7476A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9445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EFFD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AA7B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40D69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396CF55E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7E54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429D0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64F9E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58D44878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ED01D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5F55413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DE39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062BB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38821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3844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40251DBA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312F9" w14:textId="77777777" w:rsidR="007231F5" w:rsidRDefault="007231F5">
            <w:pPr>
              <w:pStyle w:val="Standard"/>
              <w:snapToGrid w:val="0"/>
              <w:rPr>
                <w:sz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BC54E" w14:textId="77777777" w:rsidR="007231F5" w:rsidRDefault="00D1227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 xml:space="preserve">Agissant en mon </w:t>
            </w:r>
            <w:r>
              <w:rPr>
                <w:b/>
                <w:sz w:val="22"/>
              </w:rPr>
              <w:t>nom personnel</w:t>
            </w:r>
            <w:r>
              <w:rPr>
                <w:sz w:val="22"/>
              </w:rPr>
              <w:t xml:space="preserve"> ou </w:t>
            </w:r>
            <w:r>
              <w:rPr>
                <w:b/>
                <w:sz w:val="22"/>
              </w:rPr>
              <w:t>sous le nom de</w:t>
            </w:r>
            <w:r>
              <w:rPr>
                <w:sz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FD1BED" w14:textId="77777777" w:rsidR="007231F5" w:rsidRDefault="007231F5">
            <w:pPr>
              <w:pStyle w:val="Standard"/>
              <w:snapToGrid w:val="0"/>
              <w:rPr>
                <w:sz w:val="20"/>
              </w:rPr>
            </w:pPr>
          </w:p>
        </w:tc>
      </w:tr>
      <w:tr w:rsidR="007231F5" w14:paraId="483D8678" w14:textId="77777777">
        <w:tblPrEx>
          <w:tblCellMar>
            <w:top w:w="0" w:type="dxa"/>
            <w:bottom w:w="0" w:type="dxa"/>
          </w:tblCellMar>
        </w:tblPrEx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3F1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C0D8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F034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2C2221A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94F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BACB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AE7C7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E8D43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D4777DF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24EE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48B23B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EA468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79A021EC" w14:textId="77777777" w:rsidR="007231F5" w:rsidRDefault="007231F5">
            <w:pPr>
              <w:pStyle w:val="Standard"/>
              <w:rPr>
                <w:sz w:val="18"/>
              </w:rPr>
            </w:pPr>
          </w:p>
          <w:p w14:paraId="0F425120" w14:textId="77777777" w:rsidR="007231F5" w:rsidRDefault="007231F5">
            <w:pPr>
              <w:pStyle w:val="Standard"/>
              <w:rPr>
                <w:sz w:val="18"/>
              </w:rPr>
            </w:pPr>
          </w:p>
          <w:p w14:paraId="7E2EEBCC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8F3A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50CC041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EA70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AFC6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E0F59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3AB8A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0E756ECE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4C8A2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1BB21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4B76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7BEEA3" w14:textId="77777777" w:rsidR="007231F5" w:rsidRDefault="00D1227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EBA5B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0186A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4178B06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28959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EFFD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9DA5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9D90D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FACC688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14096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B89D49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76EB8F" w14:textId="77777777" w:rsidR="007231F5" w:rsidRDefault="007231F5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7B879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6125E6A0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4941A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693D7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82A9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5CDD3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321E2C10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0D733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934A8" w14:textId="77777777" w:rsidR="007231F5" w:rsidRDefault="00D1227C">
            <w:pPr>
              <w:pStyle w:val="Standard"/>
              <w:snapToGrid w:val="0"/>
            </w:pPr>
            <w:r>
              <w:rPr>
                <w:rFonts w:ascii="Wingdings, Symbol" w:hAnsi="Wingdings, Symbol"/>
                <w:sz w:val="22"/>
              </w:rPr>
              <w:t>q</w:t>
            </w:r>
            <w:r>
              <w:rPr>
                <w:sz w:val="22"/>
              </w:rPr>
              <w:t xml:space="preserve"> </w:t>
            </w:r>
            <w:r>
              <w:rPr>
                <w:b/>
                <w:sz w:val="22"/>
              </w:rPr>
              <w:t>Agissant pour le nom et le compte de la Société</w:t>
            </w:r>
            <w:r>
              <w:rPr>
                <w:sz w:val="22"/>
              </w:rPr>
              <w:t xml:space="preserve"> : </w:t>
            </w:r>
            <w:r>
              <w:rPr>
                <w:sz w:val="20"/>
              </w:rPr>
              <w:t>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5F5A8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B726C62" w14:textId="77777777">
        <w:tblPrEx>
          <w:tblCellMar>
            <w:top w:w="0" w:type="dxa"/>
            <w:bottom w:w="0" w:type="dxa"/>
          </w:tblCellMar>
        </w:tblPrEx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8D295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78E6E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3EC0A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2A48E40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4ED0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50D8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1445C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713A2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264BD6A7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0A08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B76E5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D01D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55F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2EA8A7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76954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A22C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261A65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CF5B3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67739A73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E05DE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3D005" w14:textId="77777777" w:rsidR="007231F5" w:rsidRDefault="00D1227C">
            <w:pPr>
              <w:pStyle w:val="Standard"/>
              <w:snapToGrid w:val="0"/>
              <w:rPr>
                <w:sz w:val="18"/>
              </w:rPr>
            </w:pPr>
            <w:r>
              <w:rPr>
                <w:sz w:val="18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10166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  <w:p w14:paraId="673824F0" w14:textId="77777777" w:rsidR="007231F5" w:rsidRDefault="007231F5">
            <w:pPr>
              <w:pStyle w:val="Standard"/>
              <w:rPr>
                <w:sz w:val="18"/>
              </w:rPr>
            </w:pPr>
          </w:p>
          <w:p w14:paraId="6FEDFBE1" w14:textId="77777777" w:rsidR="007231F5" w:rsidRDefault="007231F5">
            <w:pPr>
              <w:pStyle w:val="Standard"/>
              <w:rPr>
                <w:sz w:val="18"/>
              </w:rPr>
            </w:pPr>
          </w:p>
          <w:p w14:paraId="17E4C7C6" w14:textId="77777777" w:rsidR="007231F5" w:rsidRDefault="007231F5">
            <w:pPr>
              <w:pStyle w:val="Standard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0B31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06173E53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F91BD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E2726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0DC6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B4686F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781B0AD9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BE9B0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DD061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3FF09B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FE3C34" w14:textId="77777777" w:rsidR="007231F5" w:rsidRDefault="00D1227C">
            <w:pPr>
              <w:pStyle w:val="Standard"/>
              <w:snapToGrid w:val="0"/>
              <w:spacing w:before="20"/>
              <w:jc w:val="right"/>
              <w:rPr>
                <w:sz w:val="18"/>
              </w:rPr>
            </w:pPr>
            <w:r>
              <w:rPr>
                <w:sz w:val="18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8853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FA444E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097EDA0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7C0E9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49402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FDF7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9C4E90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0DEA81CB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F381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72292" w14:textId="77777777" w:rsidR="007231F5" w:rsidRDefault="00D1227C">
            <w:pPr>
              <w:pStyle w:val="Standard"/>
              <w:snapToGrid w:val="0"/>
              <w:spacing w:before="40"/>
              <w:jc w:val="right"/>
              <w:rPr>
                <w:sz w:val="18"/>
              </w:rPr>
            </w:pPr>
            <w:r>
              <w:rPr>
                <w:sz w:val="18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160392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93CB49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248C49A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20D2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F8B27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A25E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D7E8A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0D95D7F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162A1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19CB9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C61DB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6E5A94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</w:tr>
      <w:tr w:rsidR="007231F5" w14:paraId="33FADA7D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A6C9A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53C4C" w14:textId="77777777" w:rsidR="007231F5" w:rsidRDefault="00D1227C">
            <w:pPr>
              <w:pStyle w:val="Standard"/>
              <w:snapToGrid w:val="0"/>
              <w:spacing w:before="40"/>
              <w:rPr>
                <w:sz w:val="18"/>
              </w:rPr>
            </w:pPr>
            <w:r>
              <w:rPr>
                <w:sz w:val="18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6D5C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92EBAF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68821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5333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089C1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5868D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7F3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D0D4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C3D0B0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9ACA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07B4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5FDA6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0C59C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99D8B4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1B81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07A22EB2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CB0D9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393A97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8990D0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57339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  <w:tr w:rsidR="007231F5" w14:paraId="7AAE7992" w14:textId="77777777">
        <w:tblPrEx>
          <w:tblCellMar>
            <w:top w:w="0" w:type="dxa"/>
            <w:bottom w:w="0" w:type="dxa"/>
          </w:tblCellMar>
        </w:tblPrEx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E62619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507934" w14:textId="77777777" w:rsidR="007231F5" w:rsidRDefault="00D1227C">
            <w:pPr>
              <w:pStyle w:val="Standard"/>
              <w:snapToGrid w:val="0"/>
              <w:spacing w:before="40"/>
            </w:pPr>
            <w:r>
              <w:rPr>
                <w:sz w:val="18"/>
              </w:rPr>
              <w:t xml:space="preserve">N° d'inscription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répertoire des métiers </w:t>
            </w:r>
            <w:r>
              <w:rPr>
                <w:b/>
                <w:sz w:val="18"/>
              </w:rPr>
              <w:t>ou</w:t>
            </w:r>
            <w:r>
              <w:rPr>
                <w:sz w:val="18"/>
              </w:rPr>
              <w:t xml:space="preserve"> </w:t>
            </w:r>
            <w:r>
              <w:rPr>
                <w:rFonts w:ascii="Wingdings, Symbol" w:hAnsi="Wingdings, Symbol"/>
                <w:sz w:val="18"/>
              </w:rPr>
              <w:t>q</w:t>
            </w:r>
            <w:r>
              <w:rPr>
                <w:sz w:val="18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469DED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5655E" w14:textId="77777777" w:rsidR="007231F5" w:rsidRDefault="007231F5">
            <w:pPr>
              <w:pStyle w:val="Standard"/>
              <w:snapToGrid w:val="0"/>
              <w:spacing w:before="20"/>
              <w:rPr>
                <w:sz w:val="18"/>
              </w:rPr>
            </w:pPr>
          </w:p>
        </w:tc>
      </w:tr>
      <w:tr w:rsidR="007231F5" w14:paraId="1619528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7ADF9C" w14:textId="77777777" w:rsidR="007231F5" w:rsidRDefault="007231F5">
            <w:pPr>
              <w:pStyle w:val="Standard"/>
              <w:snapToGrid w:val="0"/>
              <w:rPr>
                <w:sz w:val="18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12A08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63DE2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0428" w14:textId="77777777" w:rsidR="007231F5" w:rsidRDefault="007231F5">
            <w:pPr>
              <w:pStyle w:val="Standard"/>
              <w:keepNext/>
              <w:snapToGrid w:val="0"/>
              <w:rPr>
                <w:sz w:val="18"/>
              </w:rPr>
            </w:pPr>
          </w:p>
        </w:tc>
      </w:tr>
    </w:tbl>
    <w:p w14:paraId="647F5F94" w14:textId="77777777" w:rsidR="007231F5" w:rsidRDefault="00D1227C">
      <w:pPr>
        <w:pStyle w:val="Standard"/>
        <w:pageBreakBefore/>
      </w:pPr>
      <w:proofErr w:type="gramStart"/>
      <w:r>
        <w:lastRenderedPageBreak/>
        <w:t>après</w:t>
      </w:r>
      <w:proofErr w:type="gramEnd"/>
      <w:r>
        <w:t xml:space="preserve"> avoir :</w:t>
      </w:r>
    </w:p>
    <w:p w14:paraId="05829180" w14:textId="77777777" w:rsidR="007231F5" w:rsidRDefault="00D1227C">
      <w:pPr>
        <w:pStyle w:val="Standard"/>
        <w:numPr>
          <w:ilvl w:val="0"/>
          <w:numId w:val="3"/>
        </w:numPr>
        <w:spacing w:before="120"/>
        <w:ind w:left="0" w:firstLine="0"/>
      </w:pPr>
      <w:proofErr w:type="gramStart"/>
      <w:r>
        <w:t>pris</w:t>
      </w:r>
      <w:proofErr w:type="gramEnd"/>
      <w:r>
        <w:t xml:space="preserve"> connaissance du Cahier des Clauses Administratives Particulières (CCAP)</w:t>
      </w:r>
      <w:r>
        <w:rPr>
          <w:b/>
        </w:rPr>
        <w:t xml:space="preserve"> </w:t>
      </w:r>
      <w:r>
        <w:t>et des documents qui y sont mentionnés ;</w:t>
      </w:r>
    </w:p>
    <w:p w14:paraId="7D14A214" w14:textId="77777777" w:rsidR="007231F5" w:rsidRDefault="00D1227C">
      <w:pPr>
        <w:pStyle w:val="Standard"/>
        <w:numPr>
          <w:ilvl w:val="0"/>
          <w:numId w:val="3"/>
        </w:numPr>
        <w:spacing w:before="120"/>
        <w:ind w:left="0" w:firstLine="0"/>
      </w:pPr>
      <w:proofErr w:type="gramStart"/>
      <w:r>
        <w:t>produit</w:t>
      </w:r>
      <w:proofErr w:type="gramEnd"/>
      <w:r>
        <w:t xml:space="preserve"> les documents et renseignements visés aux articles R.2143-3 et R.2143-4 du CCP ;</w:t>
      </w:r>
    </w:p>
    <w:p w14:paraId="1B9ADD84" w14:textId="77777777" w:rsidR="007231F5" w:rsidRDefault="00D1227C">
      <w:pPr>
        <w:pStyle w:val="Paragraphe"/>
        <w:ind w:left="567" w:hanging="567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m'engage</w:t>
      </w:r>
      <w:proofErr w:type="gramEnd"/>
      <w:r>
        <w:t xml:space="preserve"> sans réserve, à produir</w:t>
      </w:r>
      <w:r>
        <w:t>e, dans les conditions fixées au règlement de la consultation, les certificats, attestations et déclarations mentionnés aux articles R.2143-6 à R.2143-10 du CCP ainsi que les attestations visées aux articles 1-6.1, 1-6.2 et 1-6.3 du CCAP et, conformément a</w:t>
      </w:r>
      <w:r>
        <w:t xml:space="preserve">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1F30DB5C" w14:textId="77777777" w:rsidR="007231F5" w:rsidRDefault="00D1227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me</w:t>
      </w:r>
      <w:r>
        <w:t xml:space="preserve"> lie toutefois que si son acceptation </w:t>
      </w:r>
      <w:r>
        <w:rPr>
          <w:b/>
          <w:u w:val="single"/>
        </w:rPr>
        <w:t>m'</w:t>
      </w:r>
      <w:r>
        <w:t>est notifiée dans un</w:t>
      </w:r>
      <w:r>
        <w:t xml:space="preserve"> délai de </w:t>
      </w:r>
      <w:bookmarkStart w:id="11" w:name="A1_p2B_a"/>
      <w:r>
        <w:t>120 jours</w:t>
      </w:r>
      <w:bookmarkEnd w:id="11"/>
      <w:r>
        <w:t xml:space="preserve"> à compter de la date limite de remise des offres fixée par le règlement de la consultation et rappelée en page de garde du CCAP.</w:t>
      </w:r>
    </w:p>
    <w:p w14:paraId="305C1A0F" w14:textId="77777777" w:rsidR="007231F5" w:rsidRDefault="00D1227C">
      <w:pPr>
        <w:pStyle w:val="Standard"/>
        <w:tabs>
          <w:tab w:val="left" w:pos="-3828"/>
        </w:tabs>
        <w:spacing w:after="120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engageons</w:t>
      </w:r>
      <w:r>
        <w:t xml:space="preserve"> sans réserve, en tant que cotraitants </w:t>
      </w:r>
      <w:r>
        <w:rPr>
          <w:b/>
        </w:rPr>
        <w:t>groupés solidaires</w:t>
      </w:r>
      <w:r>
        <w:t>, représentés par :</w:t>
      </w:r>
    </w:p>
    <w:p w14:paraId="58608FC8" w14:textId="77777777" w:rsidR="007231F5" w:rsidRDefault="007231F5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0B78DFCC" w14:textId="77777777" w:rsidR="007231F5" w:rsidRDefault="007231F5">
      <w:pPr>
        <w:pStyle w:val="Standard"/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</w:pPr>
    </w:p>
    <w:p w14:paraId="372E5D6B" w14:textId="77777777" w:rsidR="007231F5" w:rsidRDefault="00D1227C">
      <w:pPr>
        <w:pStyle w:val="Standard"/>
        <w:spacing w:before="120"/>
        <w:ind w:left="567"/>
      </w:pPr>
      <w:proofErr w:type="gramStart"/>
      <w:r>
        <w:t>mandataire</w:t>
      </w:r>
      <w:proofErr w:type="gramEnd"/>
      <w:r>
        <w:t xml:space="preserve"> du groupement, à produire, dans les conditions fixées au règlement de la consultation, les certificats, attestations et déclarations mentionnés aux articles R.2143-6 à R.2143-10 du CCP ainsi que les attestations visées aux articles 1-6.1, 1-6.2 </w:t>
      </w:r>
      <w:r>
        <w:t xml:space="preserve">et 1-6.3 du CCAP et, conformément aux stipulations des documents cités ci-dessus, à exécuter les prestations </w:t>
      </w:r>
      <w:r>
        <w:rPr>
          <w:b/>
        </w:rPr>
        <w:t>du lot désigné en page 1</w:t>
      </w:r>
      <w:r>
        <w:t xml:space="preserve"> du présent acte d'engagement dans les conditions ci-après définies.</w:t>
      </w:r>
    </w:p>
    <w:p w14:paraId="08C29037" w14:textId="77777777" w:rsidR="007231F5" w:rsidRDefault="00D1227C">
      <w:pPr>
        <w:pStyle w:val="Paragraphe"/>
        <w:ind w:left="567"/>
      </w:pPr>
      <w:r>
        <w:t xml:space="preserve">L'offre ainsi présentée ne </w:t>
      </w:r>
      <w:r>
        <w:rPr>
          <w:b/>
          <w:u w:val="single"/>
        </w:rPr>
        <w:t>nous</w:t>
      </w:r>
      <w:r>
        <w:t xml:space="preserve"> lie toutefois que si s</w:t>
      </w:r>
      <w:r>
        <w:t xml:space="preserve">on acceptation </w:t>
      </w:r>
      <w:r>
        <w:rPr>
          <w:b/>
          <w:u w:val="single"/>
        </w:rPr>
        <w:t>nous</w:t>
      </w:r>
      <w:r>
        <w:t xml:space="preserve"> est notifiée dans un délai de </w:t>
      </w:r>
      <w:bookmarkStart w:id="12" w:name="A1_p3B_a"/>
      <w:r>
        <w:t>120 jours</w:t>
      </w:r>
      <w:bookmarkEnd w:id="12"/>
      <w:r>
        <w:t xml:space="preserve"> à compter de la date limite de remise des offres fixée par le règlement de la consultation et rappelée en page de garde du CCAP.</w:t>
      </w:r>
    </w:p>
    <w:p w14:paraId="2B234641" w14:textId="77777777" w:rsidR="007231F5" w:rsidRDefault="00D1227C">
      <w:pPr>
        <w:pStyle w:val="Titre1"/>
      </w:pPr>
      <w:r>
        <w:t>ARTICLE 2. PRESTATIONS ET PRIX</w:t>
      </w:r>
    </w:p>
    <w:p w14:paraId="034AEEE7" w14:textId="77777777" w:rsidR="007231F5" w:rsidRDefault="00D1227C">
      <w:pPr>
        <w:pStyle w:val="Titre2"/>
      </w:pPr>
      <w:r>
        <w:t>2-1. Montant du marché</w:t>
      </w:r>
    </w:p>
    <w:p w14:paraId="6CBBCBBD" w14:textId="77777777" w:rsidR="007231F5" w:rsidRDefault="00D1227C">
      <w:pPr>
        <w:pStyle w:val="Paragraphe"/>
      </w:pPr>
      <w:r>
        <w:t>L'offre de pr</w:t>
      </w:r>
      <w:r>
        <w:t>ix est établie sur la base des conditions économiques en vigueur au mois m</w:t>
      </w:r>
      <w:r>
        <w:rPr>
          <w:vertAlign w:val="subscript"/>
        </w:rPr>
        <w:t>0</w:t>
      </w:r>
      <w:r>
        <w:t xml:space="preserve"> fixé en page 1 du présent acte d’engagement.</w:t>
      </w:r>
    </w:p>
    <w:p w14:paraId="7B83F7DD" w14:textId="77777777" w:rsidR="007231F5" w:rsidRDefault="00D1227C">
      <w:pPr>
        <w:pStyle w:val="Standard"/>
      </w:pPr>
      <w:r>
        <w:t>Les modalités de variation des prix sont fixées à l'article 3-3 du CCAP.</w:t>
      </w:r>
    </w:p>
    <w:p w14:paraId="10C8C0EA" w14:textId="77777777" w:rsidR="007231F5" w:rsidRDefault="00D1227C">
      <w:pPr>
        <w:pStyle w:val="Paragraphe"/>
      </w:pPr>
      <w:r>
        <w:t>Il n'est pas prévu de décomposition en tranches.</w:t>
      </w:r>
    </w:p>
    <w:p w14:paraId="009D8C94" w14:textId="77777777" w:rsidR="007231F5" w:rsidRDefault="00D1227C">
      <w:pPr>
        <w:pStyle w:val="Paragraphe"/>
      </w:pPr>
      <w:r>
        <w:t>Les prestatio</w:t>
      </w:r>
      <w:r>
        <w:t>ns définies au CCAP portent sur 8 lots de l'opération de travaux.</w:t>
      </w:r>
    </w:p>
    <w:p w14:paraId="3726CCC1" w14:textId="77777777" w:rsidR="007231F5" w:rsidRDefault="00D1227C">
      <w:pPr>
        <w:pStyle w:val="Paragraphe"/>
      </w:pPr>
      <w:r>
        <w:t>Il n'est pas prévu de décomposition en tranches</w:t>
      </w:r>
    </w:p>
    <w:p w14:paraId="6689CA6D" w14:textId="77777777" w:rsidR="007231F5" w:rsidRDefault="007231F5">
      <w:pPr>
        <w:pStyle w:val="Standard"/>
      </w:pPr>
    </w:p>
    <w:p w14:paraId="4F279362" w14:textId="77777777" w:rsidR="007231F5" w:rsidRDefault="00D1227C">
      <w:pPr>
        <w:pStyle w:val="Standard"/>
      </w:pPr>
      <w:r>
        <w:t xml:space="preserve">Le marché est rémunéré par un prix global forfaitaire dont la décomposition entre cotraitants est à préciser au sein de l’annexe </w:t>
      </w:r>
      <w:proofErr w:type="gramStart"/>
      <w:r>
        <w:t>1  du</w:t>
      </w:r>
      <w:proofErr w:type="gramEnd"/>
      <w:r>
        <w:t xml:space="preserve"> présen</w:t>
      </w:r>
      <w:r>
        <w:t>t acte d'engagement.</w:t>
      </w:r>
    </w:p>
    <w:p w14:paraId="3C4E03FF" w14:textId="77777777" w:rsidR="007231F5" w:rsidRDefault="007231F5">
      <w:pPr>
        <w:pStyle w:val="Standard"/>
        <w:spacing w:before="240"/>
        <w:ind w:left="-142"/>
        <w:rPr>
          <w:b/>
          <w:u w:val="single"/>
        </w:rPr>
      </w:pPr>
    </w:p>
    <w:p w14:paraId="17FC2EF9" w14:textId="77777777" w:rsidR="007231F5" w:rsidRDefault="00D1227C">
      <w:pPr>
        <w:pStyle w:val="Standard"/>
        <w:pageBreakBefore/>
        <w:spacing w:before="240"/>
        <w:ind w:left="-142"/>
        <w:rPr>
          <w:b/>
          <w:u w:val="single"/>
        </w:rPr>
      </w:pPr>
      <w:r>
        <w:rPr>
          <w:b/>
          <w:u w:val="single"/>
        </w:rPr>
        <w:lastRenderedPageBreak/>
        <w:t>Évaluation des travaux</w:t>
      </w:r>
    </w:p>
    <w:p w14:paraId="40A2B80F" w14:textId="77777777" w:rsidR="007231F5" w:rsidRDefault="00D1227C">
      <w:pPr>
        <w:pStyle w:val="Paradouble"/>
        <w:keepNext/>
        <w:spacing w:after="120"/>
      </w:pPr>
      <w:r>
        <w:t xml:space="preserve">Les travaux du </w:t>
      </w:r>
      <w:r>
        <w:rPr>
          <w:b/>
        </w:rPr>
        <w:t>lot</w:t>
      </w:r>
      <w:r>
        <w:t xml:space="preserve"> pour lequel </w:t>
      </w:r>
      <w:r>
        <w:rPr>
          <w:b/>
          <w:u w:val="single"/>
        </w:rPr>
        <w:t>je m'engage</w:t>
      </w:r>
      <w:r>
        <w:rPr>
          <w:b/>
        </w:rPr>
        <w:t> / </w:t>
      </w:r>
      <w:r>
        <w:rPr>
          <w:b/>
          <w:u w:val="single"/>
        </w:rPr>
        <w:t>nous nous engageons</w:t>
      </w:r>
      <w:r>
        <w:t>, seront rémunérés par application d'un prix global forfaitaire égal à :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38"/>
        <w:gridCol w:w="1560"/>
        <w:gridCol w:w="1559"/>
        <w:gridCol w:w="3240"/>
        <w:gridCol w:w="177"/>
      </w:tblGrid>
      <w:tr w:rsidR="007231F5" w14:paraId="55A83B98" w14:textId="77777777">
        <w:tblPrEx>
          <w:tblCellMar>
            <w:top w:w="0" w:type="dxa"/>
            <w:bottom w:w="0" w:type="dxa"/>
          </w:tblCellMar>
        </w:tblPrEx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7BFABB" w14:textId="77777777" w:rsidR="007231F5" w:rsidRDefault="00D1227C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EA542" w14:textId="77777777" w:rsidR="007231F5" w:rsidRDefault="007231F5">
            <w:pPr>
              <w:pStyle w:val="Standard"/>
              <w:keepNext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6C033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1547EAC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03129B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ED9CBA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A24BEF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7231F5" w14:paraId="7FAD3898" w14:textId="77777777">
        <w:tblPrEx>
          <w:tblCellMar>
            <w:top w:w="0" w:type="dxa"/>
            <w:bottom w:w="0" w:type="dxa"/>
          </w:tblCellMar>
        </w:tblPrEx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070E7E" w14:textId="77777777" w:rsidR="007231F5" w:rsidRDefault="00D1227C">
            <w:pPr>
              <w:pStyle w:val="Standard"/>
              <w:keepNext/>
              <w:numPr>
                <w:ilvl w:val="0"/>
                <w:numId w:val="5"/>
              </w:numPr>
              <w:snapToGrid w:val="0"/>
              <w:ind w:left="-355" w:right="5" w:firstLine="0"/>
            </w:pPr>
            <w: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0C3B9B6" w14:textId="77777777" w:rsidR="007231F5" w:rsidRDefault="007231F5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B84EF7" w14:textId="77777777" w:rsidR="007231F5" w:rsidRDefault="00D1227C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BA2E06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48349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68D1A4F1" w14:textId="77777777">
        <w:tblPrEx>
          <w:tblCellMar>
            <w:top w:w="0" w:type="dxa"/>
            <w:bottom w:w="0" w:type="dxa"/>
          </w:tblCellMar>
        </w:tblPrEx>
        <w:tc>
          <w:tcPr>
            <w:tcW w:w="233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3611E73" w14:textId="77777777" w:rsidR="007231F5" w:rsidRDefault="00D1227C">
            <w:pPr>
              <w:pStyle w:val="Standard"/>
              <w:keepNext/>
              <w:numPr>
                <w:ilvl w:val="0"/>
                <w:numId w:val="4"/>
              </w:numPr>
              <w:snapToGrid w:val="0"/>
              <w:ind w:left="-355" w:right="5" w:firstLine="0"/>
            </w:pPr>
            <w:r>
              <w:t xml:space="preserve">TVA au taux </w:t>
            </w:r>
            <w:r>
              <w:t>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D9E5BD" w14:textId="77777777" w:rsidR="007231F5" w:rsidRDefault="007231F5">
            <w:pPr>
              <w:pStyle w:val="Standard"/>
              <w:keepNext/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4F53D5" w14:textId="77777777" w:rsidR="007231F5" w:rsidRDefault="00D1227C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FF9DA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311A7B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446735D3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B19D99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F7CD93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9655D3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7231F5" w14:paraId="79659CE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88C601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20F2DA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114A8B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7231F5" w14:paraId="2A31CEFF" w14:textId="77777777">
        <w:tblPrEx>
          <w:tblCellMar>
            <w:top w:w="0" w:type="dxa"/>
            <w:bottom w:w="0" w:type="dxa"/>
          </w:tblCellMar>
        </w:tblPrEx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41EF43" w14:textId="77777777" w:rsidR="007231F5" w:rsidRDefault="00D1227C">
            <w:pPr>
              <w:pStyle w:val="Standard"/>
              <w:numPr>
                <w:ilvl w:val="0"/>
                <w:numId w:val="6"/>
              </w:numPr>
              <w:snapToGrid w:val="0"/>
              <w:ind w:left="-355" w:right="5" w:firstLine="0"/>
            </w:pPr>
            <w: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84BBF9" w14:textId="77777777" w:rsidR="007231F5" w:rsidRDefault="007231F5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2C291C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53B4559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457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ECC7A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24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5734DF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1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940C9B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7231F5" w14:paraId="0D19571A" w14:textId="77777777">
        <w:tblPrEx>
          <w:tblCellMar>
            <w:top w:w="0" w:type="dxa"/>
            <w:bottom w:w="0" w:type="dxa"/>
          </w:tblCellMar>
        </w:tblPrEx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5A142" w14:textId="77777777" w:rsidR="007231F5" w:rsidRDefault="00D1227C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483B6B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C3491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37E597E4" w14:textId="77777777">
        <w:tblPrEx>
          <w:tblCellMar>
            <w:top w:w="0" w:type="dxa"/>
            <w:bottom w:w="0" w:type="dxa"/>
          </w:tblCellMar>
        </w:tblPrEx>
        <w:tc>
          <w:tcPr>
            <w:tcW w:w="8697" w:type="dxa"/>
            <w:gridSpan w:val="4"/>
            <w:tcBorders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2F2B4E" w14:textId="77777777" w:rsidR="007231F5" w:rsidRDefault="007231F5">
            <w:pPr>
              <w:pStyle w:val="Standard"/>
              <w:snapToGrid w:val="0"/>
            </w:pPr>
          </w:p>
          <w:p w14:paraId="4C9D2547" w14:textId="77777777" w:rsidR="007231F5" w:rsidRDefault="007231F5">
            <w:pPr>
              <w:pStyle w:val="Standard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BFBBF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69E8889A" w14:textId="77777777">
        <w:tblPrEx>
          <w:tblCellMar>
            <w:top w:w="0" w:type="dxa"/>
            <w:bottom w:w="0" w:type="dxa"/>
          </w:tblCellMar>
        </w:tblPrEx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00E6EF" w14:textId="77777777" w:rsidR="007231F5" w:rsidRDefault="007231F5">
            <w:pPr>
              <w:pStyle w:val="Standard"/>
              <w:snapToGrid w:val="0"/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A84841" w14:textId="77777777" w:rsidR="007231F5" w:rsidRDefault="007231F5">
            <w:pPr>
              <w:pStyle w:val="Standard"/>
              <w:snapToGrid w:val="0"/>
            </w:pPr>
          </w:p>
        </w:tc>
      </w:tr>
    </w:tbl>
    <w:p w14:paraId="18CD757B" w14:textId="77777777" w:rsidR="007231F5" w:rsidRDefault="007231F5">
      <w:pPr>
        <w:pStyle w:val="Titre1"/>
        <w:shd w:val="clear" w:color="auto" w:fill="auto"/>
        <w:spacing w:before="57" w:after="0"/>
        <w:rPr>
          <w:b w:val="0"/>
          <w:bCs w:val="0"/>
          <w:sz w:val="24"/>
          <w:u w:val="none"/>
        </w:rPr>
      </w:pPr>
    </w:p>
    <w:p w14:paraId="1D20BAFD" w14:textId="77777777" w:rsidR="007231F5" w:rsidRDefault="007231F5">
      <w:pPr>
        <w:pStyle w:val="Titre1"/>
        <w:shd w:val="clear" w:color="auto" w:fill="auto"/>
        <w:spacing w:before="57" w:after="0"/>
        <w:rPr>
          <w:b w:val="0"/>
          <w:bCs w:val="0"/>
          <w:sz w:val="24"/>
          <w:u w:val="none"/>
        </w:rPr>
      </w:pPr>
    </w:p>
    <w:p w14:paraId="0BB24472" w14:textId="77777777" w:rsidR="007231F5" w:rsidRDefault="00D1227C">
      <w:pPr>
        <w:pStyle w:val="Titre1"/>
        <w:spacing w:before="57" w:after="0"/>
      </w:pPr>
      <w:r>
        <w:t xml:space="preserve">Valorisation des Prestations Supplémentaires Éventuelles (PSE) – candidat au lot </w:t>
      </w:r>
    </w:p>
    <w:p w14:paraId="50F8764C" w14:textId="77777777" w:rsidR="007231F5" w:rsidRDefault="00D1227C">
      <w:pPr>
        <w:pStyle w:val="Titre1"/>
        <w:spacing w:before="57" w:after="0"/>
      </w:pPr>
      <w:proofErr w:type="gramStart"/>
      <w:r>
        <w:t>n</w:t>
      </w:r>
      <w:proofErr w:type="gramEnd"/>
      <w:r>
        <w:t>°3</w:t>
      </w:r>
    </w:p>
    <w:p w14:paraId="66DF13E1" w14:textId="77777777" w:rsidR="007231F5" w:rsidRDefault="007231F5">
      <w:pPr>
        <w:pStyle w:val="Standard"/>
        <w:spacing w:before="57"/>
        <w:rPr>
          <w:sz w:val="12"/>
          <w:szCs w:val="12"/>
        </w:rPr>
      </w:pPr>
    </w:p>
    <w:tbl>
      <w:tblPr>
        <w:tblW w:w="946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4"/>
        <w:gridCol w:w="4023"/>
        <w:gridCol w:w="2262"/>
        <w:gridCol w:w="2263"/>
      </w:tblGrid>
      <w:tr w:rsidR="007231F5" w14:paraId="3CE26CEB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170A8984" w14:textId="77777777" w:rsidR="007231F5" w:rsidRDefault="00D1227C">
            <w:pPr>
              <w:pStyle w:val="Standard"/>
              <w:keepNext/>
              <w:tabs>
                <w:tab w:val="left" w:pos="450"/>
              </w:tabs>
              <w:snapToGrid w:val="0"/>
              <w:jc w:val="center"/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4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0A4A3A37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 supplémentaire éventuelle</w:t>
            </w:r>
          </w:p>
        </w:tc>
        <w:tc>
          <w:tcPr>
            <w:tcW w:w="2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CA7F85E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rPr>
                <w:b/>
              </w:rPr>
              <w:t xml:space="preserve">Montant hors TVA </w:t>
            </w:r>
            <w:r>
              <w:rPr>
                <w:rFonts w:ascii="Wingdings, Symbol" w:hAnsi="Wingdings, Symbol"/>
              </w:rPr>
              <w:t>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2F00451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Montant TVA </w:t>
            </w:r>
            <w:r>
              <w:rPr>
                <w:b/>
              </w:rPr>
              <w:t>incluse</w:t>
            </w:r>
          </w:p>
        </w:tc>
      </w:tr>
      <w:tr w:rsidR="007231F5" w14:paraId="3DEA467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1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557956E0" w14:textId="77777777" w:rsidR="007231F5" w:rsidRDefault="00D1227C">
            <w:pPr>
              <w:pStyle w:val="Standard"/>
              <w:tabs>
                <w:tab w:val="left" w:pos="450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402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2B06B19C" w14:textId="77777777" w:rsidR="007231F5" w:rsidRDefault="00D1227C">
            <w:pPr>
              <w:pStyle w:val="Standard"/>
              <w:snapToGrid w:val="0"/>
              <w:jc w:val="center"/>
            </w:pPr>
            <w:r>
              <w:t>Révision des menuiseries extérieures</w:t>
            </w:r>
          </w:p>
        </w:tc>
        <w:tc>
          <w:tcPr>
            <w:tcW w:w="22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AD8662B" w14:textId="77777777" w:rsidR="007231F5" w:rsidRDefault="007231F5">
            <w:pPr>
              <w:pStyle w:val="Standard"/>
              <w:snapToGrid w:val="0"/>
              <w:ind w:firstLine="57"/>
              <w:jc w:val="center"/>
              <w:rPr>
                <w:b/>
              </w:rPr>
            </w:pPr>
          </w:p>
          <w:p w14:paraId="1AD457D0" w14:textId="77777777" w:rsidR="007231F5" w:rsidRDefault="007231F5">
            <w:pPr>
              <w:pStyle w:val="Standard"/>
              <w:snapToGrid w:val="0"/>
              <w:ind w:firstLine="57"/>
              <w:jc w:val="center"/>
              <w:rPr>
                <w:b/>
              </w:rPr>
            </w:pPr>
          </w:p>
          <w:p w14:paraId="5F399862" w14:textId="77777777" w:rsidR="007231F5" w:rsidRDefault="007231F5">
            <w:pPr>
              <w:pStyle w:val="Standard"/>
              <w:snapToGrid w:val="0"/>
              <w:ind w:firstLine="57"/>
              <w:jc w:val="center"/>
              <w:rPr>
                <w:b/>
              </w:rPr>
            </w:pPr>
          </w:p>
        </w:tc>
        <w:tc>
          <w:tcPr>
            <w:tcW w:w="22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14:paraId="3F97CEEE" w14:textId="77777777" w:rsidR="007231F5" w:rsidRDefault="007231F5">
            <w:pPr>
              <w:pStyle w:val="Standard"/>
              <w:snapToGrid w:val="0"/>
              <w:jc w:val="center"/>
              <w:rPr>
                <w:b/>
              </w:rPr>
            </w:pPr>
          </w:p>
        </w:tc>
      </w:tr>
    </w:tbl>
    <w:p w14:paraId="5F9D4FEA" w14:textId="77777777" w:rsidR="007231F5" w:rsidRDefault="00D1227C">
      <w:pPr>
        <w:pStyle w:val="Standard"/>
        <w:spacing w:before="120"/>
      </w:pPr>
      <w:r>
        <w:rPr>
          <w:rFonts w:ascii="Wingdings, Symbol" w:hAnsi="Wingdings, Symbol"/>
        </w:rPr>
        <w:t></w:t>
      </w:r>
      <w:r>
        <w:rPr>
          <w:sz w:val="20"/>
        </w:rPr>
        <w:t xml:space="preserve"> plus ou moins-value par rapport à la solution de base</w:t>
      </w:r>
    </w:p>
    <w:p w14:paraId="310FAF4E" w14:textId="77777777" w:rsidR="007231F5" w:rsidRDefault="00D1227C">
      <w:pPr>
        <w:pStyle w:val="Standard"/>
        <w:pageBreakBefore/>
        <w:spacing w:after="113"/>
      </w:pPr>
      <w:r>
        <w:rPr>
          <w:rFonts w:eastAsia="Times New Roman" w:cs="Times New Roman"/>
          <w:b/>
          <w:szCs w:val="20"/>
          <w:u w:val="single"/>
        </w:rPr>
        <w:lastRenderedPageBreak/>
        <w:t>Décision du maître de l'ouvrage – Montant du marché</w:t>
      </w:r>
    </w:p>
    <w:p w14:paraId="41C5215F" w14:textId="77777777" w:rsidR="007231F5" w:rsidRDefault="00D1227C">
      <w:pPr>
        <w:pStyle w:val="Standard"/>
        <w:spacing w:after="113"/>
      </w:pPr>
      <w:r>
        <w:rPr>
          <w:rFonts w:eastAsia="Times New Roman" w:cs="Times New Roman"/>
          <w:b/>
          <w:i/>
          <w:iCs/>
          <w:color w:val="FF3333"/>
          <w:szCs w:val="20"/>
        </w:rPr>
        <w:t xml:space="preserve">----------------------(Cadre réservé à la maîtrise d’ouvrage - Ne pas remplir) </w:t>
      </w:r>
      <w:r>
        <w:rPr>
          <w:rFonts w:eastAsia="Times New Roman" w:cs="Times New Roman"/>
          <w:b/>
          <w:i/>
          <w:iCs/>
          <w:color w:val="FF3333"/>
          <w:szCs w:val="20"/>
        </w:rPr>
        <w:t>-------------------------</w:t>
      </w:r>
    </w:p>
    <w:tbl>
      <w:tblPr>
        <w:tblW w:w="9372" w:type="dxa"/>
        <w:tblInd w:w="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2768"/>
        <w:gridCol w:w="5977"/>
      </w:tblGrid>
      <w:tr w:rsidR="007231F5" w14:paraId="7E9A80D5" w14:textId="77777777">
        <w:tblPrEx>
          <w:tblCellMar>
            <w:top w:w="0" w:type="dxa"/>
            <w:bottom w:w="0" w:type="dxa"/>
          </w:tblCellMar>
        </w:tblPrEx>
        <w:tc>
          <w:tcPr>
            <w:tcW w:w="937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29E11C7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</w:pPr>
            <w:r>
              <w:t>Compte tenu du refus de la/des prestation(s) supplémentaires(s) éventuelles(s) d’une part</w:t>
            </w:r>
          </w:p>
          <w:p w14:paraId="451CD815" w14:textId="77777777" w:rsidR="007231F5" w:rsidRDefault="007231F5">
            <w:pPr>
              <w:pStyle w:val="Standard"/>
              <w:keepNext/>
              <w:keepLines/>
              <w:snapToGrid w:val="0"/>
              <w:ind w:firstLine="113"/>
            </w:pPr>
          </w:p>
        </w:tc>
      </w:tr>
      <w:tr w:rsidR="007231F5" w14:paraId="3850B2AF" w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4D581B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</w:pPr>
            <w:proofErr w:type="gramStart"/>
            <w:r>
              <w:t>n</w:t>
            </w:r>
            <w:proofErr w:type="gramEnd"/>
            <w:r>
              <w:t>°</w:t>
            </w:r>
          </w:p>
        </w:tc>
        <w:tc>
          <w:tcPr>
            <w:tcW w:w="27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39A681" w14:textId="77777777" w:rsidR="007231F5" w:rsidRDefault="007231F5">
            <w:pPr>
              <w:pStyle w:val="Standard"/>
              <w:keepNext/>
              <w:keepLines/>
              <w:snapToGrid w:val="0"/>
              <w:ind w:firstLine="113"/>
            </w:pPr>
          </w:p>
        </w:tc>
        <w:tc>
          <w:tcPr>
            <w:tcW w:w="597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0B55A29" w14:textId="77777777" w:rsidR="007231F5" w:rsidRDefault="007231F5">
            <w:pPr>
              <w:pStyle w:val="Standard"/>
              <w:keepNext/>
              <w:keepLines/>
              <w:snapToGrid w:val="0"/>
              <w:ind w:firstLine="113"/>
            </w:pPr>
          </w:p>
        </w:tc>
      </w:tr>
      <w:tr w:rsidR="007231F5" w14:paraId="53261BC6" w14:textId="77777777">
        <w:tblPrEx>
          <w:tblCellMar>
            <w:top w:w="0" w:type="dxa"/>
            <w:bottom w:w="0" w:type="dxa"/>
          </w:tblCellMar>
        </w:tblPrEx>
        <w:tc>
          <w:tcPr>
            <w:tcW w:w="9372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AE3AA9C" w14:textId="77777777" w:rsidR="007231F5" w:rsidRDefault="007231F5">
            <w:pPr>
              <w:pStyle w:val="Standard"/>
              <w:keepNext/>
              <w:keepLines/>
              <w:snapToGrid w:val="0"/>
              <w:ind w:firstLine="113"/>
            </w:pPr>
          </w:p>
          <w:p w14:paraId="5B14DDA4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</w:pPr>
            <w:r>
              <w:t>Et de l'acceptation de la prestation supplémentaire éventuelle d’autre part</w:t>
            </w:r>
          </w:p>
          <w:p w14:paraId="4A87B48B" w14:textId="77777777" w:rsidR="007231F5" w:rsidRDefault="007231F5">
            <w:pPr>
              <w:pStyle w:val="Standard"/>
              <w:keepNext/>
              <w:keepLines/>
              <w:snapToGrid w:val="0"/>
              <w:ind w:firstLine="113"/>
            </w:pPr>
          </w:p>
        </w:tc>
      </w:tr>
      <w:tr w:rsidR="007231F5" w14:paraId="1CB6C146" w14:textId="77777777">
        <w:tblPrEx>
          <w:tblCellMar>
            <w:top w:w="0" w:type="dxa"/>
            <w:bottom w:w="0" w:type="dxa"/>
          </w:tblCellMar>
        </w:tblPrEx>
        <w:tc>
          <w:tcPr>
            <w:tcW w:w="62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046E9E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</w:pPr>
            <w:proofErr w:type="gramStart"/>
            <w:r>
              <w:t>n</w:t>
            </w:r>
            <w:proofErr w:type="gramEnd"/>
            <w:r>
              <w:t>°</w:t>
            </w: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D148E9F" w14:textId="77777777" w:rsidR="007231F5" w:rsidRDefault="007231F5">
            <w:pPr>
              <w:pStyle w:val="Standard"/>
              <w:keepNext/>
              <w:keepLines/>
              <w:snapToGrid w:val="0"/>
              <w:ind w:firstLine="113"/>
            </w:pPr>
          </w:p>
        </w:tc>
        <w:tc>
          <w:tcPr>
            <w:tcW w:w="59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8B040E6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</w:pPr>
            <w:r>
              <w:t>, le montant du marché est arrêté à :</w:t>
            </w:r>
          </w:p>
        </w:tc>
      </w:tr>
    </w:tbl>
    <w:p w14:paraId="2A216EE0" w14:textId="77777777" w:rsidR="007231F5" w:rsidRDefault="007231F5">
      <w:pPr>
        <w:pStyle w:val="Standard"/>
      </w:pPr>
    </w:p>
    <w:p w14:paraId="5FA7560C" w14:textId="77777777" w:rsidR="007231F5" w:rsidRDefault="00D1227C">
      <w:pPr>
        <w:pStyle w:val="Standard"/>
        <w:keepNext/>
        <w:spacing w:before="240"/>
      </w:pPr>
      <w:proofErr w:type="gramStart"/>
      <w:r>
        <w:rPr>
          <w:b/>
        </w:rPr>
        <w:t>l’évaluation</w:t>
      </w:r>
      <w:proofErr w:type="gramEnd"/>
      <w:r>
        <w:rPr>
          <w:b/>
        </w:rPr>
        <w:t xml:space="preserve"> du marché suite à la décision du MO concernant les PSE est arrêté à</w:t>
      </w:r>
    </w:p>
    <w:tbl>
      <w:tblPr>
        <w:tblW w:w="8874" w:type="dxa"/>
        <w:tblInd w:w="-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5"/>
        <w:gridCol w:w="1592"/>
        <w:gridCol w:w="1591"/>
        <w:gridCol w:w="3306"/>
      </w:tblGrid>
      <w:tr w:rsidR="007231F5" w14:paraId="414F6B76" w14:textId="77777777">
        <w:tblPrEx>
          <w:tblCellMar>
            <w:top w:w="0" w:type="dxa"/>
            <w:bottom w:w="0" w:type="dxa"/>
          </w:tblCellMar>
        </w:tblPrEx>
        <w:tc>
          <w:tcPr>
            <w:tcW w:w="5568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CFFEC" w14:textId="77777777" w:rsidR="007231F5" w:rsidRDefault="00D1227C">
            <w:pPr>
              <w:pStyle w:val="Standard"/>
              <w:keepNext/>
              <w:snapToGrid w:val="0"/>
              <w:ind w:left="-355" w:right="5"/>
              <w:jc w:val="right"/>
            </w:pPr>
            <w:r>
              <w:t>Montant hors TVA</w:t>
            </w:r>
            <w:r>
              <w:rPr>
                <w:b/>
              </w:rPr>
              <w:t> :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12DA59" w14:textId="77777777" w:rsidR="007231F5" w:rsidRDefault="007231F5">
            <w:pPr>
              <w:pStyle w:val="Standard"/>
              <w:keepNext/>
            </w:pPr>
          </w:p>
        </w:tc>
      </w:tr>
      <w:tr w:rsidR="007231F5" w14:paraId="22EDC97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568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DA73B2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3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9547BC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7231F5" w14:paraId="09279DF4" w14:textId="77777777">
        <w:tblPrEx>
          <w:tblCellMar>
            <w:top w:w="0" w:type="dxa"/>
            <w:bottom w:w="0" w:type="dxa"/>
          </w:tblCellMar>
        </w:tblPrEx>
        <w:tc>
          <w:tcPr>
            <w:tcW w:w="23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757CA95" w14:textId="77777777" w:rsidR="007231F5" w:rsidRDefault="00D1227C">
            <w:pPr>
              <w:pStyle w:val="Standard"/>
              <w:keepNext/>
              <w:snapToGrid w:val="0"/>
              <w:ind w:left="57"/>
              <w:jc w:val="right"/>
            </w:pPr>
            <w:r>
              <w:t>TVA au taux de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E036782" w14:textId="77777777" w:rsidR="007231F5" w:rsidRDefault="007231F5">
            <w:pPr>
              <w:pStyle w:val="Standard"/>
              <w:keepNext/>
            </w:pPr>
          </w:p>
        </w:tc>
        <w:tc>
          <w:tcPr>
            <w:tcW w:w="159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3A6B49B" w14:textId="77777777" w:rsidR="007231F5" w:rsidRDefault="00D1227C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B51A3" w14:textId="77777777" w:rsidR="007231F5" w:rsidRDefault="007231F5">
            <w:pPr>
              <w:pStyle w:val="Standard"/>
              <w:keepNext/>
              <w:snapToGrid w:val="0"/>
            </w:pPr>
          </w:p>
        </w:tc>
      </w:tr>
      <w:tr w:rsidR="007231F5" w14:paraId="4B38440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568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E354E9" w14:textId="77777777" w:rsidR="007231F5" w:rsidRDefault="007231F5">
            <w:pPr>
              <w:pStyle w:val="Standard"/>
              <w:keepNext/>
              <w:snapToGrid w:val="0"/>
              <w:jc w:val="right"/>
              <w:rPr>
                <w:sz w:val="16"/>
              </w:rPr>
            </w:pPr>
          </w:p>
        </w:tc>
        <w:tc>
          <w:tcPr>
            <w:tcW w:w="33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3D3C1E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7231F5" w14:paraId="67C00E5E" w14:textId="77777777">
        <w:tblPrEx>
          <w:tblCellMar>
            <w:top w:w="0" w:type="dxa"/>
            <w:bottom w:w="0" w:type="dxa"/>
          </w:tblCellMar>
        </w:tblPrEx>
        <w:tc>
          <w:tcPr>
            <w:tcW w:w="238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97C246" w14:textId="77777777" w:rsidR="007231F5" w:rsidRDefault="00D1227C">
            <w:pPr>
              <w:pStyle w:val="Standard"/>
              <w:keepNext/>
              <w:snapToGrid w:val="0"/>
              <w:jc w:val="right"/>
            </w:pPr>
            <w:r>
              <w:t>TVA au taux de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04D492" w14:textId="77777777" w:rsidR="007231F5" w:rsidRDefault="007231F5">
            <w:pPr>
              <w:pStyle w:val="Standard"/>
              <w:keepNext/>
            </w:pPr>
          </w:p>
        </w:tc>
        <w:tc>
          <w:tcPr>
            <w:tcW w:w="159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5B900D" w14:textId="77777777" w:rsidR="007231F5" w:rsidRDefault="00D1227C">
            <w:pPr>
              <w:pStyle w:val="Standard"/>
              <w:keepNext/>
              <w:snapToGrid w:val="0"/>
            </w:pPr>
            <w:proofErr w:type="gramStart"/>
            <w:r>
              <w:t>%,   </w:t>
            </w:r>
            <w:proofErr w:type="gramEnd"/>
            <w:r>
              <w:t>    soit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0B2003E" w14:textId="77777777" w:rsidR="007231F5" w:rsidRDefault="007231F5">
            <w:pPr>
              <w:pStyle w:val="Standard"/>
              <w:keepNext/>
              <w:snapToGrid w:val="0"/>
            </w:pPr>
          </w:p>
        </w:tc>
      </w:tr>
      <w:tr w:rsidR="007231F5" w14:paraId="460115D7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568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DF42B6A" w14:textId="77777777" w:rsidR="007231F5" w:rsidRDefault="007231F5">
            <w:pPr>
              <w:pStyle w:val="Standard"/>
              <w:keepNext/>
              <w:snapToGrid w:val="0"/>
              <w:jc w:val="right"/>
              <w:rPr>
                <w:sz w:val="16"/>
              </w:rPr>
            </w:pPr>
          </w:p>
        </w:tc>
        <w:tc>
          <w:tcPr>
            <w:tcW w:w="33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B325C06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7231F5" w14:paraId="527943A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568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AFB3C5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3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905E2A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7231F5" w14:paraId="004F3705" w14:textId="77777777">
        <w:tblPrEx>
          <w:tblCellMar>
            <w:top w:w="0" w:type="dxa"/>
            <w:bottom w:w="0" w:type="dxa"/>
          </w:tblCellMar>
        </w:tblPrEx>
        <w:tc>
          <w:tcPr>
            <w:tcW w:w="5568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1263C8F" w14:textId="77777777" w:rsidR="007231F5" w:rsidRDefault="00D1227C">
            <w:pPr>
              <w:pStyle w:val="Standard"/>
              <w:snapToGrid w:val="0"/>
              <w:ind w:left="-355" w:right="5"/>
              <w:jc w:val="right"/>
            </w:pPr>
            <w:r>
              <w:t>Montant TVA incluse :</w:t>
            </w:r>
          </w:p>
        </w:tc>
        <w:tc>
          <w:tcPr>
            <w:tcW w:w="3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EE0555" w14:textId="77777777" w:rsidR="007231F5" w:rsidRDefault="007231F5">
            <w:pPr>
              <w:pStyle w:val="Standard"/>
            </w:pPr>
          </w:p>
        </w:tc>
      </w:tr>
      <w:tr w:rsidR="007231F5" w14:paraId="2118A02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5568" w:type="dxa"/>
            <w:gridSpan w:val="3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9FE6394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  <w:tc>
          <w:tcPr>
            <w:tcW w:w="330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3F0E69" w14:textId="77777777" w:rsidR="007231F5" w:rsidRDefault="007231F5">
            <w:pPr>
              <w:pStyle w:val="Standard"/>
              <w:keepNext/>
              <w:snapToGrid w:val="0"/>
              <w:rPr>
                <w:sz w:val="16"/>
              </w:rPr>
            </w:pPr>
          </w:p>
        </w:tc>
      </w:tr>
      <w:tr w:rsidR="007231F5" w14:paraId="499FF77C" w14:textId="77777777">
        <w:tblPrEx>
          <w:tblCellMar>
            <w:top w:w="0" w:type="dxa"/>
            <w:bottom w:w="0" w:type="dxa"/>
          </w:tblCellMar>
        </w:tblPrEx>
        <w:tc>
          <w:tcPr>
            <w:tcW w:w="2385" w:type="dxa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C488A7" w14:textId="77777777" w:rsidR="007231F5" w:rsidRDefault="00D1227C">
            <w:pPr>
              <w:pStyle w:val="Standard"/>
              <w:keepNext/>
              <w:snapToGrid w:val="0"/>
              <w:ind w:left="284"/>
            </w:pPr>
            <w:r>
              <w:t>Arrêté en lettres à</w:t>
            </w:r>
          </w:p>
        </w:tc>
        <w:tc>
          <w:tcPr>
            <w:tcW w:w="648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6BB4702" w14:textId="77777777" w:rsidR="007231F5" w:rsidRDefault="007231F5">
            <w:pPr>
              <w:pStyle w:val="Standard"/>
              <w:keepNext/>
              <w:snapToGrid w:val="0"/>
            </w:pPr>
          </w:p>
        </w:tc>
      </w:tr>
      <w:tr w:rsidR="007231F5" w14:paraId="2615FB74" w14:textId="77777777">
        <w:tblPrEx>
          <w:tblCellMar>
            <w:top w:w="0" w:type="dxa"/>
            <w:bottom w:w="0" w:type="dxa"/>
          </w:tblCellMar>
        </w:tblPrEx>
        <w:tc>
          <w:tcPr>
            <w:tcW w:w="8874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8E62F22" w14:textId="77777777" w:rsidR="007231F5" w:rsidRDefault="007231F5">
            <w:pPr>
              <w:pStyle w:val="Standard"/>
              <w:snapToGrid w:val="0"/>
            </w:pPr>
          </w:p>
          <w:p w14:paraId="51AAF215" w14:textId="77777777" w:rsidR="007231F5" w:rsidRDefault="007231F5">
            <w:pPr>
              <w:pStyle w:val="Standard"/>
            </w:pPr>
          </w:p>
        </w:tc>
      </w:tr>
    </w:tbl>
    <w:p w14:paraId="345C533A" w14:textId="77777777" w:rsidR="007231F5" w:rsidRDefault="00D1227C">
      <w:pPr>
        <w:pStyle w:val="Standard"/>
      </w:pPr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</w:t>
      </w:r>
      <w:r>
        <w:rPr>
          <w:b/>
          <w:u w:val="single"/>
        </w:rPr>
        <w:t xml:space="preserve">Groupement </w:t>
      </w:r>
      <w:r>
        <w:rPr>
          <w:b/>
          <w:u w:val="single"/>
        </w:rPr>
        <w:t>conjoint</w:t>
      </w:r>
    </w:p>
    <w:p w14:paraId="54F1B9DA" w14:textId="77777777" w:rsidR="007231F5" w:rsidRDefault="00D1227C">
      <w:pPr>
        <w:pStyle w:val="Paragraphe"/>
      </w:pPr>
      <w:r>
        <w:t xml:space="preserve">Le détail des prestations exécutées par chacun des membres du </w:t>
      </w:r>
      <w:r>
        <w:rPr>
          <w:b/>
        </w:rPr>
        <w:t>groupement conjoint</w:t>
      </w:r>
      <w:r>
        <w:t xml:space="preserve"> ainsi que la répartition de la rémunération correspondante sont joints en annexe au présent acte d'engagement.</w:t>
      </w:r>
    </w:p>
    <w:p w14:paraId="5873BB9B" w14:textId="77777777" w:rsidR="007231F5" w:rsidRDefault="00D1227C">
      <w:pPr>
        <w:pStyle w:val="Paragraphe"/>
      </w:pPr>
      <w:r>
        <w:t xml:space="preserve">Le mandataire y indique en outre le montant de sa </w:t>
      </w:r>
      <w:r>
        <w:t>prestation de mandat.</w:t>
      </w:r>
    </w:p>
    <w:p w14:paraId="6AF11A39" w14:textId="77777777" w:rsidR="007231F5" w:rsidRDefault="007231F5">
      <w:pPr>
        <w:pStyle w:val="Standard"/>
        <w:spacing w:before="120"/>
        <w:rPr>
          <w:sz w:val="20"/>
        </w:rPr>
      </w:pPr>
    </w:p>
    <w:p w14:paraId="3E87F2A5" w14:textId="77777777" w:rsidR="007231F5" w:rsidRDefault="00D1227C">
      <w:pPr>
        <w:pStyle w:val="Titre2"/>
      </w:pPr>
      <w:r>
        <w:t>2-2. Montant sous-traité</w:t>
      </w:r>
    </w:p>
    <w:p w14:paraId="00747A30" w14:textId="77777777" w:rsidR="007231F5" w:rsidRDefault="00D1227C">
      <w:pPr>
        <w:pStyle w:val="Paragraphe"/>
      </w:pPr>
      <w:r>
        <w:t xml:space="preserve">En cas de recours à la sous-traitance, conformément à l’article 5 de la loi du 31 décembre 1975 modifiée, un formulaire DC4 sera annexé au présent acte d'engagement pour chaque sous-traitant et </w:t>
      </w:r>
      <w:r>
        <w:t>indiquera la nature et le montant des prestations qui seront exécutées par chaque sous-traitant, son nom et ses conditions de paiement. Le montant des prestations sous-traitées indiqué dans chaque formulaire annexé constitue le montant maximal de la créanc</w:t>
      </w:r>
      <w:r>
        <w:t xml:space="preserve">e que le sous-traitant concerné pourra présenter en nantissement ou céder. Le montant indiqué au formulaire DC4 est exprimé hors taxe ; le titulaire doit également préciser dans ce formulaire que la TVA est </w:t>
      </w:r>
      <w:proofErr w:type="spellStart"/>
      <w:r>
        <w:t>autoliquidée</w:t>
      </w:r>
      <w:proofErr w:type="spellEnd"/>
      <w:r>
        <w:t>.</w:t>
      </w:r>
    </w:p>
    <w:p w14:paraId="0F80398A" w14:textId="77777777" w:rsidR="007231F5" w:rsidRDefault="00D1227C">
      <w:pPr>
        <w:pStyle w:val="Paragraphe"/>
      </w:pPr>
      <w:r>
        <w:t xml:space="preserve">Chaque formulaire annexé constitue </w:t>
      </w:r>
      <w:r>
        <w:t>une demande d'acceptation du sous-traitant concerné et d'agrément des conditions de paiement du contrat de sous-traitance. La notification du marché est réputée emporter acceptation du sous-traitant et agrément des conditions de paiement du contrat de sous</w:t>
      </w:r>
      <w:r>
        <w:t>-traitance.</w:t>
      </w:r>
    </w:p>
    <w:p w14:paraId="452C1C28" w14:textId="77777777" w:rsidR="007231F5" w:rsidRDefault="007231F5">
      <w:pPr>
        <w:pStyle w:val="Paragraphe"/>
      </w:pPr>
    </w:p>
    <w:p w14:paraId="4840F246" w14:textId="77777777" w:rsidR="007231F5" w:rsidRDefault="00D1227C">
      <w:pPr>
        <w:pStyle w:val="Standard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Prestataire unique</w:t>
      </w:r>
    </w:p>
    <w:p w14:paraId="7E9B5160" w14:textId="77777777" w:rsidR="007231F5" w:rsidRDefault="00D1227C">
      <w:pPr>
        <w:pStyle w:val="Standard"/>
      </w:pPr>
      <w:r>
        <w:t>Le montant total des prestations sous-traitées conformément à ces formulaires annexés est de :</w:t>
      </w:r>
    </w:p>
    <w:tbl>
      <w:tblPr>
        <w:tblW w:w="8225" w:type="dxa"/>
        <w:tblInd w:w="141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4728"/>
        <w:gridCol w:w="237"/>
      </w:tblGrid>
      <w:tr w:rsidR="007231F5" w14:paraId="36D2A541" w14:textId="77777777">
        <w:tblPrEx>
          <w:tblCellMar>
            <w:top w:w="0" w:type="dxa"/>
            <w:bottom w:w="0" w:type="dxa"/>
          </w:tblCellMar>
        </w:tblPrEx>
        <w:tc>
          <w:tcPr>
            <w:tcW w:w="3260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8DC9EF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>Montant hors TVA</w:t>
            </w:r>
          </w:p>
        </w:tc>
        <w:tc>
          <w:tcPr>
            <w:tcW w:w="4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88AB9F" w14:textId="77777777" w:rsidR="007231F5" w:rsidRDefault="007231F5">
            <w:pPr>
              <w:pStyle w:val="Standard"/>
            </w:pPr>
          </w:p>
        </w:tc>
        <w:tc>
          <w:tcPr>
            <w:tcW w:w="23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CA569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09D7C783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3260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4A1A8EF9" w14:textId="77777777" w:rsidR="007231F5" w:rsidRDefault="007231F5">
            <w:pPr>
              <w:pStyle w:val="Standard"/>
            </w:pPr>
          </w:p>
        </w:tc>
        <w:tc>
          <w:tcPr>
            <w:tcW w:w="4728" w:type="dxa"/>
            <w:shd w:val="clear" w:color="auto" w:fill="auto"/>
            <w:tcMar>
              <w:top w:w="55" w:type="dxa"/>
              <w:left w:w="70" w:type="dxa"/>
              <w:bottom w:w="55" w:type="dxa"/>
              <w:right w:w="70" w:type="dxa"/>
            </w:tcMar>
          </w:tcPr>
          <w:p w14:paraId="77EBB08F" w14:textId="77777777" w:rsidR="007231F5" w:rsidRDefault="007231F5">
            <w:pPr>
              <w:pStyle w:val="Standard"/>
            </w:pPr>
          </w:p>
        </w:tc>
        <w:tc>
          <w:tcPr>
            <w:tcW w:w="237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E15071" w14:textId="77777777" w:rsidR="007231F5" w:rsidRDefault="007231F5">
            <w:pPr>
              <w:pStyle w:val="Standard"/>
            </w:pPr>
          </w:p>
        </w:tc>
      </w:tr>
    </w:tbl>
    <w:p w14:paraId="360D9281" w14:textId="77777777" w:rsidR="007231F5" w:rsidRDefault="007231F5">
      <w:pPr>
        <w:pStyle w:val="Standard"/>
      </w:pPr>
    </w:p>
    <w:p w14:paraId="41BA3541" w14:textId="77777777" w:rsidR="007231F5" w:rsidRDefault="00D1227C">
      <w:pPr>
        <w:pStyle w:val="Standard"/>
      </w:pPr>
      <w:r>
        <w:t xml:space="preserve">Les déclarations et attestations (article R.2193-1 du CCP) des sous-traitants recensés sont </w:t>
      </w:r>
      <w:r>
        <w:t>jointes au présent acte d'engagement en annexe.</w:t>
      </w:r>
    </w:p>
    <w:p w14:paraId="1F99E904" w14:textId="77777777" w:rsidR="007231F5" w:rsidRDefault="00D1227C">
      <w:pPr>
        <w:pStyle w:val="Paragraphe"/>
      </w:pPr>
      <w:r>
        <w:rPr>
          <w:rFonts w:ascii="Wingdings, Symbol" w:hAnsi="Wingdings, Symbol"/>
          <w:sz w:val="36"/>
        </w:rPr>
        <w:lastRenderedPageBreak/>
        <w:t></w:t>
      </w:r>
      <w:r>
        <w:t xml:space="preserve"> </w:t>
      </w:r>
      <w:r>
        <w:rPr>
          <w:b/>
          <w:u w:val="single"/>
        </w:rPr>
        <w:t>Groupement solidaire</w:t>
      </w:r>
    </w:p>
    <w:p w14:paraId="6E8CEF3B" w14:textId="77777777" w:rsidR="007231F5" w:rsidRDefault="00D1227C">
      <w:pPr>
        <w:pStyle w:val="Paragraphe"/>
        <w:keepNext/>
        <w:keepLines/>
      </w:pPr>
      <w:r>
        <w:t>Le montant total des prestations sous-traitées conformément à ces formulaires annexés est de :</w:t>
      </w:r>
    </w:p>
    <w:tbl>
      <w:tblPr>
        <w:tblW w:w="8160" w:type="dxa"/>
        <w:tblInd w:w="144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25"/>
        <w:gridCol w:w="4710"/>
        <w:gridCol w:w="225"/>
      </w:tblGrid>
      <w:tr w:rsidR="007231F5" w14:paraId="096B1E81" w14:textId="77777777">
        <w:tblPrEx>
          <w:tblCellMar>
            <w:top w:w="0" w:type="dxa"/>
            <w:bottom w:w="0" w:type="dxa"/>
          </w:tblCellMar>
        </w:tblPrEx>
        <w:trPr>
          <w:trHeight w:val="345"/>
        </w:trPr>
        <w:tc>
          <w:tcPr>
            <w:tcW w:w="3225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FC28DCA" w14:textId="77777777" w:rsidR="007231F5" w:rsidRDefault="00D1227C">
            <w:pPr>
              <w:pStyle w:val="Paragraphe"/>
              <w:keepNext/>
              <w:keepLines/>
              <w:snapToGrid w:val="0"/>
            </w:pPr>
            <w:r>
              <w:t>Montant hors TVA</w:t>
            </w:r>
          </w:p>
        </w:tc>
        <w:tc>
          <w:tcPr>
            <w:tcW w:w="4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5C652D3" w14:textId="77777777" w:rsidR="007231F5" w:rsidRDefault="007231F5">
            <w:pPr>
              <w:pStyle w:val="Paragraphe"/>
              <w:keepNext/>
              <w:keepLines/>
            </w:pPr>
          </w:p>
        </w:tc>
        <w:tc>
          <w:tcPr>
            <w:tcW w:w="2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45DB1" w14:textId="77777777" w:rsidR="007231F5" w:rsidRDefault="007231F5">
            <w:pPr>
              <w:pStyle w:val="Standard"/>
              <w:snapToGrid w:val="0"/>
            </w:pPr>
          </w:p>
        </w:tc>
      </w:tr>
    </w:tbl>
    <w:p w14:paraId="6D7DEE1D" w14:textId="77777777" w:rsidR="007231F5" w:rsidRDefault="00D1227C">
      <w:pPr>
        <w:pStyle w:val="Standard"/>
        <w:spacing w:before="240"/>
      </w:pPr>
      <w:r>
        <w:t xml:space="preserve">Les déclarations (article R.2193-1 du CCP) des </w:t>
      </w:r>
      <w:r>
        <w:t>sous-traitants recensés dans les formulaires annexés, sont jointes au présent acte d'engagement.</w:t>
      </w:r>
    </w:p>
    <w:p w14:paraId="1324B1AB" w14:textId="77777777" w:rsidR="007231F5" w:rsidRDefault="00D1227C">
      <w:pPr>
        <w:pStyle w:val="Standard"/>
      </w:pPr>
      <w:r>
        <w:rPr>
          <w:rFonts w:ascii="Wingdings, Symbol" w:hAnsi="Wingdings, Symbol"/>
          <w:sz w:val="36"/>
        </w:rPr>
        <w:t></w:t>
      </w:r>
      <w:r>
        <w:t xml:space="preserve"> </w:t>
      </w:r>
      <w:r>
        <w:rPr>
          <w:b/>
          <w:u w:val="single"/>
        </w:rPr>
        <w:t>Groupement</w:t>
      </w:r>
    </w:p>
    <w:p w14:paraId="01C0AC97" w14:textId="77777777" w:rsidR="007231F5" w:rsidRDefault="00D1227C">
      <w:pPr>
        <w:pStyle w:val="Standard"/>
      </w:pPr>
      <w:r>
        <w:t>Le montant total des prestations sous-traitées conformément à ces formulaires annexés est de :</w:t>
      </w:r>
    </w:p>
    <w:tbl>
      <w:tblPr>
        <w:tblW w:w="7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85"/>
        <w:gridCol w:w="2608"/>
        <w:gridCol w:w="2623"/>
      </w:tblGrid>
      <w:tr w:rsidR="007231F5" w14:paraId="6ECE0DF1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7A9CA90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N° du co-traitant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CCC883" w14:textId="77777777" w:rsidR="007231F5" w:rsidRDefault="00D1227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hors TVA</w:t>
            </w: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351E08" w14:textId="77777777" w:rsidR="007231F5" w:rsidRDefault="00D1227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Montant TVA incl</w:t>
            </w:r>
            <w:r>
              <w:rPr>
                <w:b/>
              </w:rPr>
              <w:t>use</w:t>
            </w:r>
          </w:p>
        </w:tc>
      </w:tr>
      <w:tr w:rsidR="007231F5" w14:paraId="6D75A2BE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F9CC43" w14:textId="77777777" w:rsidR="007231F5" w:rsidRDefault="00D1227C">
            <w:pPr>
              <w:pStyle w:val="Standard"/>
              <w:snapToGrid w:val="0"/>
              <w:jc w:val="center"/>
            </w:pPr>
            <w:r>
              <w:t>1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1E0DF8" w14:textId="77777777" w:rsidR="007231F5" w:rsidRDefault="007231F5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0A9EA9" w14:textId="77777777" w:rsidR="007231F5" w:rsidRDefault="007231F5">
            <w:pPr>
              <w:pStyle w:val="Standard"/>
              <w:snapToGrid w:val="0"/>
              <w:jc w:val="center"/>
            </w:pPr>
          </w:p>
        </w:tc>
      </w:tr>
      <w:tr w:rsidR="007231F5" w14:paraId="41FBD65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F13BD9" w14:textId="77777777" w:rsidR="007231F5" w:rsidRDefault="00D1227C">
            <w:pPr>
              <w:pStyle w:val="Standard"/>
              <w:snapToGrid w:val="0"/>
              <w:jc w:val="center"/>
            </w:pPr>
            <w:r>
              <w:t>2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591D22B" w14:textId="77777777" w:rsidR="007231F5" w:rsidRDefault="007231F5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6388967" w14:textId="77777777" w:rsidR="007231F5" w:rsidRDefault="007231F5">
            <w:pPr>
              <w:pStyle w:val="Standard"/>
              <w:snapToGrid w:val="0"/>
              <w:jc w:val="center"/>
            </w:pPr>
          </w:p>
        </w:tc>
      </w:tr>
      <w:tr w:rsidR="007231F5" w14:paraId="3167C72F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B6C1F" w14:textId="77777777" w:rsidR="007231F5" w:rsidRDefault="00D1227C">
            <w:pPr>
              <w:pStyle w:val="Standard"/>
              <w:snapToGrid w:val="0"/>
              <w:jc w:val="center"/>
            </w:pPr>
            <w:r>
              <w:t>3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F4FE642" w14:textId="77777777" w:rsidR="007231F5" w:rsidRDefault="007231F5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415BB3" w14:textId="77777777" w:rsidR="007231F5" w:rsidRDefault="007231F5">
            <w:pPr>
              <w:pStyle w:val="Standard"/>
              <w:snapToGrid w:val="0"/>
              <w:jc w:val="center"/>
            </w:pPr>
          </w:p>
        </w:tc>
      </w:tr>
      <w:tr w:rsidR="007231F5" w14:paraId="563A09A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55111CA" w14:textId="77777777" w:rsidR="007231F5" w:rsidRDefault="00D1227C">
            <w:pPr>
              <w:pStyle w:val="Standard"/>
              <w:snapToGrid w:val="0"/>
              <w:jc w:val="center"/>
            </w:pPr>
            <w:r>
              <w:t>4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22469AB" w14:textId="77777777" w:rsidR="007231F5" w:rsidRDefault="007231F5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F6A58F" w14:textId="77777777" w:rsidR="007231F5" w:rsidRDefault="007231F5">
            <w:pPr>
              <w:pStyle w:val="Standard"/>
              <w:snapToGrid w:val="0"/>
              <w:jc w:val="center"/>
            </w:pPr>
          </w:p>
        </w:tc>
      </w:tr>
      <w:tr w:rsidR="007231F5" w14:paraId="17C4C68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B916067" w14:textId="77777777" w:rsidR="007231F5" w:rsidRDefault="00D1227C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32C183F" w14:textId="77777777" w:rsidR="007231F5" w:rsidRDefault="007231F5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AB1802" w14:textId="77777777" w:rsidR="007231F5" w:rsidRDefault="007231F5">
            <w:pPr>
              <w:pStyle w:val="Standard"/>
              <w:snapToGrid w:val="0"/>
              <w:jc w:val="center"/>
            </w:pPr>
          </w:p>
        </w:tc>
      </w:tr>
      <w:tr w:rsidR="007231F5" w14:paraId="208C4CB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007BDC" w14:textId="77777777" w:rsidR="007231F5" w:rsidRDefault="00D1227C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Total</w:t>
            </w:r>
          </w:p>
        </w:tc>
        <w:tc>
          <w:tcPr>
            <w:tcW w:w="26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49C92D1" w14:textId="77777777" w:rsidR="007231F5" w:rsidRDefault="007231F5">
            <w:pPr>
              <w:pStyle w:val="Standard"/>
              <w:snapToGrid w:val="0"/>
              <w:jc w:val="center"/>
            </w:pPr>
          </w:p>
        </w:tc>
        <w:tc>
          <w:tcPr>
            <w:tcW w:w="26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5B94B58" w14:textId="77777777" w:rsidR="007231F5" w:rsidRDefault="007231F5">
            <w:pPr>
              <w:pStyle w:val="Standard"/>
              <w:snapToGrid w:val="0"/>
              <w:jc w:val="center"/>
            </w:pPr>
          </w:p>
        </w:tc>
      </w:tr>
    </w:tbl>
    <w:p w14:paraId="41677825" w14:textId="77777777" w:rsidR="007231F5" w:rsidRDefault="007231F5">
      <w:pPr>
        <w:pStyle w:val="Standard"/>
      </w:pPr>
    </w:p>
    <w:p w14:paraId="39790CB7" w14:textId="77777777" w:rsidR="007231F5" w:rsidRDefault="00D1227C">
      <w:pPr>
        <w:pStyle w:val="Standard"/>
      </w:pPr>
      <w:r>
        <w:t>Les déclarations et attestations des sous-traitants (article R.2193-1 du CCP) recensés sont jointes au présent acte d'engagement en annexe.</w:t>
      </w:r>
    </w:p>
    <w:p w14:paraId="73E9AA2F" w14:textId="77777777" w:rsidR="007231F5" w:rsidRDefault="007231F5">
      <w:pPr>
        <w:pStyle w:val="Standard"/>
      </w:pPr>
    </w:p>
    <w:p w14:paraId="6632C7E1" w14:textId="77777777" w:rsidR="007231F5" w:rsidRDefault="00D1227C">
      <w:pPr>
        <w:pStyle w:val="Standard"/>
        <w:rPr>
          <w:b/>
          <w:bCs/>
          <w:i/>
          <w:iCs/>
          <w:sz w:val="28"/>
          <w:szCs w:val="28"/>
          <w:u w:val="single"/>
        </w:rPr>
      </w:pPr>
      <w:r>
        <w:rPr>
          <w:b/>
          <w:bCs/>
          <w:i/>
          <w:iCs/>
          <w:sz w:val="28"/>
          <w:szCs w:val="28"/>
          <w:u w:val="single"/>
        </w:rPr>
        <w:t>2-3 Créance présentée en nantissement ou cession</w:t>
      </w:r>
    </w:p>
    <w:p w14:paraId="452AF7DA" w14:textId="77777777" w:rsidR="007231F5" w:rsidRDefault="00D1227C">
      <w:pPr>
        <w:pStyle w:val="Standard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</w:t>
      </w:r>
      <w:r>
        <w:rPr>
          <w:b/>
          <w:u w:val="single"/>
        </w:rPr>
        <w:t>Prestataire unique</w:t>
      </w:r>
    </w:p>
    <w:p w14:paraId="1C733C5E" w14:textId="77777777" w:rsidR="007231F5" w:rsidRDefault="00D1227C">
      <w:pPr>
        <w:pStyle w:val="Standard"/>
        <w:keepNext/>
        <w:keepLines/>
        <w:spacing w:before="120"/>
      </w:pPr>
      <w:r>
        <w:t xml:space="preserve">Le </w:t>
      </w:r>
      <w:r>
        <w:t xml:space="preserve">montant maximal, TVA incluse, de la créance que </w:t>
      </w:r>
      <w:r>
        <w:rPr>
          <w:b/>
          <w:u w:val="single"/>
        </w:rPr>
        <w:t>je pourrai</w:t>
      </w:r>
      <w:r>
        <w:t> présenter en nantissement ou céder est ainsi de :</w:t>
      </w:r>
    </w:p>
    <w:tbl>
      <w:tblPr>
        <w:tblW w:w="9700" w:type="dxa"/>
        <w:tblInd w:w="-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09"/>
        <w:gridCol w:w="6191"/>
      </w:tblGrid>
      <w:tr w:rsidR="007231F5" w14:paraId="004429D8" w14:textId="77777777">
        <w:tblPrEx>
          <w:tblCellMar>
            <w:top w:w="0" w:type="dxa"/>
            <w:bottom w:w="0" w:type="dxa"/>
          </w:tblCellMar>
        </w:tblPrEx>
        <w:tc>
          <w:tcPr>
            <w:tcW w:w="3509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DF914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6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D5344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</w:tbl>
    <w:p w14:paraId="5205FBF7" w14:textId="77777777" w:rsidR="007231F5" w:rsidRDefault="007231F5">
      <w:pPr>
        <w:pStyle w:val="Standard"/>
      </w:pPr>
    </w:p>
    <w:p w14:paraId="4AA00AEC" w14:textId="77777777" w:rsidR="007231F5" w:rsidRDefault="00D1227C">
      <w:pPr>
        <w:pStyle w:val="Standard"/>
      </w:pPr>
      <w:r>
        <w:rPr>
          <w:rFonts w:ascii="Wingdings, Symbol" w:hAnsi="Wingdings, Symbol"/>
          <w:sz w:val="36"/>
        </w:rPr>
        <w:t></w:t>
      </w:r>
      <w:r>
        <w:rPr>
          <w:sz w:val="36"/>
        </w:rPr>
        <w:t xml:space="preserve"> </w:t>
      </w:r>
      <w:r>
        <w:rPr>
          <w:b/>
          <w:u w:val="single"/>
        </w:rPr>
        <w:t>Groupement solidaire ou conjoint</w:t>
      </w:r>
    </w:p>
    <w:p w14:paraId="78CFDFF0" w14:textId="77777777" w:rsidR="007231F5" w:rsidRDefault="00D1227C">
      <w:pPr>
        <w:pStyle w:val="Standard"/>
      </w:pPr>
      <w:r>
        <w:t xml:space="preserve">Le montant maximal, TVA incluse, de la créance </w:t>
      </w:r>
      <w:proofErr w:type="gramStart"/>
      <w:r>
        <w:t>que  </w:t>
      </w:r>
      <w:r>
        <w:rPr>
          <w:b/>
          <w:u w:val="single"/>
        </w:rPr>
        <w:t>nous</w:t>
      </w:r>
      <w:proofErr w:type="gramEnd"/>
      <w:r>
        <w:rPr>
          <w:b/>
          <w:u w:val="single"/>
        </w:rPr>
        <w:t xml:space="preserve"> pourrons</w:t>
      </w:r>
      <w:r>
        <w:t xml:space="preserve"> présenter en nantissement ou céder est </w:t>
      </w:r>
      <w:r>
        <w:t>ainsi de :</w:t>
      </w:r>
    </w:p>
    <w:p w14:paraId="59CF0315" w14:textId="77777777" w:rsidR="007231F5" w:rsidRDefault="007231F5">
      <w:pPr>
        <w:pStyle w:val="Standard"/>
      </w:pPr>
    </w:p>
    <w:tbl>
      <w:tblPr>
        <w:tblW w:w="951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99"/>
        <w:gridCol w:w="1899"/>
        <w:gridCol w:w="1899"/>
        <w:gridCol w:w="1899"/>
        <w:gridCol w:w="1914"/>
      </w:tblGrid>
      <w:tr w:rsidR="007231F5" w14:paraId="76D4B13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B61112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9D493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1D011D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C09D17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b/>
              </w:rPr>
            </w:pPr>
            <w:r>
              <w:rPr>
                <w:b/>
              </w:rPr>
              <w:t>Cotraitant 4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572FE1" w14:textId="77777777" w:rsidR="007231F5" w:rsidRDefault="00D1227C">
            <w:pPr>
              <w:pStyle w:val="Standard"/>
              <w:keepNext/>
              <w:keepLines/>
              <w:snapToGrid w:val="0"/>
              <w:ind w:firstLine="113"/>
              <w:jc w:val="center"/>
              <w:rPr>
                <w:b/>
              </w:rPr>
            </w:pPr>
            <w:r>
              <w:rPr>
                <w:b/>
              </w:rPr>
              <w:t>Cotraitant 5</w:t>
            </w:r>
          </w:p>
        </w:tc>
      </w:tr>
      <w:tr w:rsidR="007231F5" w14:paraId="44870C2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A05D95" w14:textId="77777777" w:rsidR="007231F5" w:rsidRDefault="007231F5">
            <w:pPr>
              <w:pStyle w:val="Standard"/>
              <w:keepNext/>
              <w:keepLines/>
              <w:snapToGrid w:val="0"/>
              <w:rPr>
                <w:b/>
              </w:rPr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B32F0A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C47E4A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1ACEC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7B7D6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</w:tbl>
    <w:p w14:paraId="0BEAC476" w14:textId="77777777" w:rsidR="007231F5" w:rsidRDefault="007231F5">
      <w:pPr>
        <w:pStyle w:val="Standard"/>
      </w:pPr>
    </w:p>
    <w:p w14:paraId="487F997D" w14:textId="77777777" w:rsidR="007231F5" w:rsidRDefault="00D1227C">
      <w:pPr>
        <w:pStyle w:val="Titre1"/>
      </w:pPr>
      <w:r>
        <w:t>ARTICLE 3. DÉLAI</w:t>
      </w:r>
      <w:r>
        <w:rPr>
          <w:color w:val="000000"/>
        </w:rPr>
        <w:t xml:space="preserve"> D’EXÉCUTION DU MARCHE</w:t>
      </w:r>
    </w:p>
    <w:p w14:paraId="62303A35" w14:textId="77777777" w:rsidR="007231F5" w:rsidRDefault="00D1227C">
      <w:pPr>
        <w:pStyle w:val="Titre2"/>
      </w:pPr>
      <w:r>
        <w:t>3-1. Période de préparation</w:t>
      </w:r>
    </w:p>
    <w:p w14:paraId="6F35EF5F" w14:textId="77777777" w:rsidR="007231F5" w:rsidRDefault="00D1227C">
      <w:pPr>
        <w:pStyle w:val="Paragraphe"/>
      </w:pPr>
      <w:r>
        <w:t xml:space="preserve">Par dérogation à l'article 19.1.1 du CCAG, le délai de la période de préparation </w:t>
      </w:r>
      <w:r>
        <w:rPr>
          <w:b/>
        </w:rPr>
        <w:t>d'un lot</w:t>
      </w:r>
      <w:r>
        <w:t xml:space="preserve"> part de la </w:t>
      </w:r>
      <w:r>
        <w:t>date de la notification du marché. Par dérogation à l'article 28.1 du CCAG, ce délai est fixé à 1 mois pour tous les lots.</w:t>
      </w:r>
    </w:p>
    <w:p w14:paraId="032D13D7" w14:textId="77777777" w:rsidR="007231F5" w:rsidRDefault="00D1227C">
      <w:pPr>
        <w:pStyle w:val="Titre2"/>
      </w:pPr>
      <w:r>
        <w:t>3-2. Délai d'exécution des travaux</w:t>
      </w:r>
    </w:p>
    <w:p w14:paraId="735ECA30" w14:textId="77777777" w:rsidR="007231F5" w:rsidRDefault="00D1227C">
      <w:pPr>
        <w:pStyle w:val="Paragraphe"/>
      </w:pPr>
      <w:r>
        <w:t xml:space="preserve">Le délai d'exécution des travaux </w:t>
      </w:r>
      <w:r>
        <w:rPr>
          <w:b/>
        </w:rPr>
        <w:t>de l'ensemble des lots</w:t>
      </w:r>
      <w:r>
        <w:t xml:space="preserve"> est de </w:t>
      </w:r>
      <w:bookmarkStart w:id="13" w:name="A3A_2B_p1I_a"/>
      <w:r>
        <w:rPr>
          <w:b/>
          <w:bCs/>
        </w:rPr>
        <w:t>6</w:t>
      </w:r>
      <w:r>
        <w:t xml:space="preserve"> mois</w:t>
      </w:r>
      <w:bookmarkEnd w:id="13"/>
      <w:r>
        <w:t xml:space="preserve"> à compter de la date fixée p</w:t>
      </w:r>
      <w:r>
        <w:t>ar l'ordre de service qui prescrira de commencer l'exécution du/des premier(s) lot(s).</w:t>
      </w:r>
    </w:p>
    <w:p w14:paraId="167F7E4A" w14:textId="77777777" w:rsidR="007231F5" w:rsidRDefault="00D1227C">
      <w:pPr>
        <w:pStyle w:val="Paragraphe"/>
      </w:pPr>
      <w:r>
        <w:t xml:space="preserve">L'ordre de service prescrivant de commencer l'ensemble des travaux sera notifié à chaque </w:t>
      </w:r>
      <w:r>
        <w:lastRenderedPageBreak/>
        <w:t>entreprise titulaire d'un lot.</w:t>
      </w:r>
    </w:p>
    <w:p w14:paraId="341CA830" w14:textId="77777777" w:rsidR="007231F5" w:rsidRDefault="00D1227C">
      <w:pPr>
        <w:pStyle w:val="Titre2"/>
      </w:pPr>
      <w:r>
        <w:t>3-3. Délai(s) distinct(s)</w:t>
      </w:r>
    </w:p>
    <w:p w14:paraId="4A6D01F8" w14:textId="77777777" w:rsidR="007231F5" w:rsidRDefault="00D1227C">
      <w:pPr>
        <w:pStyle w:val="Paragraphe"/>
      </w:pPr>
      <w:r>
        <w:t>Sans objet.</w:t>
      </w:r>
    </w:p>
    <w:p w14:paraId="52F15A57" w14:textId="77777777" w:rsidR="007231F5" w:rsidRDefault="00D1227C">
      <w:pPr>
        <w:pStyle w:val="Titre1"/>
      </w:pPr>
      <w:r>
        <w:t xml:space="preserve">ARTICLE 4. </w:t>
      </w:r>
      <w:r>
        <w:t>PAIEMENTS</w:t>
      </w:r>
    </w:p>
    <w:p w14:paraId="10238DE1" w14:textId="77777777" w:rsidR="007231F5" w:rsidRDefault="00D1227C">
      <w:pPr>
        <w:pStyle w:val="Standard"/>
      </w:pPr>
      <w:r>
        <w:t>Les modalités du règlement des comptes du marché sont spécifiées à l'article 3-2 du CCAP.</w:t>
      </w:r>
    </w:p>
    <w:p w14:paraId="3F06B526" w14:textId="77777777" w:rsidR="007231F5" w:rsidRDefault="00D1227C">
      <w:pPr>
        <w:pStyle w:val="Paragraphe"/>
        <w:keepNext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bCs/>
          <w:u w:val="single"/>
        </w:rPr>
        <w:t>Entreprise</w:t>
      </w:r>
      <w:proofErr w:type="gramEnd"/>
      <w:r>
        <w:rPr>
          <w:b/>
          <w:bCs/>
          <w:u w:val="single"/>
        </w:rPr>
        <w:t xml:space="preserve"> </w:t>
      </w:r>
      <w:r>
        <w:rPr>
          <w:b/>
          <w:u w:val="single"/>
        </w:rPr>
        <w:t>unique</w:t>
      </w:r>
    </w:p>
    <w:p w14:paraId="7F60466C" w14:textId="77777777" w:rsidR="007231F5" w:rsidRDefault="00D1227C">
      <w:pPr>
        <w:pStyle w:val="Paradouble"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</w:t>
      </w:r>
      <w:r>
        <w:rPr>
          <w:sz w:val="20"/>
        </w:rPr>
        <w:t xml:space="preserve"> RIB ou RIP)</w:t>
      </w:r>
      <w:r>
        <w:rPr>
          <w:sz w:val="18"/>
        </w:rPr>
        <w:t> </w:t>
      </w:r>
      <w:r>
        <w:t>:</w:t>
      </w:r>
    </w:p>
    <w:tbl>
      <w:tblPr>
        <w:tblW w:w="9658" w:type="dxa"/>
        <w:tblInd w:w="-28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7231F5" w14:paraId="0916B4BB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7A925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D369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381D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09DAA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B9263CD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201EE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E943B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996F2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491AB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AB2028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0B855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73A9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F807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0CF6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4356EED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7D9E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0F12EA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5563F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9B79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E21016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D6E1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A522B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2002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3CB60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118E2FD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40208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D30A9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0BE2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ABFB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C4698D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8B6C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1923A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517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4BDE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DF8AA7F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6354D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A8DED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3A46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27AF9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7B3A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312C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870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DFC6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9C15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B9F2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95152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5A24C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2DB4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E3614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A276" w14:textId="77777777" w:rsidR="007231F5" w:rsidRDefault="00D1227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D5A6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179C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49C43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A6AF32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B1D66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B087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03E9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97F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A452E7E" w14:textId="77777777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FE3F7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D653AE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401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893C6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FBA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C668F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5E57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319566" w14:textId="77777777" w:rsidR="007231F5" w:rsidRDefault="00D1227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3D2B3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0C46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6BD6A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6645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5174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9FFC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6C6C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2D75AB15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55BF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9CC6981" w14:textId="77777777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11FD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9E70EF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5F832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3637A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27B2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3C684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A54F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9B53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4A992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E295F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0A12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53A01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30CE4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65337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73F0E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EDF99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C8D6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1A6AE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843E1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4EE33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6F1C7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A4655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CF849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E1F004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5A993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451E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802D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518A7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539859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7D37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07761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AE4C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370FD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668BE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11377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89BAB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9BF2AF7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F832B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4F7968BC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E0294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9DA4E6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  <w:szCs w:val="20"/>
              </w:rPr>
              <w:t>SWIFT</w:t>
            </w:r>
            <w:r>
              <w:t>)</w:t>
            </w: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CBE64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EA3D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EF30D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2610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C0519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06A26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9080F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044D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4DE66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8C4E9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AFBC9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3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E3B10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09F7EF" w14:textId="77777777" w:rsidR="007231F5" w:rsidRDefault="007231F5">
            <w:pPr>
              <w:pStyle w:val="Standard"/>
              <w:rPr>
                <w:outline/>
              </w:rPr>
            </w:pPr>
          </w:p>
        </w:tc>
      </w:tr>
      <w:tr w:rsidR="007231F5" w14:paraId="645FF25B" w14:textId="77777777">
        <w:tblPrEx>
          <w:tblCellMar>
            <w:top w:w="0" w:type="dxa"/>
            <w:bottom w:w="0" w:type="dxa"/>
          </w:tblCellMar>
        </w:tblPrEx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B3D720" w14:textId="77777777" w:rsidR="007231F5" w:rsidRDefault="007231F5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50D6DE" w14:textId="77777777" w:rsidR="007231F5" w:rsidRDefault="007231F5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FE063" w14:textId="77777777" w:rsidR="007231F5" w:rsidRDefault="007231F5">
            <w:pPr>
              <w:pStyle w:val="Standard"/>
              <w:keepNext/>
              <w:keepLines/>
              <w:snapToGrid w:val="0"/>
              <w:rPr>
                <w:sz w:val="6"/>
              </w:rPr>
            </w:pPr>
          </w:p>
        </w:tc>
      </w:tr>
    </w:tbl>
    <w:p w14:paraId="4FE17655" w14:textId="77777777" w:rsidR="007231F5" w:rsidRDefault="007231F5">
      <w:pPr>
        <w:pStyle w:val="Standard"/>
      </w:pPr>
    </w:p>
    <w:p w14:paraId="17857C97" w14:textId="77777777" w:rsidR="007231F5" w:rsidRDefault="00D1227C">
      <w:pPr>
        <w:pStyle w:val="Standard"/>
        <w:spacing w:before="120"/>
      </w:pPr>
      <w: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77095AEF" w14:textId="77777777" w:rsidR="007231F5" w:rsidRDefault="00D1227C">
      <w:pPr>
        <w:pStyle w:val="Standard"/>
        <w:spacing w:before="120"/>
      </w:pPr>
      <w:proofErr w:type="gramStart"/>
      <w:r>
        <w:rPr>
          <w:rFonts w:ascii="Wingdings, Symbol" w:hAnsi="Wingdings, Symbol"/>
          <w:sz w:val="36"/>
        </w:rPr>
        <w:t>q</w:t>
      </w:r>
      <w:r>
        <w:t xml:space="preserve">  </w:t>
      </w:r>
      <w:r>
        <w:rPr>
          <w:b/>
          <w:u w:val="single"/>
        </w:rPr>
        <w:t>Groupement</w:t>
      </w:r>
      <w:proofErr w:type="gramEnd"/>
      <w:r>
        <w:rPr>
          <w:b/>
          <w:u w:val="single"/>
        </w:rPr>
        <w:t xml:space="preserve"> conjoint</w:t>
      </w:r>
    </w:p>
    <w:p w14:paraId="3CF277DD" w14:textId="77777777" w:rsidR="007231F5" w:rsidRDefault="00D1227C">
      <w:pPr>
        <w:pStyle w:val="Paradouble"/>
        <w:keepNext/>
        <w:keepLines/>
      </w:pPr>
      <w:r>
        <w:t xml:space="preserve">Le maître d'ouvrage se libérera des sommes dues au titre du présent marché en faisant porter le montant au crédit du compte </w:t>
      </w:r>
      <w:r>
        <w:rPr>
          <w:sz w:val="20"/>
        </w:rPr>
        <w:t>(joindre un RIB ou RIP)</w:t>
      </w:r>
      <w:r>
        <w:rPr>
          <w:sz w:val="18"/>
        </w:rPr>
        <w:t> </w:t>
      </w:r>
      <w:r>
        <w:t>:</w:t>
      </w:r>
    </w:p>
    <w:p w14:paraId="3CED28A2" w14:textId="77777777" w:rsidR="007231F5" w:rsidRDefault="007231F5">
      <w:pPr>
        <w:pStyle w:val="Standard"/>
        <w:rPr>
          <w:sz w:val="16"/>
        </w:rPr>
      </w:pPr>
    </w:p>
    <w:tbl>
      <w:tblPr>
        <w:tblW w:w="9813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69"/>
        <w:gridCol w:w="215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467"/>
        <w:gridCol w:w="175"/>
      </w:tblGrid>
      <w:tr w:rsidR="007231F5" w14:paraId="219A0409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CB66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56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2E684E" w14:textId="77777777" w:rsidR="007231F5" w:rsidRDefault="00D1227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1</w:t>
            </w:r>
          </w:p>
        </w:tc>
        <w:tc>
          <w:tcPr>
            <w:tcW w:w="17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645EE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4D8C38E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999C9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A40F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17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A852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1382C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9FE9228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FA31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E43A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48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5F5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E7218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82FEB2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39FF5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06962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17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BA802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D31DE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049C227C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C4F9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75045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48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7F21C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0EB9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D92B36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E39BE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1CBB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17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51AFD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D4461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29D0FDB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973B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86879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48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CF0F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258CF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201E021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62CA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9B282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17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60503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F10A1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B24543E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42A9A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7D8E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47D2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62802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B7EC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CA3D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46446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9E57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5418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D09BF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BE8C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D43E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2BE3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0776E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732C" w14:textId="77777777" w:rsidR="007231F5" w:rsidRDefault="00D1227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74C3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D446D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199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E133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F8FF535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07C9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914F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17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6D6B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09370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B5C4909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ED5E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11573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40B36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2F02A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CBA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4C3F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ECAD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97D04E" w14:textId="77777777" w:rsidR="007231F5" w:rsidRDefault="00D1227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1EF70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7DEA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26547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83F76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B6386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8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DA98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7E1E4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70D2BF6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6A9D6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562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2689E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485C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4ED74284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5C623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FEC3D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868C2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BB32D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9971C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AF218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A54AE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6344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7FD3B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A0A7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A0622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E253B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B2CD1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C72663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C704D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10CDC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B2E47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F3AAA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E5D6E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73264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90460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DAC13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33834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3FC68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B1234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A357F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E73BF7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85B67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B5B27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8C8B2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C202D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F314F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78506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B13EE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C6382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65C22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77A18E4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1F99B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562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8100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6C295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1A57E6D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99E1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F28E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02AB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4B04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CBC49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42FB6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B2762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56AAB2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35B95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14DA5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09D07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F454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1FCA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32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2570A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605B9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04A82DE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F007A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621BE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17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6753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CA81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</w:tbl>
    <w:p w14:paraId="42F4CFD4" w14:textId="77777777" w:rsidR="007231F5" w:rsidRDefault="007231F5">
      <w:pPr>
        <w:pStyle w:val="Standard"/>
      </w:pPr>
    </w:p>
    <w:p w14:paraId="44D5CF9B" w14:textId="77777777" w:rsidR="007231F5" w:rsidRDefault="007231F5">
      <w:pPr>
        <w:pStyle w:val="Standard"/>
        <w:pageBreakBefore/>
      </w:pPr>
    </w:p>
    <w:tbl>
      <w:tblPr>
        <w:tblW w:w="9547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69"/>
        <w:gridCol w:w="215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231F5" w14:paraId="445A826C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A541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9981B" w14:textId="77777777" w:rsidR="007231F5" w:rsidRDefault="00D1227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D06C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706DE5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A398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EF20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B5A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4993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E3AEC93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CD07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26B17C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3C1B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FB0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D48F46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2AED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4AA6F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F3BC9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7313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DBA6B44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D6292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F5AD69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A72B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E044C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4B9326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B1F0A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6A5F0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CC955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AFA8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855129D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CE955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433BB7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56958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4134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510B38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B8003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EDA03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27399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91BE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20DB037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5165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7EE70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8313E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E8CB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9D4A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AFC1A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57D3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0598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767A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8F98A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0209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4F76E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92712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B1C0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F7AAF" w14:textId="77777777" w:rsidR="007231F5" w:rsidRDefault="00D1227C">
            <w:pPr>
              <w:pStyle w:val="Standard"/>
              <w:keepNext/>
              <w:keepLines/>
              <w:snapToGrid w:val="0"/>
              <w:ind w:firstLine="57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2574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A1DA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F41D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2D1364A9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E296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69B1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8E9A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8376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F28B201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96EE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F6C27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4F9C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BEE01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7D74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FAA17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1814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8CD2B" w14:textId="77777777" w:rsidR="007231F5" w:rsidRDefault="00D1227C">
            <w:pPr>
              <w:pStyle w:val="Standard"/>
              <w:keepNext/>
              <w:keepLines/>
              <w:snapToGrid w:val="0"/>
              <w:ind w:firstLine="57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3BEB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75E7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111F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0A224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65A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915E7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14BE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547B8C1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41C43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0D1D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4EDB8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948C845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87BC9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B166A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77E2B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842147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17449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AE186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B54A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1B62B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A6A40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EE839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3A3D4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4D79F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4D339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C1753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BB53E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8F1F0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A66CB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A6920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3C408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8440C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B6D67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4D319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757DA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63125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C2774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67C8E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93DA8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3444B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DE79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EB73E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C99CF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98785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4E7B8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E69C2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00518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4F3C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123F80B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37FAF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A4F34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5171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43099067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F8F4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590D28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5A9A5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E0ABA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6765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6E2C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872A8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77AAB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DD7D0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1379F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3B10E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404911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FD08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0112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C0EE8E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19BC6B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598E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6EB4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AD8A3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D38D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</w:tbl>
    <w:p w14:paraId="002400BA" w14:textId="77777777" w:rsidR="007231F5" w:rsidRDefault="007231F5">
      <w:pPr>
        <w:pStyle w:val="Standard"/>
      </w:pPr>
    </w:p>
    <w:tbl>
      <w:tblPr>
        <w:tblW w:w="9547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69"/>
        <w:gridCol w:w="215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231F5" w14:paraId="71C9C8E3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C9EB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A270DC" w14:textId="77777777" w:rsidR="007231F5" w:rsidRDefault="00D1227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0729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5C22531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C988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E3B0B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FFD94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FC05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CC91EB5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9982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ED15C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26B1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36C2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0D2BA60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AC005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95C36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75156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4422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0C88D91E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8DCAD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B6197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B9C4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6E8A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197C39E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FE041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F453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40043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EE574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C01237B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38696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06891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28357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8690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DE5934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BAF08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AA33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60F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840A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7C24ECB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0A6C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ABD70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E264C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1002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AEEA0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54C19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92CC4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3187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BE0C7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F1AB9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4FAE3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DA89C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E5954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9C9EC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843E45" w14:textId="77777777" w:rsidR="007231F5" w:rsidRDefault="00D1227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5587D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49852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86ADB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6ED199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5BD6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4F00D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0005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79C0F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701D07BC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B05A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AB04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4EAB3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C4DD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13865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6029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6E10C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878049" w14:textId="77777777" w:rsidR="007231F5" w:rsidRDefault="00D1227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51350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B41F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DF84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459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0D43A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8DFD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E01F4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4F138C06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BEBDC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3F06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9BF1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903521B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F996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CA203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4043A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6F38C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E0FF9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7BABFB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58AFB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5A8F3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36368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D6E6A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15BA06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25ACC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61C62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FA9B4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23007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D534E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5CAA0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DF3123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0F0C7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5D2EE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6DE3F2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2A50B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66DB7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D2D8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4C9809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562EA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49107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80A785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B818F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A1C63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F198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C43F0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B3566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0652E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A67B0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9CB583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37094D9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71846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1AF9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EA594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4C9A357A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0B135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0ACAC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1CF65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31AE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CB96A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5FB89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38978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19CB6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9CA1C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F64E9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30E84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74B5F8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19BB9C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38A1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45A36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EC8558D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276B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12BD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4AA28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9F85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</w:tbl>
    <w:p w14:paraId="1686F46B" w14:textId="77777777" w:rsidR="007231F5" w:rsidRDefault="007231F5">
      <w:pPr>
        <w:pStyle w:val="Standard"/>
      </w:pPr>
    </w:p>
    <w:tbl>
      <w:tblPr>
        <w:tblW w:w="9547" w:type="dxa"/>
        <w:tblInd w:w="-18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"/>
        <w:gridCol w:w="1669"/>
        <w:gridCol w:w="215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7231F5" w14:paraId="3B29D2AF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B597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393E8" w14:textId="77777777" w:rsidR="007231F5" w:rsidRDefault="00D1227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>Cotraitant ___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CDD9C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75BDEFF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606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3780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CFB2B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0866C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1E33E57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86BC6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64DC7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compte</w:t>
            </w:r>
            <w:proofErr w:type="gramEnd"/>
            <w: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12921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7BBBE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36DFA4BA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B71C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81DB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96B3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4215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2C902A1D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F4E2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64587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5FC3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9E8A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75675B4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C584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3690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A1AF4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D057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220750D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E2FF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081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2EBB3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au</w:t>
            </w:r>
            <w:proofErr w:type="gramEnd"/>
            <w: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090B4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2165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EDA413C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37655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3695F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24E24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98FB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1E3AD8C3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055CA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08C46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sous</w:t>
            </w:r>
            <w:proofErr w:type="gramEnd"/>
            <w: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D21AD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5C99E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88E6B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0701D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EAAB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48E46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6E67A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8A782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2F98B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02F26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9792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8FDE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410D6F" w14:textId="77777777" w:rsidR="007231F5" w:rsidRDefault="00D1227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clé</w:t>
            </w:r>
            <w:proofErr w:type="gramEnd"/>
            <w: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D53F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AC8C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754DE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2775D908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9A77A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ECE7B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82D54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C4D7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9D243A3" w14:textId="77777777">
        <w:tblPrEx>
          <w:tblCellMar>
            <w:top w:w="0" w:type="dxa"/>
            <w:bottom w:w="0" w:type="dxa"/>
          </w:tblCellMar>
        </w:tblPrEx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3BDD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74C01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code</w:t>
            </w:r>
            <w:proofErr w:type="gramEnd"/>
            <w: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DBAD4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93AB1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16E4C6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5356D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7914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D57D0" w14:textId="77777777" w:rsidR="007231F5" w:rsidRDefault="00D1227C">
            <w:pPr>
              <w:pStyle w:val="Standard"/>
              <w:keepNext/>
              <w:keepLines/>
              <w:snapToGrid w:val="0"/>
              <w:jc w:val="center"/>
            </w:pPr>
            <w:proofErr w:type="gramStart"/>
            <w:r>
              <w:t>code</w:t>
            </w:r>
            <w:proofErr w:type="gramEnd"/>
            <w: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AEAC8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E0C2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C48B0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6968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99DD6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D0D91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254B9B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0305557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9A53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5445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DBB15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06D7CA2F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46BD8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E2A6FC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>IBAN</w:t>
            </w: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72CE67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914F2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9727D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DF7F2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1DC92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B53D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8BEAB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B8749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5E170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EA654A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09DD0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B718AB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E3969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F16538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8F9FB0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EDF28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7D61A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19452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7F979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7E6E67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259F41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E5B6A0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3FFCAF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71B1F2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8713C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0F8A3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4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7669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6737D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D651E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0FFA9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DEC4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EC6F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93199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4A84D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6FFFDAAA" w14:textId="77777777">
        <w:tblPrEx>
          <w:tblCellMar>
            <w:top w:w="0" w:type="dxa"/>
            <w:bottom w:w="0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433E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9312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7318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33EC5F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23AB5472" w14:textId="77777777">
        <w:tblPrEx>
          <w:tblCellMar>
            <w:top w:w="0" w:type="dxa"/>
            <w:bottom w:w="0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74AA2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66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B0D138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 xml:space="preserve">BIC (par </w:t>
            </w:r>
            <w:r>
              <w:rPr>
                <w:sz w:val="20"/>
              </w:rPr>
              <w:t>SWIFT</w:t>
            </w:r>
            <w:r>
              <w:t>)</w:t>
            </w:r>
          </w:p>
        </w:tc>
        <w:tc>
          <w:tcPr>
            <w:tcW w:w="2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557218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ADAC6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BCCBE2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E6615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31F27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2FBCB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685BA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90E9F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6C6979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16F808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2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364A23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C6E4AC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3F910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50C63F36" w14:textId="77777777">
        <w:tblPrEx>
          <w:tblCellMar>
            <w:top w:w="0" w:type="dxa"/>
            <w:bottom w:w="0" w:type="dxa"/>
          </w:tblCellMar>
        </w:tblPrEx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354E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91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6D2AAA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A8244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4419E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</w:tbl>
    <w:p w14:paraId="6073DB46" w14:textId="77777777" w:rsidR="007231F5" w:rsidRDefault="007231F5">
      <w:pPr>
        <w:pStyle w:val="Standard"/>
      </w:pPr>
    </w:p>
    <w:p w14:paraId="57AFF268" w14:textId="77777777" w:rsidR="007231F5" w:rsidRDefault="00D1227C">
      <w:pPr>
        <w:pStyle w:val="Standard"/>
      </w:pPr>
      <w: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13F361CA" w14:textId="77777777" w:rsidR="007231F5" w:rsidRDefault="007231F5">
      <w:pPr>
        <w:pStyle w:val="Paradouble"/>
        <w:keepNext/>
        <w:keepLines/>
      </w:pPr>
    </w:p>
    <w:p w14:paraId="7AFB4C55" w14:textId="77777777" w:rsidR="007231F5" w:rsidRDefault="00D1227C">
      <w:pPr>
        <w:pStyle w:val="Paragraphe"/>
        <w:keepNext/>
        <w:spacing w:before="240"/>
        <w:ind w:left="-284"/>
      </w:pPr>
      <w:proofErr w:type="gramStart"/>
      <w:r>
        <w:rPr>
          <w:rFonts w:ascii="Wingdings, Symbol" w:hAnsi="Wingdings, Symbol"/>
          <w:sz w:val="36"/>
        </w:rPr>
        <w:t>q</w:t>
      </w:r>
      <w:r>
        <w:rPr>
          <w:sz w:val="36"/>
        </w:rPr>
        <w:t xml:space="preserve">  </w:t>
      </w:r>
      <w:r>
        <w:rPr>
          <w:b/>
          <w:u w:val="single"/>
        </w:rPr>
        <w:t>Entreprise</w:t>
      </w:r>
      <w:proofErr w:type="gramEnd"/>
      <w:r>
        <w:rPr>
          <w:b/>
          <w:u w:val="single"/>
        </w:rPr>
        <w:t xml:space="preserve"> unique</w:t>
      </w:r>
    </w:p>
    <w:p w14:paraId="15AC63CD" w14:textId="77777777" w:rsidR="007231F5" w:rsidRDefault="00D1227C">
      <w:pPr>
        <w:pStyle w:val="Standard"/>
        <w:keepNext/>
        <w:spacing w:before="120"/>
      </w:pPr>
      <w:r>
        <w:t>Le titulaire désigné ci-devant :</w:t>
      </w:r>
    </w:p>
    <w:p w14:paraId="117D59F6" w14:textId="77777777" w:rsidR="007231F5" w:rsidRDefault="00D1227C">
      <w:pPr>
        <w:pStyle w:val="Paragraphe"/>
        <w:keepNext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refuse</w:t>
      </w:r>
      <w:r>
        <w:t xml:space="preserve"> de percevoir l'avance prévue à l'article 5-2 du CCAP.</w:t>
      </w:r>
    </w:p>
    <w:p w14:paraId="10F0E579" w14:textId="77777777" w:rsidR="007231F5" w:rsidRDefault="00D1227C">
      <w:pPr>
        <w:pStyle w:val="Paragraphe"/>
      </w:pPr>
      <w:r>
        <w:rPr>
          <w:rFonts w:ascii="Wingdings, Symbol" w:hAnsi="Wingdings, Symbol"/>
          <w:sz w:val="36"/>
        </w:rPr>
        <w:t>q</w:t>
      </w:r>
      <w:r>
        <w:t xml:space="preserve"> </w:t>
      </w:r>
      <w:r>
        <w:rPr>
          <w:b/>
          <w:u w:val="single"/>
        </w:rPr>
        <w:t>ne refuse pas</w:t>
      </w:r>
      <w:r>
        <w:t xml:space="preserve"> de percevoir l'avance prévue à l'article 5-2 du CCAP.</w:t>
      </w:r>
    </w:p>
    <w:p w14:paraId="04A001CB" w14:textId="77777777" w:rsidR="007231F5" w:rsidRDefault="007231F5">
      <w:pPr>
        <w:pStyle w:val="Paragraphe"/>
      </w:pPr>
    </w:p>
    <w:p w14:paraId="09716A05" w14:textId="77777777" w:rsidR="007231F5" w:rsidRDefault="00D1227C">
      <w:pPr>
        <w:pStyle w:val="Paragraphe"/>
        <w:keepNext/>
        <w:spacing w:after="240"/>
        <w:ind w:left="-284"/>
      </w:pPr>
      <w:r>
        <w:rPr>
          <w:rFonts w:ascii="Wingdings, Symbol" w:hAnsi="Wingdings, Symbol"/>
          <w:sz w:val="36"/>
        </w:rPr>
        <w:lastRenderedPageBreak/>
        <w:t>q</w:t>
      </w:r>
      <w:r>
        <w:t xml:space="preserve"> </w:t>
      </w:r>
      <w:r>
        <w:rPr>
          <w:b/>
          <w:u w:val="single"/>
        </w:rPr>
        <w:t>Groupement conjoint</w:t>
      </w:r>
    </w:p>
    <w:tbl>
      <w:tblPr>
        <w:tblW w:w="9676" w:type="dxa"/>
        <w:tblInd w:w="-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2"/>
        <w:gridCol w:w="3000"/>
        <w:gridCol w:w="4144"/>
      </w:tblGrid>
      <w:tr w:rsidR="007231F5" w14:paraId="1BFC0F72" w14:textId="77777777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25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EFCE7CE" w14:textId="77777777" w:rsidR="007231F5" w:rsidRDefault="00D1227C">
            <w:pPr>
              <w:pStyle w:val="Standard"/>
              <w:keepNext/>
              <w:snapToGrid w:val="0"/>
              <w:ind w:firstLine="57"/>
              <w:jc w:val="center"/>
              <w:rPr>
                <w:b/>
              </w:rPr>
            </w:pPr>
            <w:r>
              <w:rPr>
                <w:b/>
              </w:rPr>
              <w:t>N° du cotraitant</w:t>
            </w:r>
          </w:p>
        </w:tc>
        <w:tc>
          <w:tcPr>
            <w:tcW w:w="714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55A733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Avance prévue à </w:t>
            </w:r>
            <w:r>
              <w:rPr>
                <w:b/>
              </w:rPr>
              <w:t>l'article 5-2 du CCAP</w:t>
            </w:r>
          </w:p>
        </w:tc>
      </w:tr>
      <w:tr w:rsidR="007231F5" w14:paraId="2333D0C5" w14:textId="77777777">
        <w:tblPrEx>
          <w:tblCellMar>
            <w:top w:w="0" w:type="dxa"/>
            <w:bottom w:w="0" w:type="dxa"/>
          </w:tblCellMar>
        </w:tblPrEx>
        <w:tc>
          <w:tcPr>
            <w:tcW w:w="253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FE93991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t>1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524F83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4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C11447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7231F5" w14:paraId="23F3D2B3" w14:textId="77777777">
        <w:tblPrEx>
          <w:tblCellMar>
            <w:top w:w="0" w:type="dxa"/>
            <w:bottom w:w="0" w:type="dxa"/>
          </w:tblCellMar>
        </w:tblPrEx>
        <w:tc>
          <w:tcPr>
            <w:tcW w:w="2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DCDB7A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t>2</w:t>
            </w:r>
          </w:p>
        </w:tc>
        <w:tc>
          <w:tcPr>
            <w:tcW w:w="3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DC9CDA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4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7A469D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7231F5" w14:paraId="30A73B65" w14:textId="77777777">
        <w:tblPrEx>
          <w:tblCellMar>
            <w:top w:w="0" w:type="dxa"/>
            <w:bottom w:w="0" w:type="dxa"/>
          </w:tblCellMar>
        </w:tblPrEx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E6D273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t>3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24732C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4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634051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  <w:tr w:rsidR="007231F5" w14:paraId="274EA6FE" w14:textId="77777777">
        <w:tblPrEx>
          <w:tblCellMar>
            <w:top w:w="0" w:type="dxa"/>
            <w:bottom w:w="0" w:type="dxa"/>
          </w:tblCellMar>
        </w:tblPrEx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A9E4E9C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t>4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3A83FF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4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E6B8DC" w14:textId="77777777" w:rsidR="007231F5" w:rsidRDefault="00D1227C">
            <w:pPr>
              <w:pStyle w:val="Standard"/>
              <w:keepNext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</w:t>
            </w:r>
            <w:r>
              <w:t>refusent pas de la percevoir</w:t>
            </w:r>
          </w:p>
        </w:tc>
      </w:tr>
      <w:tr w:rsidR="007231F5" w14:paraId="4A7B3B3E" w14:textId="77777777">
        <w:tblPrEx>
          <w:tblCellMar>
            <w:top w:w="0" w:type="dxa"/>
            <w:bottom w:w="0" w:type="dxa"/>
          </w:tblCellMar>
        </w:tblPrEx>
        <w:tc>
          <w:tcPr>
            <w:tcW w:w="253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F69144D" w14:textId="77777777" w:rsidR="007231F5" w:rsidRDefault="00D1227C">
            <w:pPr>
              <w:pStyle w:val="Standard"/>
              <w:snapToGrid w:val="0"/>
              <w:jc w:val="center"/>
            </w:pPr>
            <w:r>
              <w:t>5</w:t>
            </w:r>
          </w:p>
        </w:tc>
        <w:tc>
          <w:tcPr>
            <w:tcW w:w="30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D3C8006" w14:textId="77777777" w:rsidR="007231F5" w:rsidRDefault="00D1227C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refusent de la percevoir</w:t>
            </w:r>
          </w:p>
        </w:tc>
        <w:tc>
          <w:tcPr>
            <w:tcW w:w="41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084CE9" w14:textId="77777777" w:rsidR="007231F5" w:rsidRDefault="00D1227C">
            <w:pPr>
              <w:pStyle w:val="Standard"/>
              <w:snapToGrid w:val="0"/>
              <w:jc w:val="center"/>
            </w:pPr>
            <w:r>
              <w:rPr>
                <w:rFonts w:ascii="Wingdings, Symbol" w:hAnsi="Wingdings, Symbol"/>
                <w:sz w:val="36"/>
              </w:rPr>
              <w:t>q</w:t>
            </w:r>
            <w:r>
              <w:t xml:space="preserve"> ne refusent pas de la percevoir</w:t>
            </w:r>
          </w:p>
        </w:tc>
      </w:tr>
    </w:tbl>
    <w:p w14:paraId="749CA6FE" w14:textId="77777777" w:rsidR="007231F5" w:rsidRDefault="007231F5">
      <w:pPr>
        <w:pStyle w:val="Paragraphe"/>
      </w:pPr>
    </w:p>
    <w:p w14:paraId="38BF4693" w14:textId="77777777" w:rsidR="007231F5" w:rsidRDefault="00D1227C">
      <w:pPr>
        <w:pStyle w:val="Titre1"/>
      </w:pPr>
      <w:r>
        <w:t>ARTICLE 5. INSERTION PROFESSIONNELLE DES PUBLICS EN DIFFICULTE</w:t>
      </w:r>
    </w:p>
    <w:p w14:paraId="1D034940" w14:textId="77777777" w:rsidR="007231F5" w:rsidRDefault="00D1227C">
      <w:pPr>
        <w:pStyle w:val="Standard"/>
        <w:tabs>
          <w:tab w:val="right" w:leader="dot" w:pos="9356"/>
        </w:tabs>
        <w:rPr>
          <w:rFonts w:eastAsia="Calibri" w:cs="Times New Roman"/>
        </w:rPr>
      </w:pPr>
      <w:r>
        <w:rPr>
          <w:rFonts w:eastAsia="Calibri" w:cs="Times New Roman"/>
        </w:rPr>
        <w:t>L’entreprise signataire du présent Acte d’Engagement :</w:t>
      </w:r>
    </w:p>
    <w:p w14:paraId="221DD98B" w14:textId="77777777" w:rsidR="007231F5" w:rsidRDefault="00D1227C">
      <w:pPr>
        <w:pStyle w:val="Standard"/>
        <w:numPr>
          <w:ilvl w:val="0"/>
          <w:numId w:val="7"/>
        </w:numPr>
        <w:spacing w:before="120"/>
      </w:pPr>
      <w:r>
        <w:t xml:space="preserve">S’engage à réserver, dans </w:t>
      </w:r>
      <w:r>
        <w:t>l’exécution du marché concerné, un nombre d’heures d’insertion, sur la durée du chantier, au moins égal à celui indiqué ci-dessous ;</w:t>
      </w:r>
    </w:p>
    <w:p w14:paraId="6E2F734C" w14:textId="77777777" w:rsidR="007231F5" w:rsidRDefault="00D1227C">
      <w:pPr>
        <w:pStyle w:val="Standard"/>
        <w:numPr>
          <w:ilvl w:val="0"/>
          <w:numId w:val="2"/>
        </w:numPr>
        <w:spacing w:before="120"/>
        <w:rPr>
          <w:rFonts w:eastAsia="Calibri" w:cs="Times New Roman"/>
        </w:rPr>
      </w:pPr>
      <w:r>
        <w:rPr>
          <w:rFonts w:eastAsia="Calibri" w:cs="Times New Roman"/>
        </w:rPr>
        <w:t>S’engage à prendre contact avec la facilitatrice des clauses sociales désignée au Cahier des Clauses Administratives Partic</w:t>
      </w:r>
      <w:r>
        <w:rPr>
          <w:rFonts w:eastAsia="Calibri" w:cs="Times New Roman"/>
        </w:rPr>
        <w:t>ulières afin de préciser les modalités de mise en œuvre de la clause d’insertion ;</w:t>
      </w:r>
    </w:p>
    <w:p w14:paraId="2D672797" w14:textId="77777777" w:rsidR="007231F5" w:rsidRDefault="00D1227C">
      <w:pPr>
        <w:pStyle w:val="Standard"/>
        <w:numPr>
          <w:ilvl w:val="0"/>
          <w:numId w:val="2"/>
        </w:numPr>
        <w:spacing w:before="120"/>
        <w:rPr>
          <w:rFonts w:eastAsia="Calibri" w:cs="Times New Roman"/>
        </w:rPr>
      </w:pPr>
      <w:r>
        <w:rPr>
          <w:rFonts w:eastAsia="Calibri" w:cs="Times New Roman"/>
        </w:rPr>
        <w:t>S’engage à fournir toutes informations utiles à l’appréciation de la réalisation de l’action d’insertion.</w:t>
      </w:r>
    </w:p>
    <w:p w14:paraId="6966A4CB" w14:textId="77777777" w:rsidR="007231F5" w:rsidRDefault="00D1227C">
      <w:pPr>
        <w:pStyle w:val="Standard"/>
        <w:tabs>
          <w:tab w:val="right" w:leader="dot" w:pos="9356"/>
        </w:tabs>
        <w:spacing w:after="113"/>
      </w:pPr>
      <w:bookmarkStart w:id="14" w:name="_Hlk179816624"/>
      <w:r>
        <w:t>Le nombre d’heures minimum d’insertion à réaliser est réparti comme</w:t>
      </w:r>
      <w:r>
        <w:t xml:space="preserve"> suit :</w:t>
      </w:r>
    </w:p>
    <w:tbl>
      <w:tblPr>
        <w:tblW w:w="9015" w:type="dxa"/>
        <w:tblInd w:w="-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5610"/>
        <w:gridCol w:w="2205"/>
      </w:tblGrid>
      <w:tr w:rsidR="007231F5" w14:paraId="69821A97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12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CCF0E4" w14:textId="77777777" w:rsidR="007231F5" w:rsidRDefault="00D1227C">
            <w:pPr>
              <w:pStyle w:val="Standard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N°</w:t>
            </w:r>
          </w:p>
        </w:tc>
        <w:tc>
          <w:tcPr>
            <w:tcW w:w="5610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4218F1" w14:textId="77777777" w:rsidR="007231F5" w:rsidRDefault="00D1227C">
            <w:pPr>
              <w:pStyle w:val="Standard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Lots</w:t>
            </w:r>
          </w:p>
        </w:tc>
        <w:tc>
          <w:tcPr>
            <w:tcW w:w="2205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3C5A4" w14:textId="77777777" w:rsidR="007231F5" w:rsidRDefault="00D1227C">
            <w:pPr>
              <w:pStyle w:val="Standard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Nombre heures insertion à réaliser</w:t>
            </w:r>
          </w:p>
        </w:tc>
      </w:tr>
      <w:tr w:rsidR="007231F5" w14:paraId="57EE63CB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42EFEB" w14:textId="77777777" w:rsidR="007231F5" w:rsidRDefault="00D1227C">
            <w:pPr>
              <w:pStyle w:val="Standard"/>
              <w:jc w:val="center"/>
            </w:pPr>
            <w:r>
              <w:rPr>
                <w:rFonts w:cs="Times New Roman"/>
                <w:b/>
              </w:rPr>
              <w:t>Lot 01</w:t>
            </w:r>
          </w:p>
        </w:tc>
        <w:tc>
          <w:tcPr>
            <w:tcW w:w="561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5FAD4C7" w14:textId="77777777" w:rsidR="007231F5" w:rsidRDefault="00D1227C">
            <w:pPr>
              <w:pStyle w:val="Standard"/>
              <w:jc w:val="left"/>
            </w:pPr>
            <w:r>
              <w:rPr>
                <w:rFonts w:cs="Times New Roman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DÉCONSTRUCTION « SÉLECTIVE » - DÉMOLITIONS</w:t>
            </w:r>
          </w:p>
        </w:tc>
        <w:tc>
          <w:tcPr>
            <w:tcW w:w="22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2C197EF" w14:textId="77777777" w:rsidR="007231F5" w:rsidRDefault="00D1227C">
            <w:pPr>
              <w:pStyle w:val="Standard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0</w:t>
            </w:r>
          </w:p>
        </w:tc>
      </w:tr>
      <w:tr w:rsidR="007231F5" w14:paraId="668B8E22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F7756E2" w14:textId="77777777" w:rsidR="007231F5" w:rsidRDefault="00D1227C">
            <w:pPr>
              <w:pStyle w:val="Standard"/>
              <w:jc w:val="center"/>
            </w:pPr>
            <w:r>
              <w:rPr>
                <w:rFonts w:cs="Times New Roman"/>
                <w:b/>
              </w:rPr>
              <w:t>Lot 02</w:t>
            </w:r>
          </w:p>
        </w:tc>
        <w:tc>
          <w:tcPr>
            <w:tcW w:w="561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04D21C6" w14:textId="77777777" w:rsidR="007231F5" w:rsidRDefault="00D1227C">
            <w:pPr>
              <w:pStyle w:val="Standard"/>
              <w:jc w:val="lef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GROS ŒUVRE - VOIRIES RESEAUX DIVERS - CLÔTURES</w:t>
            </w:r>
          </w:p>
        </w:tc>
        <w:tc>
          <w:tcPr>
            <w:tcW w:w="22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58491" w14:textId="77777777" w:rsidR="007231F5" w:rsidRDefault="00D1227C">
            <w:pPr>
              <w:pStyle w:val="Standard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25</w:t>
            </w:r>
          </w:p>
        </w:tc>
      </w:tr>
      <w:tr w:rsidR="007231F5" w14:paraId="1FCAF724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2D897EE" w14:textId="77777777" w:rsidR="007231F5" w:rsidRDefault="00D1227C">
            <w:pPr>
              <w:pStyle w:val="Standard"/>
              <w:jc w:val="center"/>
            </w:pPr>
            <w:r>
              <w:rPr>
                <w:rFonts w:cs="Times New Roman"/>
                <w:b/>
              </w:rPr>
              <w:t>Lot 03</w:t>
            </w:r>
          </w:p>
        </w:tc>
        <w:tc>
          <w:tcPr>
            <w:tcW w:w="561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A493651" w14:textId="77777777" w:rsidR="007231F5" w:rsidRDefault="00D1227C">
            <w:pPr>
              <w:pStyle w:val="Standard"/>
              <w:jc w:val="lef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MENUISERIES EXTÉRIEURES - SERRURERIE</w:t>
            </w:r>
          </w:p>
        </w:tc>
        <w:tc>
          <w:tcPr>
            <w:tcW w:w="22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B58564" w14:textId="77777777" w:rsidR="007231F5" w:rsidRDefault="00D1227C">
            <w:pPr>
              <w:pStyle w:val="Standard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0</w:t>
            </w:r>
          </w:p>
        </w:tc>
      </w:tr>
      <w:tr w:rsidR="007231F5" w14:paraId="3C165247" w14:textId="77777777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12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77E131" w14:textId="77777777" w:rsidR="007231F5" w:rsidRDefault="00D1227C">
            <w:pPr>
              <w:pStyle w:val="Standard"/>
              <w:jc w:val="center"/>
            </w:pPr>
            <w:r>
              <w:rPr>
                <w:rFonts w:cs="Times New Roman"/>
                <w:b/>
              </w:rPr>
              <w:t>Lot 04</w:t>
            </w:r>
          </w:p>
        </w:tc>
        <w:tc>
          <w:tcPr>
            <w:tcW w:w="561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A06E8B9" w14:textId="77777777" w:rsidR="007231F5" w:rsidRDefault="00D1227C">
            <w:pPr>
              <w:pStyle w:val="Standard"/>
              <w:jc w:val="lef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PLATRERIE - MENUISERIES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INTERIEURES - FAUX PLAFONDS</w:t>
            </w:r>
          </w:p>
        </w:tc>
        <w:tc>
          <w:tcPr>
            <w:tcW w:w="22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1AC578" w14:textId="77777777" w:rsidR="007231F5" w:rsidRDefault="00D1227C">
            <w:pPr>
              <w:pStyle w:val="Standard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50</w:t>
            </w:r>
          </w:p>
        </w:tc>
      </w:tr>
      <w:tr w:rsidR="007231F5" w14:paraId="28324A10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5F44C9" w14:textId="77777777" w:rsidR="007231F5" w:rsidRDefault="00D1227C">
            <w:pPr>
              <w:pStyle w:val="Standard"/>
              <w:jc w:val="center"/>
            </w:pPr>
            <w:r>
              <w:rPr>
                <w:rFonts w:cs="Times New Roman"/>
                <w:b/>
              </w:rPr>
              <w:t>Lot 05</w:t>
            </w:r>
          </w:p>
        </w:tc>
        <w:tc>
          <w:tcPr>
            <w:tcW w:w="561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DEA870" w14:textId="77777777" w:rsidR="007231F5" w:rsidRDefault="00D1227C">
            <w:pPr>
              <w:pStyle w:val="Standard"/>
              <w:jc w:val="lef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CARRELAGE - FAÏENCE - REVÊTEMENTS DE SOLS SOUPLES</w:t>
            </w:r>
          </w:p>
        </w:tc>
        <w:tc>
          <w:tcPr>
            <w:tcW w:w="22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F0AD3A" w14:textId="77777777" w:rsidR="007231F5" w:rsidRDefault="00D1227C">
            <w:pPr>
              <w:pStyle w:val="Standard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20</w:t>
            </w:r>
          </w:p>
        </w:tc>
      </w:tr>
      <w:tr w:rsidR="007231F5" w14:paraId="1288609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FFFEF" w14:textId="77777777" w:rsidR="007231F5" w:rsidRDefault="00D1227C">
            <w:pPr>
              <w:pStyle w:val="Standard"/>
              <w:jc w:val="center"/>
            </w:pPr>
            <w:r>
              <w:rPr>
                <w:rFonts w:cs="Times New Roman"/>
                <w:b/>
              </w:rPr>
              <w:t>Lot 06</w:t>
            </w:r>
          </w:p>
        </w:tc>
        <w:tc>
          <w:tcPr>
            <w:tcW w:w="561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1A4F8A" w14:textId="77777777" w:rsidR="007231F5" w:rsidRDefault="00D1227C">
            <w:pPr>
              <w:pStyle w:val="Standard"/>
              <w:jc w:val="lef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PEINTURE - NETTOYAGE</w:t>
            </w:r>
          </w:p>
        </w:tc>
        <w:tc>
          <w:tcPr>
            <w:tcW w:w="22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6A2132" w14:textId="77777777" w:rsidR="007231F5" w:rsidRDefault="00D1227C">
            <w:pPr>
              <w:pStyle w:val="Standard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20</w:t>
            </w:r>
          </w:p>
        </w:tc>
      </w:tr>
      <w:tr w:rsidR="007231F5" w14:paraId="57D781B5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4EF64FE" w14:textId="77777777" w:rsidR="007231F5" w:rsidRDefault="00D1227C">
            <w:pPr>
              <w:pStyle w:val="Standard"/>
              <w:jc w:val="center"/>
            </w:pPr>
            <w:r>
              <w:rPr>
                <w:rFonts w:cs="Times New Roman"/>
                <w:b/>
              </w:rPr>
              <w:t>Lot 07</w:t>
            </w:r>
          </w:p>
        </w:tc>
        <w:tc>
          <w:tcPr>
            <w:tcW w:w="561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0224B6" w14:textId="77777777" w:rsidR="007231F5" w:rsidRDefault="00D1227C">
            <w:pPr>
              <w:pStyle w:val="Standard"/>
              <w:jc w:val="lef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CHAUFFAGE - VENTILATION - PLOMBERIE</w:t>
            </w:r>
          </w:p>
        </w:tc>
        <w:tc>
          <w:tcPr>
            <w:tcW w:w="22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473C0C" w14:textId="77777777" w:rsidR="007231F5" w:rsidRDefault="00D1227C">
            <w:pPr>
              <w:pStyle w:val="Standard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0</w:t>
            </w:r>
          </w:p>
        </w:tc>
      </w:tr>
      <w:tr w:rsidR="007231F5" w14:paraId="0A19402F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20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97E56F" w14:textId="77777777" w:rsidR="007231F5" w:rsidRDefault="00D1227C">
            <w:pPr>
              <w:pStyle w:val="Standard"/>
              <w:jc w:val="center"/>
            </w:pPr>
            <w:r>
              <w:rPr>
                <w:rFonts w:cs="Times New Roman"/>
                <w:b/>
              </w:rPr>
              <w:t>Lot 08</w:t>
            </w:r>
          </w:p>
        </w:tc>
        <w:tc>
          <w:tcPr>
            <w:tcW w:w="5610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B497D49" w14:textId="77777777" w:rsidR="007231F5" w:rsidRDefault="00D1227C">
            <w:pPr>
              <w:pStyle w:val="Standard"/>
              <w:jc w:val="left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ÉLECTRICITÉ</w:t>
            </w:r>
          </w:p>
        </w:tc>
        <w:tc>
          <w:tcPr>
            <w:tcW w:w="22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582893" w14:textId="77777777" w:rsidR="007231F5" w:rsidRDefault="00D1227C">
            <w:pPr>
              <w:pStyle w:val="Standard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50</w:t>
            </w:r>
          </w:p>
        </w:tc>
      </w:tr>
      <w:tr w:rsidR="007231F5" w14:paraId="79A30AB1" w14:textId="77777777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8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5C00812" w14:textId="77777777" w:rsidR="007231F5" w:rsidRDefault="00D1227C">
            <w:pPr>
              <w:pStyle w:val="Standard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TOTAL</w:t>
            </w:r>
          </w:p>
        </w:tc>
        <w:tc>
          <w:tcPr>
            <w:tcW w:w="2205" w:type="dxa"/>
            <w:tcBorders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24879" w14:textId="77777777" w:rsidR="007231F5" w:rsidRDefault="00D1227C">
            <w:pPr>
              <w:pStyle w:val="Standard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165</w:t>
            </w:r>
          </w:p>
        </w:tc>
      </w:tr>
      <w:bookmarkEnd w:id="14"/>
    </w:tbl>
    <w:p w14:paraId="7EDE261A" w14:textId="77777777" w:rsidR="007231F5" w:rsidRDefault="007231F5">
      <w:pPr>
        <w:pStyle w:val="Standard"/>
        <w:tabs>
          <w:tab w:val="left" w:pos="708"/>
        </w:tabs>
        <w:ind w:left="354"/>
        <w:rPr>
          <w:shd w:val="clear" w:color="auto" w:fill="FFFF00"/>
        </w:rPr>
      </w:pPr>
    </w:p>
    <w:p w14:paraId="2B68B2C0" w14:textId="77777777" w:rsidR="007231F5" w:rsidRDefault="00D1227C">
      <w:pPr>
        <w:pStyle w:val="Standard"/>
        <w:tabs>
          <w:tab w:val="left" w:pos="708"/>
        </w:tabs>
        <w:ind w:left="354"/>
        <w:rPr>
          <w:rFonts w:eastAsia="Calibri" w:cs="Times New Roman"/>
        </w:rPr>
      </w:pPr>
      <w:r>
        <w:rPr>
          <w:rFonts w:eastAsia="Calibri" w:cs="Times New Roman"/>
        </w:rPr>
        <w:t>Renseigner l’annexe n°2.</w:t>
      </w:r>
    </w:p>
    <w:p w14:paraId="6A9E3A9A" w14:textId="77777777" w:rsidR="007231F5" w:rsidRDefault="007231F5">
      <w:pPr>
        <w:pStyle w:val="Standard"/>
        <w:tabs>
          <w:tab w:val="left" w:pos="708"/>
        </w:tabs>
        <w:ind w:left="354"/>
        <w:rPr>
          <w:shd w:val="clear" w:color="auto" w:fill="FFFF00"/>
        </w:rPr>
      </w:pPr>
    </w:p>
    <w:p w14:paraId="533B1164" w14:textId="77777777" w:rsidR="007231F5" w:rsidRDefault="007231F5">
      <w:pPr>
        <w:pStyle w:val="Standard"/>
        <w:numPr>
          <w:ilvl w:val="2"/>
          <w:numId w:val="1"/>
        </w:numPr>
        <w:tabs>
          <w:tab w:val="left" w:pos="708"/>
        </w:tabs>
        <w:ind w:left="354"/>
        <w:rPr>
          <w:shd w:val="clear" w:color="auto" w:fill="FFFF00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7231F5" w14:paraId="3C98FAFF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17154D" w14:textId="77777777" w:rsidR="007231F5" w:rsidRDefault="00D1227C">
            <w:pPr>
              <w:pStyle w:val="Standard"/>
              <w:keepNext/>
              <w:snapToGrid w:val="0"/>
              <w:ind w:left="74"/>
            </w:pPr>
            <w:r>
              <w:lastRenderedPageBreak/>
              <w:t xml:space="preserve">Fait en un seul </w:t>
            </w:r>
            <w:r>
              <w:t>original</w:t>
            </w:r>
          </w:p>
        </w:tc>
      </w:tr>
      <w:tr w:rsidR="007231F5" w14:paraId="2F1F2C53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E1E22D" w14:textId="77777777" w:rsidR="007231F5" w:rsidRDefault="00D1227C">
            <w:pPr>
              <w:pStyle w:val="Standard"/>
              <w:keepNext/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EB483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4FC91A" w14:textId="77777777" w:rsidR="007231F5" w:rsidRDefault="00D1227C">
            <w:pPr>
              <w:pStyle w:val="Standard"/>
              <w:keepNext/>
              <w:snapToGrid w:val="0"/>
              <w:jc w:val="center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2B72C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9ECD2" w14:textId="77777777" w:rsidR="007231F5" w:rsidRDefault="007231F5">
            <w:pPr>
              <w:pStyle w:val="Standard"/>
              <w:keepNext/>
              <w:snapToGrid w:val="0"/>
            </w:pPr>
          </w:p>
        </w:tc>
      </w:tr>
      <w:tr w:rsidR="007231F5" w14:paraId="3FE598D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F4458A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CB3BA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278BF5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12857" w14:textId="77777777" w:rsidR="007231F5" w:rsidRDefault="007231F5">
            <w:pPr>
              <w:pStyle w:val="Standard"/>
              <w:keepNext/>
              <w:snapToGrid w:val="0"/>
            </w:pPr>
          </w:p>
        </w:tc>
      </w:tr>
      <w:tr w:rsidR="007231F5" w14:paraId="50089CFE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25B7CA" w14:textId="77777777" w:rsidR="007231F5" w:rsidRDefault="00D1227C">
            <w:pPr>
              <w:pStyle w:val="Standard"/>
              <w:keepNext/>
              <w:snapToGrid w:val="0"/>
              <w:ind w:left="74"/>
            </w:pPr>
            <w:r>
              <w:t xml:space="preserve">Mention(s) manuscrite(s) "lu et approuvé" signature(s) de l'/des </w:t>
            </w:r>
            <w:r>
              <w:rPr>
                <w:color w:val="000000"/>
              </w:rPr>
              <w:t>entreprise</w:t>
            </w:r>
            <w:r>
              <w:t>(s) :</w:t>
            </w:r>
          </w:p>
        </w:tc>
      </w:tr>
      <w:tr w:rsidR="007231F5" w14:paraId="364217F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BA997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260696" w14:textId="77777777" w:rsidR="007231F5" w:rsidRDefault="007231F5">
            <w:pPr>
              <w:pStyle w:val="Standard"/>
              <w:keepNext/>
              <w:snapToGrid w:val="0"/>
            </w:pPr>
          </w:p>
          <w:p w14:paraId="61D75E5D" w14:textId="77777777" w:rsidR="007231F5" w:rsidRDefault="007231F5">
            <w:pPr>
              <w:pStyle w:val="Standard"/>
              <w:keepNext/>
            </w:pPr>
          </w:p>
          <w:p w14:paraId="1E4C06A1" w14:textId="77777777" w:rsidR="007231F5" w:rsidRDefault="007231F5">
            <w:pPr>
              <w:pStyle w:val="Standard"/>
              <w:keepNext/>
            </w:pPr>
          </w:p>
          <w:p w14:paraId="65A71718" w14:textId="77777777" w:rsidR="007231F5" w:rsidRDefault="007231F5">
            <w:pPr>
              <w:pStyle w:val="Standard"/>
              <w:keepNext/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DCDEE" w14:textId="77777777" w:rsidR="007231F5" w:rsidRDefault="007231F5">
            <w:pPr>
              <w:pStyle w:val="Standard"/>
              <w:keepNext/>
              <w:snapToGrid w:val="0"/>
            </w:pPr>
          </w:p>
        </w:tc>
      </w:tr>
      <w:tr w:rsidR="007231F5" w14:paraId="33F26BA0" w14:textId="77777777">
        <w:tblPrEx>
          <w:tblCellMar>
            <w:top w:w="0" w:type="dxa"/>
            <w:bottom w:w="0" w:type="dxa"/>
          </w:tblCellMar>
        </w:tblPrEx>
        <w:trPr>
          <w:cantSplit/>
          <w:trHeight w:hRule="exact"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9E969B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048867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1DE49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E994ED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030C0E" w14:textId="77777777" w:rsidR="007231F5" w:rsidRDefault="007231F5">
            <w:pPr>
              <w:pStyle w:val="Standard"/>
              <w:keepNext/>
              <w:snapToGrid w:val="0"/>
            </w:pPr>
          </w:p>
        </w:tc>
      </w:tr>
    </w:tbl>
    <w:p w14:paraId="76179A62" w14:textId="77777777" w:rsidR="007231F5" w:rsidRDefault="007231F5">
      <w:pPr>
        <w:pStyle w:val="Standard"/>
        <w:rPr>
          <w:sz w:val="16"/>
        </w:rPr>
      </w:pPr>
    </w:p>
    <w:p w14:paraId="028AA9D3" w14:textId="77777777" w:rsidR="007231F5" w:rsidRDefault="007231F5">
      <w:pPr>
        <w:pStyle w:val="Standard"/>
        <w:rPr>
          <w:sz w:val="1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8"/>
        <w:gridCol w:w="4723"/>
      </w:tblGrid>
      <w:tr w:rsidR="007231F5" w14:paraId="0448AFAA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CA1BFD2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Visas</w:t>
            </w:r>
          </w:p>
        </w:tc>
      </w:tr>
      <w:tr w:rsidR="007231F5" w14:paraId="66922D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67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387C51A" w14:textId="77777777" w:rsidR="007231F5" w:rsidRDefault="007231F5">
            <w:pPr>
              <w:pStyle w:val="Standard"/>
              <w:keepNext/>
              <w:snapToGrid w:val="0"/>
            </w:pPr>
          </w:p>
          <w:p w14:paraId="3AA16710" w14:textId="77777777" w:rsidR="007231F5" w:rsidRDefault="007231F5">
            <w:pPr>
              <w:pStyle w:val="Standard"/>
              <w:keepNext/>
            </w:pPr>
          </w:p>
          <w:p w14:paraId="5CFBAAF3" w14:textId="77777777" w:rsidR="007231F5" w:rsidRDefault="00D1227C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3DDA19D3" w14:textId="77777777" w:rsidR="007231F5" w:rsidRDefault="00D1227C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731D7C8E" w14:textId="77777777" w:rsidR="007231F5" w:rsidRDefault="007231F5">
            <w:pPr>
              <w:pStyle w:val="Standard"/>
              <w:keepNext/>
            </w:pPr>
          </w:p>
          <w:p w14:paraId="4D4049AC" w14:textId="77777777" w:rsidR="007231F5" w:rsidRDefault="007231F5">
            <w:pPr>
              <w:pStyle w:val="Standard"/>
              <w:keepNext/>
            </w:pPr>
          </w:p>
          <w:p w14:paraId="36572F84" w14:textId="77777777" w:rsidR="007231F5" w:rsidRDefault="007231F5">
            <w:pPr>
              <w:pStyle w:val="Standard"/>
              <w:keepNext/>
            </w:pPr>
          </w:p>
          <w:p w14:paraId="49C6A13C" w14:textId="77777777" w:rsidR="007231F5" w:rsidRDefault="007231F5">
            <w:pPr>
              <w:pStyle w:val="Standard"/>
              <w:keepNext/>
            </w:pPr>
          </w:p>
          <w:p w14:paraId="6424632C" w14:textId="77777777" w:rsidR="007231F5" w:rsidRDefault="007231F5">
            <w:pPr>
              <w:pStyle w:val="Standard"/>
              <w:keepNext/>
            </w:pP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2FD69CC" w14:textId="77777777" w:rsidR="007231F5" w:rsidRDefault="00D1227C">
            <w:pPr>
              <w:pStyle w:val="Standard"/>
              <w:keepNext/>
              <w:snapToGrid w:val="0"/>
            </w:pPr>
            <w:r>
              <w:t>Avis de l'autorité chargée du contrôle budgétaire régional</w:t>
            </w:r>
          </w:p>
          <w:p w14:paraId="2ED096A5" w14:textId="77777777" w:rsidR="007231F5" w:rsidRDefault="007231F5">
            <w:pPr>
              <w:pStyle w:val="Standard"/>
              <w:keepNext/>
            </w:pPr>
          </w:p>
          <w:p w14:paraId="13300220" w14:textId="77777777" w:rsidR="007231F5" w:rsidRDefault="00D1227C">
            <w:pPr>
              <w:pStyle w:val="Standard"/>
              <w:keepNext/>
            </w:pPr>
            <w:r>
              <w:t>Avis :</w:t>
            </w:r>
          </w:p>
          <w:p w14:paraId="33CE325C" w14:textId="77777777" w:rsidR="007231F5" w:rsidRDefault="007231F5">
            <w:pPr>
              <w:pStyle w:val="Standard"/>
              <w:keepNext/>
            </w:pPr>
          </w:p>
          <w:p w14:paraId="086EB7C3" w14:textId="77777777" w:rsidR="007231F5" w:rsidRDefault="007231F5">
            <w:pPr>
              <w:pStyle w:val="Standard"/>
              <w:keepNext/>
            </w:pPr>
          </w:p>
          <w:p w14:paraId="1A8C5A21" w14:textId="77777777" w:rsidR="007231F5" w:rsidRDefault="00D1227C">
            <w:pPr>
              <w:pStyle w:val="Standard"/>
              <w:keepNext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156A76DD" w14:textId="77777777" w:rsidR="007231F5" w:rsidRDefault="00D1227C">
            <w:pPr>
              <w:pStyle w:val="Standard"/>
              <w:keepNext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305EABB7" w14:textId="77777777" w:rsidR="007231F5" w:rsidRDefault="007231F5">
            <w:pPr>
              <w:pStyle w:val="Standard"/>
              <w:keepNext/>
              <w:tabs>
                <w:tab w:val="left" w:pos="3901"/>
              </w:tabs>
            </w:pPr>
          </w:p>
          <w:p w14:paraId="3AEE647F" w14:textId="77777777" w:rsidR="007231F5" w:rsidRDefault="007231F5">
            <w:pPr>
              <w:pStyle w:val="Standard"/>
              <w:keepNext/>
            </w:pPr>
          </w:p>
        </w:tc>
      </w:tr>
    </w:tbl>
    <w:p w14:paraId="10F71776" w14:textId="77777777" w:rsidR="007231F5" w:rsidRDefault="007231F5">
      <w:pPr>
        <w:pStyle w:val="Standard"/>
        <w:rPr>
          <w:sz w:val="6"/>
        </w:rPr>
      </w:pPr>
    </w:p>
    <w:tbl>
      <w:tblPr>
        <w:tblW w:w="9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62"/>
        <w:gridCol w:w="4939"/>
      </w:tblGrid>
      <w:tr w:rsidR="007231F5" w14:paraId="620FC395" w14:textId="77777777">
        <w:tblPrEx>
          <w:tblCellMar>
            <w:top w:w="0" w:type="dxa"/>
            <w:bottom w:w="0" w:type="dxa"/>
          </w:tblCellMar>
        </w:tblPrEx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24BD3F8" w14:textId="77777777" w:rsidR="007231F5" w:rsidRDefault="00D1227C">
            <w:pPr>
              <w:pStyle w:val="Standard"/>
              <w:keepNext/>
              <w:keepLines/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Acceptation de </w:t>
            </w:r>
            <w:r>
              <w:rPr>
                <w:b/>
              </w:rPr>
              <w:t>l'offre</w:t>
            </w:r>
          </w:p>
        </w:tc>
      </w:tr>
      <w:tr w:rsidR="007231F5" w14:paraId="51234B8E" w14:textId="77777777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9401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1CF19F3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>Est acceptée la présente offre pour valoir acte d'engagement.</w:t>
            </w:r>
          </w:p>
        </w:tc>
      </w:tr>
      <w:tr w:rsidR="007231F5" w14:paraId="3EF9CD38" w14:textId="77777777">
        <w:tblPrEx>
          <w:tblCellMar>
            <w:top w:w="0" w:type="dxa"/>
            <w:bottom w:w="0" w:type="dxa"/>
          </w:tblCellMar>
        </w:tblPrEx>
        <w:tc>
          <w:tcPr>
            <w:tcW w:w="9401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165CFA" w14:textId="77777777" w:rsidR="007231F5" w:rsidRDefault="00D1227C">
            <w:pPr>
              <w:pStyle w:val="Standard"/>
              <w:keepNext/>
              <w:keepLines/>
              <w:snapToGrid w:val="0"/>
            </w:pPr>
            <w:r>
              <w:t>Le représentant du pouvoir adjudicateur</w:t>
            </w:r>
          </w:p>
        </w:tc>
      </w:tr>
      <w:tr w:rsidR="007231F5" w14:paraId="6922A076" w14:textId="77777777">
        <w:tblPrEx>
          <w:tblCellMar>
            <w:top w:w="0" w:type="dxa"/>
            <w:bottom w:w="0" w:type="dxa"/>
          </w:tblCellMar>
        </w:tblPrEx>
        <w:trPr>
          <w:trHeight w:val="2000"/>
        </w:trPr>
        <w:tc>
          <w:tcPr>
            <w:tcW w:w="4462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042B47D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à</w:t>
            </w:r>
            <w:proofErr w:type="gramEnd"/>
            <w:r>
              <w:t> :</w:t>
            </w:r>
          </w:p>
        </w:tc>
        <w:tc>
          <w:tcPr>
            <w:tcW w:w="493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12DC66" w14:textId="77777777" w:rsidR="007231F5" w:rsidRDefault="00D1227C">
            <w:pPr>
              <w:pStyle w:val="Standard"/>
              <w:keepNext/>
              <w:keepLines/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  <w:p w14:paraId="709E2FB6" w14:textId="77777777" w:rsidR="007231F5" w:rsidRDefault="007231F5">
            <w:pPr>
              <w:pStyle w:val="Standard"/>
              <w:keepNext/>
              <w:keepLines/>
            </w:pPr>
          </w:p>
          <w:p w14:paraId="7F994037" w14:textId="77777777" w:rsidR="007231F5" w:rsidRDefault="007231F5">
            <w:pPr>
              <w:pStyle w:val="Standard"/>
              <w:keepNext/>
              <w:keepLines/>
            </w:pPr>
          </w:p>
          <w:p w14:paraId="35417BC9" w14:textId="77777777" w:rsidR="007231F5" w:rsidRDefault="007231F5">
            <w:pPr>
              <w:pStyle w:val="Standard"/>
              <w:keepNext/>
              <w:keepLines/>
            </w:pPr>
          </w:p>
          <w:p w14:paraId="2C36A6F6" w14:textId="77777777" w:rsidR="007231F5" w:rsidRDefault="007231F5">
            <w:pPr>
              <w:pStyle w:val="Standard"/>
              <w:keepNext/>
              <w:keepLines/>
            </w:pPr>
          </w:p>
          <w:p w14:paraId="47AFF625" w14:textId="77777777" w:rsidR="007231F5" w:rsidRDefault="007231F5">
            <w:pPr>
              <w:pStyle w:val="Standard"/>
              <w:keepNext/>
              <w:keepLines/>
            </w:pPr>
          </w:p>
          <w:p w14:paraId="4482CDEC" w14:textId="77777777" w:rsidR="007231F5" w:rsidRDefault="007231F5">
            <w:pPr>
              <w:pStyle w:val="Standard"/>
              <w:keepNext/>
              <w:keepLines/>
            </w:pPr>
          </w:p>
        </w:tc>
      </w:tr>
    </w:tbl>
    <w:p w14:paraId="7072C4E0" w14:textId="77777777" w:rsidR="007231F5" w:rsidRDefault="007231F5">
      <w:pPr>
        <w:pStyle w:val="Standard"/>
        <w:rPr>
          <w:sz w:val="2"/>
        </w:rPr>
      </w:pPr>
    </w:p>
    <w:p w14:paraId="7DF7C8CC" w14:textId="77777777" w:rsidR="007231F5" w:rsidRDefault="007231F5">
      <w:pPr>
        <w:pStyle w:val="Standard"/>
        <w:rPr>
          <w:sz w:val="2"/>
        </w:rPr>
      </w:pPr>
    </w:p>
    <w:p w14:paraId="25DF2B07" w14:textId="77777777" w:rsidR="007231F5" w:rsidRDefault="007231F5">
      <w:pPr>
        <w:pStyle w:val="Standard"/>
        <w:rPr>
          <w:sz w:val="6"/>
        </w:rPr>
      </w:pPr>
    </w:p>
    <w:tbl>
      <w:tblPr>
        <w:tblW w:w="94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3"/>
        <w:gridCol w:w="218"/>
        <w:gridCol w:w="429"/>
        <w:gridCol w:w="1096"/>
        <w:gridCol w:w="923"/>
        <w:gridCol w:w="3235"/>
        <w:gridCol w:w="219"/>
        <w:gridCol w:w="30"/>
        <w:gridCol w:w="25"/>
      </w:tblGrid>
      <w:tr w:rsidR="007231F5" w14:paraId="11BCE3DD" w14:textId="77777777">
        <w:tblPrEx>
          <w:tblCellMar>
            <w:top w:w="0" w:type="dxa"/>
            <w:bottom w:w="0" w:type="dxa"/>
          </w:tblCellMar>
        </w:tblPrEx>
        <w:tc>
          <w:tcPr>
            <w:tcW w:w="944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827B30" w14:textId="77777777" w:rsidR="007231F5" w:rsidRDefault="00D1227C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b/>
              </w:rPr>
            </w:pPr>
            <w:r>
              <w:rPr>
                <w:b/>
              </w:rPr>
              <w:t>Date d'effet du marché</w:t>
            </w:r>
          </w:p>
        </w:tc>
      </w:tr>
      <w:tr w:rsidR="007231F5" w14:paraId="04067DDD" w14:textId="77777777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9393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E5FD7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2F8AAF" w14:textId="77777777" w:rsidR="007231F5" w:rsidRDefault="007231F5">
            <w:pPr>
              <w:pStyle w:val="Standard"/>
              <w:snapToGrid w:val="0"/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E80B4D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161C5EB9" w14:textId="77777777">
        <w:tblPrEx>
          <w:tblCellMar>
            <w:top w:w="0" w:type="dxa"/>
            <w:bottom w:w="0" w:type="dxa"/>
          </w:tblCellMar>
        </w:tblPrEx>
        <w:tc>
          <w:tcPr>
            <w:tcW w:w="3491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17488D" w14:textId="77777777" w:rsidR="007231F5" w:rsidRDefault="00D1227C">
            <w:pPr>
              <w:pStyle w:val="Standard"/>
              <w:keepNext/>
              <w:keepLines/>
              <w:snapToGrid w:val="0"/>
              <w:ind w:left="74"/>
            </w:pPr>
            <w:r>
              <w:t>Reçu notification du marché le :</w:t>
            </w:r>
          </w:p>
        </w:tc>
        <w:tc>
          <w:tcPr>
            <w:tcW w:w="568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704B8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CC2DD" w14:textId="77777777" w:rsidR="007231F5" w:rsidRDefault="007231F5">
            <w:pPr>
              <w:pStyle w:val="Standard"/>
              <w:keepNext/>
              <w:snapToGrid w:val="0"/>
            </w:pPr>
          </w:p>
        </w:tc>
      </w:tr>
      <w:tr w:rsidR="007231F5" w14:paraId="246CF2B6" w14:textId="77777777">
        <w:tblPrEx>
          <w:tblCellMar>
            <w:top w:w="0" w:type="dxa"/>
            <w:bottom w:w="0" w:type="dxa"/>
          </w:tblCellMar>
        </w:tblPrEx>
        <w:trPr>
          <w:trHeight w:hRule="exact" w:val="40"/>
        </w:trPr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6A972D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  <w:tc>
          <w:tcPr>
            <w:tcW w:w="4377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68D7C" w14:textId="77777777" w:rsidR="007231F5" w:rsidRDefault="007231F5">
            <w:pPr>
              <w:pStyle w:val="Standard"/>
              <w:keepNext/>
              <w:snapToGrid w:val="0"/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DEBCB7" w14:textId="77777777" w:rsidR="007231F5" w:rsidRDefault="007231F5">
            <w:pPr>
              <w:pStyle w:val="Standard"/>
              <w:snapToGrid w:val="0"/>
            </w:pPr>
          </w:p>
        </w:tc>
        <w:tc>
          <w:tcPr>
            <w:tcW w:w="2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FA9D2F" w14:textId="77777777" w:rsidR="007231F5" w:rsidRDefault="007231F5">
            <w:pPr>
              <w:pStyle w:val="Standard"/>
              <w:snapToGrid w:val="0"/>
            </w:pPr>
          </w:p>
        </w:tc>
      </w:tr>
      <w:tr w:rsidR="007231F5" w14:paraId="50FB0A55" w14:textId="77777777">
        <w:tblPrEx>
          <w:tblCellMar>
            <w:top w:w="0" w:type="dxa"/>
            <w:bottom w:w="0" w:type="dxa"/>
          </w:tblCellMar>
        </w:tblPrEx>
        <w:tc>
          <w:tcPr>
            <w:tcW w:w="5016" w:type="dxa"/>
            <w:gridSpan w:val="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A7F368" w14:textId="77777777" w:rsidR="007231F5" w:rsidRDefault="00D1227C">
            <w:pPr>
              <w:pStyle w:val="Standard"/>
              <w:keepNext/>
              <w:keepLines/>
              <w:snapToGrid w:val="0"/>
              <w:ind w:left="74"/>
            </w:pPr>
            <w:r>
              <w:t xml:space="preserve">Le </w:t>
            </w:r>
            <w:r>
              <w:rPr>
                <w:b/>
                <w:u w:val="single"/>
              </w:rPr>
              <w:t>titulaire</w:t>
            </w:r>
            <w:r>
              <w:rPr>
                <w:b/>
                <w:sz w:val="28"/>
              </w:rP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> :</w:t>
            </w:r>
          </w:p>
        </w:tc>
        <w:tc>
          <w:tcPr>
            <w:tcW w:w="4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949B" w14:textId="77777777" w:rsidR="007231F5" w:rsidRDefault="007231F5">
            <w:pPr>
              <w:pStyle w:val="Standard"/>
              <w:keepNext/>
              <w:snapToGrid w:val="0"/>
            </w:pPr>
          </w:p>
          <w:p w14:paraId="091EBE27" w14:textId="77777777" w:rsidR="007231F5" w:rsidRDefault="007231F5">
            <w:pPr>
              <w:pStyle w:val="Standard"/>
              <w:keepNext/>
            </w:pPr>
          </w:p>
        </w:tc>
        <w:tc>
          <w:tcPr>
            <w:tcW w:w="274" w:type="dxa"/>
            <w:gridSpan w:val="3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19F59" w14:textId="77777777" w:rsidR="007231F5" w:rsidRDefault="007231F5">
            <w:pPr>
              <w:pStyle w:val="Standard"/>
              <w:keepNext/>
              <w:snapToGrid w:val="0"/>
            </w:pPr>
          </w:p>
        </w:tc>
      </w:tr>
      <w:tr w:rsidR="007231F5" w14:paraId="2300A7D3" w14:textId="77777777">
        <w:tblPrEx>
          <w:tblCellMar>
            <w:top w:w="0" w:type="dxa"/>
            <w:bottom w:w="0" w:type="dxa"/>
          </w:tblCellMar>
        </w:tblPrEx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844B5" w14:textId="77777777" w:rsidR="007231F5" w:rsidRDefault="007231F5">
            <w:pPr>
              <w:pStyle w:val="Standard"/>
              <w:keepNext/>
              <w:keepLines/>
              <w:snapToGrid w:val="0"/>
            </w:pPr>
          </w:p>
        </w:tc>
      </w:tr>
      <w:tr w:rsidR="007231F5" w14:paraId="43233FF5" w14:textId="77777777">
        <w:tblPrEx>
          <w:tblCellMar>
            <w:top w:w="0" w:type="dxa"/>
            <w:bottom w:w="0" w:type="dxa"/>
          </w:tblCellMar>
        </w:tblPrEx>
        <w:tc>
          <w:tcPr>
            <w:tcW w:w="327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1BD9" w14:textId="77777777" w:rsidR="007231F5" w:rsidRDefault="00D1227C">
            <w:pPr>
              <w:pStyle w:val="Standard"/>
              <w:keepNext/>
              <w:keepLines/>
              <w:snapToGrid w:val="0"/>
              <w:ind w:left="74"/>
            </w:pPr>
            <w:r>
              <w:t>Reçu le</w:t>
            </w:r>
          </w:p>
        </w:tc>
        <w:tc>
          <w:tcPr>
            <w:tcW w:w="6175" w:type="dxa"/>
            <w:gridSpan w:val="8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37A3" w14:textId="77777777" w:rsidR="007231F5" w:rsidRDefault="00D1227C">
            <w:pPr>
              <w:pStyle w:val="Standard"/>
              <w:keepNext/>
              <w:snapToGrid w:val="0"/>
            </w:pPr>
            <w:proofErr w:type="gramStart"/>
            <w:r>
              <w:t>l'accusé</w:t>
            </w:r>
            <w:proofErr w:type="gramEnd"/>
            <w:r>
              <w:t xml:space="preserve"> de réception de la notification du marché</w:t>
            </w:r>
          </w:p>
        </w:tc>
      </w:tr>
      <w:tr w:rsidR="007231F5" w14:paraId="7ED94FCB" w14:textId="77777777">
        <w:tblPrEx>
          <w:tblCellMar>
            <w:top w:w="0" w:type="dxa"/>
            <w:bottom w:w="0" w:type="dxa"/>
          </w:tblCellMar>
        </w:tblPrEx>
        <w:tc>
          <w:tcPr>
            <w:tcW w:w="9448" w:type="dxa"/>
            <w:gridSpan w:val="9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596861" w14:textId="77777777" w:rsidR="007231F5" w:rsidRDefault="00D1227C">
            <w:pPr>
              <w:pStyle w:val="Standard"/>
              <w:keepNext/>
              <w:keepLines/>
              <w:snapToGrid w:val="0"/>
              <w:ind w:left="74"/>
            </w:pPr>
            <w:proofErr w:type="gramStart"/>
            <w:r>
              <w:t>du</w:t>
            </w:r>
            <w:proofErr w:type="gramEnd"/>
            <w:r>
              <w:rPr>
                <w:b/>
              </w:rPr>
              <w:t xml:space="preserve"> </w:t>
            </w:r>
            <w:r>
              <w:rPr>
                <w:b/>
                <w:u w:val="single"/>
              </w:rPr>
              <w:t>titulaire</w:t>
            </w:r>
            <w:r>
              <w:t> / </w:t>
            </w:r>
            <w:r>
              <w:rPr>
                <w:b/>
                <w:u w:val="single"/>
              </w:rPr>
              <w:t>mandataire du groupement</w:t>
            </w:r>
            <w:r>
              <w:t xml:space="preserve"> destinataire.</w:t>
            </w:r>
          </w:p>
          <w:p w14:paraId="13062AEE" w14:textId="77777777" w:rsidR="007231F5" w:rsidRDefault="007231F5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6EA9B032" w14:textId="77777777" w:rsidR="007231F5" w:rsidRDefault="00D1227C">
            <w:pPr>
              <w:pStyle w:val="Standard"/>
              <w:keepNext/>
              <w:keepLines/>
              <w:tabs>
                <w:tab w:val="left" w:pos="-6942"/>
              </w:tabs>
              <w:ind w:left="74"/>
            </w:pPr>
            <w:r>
              <w:t>Pour le représentant du pouvoir adjudicateur,</w:t>
            </w:r>
          </w:p>
        </w:tc>
      </w:tr>
      <w:tr w:rsidR="007231F5" w14:paraId="628E797B" w14:textId="77777777">
        <w:tblPrEx>
          <w:tblCellMar>
            <w:top w:w="0" w:type="dxa"/>
            <w:bottom w:w="0" w:type="dxa"/>
          </w:tblCellMar>
        </w:tblPrEx>
        <w:trPr>
          <w:trHeight w:val="2474"/>
        </w:trPr>
        <w:tc>
          <w:tcPr>
            <w:tcW w:w="3920" w:type="dxa"/>
            <w:gridSpan w:val="3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D712A8" w14:textId="77777777" w:rsidR="007231F5" w:rsidRDefault="00D1227C">
            <w:pPr>
              <w:pStyle w:val="Standard"/>
              <w:keepNext/>
              <w:keepLines/>
              <w:tabs>
                <w:tab w:val="left" w:pos="-7016"/>
              </w:tabs>
              <w:snapToGrid w:val="0"/>
              <w:ind w:left="74"/>
            </w:pPr>
            <w:proofErr w:type="gramStart"/>
            <w:r>
              <w:t>à</w:t>
            </w:r>
            <w:proofErr w:type="gramEnd"/>
            <w:r>
              <w:t> :</w:t>
            </w:r>
          </w:p>
          <w:p w14:paraId="62F3B73B" w14:textId="77777777" w:rsidR="007231F5" w:rsidRDefault="007231F5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3AC94A8B" w14:textId="77777777" w:rsidR="007231F5" w:rsidRDefault="007231F5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573D96DA" w14:textId="77777777" w:rsidR="007231F5" w:rsidRDefault="007231F5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70D119A9" w14:textId="77777777" w:rsidR="007231F5" w:rsidRDefault="007231F5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  <w:p w14:paraId="20D25AE3" w14:textId="77777777" w:rsidR="007231F5" w:rsidRDefault="007231F5">
            <w:pPr>
              <w:pStyle w:val="Standard"/>
              <w:keepNext/>
              <w:keepLines/>
              <w:tabs>
                <w:tab w:val="left" w:pos="-7016"/>
              </w:tabs>
              <w:ind w:left="74"/>
            </w:pPr>
          </w:p>
        </w:tc>
        <w:tc>
          <w:tcPr>
            <w:tcW w:w="2019" w:type="dxa"/>
            <w:gridSpan w:val="2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57EEC" w14:textId="77777777" w:rsidR="007231F5" w:rsidRDefault="00D1227C">
            <w:pPr>
              <w:pStyle w:val="Standard"/>
              <w:keepNext/>
              <w:tabs>
                <w:tab w:val="left" w:pos="-7016"/>
              </w:tabs>
              <w:snapToGrid w:val="0"/>
            </w:pPr>
            <w:proofErr w:type="gramStart"/>
            <w:r>
              <w:t>le</w:t>
            </w:r>
            <w:proofErr w:type="gramEnd"/>
            <w:r>
              <w:t> :</w:t>
            </w:r>
          </w:p>
        </w:tc>
        <w:tc>
          <w:tcPr>
            <w:tcW w:w="3509" w:type="dxa"/>
            <w:gridSpan w:val="4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2F003" w14:textId="77777777" w:rsidR="007231F5" w:rsidRDefault="00D1227C">
            <w:pPr>
              <w:pStyle w:val="Standard"/>
              <w:keepNext/>
              <w:tabs>
                <w:tab w:val="left" w:pos="-7016"/>
              </w:tabs>
              <w:snapToGrid w:val="0"/>
              <w:jc w:val="right"/>
              <w:rPr>
                <w:sz w:val="16"/>
              </w:rPr>
            </w:pPr>
            <w:r>
              <w:rPr>
                <w:sz w:val="16"/>
              </w:rPr>
              <w:t> </w:t>
            </w:r>
          </w:p>
        </w:tc>
      </w:tr>
    </w:tbl>
    <w:p w14:paraId="0ED74E16" w14:textId="77777777" w:rsidR="007231F5" w:rsidRDefault="007231F5">
      <w:pPr>
        <w:suppressAutoHyphens w:val="0"/>
        <w:rPr>
          <w:lang w:val="en-GB"/>
        </w:rPr>
      </w:pPr>
      <w:bookmarkStart w:id="15" w:name="MacroEffectuee"/>
      <w:bookmarkEnd w:id="15"/>
    </w:p>
    <w:p w14:paraId="74DB52C5" w14:textId="77777777" w:rsidR="007231F5" w:rsidRDefault="007231F5">
      <w:pPr>
        <w:pStyle w:val="western"/>
        <w:ind w:left="40"/>
      </w:pPr>
    </w:p>
    <w:p w14:paraId="1D0332EC" w14:textId="77777777" w:rsidR="007231F5" w:rsidRDefault="00D1227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ANNEXE N°1 A L'ACTE D'ENGAGEMENT</w:t>
      </w:r>
    </w:p>
    <w:p w14:paraId="1EC55C2E" w14:textId="77777777" w:rsidR="007231F5" w:rsidRDefault="00D1227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EN CAS DE GROUPEMENT</w:t>
      </w:r>
    </w:p>
    <w:p w14:paraId="146E1F63" w14:textId="77777777" w:rsidR="007231F5" w:rsidRDefault="00D1227C">
      <w:pPr>
        <w:pStyle w:val="Titre1"/>
        <w:spacing w:before="227" w:after="113"/>
      </w:pPr>
      <w:r>
        <w:rPr>
          <w:i/>
          <w:iCs/>
        </w:rPr>
        <w:t xml:space="preserve">Détail des </w:t>
      </w:r>
      <w:r>
        <w:rPr>
          <w:i/>
          <w:iCs/>
        </w:rPr>
        <w:t>prestations exécutées par chacun des co-traitants</w:t>
      </w:r>
    </w:p>
    <w:tbl>
      <w:tblPr>
        <w:tblW w:w="95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13"/>
      </w:tblGrid>
      <w:tr w:rsidR="007231F5" w14:paraId="06F56CE0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B6E82A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mandataire - co-traitant 1</w:t>
            </w:r>
          </w:p>
        </w:tc>
      </w:tr>
      <w:tr w:rsidR="007231F5" w14:paraId="43E9F47B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05E8A25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15E66CD5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  <w:tr w:rsidR="007231F5" w14:paraId="317B886E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54E901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mandataire - co-traitant 1</w:t>
            </w:r>
          </w:p>
        </w:tc>
      </w:tr>
      <w:tr w:rsidR="007231F5" w14:paraId="47EDC9B5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2DBF39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550DDC30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0FC50405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1437DA7B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3DC57008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5A67CA75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5ACEC564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497773D4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06A37871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48503428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  <w:tr w:rsidR="007231F5" w14:paraId="66663700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60032B" w14:textId="77777777" w:rsidR="007231F5" w:rsidRDefault="007231F5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231F5" w14:paraId="3F6B10F0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58E58B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co-traitant 2</w:t>
            </w:r>
          </w:p>
        </w:tc>
      </w:tr>
      <w:tr w:rsidR="007231F5" w14:paraId="233E9867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975A261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00E318E4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  <w:tr w:rsidR="007231F5" w14:paraId="70D5C68E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697C64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co-traitant 2</w:t>
            </w:r>
          </w:p>
        </w:tc>
      </w:tr>
      <w:tr w:rsidR="007231F5" w14:paraId="305F4794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2F1CF3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2E7672F7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11253BA9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5C6E7246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1422C3E5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14C1E137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6CE9B738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5D26E10B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37944D05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4F5B937B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0735A749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  <w:tr w:rsidR="007231F5" w14:paraId="7401E2E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49CB1C" w14:textId="77777777" w:rsidR="007231F5" w:rsidRDefault="007231F5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231F5" w14:paraId="2E191C6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6AFA83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co-traitant 3</w:t>
            </w:r>
          </w:p>
        </w:tc>
      </w:tr>
      <w:tr w:rsidR="007231F5" w14:paraId="0DDECA2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645B37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690C09BF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  <w:tr w:rsidR="007231F5" w14:paraId="392A7F0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FD942E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co-traitant 3</w:t>
            </w:r>
          </w:p>
        </w:tc>
      </w:tr>
      <w:tr w:rsidR="007231F5" w14:paraId="71E9EDB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5812F9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03DCB5B9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453436D3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7F281477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3FA614F0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617E10D4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3C588675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2B2B107F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2E249162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4BEA2DC0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</w:tbl>
    <w:p w14:paraId="3651BD48" w14:textId="77777777" w:rsidR="007231F5" w:rsidRDefault="007231F5">
      <w:pPr>
        <w:pStyle w:val="Standard"/>
        <w:rPr>
          <w:i/>
          <w:iCs/>
        </w:rPr>
      </w:pPr>
    </w:p>
    <w:p w14:paraId="78D73C5C" w14:textId="77777777" w:rsidR="007231F5" w:rsidRDefault="00D1227C">
      <w:pPr>
        <w:pStyle w:val="Standard"/>
      </w:pPr>
      <w:r>
        <w:rPr>
          <w:bCs/>
          <w:i/>
          <w:iCs/>
          <w:lang w:val="en-GB"/>
        </w:rPr>
        <w:t xml:space="preserve">Il </w:t>
      </w:r>
      <w:proofErr w:type="spellStart"/>
      <w:r>
        <w:rPr>
          <w:bCs/>
          <w:i/>
          <w:iCs/>
          <w:lang w:val="en-GB"/>
        </w:rPr>
        <w:t>convient</w:t>
      </w:r>
      <w:proofErr w:type="spellEnd"/>
      <w:r>
        <w:rPr>
          <w:bCs/>
          <w:i/>
          <w:iCs/>
          <w:lang w:val="en-GB"/>
        </w:rPr>
        <w:t xml:space="preserve"> de </w:t>
      </w:r>
      <w:proofErr w:type="spellStart"/>
      <w:r>
        <w:rPr>
          <w:bCs/>
          <w:i/>
          <w:iCs/>
          <w:lang w:val="en-GB"/>
        </w:rPr>
        <w:t>préciser</w:t>
      </w:r>
      <w:proofErr w:type="spellEnd"/>
      <w:r>
        <w:rPr>
          <w:bCs/>
          <w:i/>
          <w:iCs/>
          <w:lang w:val="en-GB"/>
        </w:rPr>
        <w:t xml:space="preserve"> le </w:t>
      </w:r>
      <w:proofErr w:type="spellStart"/>
      <w:r>
        <w:rPr>
          <w:bCs/>
          <w:i/>
          <w:iCs/>
          <w:lang w:val="en-GB"/>
        </w:rPr>
        <w:t>détail</w:t>
      </w:r>
      <w:proofErr w:type="spellEnd"/>
      <w:r>
        <w:rPr>
          <w:bCs/>
          <w:i/>
          <w:iCs/>
          <w:lang w:val="en-GB"/>
        </w:rPr>
        <w:t xml:space="preserve"> des </w:t>
      </w:r>
      <w:proofErr w:type="spellStart"/>
      <w:r>
        <w:rPr>
          <w:bCs/>
          <w:i/>
          <w:iCs/>
          <w:lang w:val="en-GB"/>
        </w:rPr>
        <w:t>prestations</w:t>
      </w:r>
      <w:proofErr w:type="spellEnd"/>
      <w:r>
        <w:rPr>
          <w:bCs/>
          <w:i/>
          <w:iCs/>
          <w:lang w:val="en-GB"/>
        </w:rPr>
        <w:t xml:space="preserve"> </w:t>
      </w:r>
      <w:proofErr w:type="spellStart"/>
      <w:r>
        <w:rPr>
          <w:bCs/>
          <w:i/>
          <w:iCs/>
          <w:lang w:val="en-GB"/>
        </w:rPr>
        <w:t>exécutées</w:t>
      </w:r>
      <w:proofErr w:type="spellEnd"/>
      <w:r>
        <w:rPr>
          <w:bCs/>
          <w:i/>
          <w:iCs/>
          <w:lang w:val="en-GB"/>
        </w:rPr>
        <w:t xml:space="preserve"> par </w:t>
      </w:r>
      <w:proofErr w:type="spellStart"/>
      <w:r>
        <w:rPr>
          <w:bCs/>
          <w:i/>
          <w:iCs/>
          <w:lang w:val="en-GB"/>
        </w:rPr>
        <w:t>chacun</w:t>
      </w:r>
      <w:proofErr w:type="spellEnd"/>
      <w:r>
        <w:rPr>
          <w:bCs/>
          <w:i/>
          <w:iCs/>
          <w:lang w:val="en-GB"/>
        </w:rPr>
        <w:t xml:space="preserve"> des co-</w:t>
      </w:r>
      <w:proofErr w:type="spellStart"/>
      <w:r>
        <w:rPr>
          <w:bCs/>
          <w:i/>
          <w:iCs/>
          <w:lang w:val="en-GB"/>
        </w:rPr>
        <w:t>traitants</w:t>
      </w:r>
      <w:proofErr w:type="spellEnd"/>
      <w:r>
        <w:rPr>
          <w:bCs/>
          <w:i/>
          <w:iCs/>
          <w:lang w:val="en-GB"/>
        </w:rPr>
        <w:t xml:space="preserve"> dans </w:t>
      </w:r>
      <w:proofErr w:type="spellStart"/>
      <w:r>
        <w:rPr>
          <w:bCs/>
          <w:i/>
          <w:iCs/>
          <w:lang w:val="en-GB"/>
        </w:rPr>
        <w:t>chaque</w:t>
      </w:r>
      <w:proofErr w:type="spellEnd"/>
      <w:r>
        <w:rPr>
          <w:bCs/>
          <w:i/>
          <w:iCs/>
          <w:lang w:val="en-GB"/>
        </w:rPr>
        <w:t xml:space="preserve"> </w:t>
      </w:r>
      <w:proofErr w:type="spellStart"/>
      <w:r>
        <w:rPr>
          <w:bCs/>
          <w:i/>
          <w:iCs/>
          <w:lang w:val="en-GB"/>
        </w:rPr>
        <w:t>élément</w:t>
      </w:r>
      <w:proofErr w:type="spellEnd"/>
      <w:r>
        <w:rPr>
          <w:bCs/>
          <w:i/>
          <w:iCs/>
          <w:lang w:val="en-GB"/>
        </w:rPr>
        <w:t xml:space="preserve"> de mission (phase) </w:t>
      </w:r>
      <w:proofErr w:type="spellStart"/>
      <w:r>
        <w:rPr>
          <w:bCs/>
          <w:i/>
          <w:iCs/>
          <w:lang w:val="en-GB"/>
        </w:rPr>
        <w:t>ainsi</w:t>
      </w:r>
      <w:proofErr w:type="spellEnd"/>
      <w:r>
        <w:rPr>
          <w:bCs/>
          <w:i/>
          <w:iCs/>
          <w:lang w:val="en-GB"/>
        </w:rPr>
        <w:t xml:space="preserve"> que la </w:t>
      </w:r>
      <w:proofErr w:type="spellStart"/>
      <w:r>
        <w:rPr>
          <w:bCs/>
          <w:i/>
          <w:iCs/>
          <w:lang w:val="en-GB"/>
        </w:rPr>
        <w:t>répartition</w:t>
      </w:r>
      <w:proofErr w:type="spellEnd"/>
      <w:r>
        <w:rPr>
          <w:bCs/>
          <w:i/>
          <w:iCs/>
          <w:lang w:val="en-GB"/>
        </w:rPr>
        <w:t xml:space="preserve"> de la </w:t>
      </w:r>
      <w:proofErr w:type="spellStart"/>
      <w:r>
        <w:rPr>
          <w:bCs/>
          <w:i/>
          <w:iCs/>
          <w:lang w:val="en-GB"/>
        </w:rPr>
        <w:t>rémunération</w:t>
      </w:r>
      <w:proofErr w:type="spellEnd"/>
      <w:r>
        <w:rPr>
          <w:bCs/>
          <w:i/>
          <w:iCs/>
          <w:lang w:val="en-GB"/>
        </w:rPr>
        <w:t xml:space="preserve"> </w:t>
      </w:r>
      <w:proofErr w:type="spellStart"/>
      <w:r>
        <w:rPr>
          <w:bCs/>
          <w:i/>
          <w:iCs/>
          <w:lang w:val="en-GB"/>
        </w:rPr>
        <w:t>en</w:t>
      </w:r>
      <w:proofErr w:type="spellEnd"/>
      <w:r>
        <w:rPr>
          <w:bCs/>
          <w:i/>
          <w:iCs/>
          <w:lang w:val="en-GB"/>
        </w:rPr>
        <w:t xml:space="preserve"> % pour </w:t>
      </w:r>
      <w:proofErr w:type="spellStart"/>
      <w:r>
        <w:rPr>
          <w:bCs/>
          <w:i/>
          <w:iCs/>
          <w:lang w:val="en-GB"/>
        </w:rPr>
        <w:t>chacun</w:t>
      </w:r>
      <w:proofErr w:type="spellEnd"/>
      <w:r>
        <w:rPr>
          <w:bCs/>
          <w:i/>
          <w:iCs/>
          <w:lang w:val="en-GB"/>
        </w:rPr>
        <w:t xml:space="preserve"> </w:t>
      </w:r>
      <w:proofErr w:type="spellStart"/>
      <w:r>
        <w:rPr>
          <w:bCs/>
          <w:i/>
          <w:iCs/>
          <w:lang w:val="en-GB"/>
        </w:rPr>
        <w:t>d’eux</w:t>
      </w:r>
      <w:proofErr w:type="spellEnd"/>
      <w:r>
        <w:rPr>
          <w:bCs/>
          <w:i/>
          <w:iCs/>
          <w:lang w:val="en-GB"/>
        </w:rPr>
        <w:t>.</w:t>
      </w:r>
    </w:p>
    <w:p w14:paraId="74338104" w14:textId="77777777" w:rsidR="007231F5" w:rsidRDefault="007231F5">
      <w:pPr>
        <w:pStyle w:val="Standard"/>
        <w:rPr>
          <w:bCs/>
          <w:i/>
          <w:iCs/>
          <w:lang w:val="en-GB"/>
        </w:rPr>
      </w:pPr>
    </w:p>
    <w:p w14:paraId="76E9705C" w14:textId="77777777" w:rsidR="007231F5" w:rsidRDefault="007231F5">
      <w:pPr>
        <w:pStyle w:val="Standard"/>
        <w:rPr>
          <w:b/>
          <w:bCs/>
        </w:rPr>
      </w:pPr>
    </w:p>
    <w:p w14:paraId="748867A3" w14:textId="77777777" w:rsidR="007231F5" w:rsidRDefault="007231F5">
      <w:pPr>
        <w:pStyle w:val="Standard"/>
        <w:rPr>
          <w:b/>
          <w:bCs/>
        </w:rPr>
      </w:pPr>
    </w:p>
    <w:p w14:paraId="2FFCDFE9" w14:textId="77777777" w:rsidR="007231F5" w:rsidRDefault="007231F5">
      <w:pPr>
        <w:pageBreakBefore/>
        <w:suppressAutoHyphens w:val="0"/>
        <w:rPr>
          <w:b/>
          <w:bCs/>
        </w:rPr>
      </w:pPr>
    </w:p>
    <w:p w14:paraId="1326C5B0" w14:textId="77777777" w:rsidR="007231F5" w:rsidRDefault="00D1227C">
      <w:pPr>
        <w:pStyle w:val="Standard"/>
        <w:rPr>
          <w:b/>
          <w:bCs/>
        </w:rPr>
      </w:pPr>
      <w:r>
        <w:rPr>
          <w:b/>
          <w:bCs/>
        </w:rPr>
        <w:t xml:space="preserve">Autre </w:t>
      </w:r>
      <w:r>
        <w:rPr>
          <w:b/>
          <w:bCs/>
        </w:rPr>
        <w:t>co-traitant</w:t>
      </w:r>
    </w:p>
    <w:tbl>
      <w:tblPr>
        <w:tblW w:w="95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13"/>
      </w:tblGrid>
      <w:tr w:rsidR="007231F5" w14:paraId="6B77CBDB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17AB4D2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co-traitant ____</w:t>
            </w:r>
          </w:p>
        </w:tc>
      </w:tr>
      <w:tr w:rsidR="007231F5" w14:paraId="5B736D1F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D47C27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0BABDE14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  <w:tr w:rsidR="007231F5" w14:paraId="627C0250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2E1F84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co-traitant ____</w:t>
            </w:r>
          </w:p>
        </w:tc>
      </w:tr>
      <w:tr w:rsidR="007231F5" w14:paraId="3D142CE8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719E8A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03DBE80E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26622559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1E3F8D05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0711A973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4B9E4FD5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13697AEB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509D495C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</w:tbl>
    <w:p w14:paraId="4A0B9BFE" w14:textId="77777777" w:rsidR="007231F5" w:rsidRDefault="007231F5">
      <w:pPr>
        <w:pStyle w:val="Standard"/>
      </w:pPr>
    </w:p>
    <w:tbl>
      <w:tblPr>
        <w:tblW w:w="951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13"/>
      </w:tblGrid>
      <w:tr w:rsidR="007231F5" w14:paraId="66BAC97A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A6C45B3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Nom du co-traitant ____</w:t>
            </w:r>
          </w:p>
        </w:tc>
      </w:tr>
      <w:tr w:rsidR="007231F5" w14:paraId="2156F05E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D04B47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1FE4A33C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  <w:tr w:rsidR="007231F5" w14:paraId="5C7B4606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500923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</w:rPr>
            </w:pPr>
            <w:r>
              <w:rPr>
                <w:b/>
              </w:rPr>
              <w:t>Prestations du co-traitant ____</w:t>
            </w:r>
          </w:p>
        </w:tc>
      </w:tr>
      <w:tr w:rsidR="007231F5" w14:paraId="4C57E7D2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95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3A4ADF" w14:textId="77777777" w:rsidR="007231F5" w:rsidRDefault="007231F5">
            <w:pPr>
              <w:pStyle w:val="Standard"/>
              <w:snapToGrid w:val="0"/>
              <w:rPr>
                <w:b/>
                <w:sz w:val="20"/>
              </w:rPr>
            </w:pPr>
          </w:p>
          <w:p w14:paraId="5756F5B2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3E1C9FB5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6B27B626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6D83B003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7004459E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6EEFB934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7DA0F500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22E3FD9C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  <w:p w14:paraId="1F84FFD9" w14:textId="77777777" w:rsidR="007231F5" w:rsidRDefault="007231F5">
            <w:pPr>
              <w:pStyle w:val="Standard"/>
              <w:rPr>
                <w:b/>
                <w:sz w:val="20"/>
              </w:rPr>
            </w:pPr>
          </w:p>
        </w:tc>
      </w:tr>
    </w:tbl>
    <w:p w14:paraId="636541C6" w14:textId="77777777" w:rsidR="007231F5" w:rsidRDefault="007231F5">
      <w:pPr>
        <w:pStyle w:val="Standard"/>
      </w:pPr>
    </w:p>
    <w:p w14:paraId="3E9924A4" w14:textId="77777777" w:rsidR="007231F5" w:rsidRDefault="00D1227C">
      <w:pPr>
        <w:pStyle w:val="Titre1"/>
        <w:spacing w:before="227" w:after="113"/>
      </w:pPr>
      <w:r>
        <w:rPr>
          <w:i/>
          <w:iCs/>
        </w:rPr>
        <w:t>Répartition de la rémunération</w:t>
      </w:r>
    </w:p>
    <w:tbl>
      <w:tblPr>
        <w:tblW w:w="945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"/>
        <w:gridCol w:w="556"/>
        <w:gridCol w:w="689"/>
        <w:gridCol w:w="25"/>
        <w:gridCol w:w="845"/>
        <w:gridCol w:w="431"/>
        <w:gridCol w:w="2126"/>
        <w:gridCol w:w="1835"/>
        <w:gridCol w:w="2433"/>
      </w:tblGrid>
      <w:tr w:rsidR="007231F5" w14:paraId="7F8C5A0A" w14:textId="77777777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41F8E02" w14:textId="77777777" w:rsidR="007231F5" w:rsidRDefault="00D1227C">
            <w:pPr>
              <w:pStyle w:val="Standard"/>
              <w:keepNext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997A1D2" w14:textId="77777777" w:rsidR="007231F5" w:rsidRDefault="00D1227C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27A684" w14:textId="77777777" w:rsidR="007231F5" w:rsidRDefault="00D1227C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</w:t>
            </w: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2BFCC2" w14:textId="77777777" w:rsidR="007231F5" w:rsidRDefault="00D1227C">
            <w:pPr>
              <w:pStyle w:val="Standard"/>
              <w:snapToGrid w:val="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Montant TVA incluse</w:t>
            </w:r>
          </w:p>
        </w:tc>
      </w:tr>
      <w:tr w:rsidR="007231F5" w14:paraId="3807F53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674158" w14:textId="77777777" w:rsidR="007231F5" w:rsidRDefault="00D1227C">
            <w:pPr>
              <w:pStyle w:val="Standard"/>
              <w:keepNext/>
              <w:snapToGrid w:val="0"/>
              <w:spacing w:after="60"/>
              <w:ind w:left="110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42B5CC" w14:textId="77777777" w:rsidR="007231F5" w:rsidRDefault="007231F5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450B01" w14:textId="77777777" w:rsidR="007231F5" w:rsidRDefault="007231F5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7C41288" w14:textId="77777777" w:rsidR="007231F5" w:rsidRDefault="007231F5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231F5" w14:paraId="2090249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45680DE" w14:textId="77777777" w:rsidR="007231F5" w:rsidRDefault="007231F5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9A883C" w14:textId="77777777" w:rsidR="007231F5" w:rsidRDefault="00D1227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469397E" w14:textId="77777777" w:rsidR="007231F5" w:rsidRDefault="007231F5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CF6C7E" w14:textId="77777777" w:rsidR="007231F5" w:rsidRDefault="00D1227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81EFD3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DA2129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36DB84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0ED5B04D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D8227F" w14:textId="77777777" w:rsidR="007231F5" w:rsidRDefault="007231F5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B04F16" w14:textId="77777777" w:rsidR="007231F5" w:rsidRDefault="00D1227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D6B684" w14:textId="77777777" w:rsidR="007231F5" w:rsidRDefault="007231F5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824B04A" w14:textId="77777777" w:rsidR="007231F5" w:rsidRDefault="00D1227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8BB232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43FDB31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0C8B507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4E38FC9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D93CE2" w14:textId="77777777" w:rsidR="007231F5" w:rsidRDefault="007231F5">
            <w:pPr>
              <w:pStyle w:val="Standard"/>
              <w:keepNext/>
              <w:snapToGrid w:val="0"/>
              <w:ind w:left="110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018BCF" w14:textId="77777777" w:rsidR="007231F5" w:rsidRDefault="007231F5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5D58A5" w14:textId="77777777" w:rsidR="007231F5" w:rsidRDefault="007231F5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51E809E" w14:textId="77777777" w:rsidR="007231F5" w:rsidRDefault="007231F5">
            <w:pPr>
              <w:pStyle w:val="Standard"/>
              <w:snapToGrid w:val="0"/>
              <w:jc w:val="left"/>
              <w:rPr>
                <w:sz w:val="6"/>
              </w:rPr>
            </w:pPr>
          </w:p>
        </w:tc>
      </w:tr>
      <w:tr w:rsidR="007231F5" w14:paraId="577BC1A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B3F5331" w14:textId="77777777" w:rsidR="007231F5" w:rsidRDefault="00D1227C">
            <w:pPr>
              <w:pStyle w:val="Standard"/>
              <w:keepNext/>
              <w:snapToGrid w:val="0"/>
              <w:ind w:left="110" w:right="110"/>
              <w:jc w:val="right"/>
              <w:rPr>
                <w:sz w:val="22"/>
              </w:rPr>
            </w:pPr>
            <w:r>
              <w:rPr>
                <w:sz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767884B" w14:textId="77777777" w:rsidR="007231F5" w:rsidRDefault="007231F5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E48B12" w14:textId="77777777" w:rsidR="007231F5" w:rsidRDefault="007231F5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B82BF8" w14:textId="77777777" w:rsidR="007231F5" w:rsidRDefault="007231F5">
            <w:pPr>
              <w:pStyle w:val="Standard"/>
              <w:snapToGrid w:val="0"/>
              <w:jc w:val="left"/>
              <w:rPr>
                <w:sz w:val="22"/>
              </w:rPr>
            </w:pPr>
          </w:p>
        </w:tc>
      </w:tr>
      <w:tr w:rsidR="007231F5" w14:paraId="0E534F4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1C1078C" w14:textId="77777777" w:rsidR="007231F5" w:rsidRDefault="007231F5">
            <w:pPr>
              <w:pStyle w:val="Standard"/>
              <w:keepNext/>
              <w:snapToGrid w:val="0"/>
              <w:jc w:val="left"/>
              <w:rPr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54B6492" w14:textId="77777777" w:rsidR="007231F5" w:rsidRDefault="007231F5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85DFF4B" w14:textId="77777777" w:rsidR="007231F5" w:rsidRDefault="007231F5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917BA50" w14:textId="77777777" w:rsidR="007231F5" w:rsidRDefault="007231F5">
            <w:pPr>
              <w:pStyle w:val="Standard"/>
              <w:keepNext/>
              <w:snapToGrid w:val="0"/>
              <w:jc w:val="center"/>
              <w:rPr>
                <w:b/>
                <w:sz w:val="6"/>
              </w:rPr>
            </w:pPr>
          </w:p>
        </w:tc>
      </w:tr>
      <w:tr w:rsidR="007231F5" w14:paraId="1D0254D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1523D2" w14:textId="77777777" w:rsidR="007231F5" w:rsidRDefault="00D1227C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mandataire</w:t>
            </w:r>
            <w:r>
              <w:rPr>
                <w:sz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F0BFEA4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A349AC4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222C17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518B6222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7E41FA" w14:textId="77777777" w:rsidR="007231F5" w:rsidRDefault="00D1227C">
            <w:pPr>
              <w:pStyle w:val="Standard"/>
              <w:keepNext/>
              <w:snapToGrid w:val="0"/>
              <w:spacing w:after="60"/>
              <w:ind w:left="284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B60DA7" w14:textId="77777777" w:rsidR="007231F5" w:rsidRDefault="007231F5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36A6FF" w14:textId="77777777" w:rsidR="007231F5" w:rsidRDefault="007231F5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B14AB1" w14:textId="77777777" w:rsidR="007231F5" w:rsidRDefault="007231F5">
            <w:pPr>
              <w:pStyle w:val="Standard"/>
              <w:snapToGrid w:val="0"/>
              <w:spacing w:after="60"/>
              <w:jc w:val="left"/>
              <w:rPr>
                <w:b/>
                <w:sz w:val="22"/>
              </w:rPr>
            </w:pPr>
          </w:p>
        </w:tc>
      </w:tr>
      <w:tr w:rsidR="007231F5" w14:paraId="7361781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409987" w14:textId="77777777" w:rsidR="007231F5" w:rsidRDefault="00D1227C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4EAE74" w14:textId="77777777" w:rsidR="007231F5" w:rsidRDefault="00D1227C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71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D876CE2" w14:textId="77777777" w:rsidR="007231F5" w:rsidRDefault="00D1227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6904A5" w14:textId="77777777" w:rsidR="007231F5" w:rsidRDefault="007231F5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AE43988" w14:textId="77777777" w:rsidR="007231F5" w:rsidRDefault="00D1227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07FFF88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97AD840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C6F2E8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4979EE47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D48BA9B" w14:textId="77777777" w:rsidR="007231F5" w:rsidRDefault="007231F5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2BCB9C" w14:textId="77777777" w:rsidR="007231F5" w:rsidRDefault="00D1227C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D2F10E4" w14:textId="77777777" w:rsidR="007231F5" w:rsidRDefault="007231F5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1A7BFEB" w14:textId="77777777" w:rsidR="007231F5" w:rsidRDefault="00D1227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B7A399E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B01326C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F83E47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7E3FCDA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5B6F461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6CA1E3B" w14:textId="77777777" w:rsidR="007231F5" w:rsidRDefault="007231F5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2F693FB" w14:textId="77777777" w:rsidR="007231F5" w:rsidRDefault="007231F5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897AFCB" w14:textId="77777777" w:rsidR="007231F5" w:rsidRDefault="007231F5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7231F5" w14:paraId="6E53D9B8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0C12E0C" w14:textId="77777777" w:rsidR="007231F5" w:rsidRDefault="00D1227C">
            <w:pPr>
              <w:pStyle w:val="Standard"/>
              <w:keepNext/>
              <w:snapToGrid w:val="0"/>
              <w:rPr>
                <w:sz w:val="22"/>
              </w:rPr>
            </w:pPr>
            <w:r>
              <w:rPr>
                <w:sz w:val="22"/>
              </w:rPr>
              <w:t>N°</w:t>
            </w:r>
          </w:p>
        </w:tc>
        <w:tc>
          <w:tcPr>
            <w:tcW w:w="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E106CFC" w14:textId="77777777" w:rsidR="007231F5" w:rsidRDefault="00D1227C">
            <w:pPr>
              <w:pStyle w:val="Standard"/>
              <w:keepNext/>
              <w:snapToGrid w:val="0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71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731C54F" w14:textId="77777777" w:rsidR="007231F5" w:rsidRDefault="00D1227C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B1F4B" w14:textId="77777777" w:rsidR="007231F5" w:rsidRDefault="007231F5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79C77E9" w14:textId="77777777" w:rsidR="007231F5" w:rsidRDefault="00D1227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8B0DC45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3FF0680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A9489E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4FF611C4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1D45FA8" w14:textId="77777777" w:rsidR="007231F5" w:rsidRDefault="007231F5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714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B667497" w14:textId="77777777" w:rsidR="007231F5" w:rsidRDefault="00D1227C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  <w:r>
              <w:rPr>
                <w:sz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493A669" w14:textId="77777777" w:rsidR="007231F5" w:rsidRDefault="007231F5">
            <w:pPr>
              <w:pStyle w:val="Standard"/>
              <w:snapToGrid w:val="0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F63F72A" w14:textId="77777777" w:rsidR="007231F5" w:rsidRDefault="00D1227C">
            <w:pPr>
              <w:pStyle w:val="Standard"/>
              <w:snapToGrid w:val="0"/>
              <w:jc w:val="left"/>
              <w:rPr>
                <w:sz w:val="22"/>
              </w:rPr>
            </w:pPr>
            <w:r>
              <w:rPr>
                <w:sz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90DEB1C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017DBF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241C382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2CF78095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6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14673E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C98399" w14:textId="77777777" w:rsidR="007231F5" w:rsidRDefault="007231F5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0CA68C3" w14:textId="77777777" w:rsidR="007231F5" w:rsidRDefault="007231F5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21D510" w14:textId="77777777" w:rsidR="007231F5" w:rsidRDefault="007231F5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  <w:tr w:rsidR="007231F5" w14:paraId="161FC3FB" w14:textId="77777777">
        <w:tblPrEx>
          <w:tblCellMar>
            <w:top w:w="0" w:type="dxa"/>
            <w:bottom w:w="0" w:type="dxa"/>
          </w:tblCellMar>
        </w:tblPrEx>
        <w:trPr>
          <w:trHeight w:val="267"/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0CAFB2" w14:textId="77777777" w:rsidR="007231F5" w:rsidRDefault="00D1227C">
            <w:pPr>
              <w:pStyle w:val="Standard"/>
              <w:keepNext/>
              <w:snapToGrid w:val="0"/>
            </w:pPr>
            <w:r>
              <w:rPr>
                <w:rFonts w:eastAsia="Times New Roman" w:cs="Times New Roman"/>
                <w:sz w:val="22"/>
                <w:szCs w:val="20"/>
              </w:rPr>
              <w:t>N°</w:t>
            </w:r>
          </w:p>
        </w:tc>
        <w:tc>
          <w:tcPr>
            <w:tcW w:w="5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7BD002E" w14:textId="77777777" w:rsidR="007231F5" w:rsidRDefault="007231F5">
            <w:pPr>
              <w:pStyle w:val="Standard"/>
              <w:keepNext/>
              <w:snapToGrid w:val="0"/>
              <w:jc w:val="right"/>
              <w:rPr>
                <w:sz w:val="22"/>
              </w:rPr>
            </w:pPr>
          </w:p>
        </w:tc>
        <w:tc>
          <w:tcPr>
            <w:tcW w:w="68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8BCA73F" w14:textId="77777777" w:rsidR="007231F5" w:rsidRDefault="00D1227C">
            <w:pPr>
              <w:pStyle w:val="Standard"/>
              <w:snapToGrid w:val="0"/>
              <w:ind w:left="-71"/>
              <w:jc w:val="right"/>
            </w:pPr>
            <w:r>
              <w:rPr>
                <w:rFonts w:eastAsia="Times New Roman" w:cs="Times New Roman"/>
                <w:sz w:val="22"/>
                <w:szCs w:val="20"/>
              </w:rPr>
              <w:t>TVA</w:t>
            </w:r>
          </w:p>
        </w:tc>
        <w:tc>
          <w:tcPr>
            <w:tcW w:w="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69011E" w14:textId="77777777" w:rsidR="007231F5" w:rsidRDefault="007231F5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F5C9E95" w14:textId="77777777" w:rsidR="007231F5" w:rsidRDefault="007231F5">
            <w:pPr>
              <w:pStyle w:val="Standard"/>
              <w:snapToGrid w:val="0"/>
              <w:ind w:left="-71"/>
              <w:jc w:val="right"/>
              <w:rPr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F3CAD4A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5D0F70D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CA2A1A3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49479330" w14:textId="77777777">
        <w:tblPrEx>
          <w:tblCellMar>
            <w:top w:w="0" w:type="dxa"/>
            <w:bottom w:w="0" w:type="dxa"/>
          </w:tblCellMar>
        </w:tblPrEx>
        <w:trPr>
          <w:trHeight w:val="345"/>
          <w:jc w:val="center"/>
        </w:trPr>
        <w:tc>
          <w:tcPr>
            <w:tcW w:w="51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AE3EE3" w14:textId="77777777" w:rsidR="007231F5" w:rsidRDefault="007231F5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556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6AF67FA" w14:textId="77777777" w:rsidR="007231F5" w:rsidRDefault="007231F5">
            <w:pPr>
              <w:pStyle w:val="Standard"/>
              <w:keepNext/>
              <w:snapToGrid w:val="0"/>
              <w:rPr>
                <w:b/>
                <w:sz w:val="22"/>
              </w:rPr>
            </w:pPr>
          </w:p>
        </w:tc>
        <w:tc>
          <w:tcPr>
            <w:tcW w:w="689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234AFAC" w14:textId="77777777" w:rsidR="007231F5" w:rsidRDefault="00D1227C">
            <w:pPr>
              <w:pStyle w:val="Standard"/>
              <w:snapToGrid w:val="0"/>
              <w:ind w:left="-74"/>
              <w:jc w:val="right"/>
            </w:pPr>
            <w:r>
              <w:rPr>
                <w:rFonts w:eastAsia="Times New Roman" w:cs="Times New Roman"/>
                <w:sz w:val="22"/>
                <w:szCs w:val="20"/>
              </w:rPr>
              <w:t>TVA</w:t>
            </w:r>
          </w:p>
        </w:tc>
        <w:tc>
          <w:tcPr>
            <w:tcW w:w="8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A4428C2" w14:textId="77777777" w:rsidR="007231F5" w:rsidRDefault="007231F5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3DC7B0F" w14:textId="77777777" w:rsidR="007231F5" w:rsidRDefault="007231F5">
            <w:pPr>
              <w:pStyle w:val="Standard"/>
              <w:snapToGrid w:val="0"/>
              <w:ind w:left="-74"/>
              <w:jc w:val="right"/>
              <w:rPr>
                <w:sz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C69CD76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1FBE7A1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EEE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7F1FB6E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5720A0D3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gridSpan w:val="6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E66550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6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C995D6" w14:textId="77777777" w:rsidR="007231F5" w:rsidRDefault="007231F5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E862289" w14:textId="77777777" w:rsidR="007231F5" w:rsidRDefault="007231F5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  <w:tc>
          <w:tcPr>
            <w:tcW w:w="24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AE7BBE8" w14:textId="77777777" w:rsidR="007231F5" w:rsidRDefault="007231F5">
            <w:pPr>
              <w:pStyle w:val="Standard"/>
              <w:snapToGrid w:val="0"/>
              <w:jc w:val="center"/>
              <w:rPr>
                <w:b/>
                <w:sz w:val="6"/>
              </w:rPr>
            </w:pPr>
          </w:p>
        </w:tc>
      </w:tr>
    </w:tbl>
    <w:p w14:paraId="19C6AE13" w14:textId="77777777" w:rsidR="007231F5" w:rsidRDefault="007231F5">
      <w:pPr>
        <w:pStyle w:val="Standard"/>
      </w:pPr>
    </w:p>
    <w:tbl>
      <w:tblPr>
        <w:tblW w:w="94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56"/>
        <w:gridCol w:w="2126"/>
        <w:gridCol w:w="1835"/>
        <w:gridCol w:w="2432"/>
      </w:tblGrid>
      <w:tr w:rsidR="007231F5" w14:paraId="172C3879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610C632" w14:textId="77777777" w:rsidR="007231F5" w:rsidRDefault="00D1227C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 xml:space="preserve">Total autres </w:t>
            </w:r>
            <w:r>
              <w:rPr>
                <w:b/>
                <w:sz w:val="22"/>
              </w:rPr>
              <w:t>cotraitants</w:t>
            </w:r>
            <w:r>
              <w:rPr>
                <w:sz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7C906E50" w14:textId="77777777" w:rsidR="007231F5" w:rsidRDefault="007231F5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BE4E088" w14:textId="77777777" w:rsidR="007231F5" w:rsidRDefault="007231F5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686A9C9" w14:textId="77777777" w:rsidR="007231F5" w:rsidRDefault="007231F5">
            <w:pPr>
              <w:pStyle w:val="Standard"/>
              <w:keepNext/>
              <w:snapToGrid w:val="0"/>
              <w:jc w:val="left"/>
              <w:rPr>
                <w:b/>
                <w:sz w:val="22"/>
              </w:rPr>
            </w:pPr>
          </w:p>
        </w:tc>
      </w:tr>
      <w:tr w:rsidR="007231F5" w14:paraId="6E8FFF5C" w14:textId="77777777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67F3321" w14:textId="77777777" w:rsidR="007231F5" w:rsidRDefault="00D1227C">
            <w:pPr>
              <w:pStyle w:val="Standard"/>
              <w:snapToGrid w:val="0"/>
              <w:ind w:left="142"/>
              <w:jc w:val="left"/>
            </w:pPr>
            <w:r>
              <w:rPr>
                <w:b/>
                <w:sz w:val="22"/>
              </w:rPr>
              <w:t>Total du marché</w:t>
            </w:r>
            <w:r>
              <w:rPr>
                <w:sz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28D9432B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31F29BB8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34CA62E" w14:textId="77777777" w:rsidR="007231F5" w:rsidRDefault="007231F5">
            <w:pPr>
              <w:pStyle w:val="Standard"/>
              <w:snapToGrid w:val="0"/>
              <w:jc w:val="left"/>
              <w:rPr>
                <w:b/>
                <w:sz w:val="22"/>
              </w:rPr>
            </w:pPr>
          </w:p>
        </w:tc>
      </w:tr>
    </w:tbl>
    <w:p w14:paraId="38913E69" w14:textId="77777777" w:rsidR="007231F5" w:rsidRDefault="007231F5">
      <w:pPr>
        <w:pStyle w:val="Standard"/>
        <w:pageBreakBefore/>
      </w:pPr>
    </w:p>
    <w:p w14:paraId="37140BA6" w14:textId="77777777" w:rsidR="007231F5" w:rsidRDefault="00D1227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</w:pPr>
      <w:r>
        <w:rPr>
          <w:b/>
          <w:sz w:val="28"/>
          <w:szCs w:val="28"/>
        </w:rPr>
        <w:t>ANNEXE N°2 A L'ACTE D'ENGAGEMENT</w:t>
      </w:r>
    </w:p>
    <w:p w14:paraId="170FC06A" w14:textId="77777777" w:rsidR="007231F5" w:rsidRDefault="00D1227C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center"/>
      </w:pPr>
      <w:r>
        <w:rPr>
          <w:rFonts w:eastAsia="Times New Roman" w:cs="Times New Roman"/>
          <w:b/>
          <w:sz w:val="28"/>
          <w:szCs w:val="28"/>
        </w:rPr>
        <w:t>RELATIVE A UNE « ACTION D’INSERTION PROFESSIONNELLE »</w:t>
      </w:r>
    </w:p>
    <w:p w14:paraId="52556591" w14:textId="77777777" w:rsidR="007231F5" w:rsidRDefault="007231F5">
      <w:pPr>
        <w:pStyle w:val="western"/>
        <w:spacing w:before="119"/>
      </w:pPr>
    </w:p>
    <w:p w14:paraId="31265B52" w14:textId="77777777" w:rsidR="007231F5" w:rsidRDefault="00D1227C">
      <w:pPr>
        <w:pStyle w:val="western"/>
        <w:spacing w:before="119"/>
        <w:ind w:left="40"/>
      </w:pPr>
      <w:r>
        <w:rPr>
          <w:rFonts w:ascii="Times New Roman" w:hAnsi="Times New Roman"/>
          <w:sz w:val="24"/>
          <w:szCs w:val="24"/>
        </w:rPr>
        <w:t xml:space="preserve">Marché et numéro du </w:t>
      </w:r>
      <w:proofErr w:type="gramStart"/>
      <w:r>
        <w:rPr>
          <w:rFonts w:ascii="Times New Roman" w:hAnsi="Times New Roman"/>
          <w:sz w:val="24"/>
          <w:szCs w:val="24"/>
        </w:rPr>
        <w:t>lot  :</w:t>
      </w:r>
      <w:proofErr w:type="gramEnd"/>
    </w:p>
    <w:p w14:paraId="278A24FE" w14:textId="77777777" w:rsidR="007231F5" w:rsidRDefault="00D1227C">
      <w:pPr>
        <w:pStyle w:val="western"/>
        <w:spacing w:before="119"/>
        <w:ind w:left="40"/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</w:p>
    <w:p w14:paraId="79B9F3B2" w14:textId="77777777" w:rsidR="007231F5" w:rsidRDefault="00D1227C">
      <w:pPr>
        <w:pStyle w:val="western"/>
        <w:spacing w:before="119"/>
        <w:ind w:left="40"/>
      </w:pPr>
      <w:r>
        <w:rPr>
          <w:rFonts w:ascii="Times New Roman" w:hAnsi="Times New Roman"/>
          <w:sz w:val="24"/>
          <w:szCs w:val="24"/>
        </w:rPr>
        <w:t xml:space="preserve">L'entreprise ou le groupement </w:t>
      </w:r>
      <w:r>
        <w:rPr>
          <w:rFonts w:ascii="Times New Roman" w:hAnsi="Times New Roman"/>
          <w:sz w:val="24"/>
          <w:szCs w:val="24"/>
        </w:rPr>
        <w:t>d’entreprises :</w:t>
      </w:r>
    </w:p>
    <w:p w14:paraId="6DC6E22E" w14:textId="77777777" w:rsidR="007231F5" w:rsidRDefault="00D1227C">
      <w:pPr>
        <w:pStyle w:val="western"/>
        <w:spacing w:before="119"/>
        <w:ind w:left="40"/>
      </w:pPr>
      <w:r>
        <w:rPr>
          <w:rFonts w:ascii="Times New Roman" w:hAnsi="Times New Roman"/>
          <w:sz w:val="24"/>
          <w:szCs w:val="24"/>
        </w:rPr>
        <w:t>………………..……………………………………………………………………………………</w:t>
      </w:r>
    </w:p>
    <w:p w14:paraId="01DFFBEC" w14:textId="77777777" w:rsidR="007231F5" w:rsidRDefault="00D1227C">
      <w:pPr>
        <w:pStyle w:val="western"/>
        <w:spacing w:before="119"/>
        <w:ind w:left="40"/>
      </w:pPr>
      <w:r>
        <w:rPr>
          <w:rFonts w:ascii="Times New Roman" w:hAnsi="Times New Roman"/>
          <w:sz w:val="24"/>
          <w:szCs w:val="24"/>
        </w:rPr>
        <w:t>Représenté(e) par :</w:t>
      </w:r>
    </w:p>
    <w:p w14:paraId="08D02DEE" w14:textId="77777777" w:rsidR="007231F5" w:rsidRDefault="00D1227C">
      <w:pPr>
        <w:pStyle w:val="western"/>
        <w:spacing w:before="119"/>
        <w:ind w:left="40"/>
      </w:pPr>
      <w:r>
        <w:rPr>
          <w:rFonts w:ascii="Times New Roman" w:hAnsi="Times New Roman"/>
          <w:sz w:val="24"/>
          <w:szCs w:val="24"/>
        </w:rPr>
        <w:t>..……………………………………………………………………………………………………</w:t>
      </w:r>
    </w:p>
    <w:p w14:paraId="357EC8D9" w14:textId="77777777" w:rsidR="007231F5" w:rsidRDefault="00D1227C">
      <w:pPr>
        <w:pStyle w:val="western"/>
        <w:numPr>
          <w:ilvl w:val="0"/>
          <w:numId w:val="8"/>
        </w:numPr>
      </w:pPr>
      <w:r>
        <w:rPr>
          <w:rFonts w:ascii="Times New Roman" w:hAnsi="Times New Roman"/>
          <w:sz w:val="24"/>
          <w:szCs w:val="24"/>
        </w:rPr>
        <w:t>Déclare avoir pris connaissance du CCAP et notamment de son article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concernant les dispositions relatives à l’action obligatoire d’inserti</w:t>
      </w:r>
      <w:r>
        <w:rPr>
          <w:rFonts w:ascii="Times New Roman" w:hAnsi="Times New Roman"/>
          <w:sz w:val="24"/>
          <w:szCs w:val="24"/>
        </w:rPr>
        <w:t>on en faveur des personnes rencontrant des difficultés sociales ou professionnelles particulières.</w:t>
      </w:r>
    </w:p>
    <w:p w14:paraId="5BEBFEF1" w14:textId="77777777" w:rsidR="007231F5" w:rsidRDefault="00D1227C">
      <w:pPr>
        <w:pStyle w:val="western"/>
        <w:numPr>
          <w:ilvl w:val="0"/>
          <w:numId w:val="9"/>
        </w:numPr>
      </w:pPr>
      <w:r>
        <w:rPr>
          <w:rFonts w:ascii="Times New Roman" w:hAnsi="Times New Roman"/>
          <w:sz w:val="24"/>
          <w:szCs w:val="24"/>
        </w:rPr>
        <w:t>M’engage si je suis déclaré attributaire :</w:t>
      </w:r>
    </w:p>
    <w:p w14:paraId="07A05778" w14:textId="77777777" w:rsidR="007231F5" w:rsidRDefault="00D1227C">
      <w:pPr>
        <w:pStyle w:val="western"/>
        <w:numPr>
          <w:ilvl w:val="1"/>
          <w:numId w:val="9"/>
        </w:numPr>
        <w:spacing w:before="62"/>
      </w:pPr>
      <w:r>
        <w:rPr>
          <w:rFonts w:ascii="Times New Roman" w:hAnsi="Times New Roman"/>
          <w:sz w:val="24"/>
          <w:szCs w:val="24"/>
        </w:rPr>
        <w:t>À réserver, dans l’exécution du marché, un nombre d’heures d’insertion sur la durée du chantier, au moins égal à c</w:t>
      </w:r>
      <w:r>
        <w:rPr>
          <w:rFonts w:ascii="Times New Roman" w:hAnsi="Times New Roman"/>
          <w:sz w:val="24"/>
          <w:szCs w:val="24"/>
        </w:rPr>
        <w:t xml:space="preserve">elui indiqué dans le CCAP, à des personnes considérées comme prioritaires au regard des politiques publiques de l’emploi dont l’éligibilité de la candidature a été validée par le dispositif d’accompagnement </w:t>
      </w:r>
      <w:proofErr w:type="gramStart"/>
      <w:r>
        <w:rPr>
          <w:rFonts w:ascii="Times New Roman" w:hAnsi="Times New Roman"/>
          <w:sz w:val="24"/>
          <w:szCs w:val="24"/>
        </w:rPr>
        <w:t>mentionné ,</w:t>
      </w:r>
      <w:proofErr w:type="gramEnd"/>
      <w:r>
        <w:rPr>
          <w:rFonts w:ascii="Times New Roman" w:hAnsi="Times New Roman"/>
          <w:sz w:val="24"/>
          <w:szCs w:val="24"/>
        </w:rPr>
        <w:t xml:space="preserve"> soit : </w:t>
      </w:r>
      <w:r>
        <w:rPr>
          <w:rFonts w:ascii="Times New Roman" w:hAnsi="Times New Roman"/>
          <w:b/>
          <w:color w:val="FF0000"/>
          <w:sz w:val="24"/>
          <w:szCs w:val="24"/>
        </w:rPr>
        <w:t>…………………... heures minimum ;</w:t>
      </w:r>
    </w:p>
    <w:p w14:paraId="2D4849FF" w14:textId="77777777" w:rsidR="007231F5" w:rsidRDefault="00D1227C">
      <w:pPr>
        <w:pStyle w:val="western"/>
        <w:numPr>
          <w:ilvl w:val="1"/>
          <w:numId w:val="9"/>
        </w:numPr>
        <w:spacing w:before="62"/>
      </w:pPr>
      <w:r>
        <w:rPr>
          <w:rFonts w:ascii="Times New Roman" w:hAnsi="Times New Roman"/>
          <w:sz w:val="24"/>
          <w:szCs w:val="24"/>
        </w:rPr>
        <w:t xml:space="preserve">À </w:t>
      </w:r>
      <w:r>
        <w:rPr>
          <w:rFonts w:ascii="Times New Roman" w:hAnsi="Times New Roman"/>
          <w:sz w:val="24"/>
          <w:szCs w:val="24"/>
        </w:rPr>
        <w:t>prendre contact avec ce dispositif d’accompagnement afin de préciser les modalités de mise en œuvre de la clause d’insertion ;</w:t>
      </w:r>
    </w:p>
    <w:p w14:paraId="494B8657" w14:textId="77777777" w:rsidR="007231F5" w:rsidRDefault="00D1227C">
      <w:pPr>
        <w:pStyle w:val="western"/>
        <w:numPr>
          <w:ilvl w:val="1"/>
          <w:numId w:val="9"/>
        </w:numPr>
        <w:spacing w:before="62"/>
      </w:pPr>
      <w:proofErr w:type="gramStart"/>
      <w:r>
        <w:rPr>
          <w:rFonts w:ascii="Times New Roman" w:hAnsi="Times New Roman"/>
          <w:sz w:val="24"/>
          <w:szCs w:val="24"/>
        </w:rPr>
        <w:t>informer</w:t>
      </w:r>
      <w:proofErr w:type="gramEnd"/>
      <w:r>
        <w:rPr>
          <w:rFonts w:ascii="Times New Roman" w:hAnsi="Times New Roman"/>
          <w:sz w:val="24"/>
          <w:szCs w:val="24"/>
        </w:rPr>
        <w:t xml:space="preserve"> le dispositif d’accompagnement avant le démarrage de l’opération, de la sous ou co-traitance envisagée et des modalités </w:t>
      </w:r>
      <w:r>
        <w:rPr>
          <w:rFonts w:ascii="Times New Roman" w:hAnsi="Times New Roman"/>
          <w:sz w:val="24"/>
          <w:szCs w:val="24"/>
        </w:rPr>
        <w:t xml:space="preserve">prises afin d’organiser la répartition des heures entre les entreprises sous ou </w:t>
      </w:r>
      <w:proofErr w:type="spellStart"/>
      <w:r>
        <w:rPr>
          <w:rFonts w:ascii="Times New Roman" w:hAnsi="Times New Roman"/>
          <w:sz w:val="24"/>
          <w:szCs w:val="24"/>
        </w:rPr>
        <w:t>co-traitantes</w:t>
      </w:r>
      <w:proofErr w:type="spellEnd"/>
      <w:r>
        <w:rPr>
          <w:rFonts w:ascii="Times New Roman" w:hAnsi="Times New Roman"/>
          <w:sz w:val="24"/>
          <w:szCs w:val="24"/>
        </w:rPr>
        <w:t xml:space="preserve"> pour respecter les engagements d’insertion ;</w:t>
      </w:r>
    </w:p>
    <w:p w14:paraId="716D951D" w14:textId="77777777" w:rsidR="007231F5" w:rsidRDefault="00D1227C">
      <w:pPr>
        <w:pStyle w:val="western"/>
        <w:numPr>
          <w:ilvl w:val="1"/>
          <w:numId w:val="9"/>
        </w:numPr>
        <w:spacing w:before="62"/>
      </w:pPr>
      <w:r>
        <w:rPr>
          <w:rFonts w:ascii="Times New Roman" w:hAnsi="Times New Roman"/>
          <w:sz w:val="24"/>
          <w:szCs w:val="24"/>
        </w:rPr>
        <w:t>À fournir dans les délais impartis, toutes les informations utiles à l’appréciation de la réalisation de l’action d’i</w:t>
      </w:r>
      <w:r>
        <w:rPr>
          <w:rFonts w:ascii="Times New Roman" w:hAnsi="Times New Roman"/>
          <w:sz w:val="24"/>
          <w:szCs w:val="24"/>
        </w:rPr>
        <w:t>nsertion.</w:t>
      </w:r>
    </w:p>
    <w:p w14:paraId="13FE6DC1" w14:textId="77777777" w:rsidR="007231F5" w:rsidRDefault="00D1227C">
      <w:pPr>
        <w:pStyle w:val="western"/>
        <w:numPr>
          <w:ilvl w:val="0"/>
          <w:numId w:val="10"/>
        </w:numPr>
      </w:pPr>
      <w:r>
        <w:rPr>
          <w:rFonts w:ascii="Times New Roman" w:hAnsi="Times New Roman"/>
          <w:sz w:val="24"/>
          <w:szCs w:val="24"/>
        </w:rPr>
        <w:t>Désigne en qualité d’interlocuteur « insertion » responsable du suivi de l’insertion :</w:t>
      </w:r>
    </w:p>
    <w:p w14:paraId="22C52E1A" w14:textId="77777777" w:rsidR="007231F5" w:rsidRDefault="00D1227C">
      <w:pPr>
        <w:pStyle w:val="western"/>
        <w:spacing w:before="62"/>
        <w:ind w:left="709"/>
      </w:pPr>
      <w:r>
        <w:rPr>
          <w:rFonts w:ascii="Times New Roman" w:hAnsi="Times New Roman"/>
          <w:sz w:val="24"/>
          <w:szCs w:val="24"/>
        </w:rPr>
        <w:t>Mme/M. : …………………………………………………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…….……………………</w:t>
      </w:r>
    </w:p>
    <w:p w14:paraId="01865CA3" w14:textId="77777777" w:rsidR="007231F5" w:rsidRDefault="00D1227C">
      <w:pPr>
        <w:pStyle w:val="western"/>
        <w:spacing w:before="62"/>
        <w:ind w:left="709"/>
      </w:pPr>
      <w:r>
        <w:rPr>
          <w:rFonts w:ascii="Times New Roman" w:hAnsi="Times New Roman"/>
          <w:sz w:val="24"/>
          <w:szCs w:val="24"/>
        </w:rPr>
        <w:t>Fonction :  ……………………………………………………………………………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14:paraId="1A9C8DBE" w14:textId="77777777" w:rsidR="007231F5" w:rsidRDefault="00D1227C">
      <w:pPr>
        <w:pStyle w:val="western"/>
        <w:spacing w:before="62"/>
        <w:ind w:left="709"/>
      </w:pPr>
      <w:r>
        <w:rPr>
          <w:rFonts w:ascii="Times New Roman" w:hAnsi="Times New Roman"/>
          <w:sz w:val="24"/>
          <w:szCs w:val="24"/>
        </w:rPr>
        <w:t>T. …</w:t>
      </w:r>
      <w:proofErr w:type="gramStart"/>
      <w:r>
        <w:rPr>
          <w:rFonts w:ascii="Times New Roman" w:hAnsi="Times New Roman"/>
          <w:sz w:val="24"/>
          <w:szCs w:val="24"/>
        </w:rPr>
        <w:t>…….</w:t>
      </w:r>
      <w:proofErr w:type="gramEnd"/>
      <w:r>
        <w:rPr>
          <w:rFonts w:ascii="Times New Roman" w:hAnsi="Times New Roman"/>
          <w:sz w:val="24"/>
          <w:szCs w:val="24"/>
        </w:rPr>
        <w:t>.…………………………………………………………………………………</w:t>
      </w:r>
    </w:p>
    <w:p w14:paraId="02F6722B" w14:textId="77777777" w:rsidR="007231F5" w:rsidRDefault="00D1227C">
      <w:pPr>
        <w:pStyle w:val="western"/>
        <w:spacing w:before="62"/>
        <w:ind w:left="709"/>
      </w:pPr>
      <w:r>
        <w:rPr>
          <w:rFonts w:ascii="Times New Roman" w:hAnsi="Times New Roman"/>
          <w:sz w:val="24"/>
          <w:szCs w:val="24"/>
        </w:rPr>
        <w:t>@. ……..……………………………………………………………</w:t>
      </w:r>
      <w:r>
        <w:rPr>
          <w:rFonts w:ascii="Times New Roman" w:hAnsi="Times New Roman"/>
          <w:sz w:val="24"/>
          <w:szCs w:val="24"/>
        </w:rPr>
        <w:t>………………………</w:t>
      </w:r>
    </w:p>
    <w:p w14:paraId="438686D1" w14:textId="77777777" w:rsidR="007231F5" w:rsidRDefault="007231F5">
      <w:pPr>
        <w:pStyle w:val="western"/>
        <w:spacing w:before="62"/>
        <w:ind w:left="709"/>
      </w:pPr>
    </w:p>
    <w:tbl>
      <w:tblPr>
        <w:tblW w:w="963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93"/>
        <w:gridCol w:w="5037"/>
      </w:tblGrid>
      <w:tr w:rsidR="007231F5" w14:paraId="57430252" w14:textId="77777777">
        <w:tblPrEx>
          <w:tblCellMar>
            <w:top w:w="0" w:type="dxa"/>
            <w:bottom w:w="0" w:type="dxa"/>
          </w:tblCellMar>
        </w:tblPrEx>
        <w:trPr>
          <w:trHeight w:val="480"/>
        </w:trPr>
        <w:tc>
          <w:tcPr>
            <w:tcW w:w="45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EE20D" w14:textId="77777777" w:rsidR="007231F5" w:rsidRDefault="00D1227C">
            <w:pPr>
              <w:pStyle w:val="western"/>
              <w:ind w:left="4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………………, le ………………………...</w:t>
            </w:r>
          </w:p>
          <w:p w14:paraId="5962BE8C" w14:textId="77777777" w:rsidR="007231F5" w:rsidRDefault="00D1227C">
            <w:pPr>
              <w:pStyle w:val="western"/>
              <w:ind w:left="40"/>
            </w:pP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Signature(s) et cachet(s)</w:t>
            </w:r>
          </w:p>
        </w:tc>
        <w:tc>
          <w:tcPr>
            <w:tcW w:w="50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4F90B" w14:textId="77777777" w:rsidR="007231F5" w:rsidRDefault="00D1227C">
            <w:pPr>
              <w:pStyle w:val="western"/>
              <w:ind w:left="4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 BORDEAUX, le ………………………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…….</w:t>
            </w:r>
            <w:proofErr w:type="gramEnd"/>
          </w:p>
        </w:tc>
      </w:tr>
      <w:tr w:rsidR="007231F5" w14:paraId="7FCD9846" w14:textId="7777777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459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BCF023" w14:textId="77777777" w:rsidR="007231F5" w:rsidRDefault="00D1227C">
            <w:pPr>
              <w:pStyle w:val="western"/>
              <w:ind w:left="4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Le Titulaire</w:t>
            </w:r>
          </w:p>
        </w:tc>
        <w:tc>
          <w:tcPr>
            <w:tcW w:w="503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553B38" w14:textId="77777777" w:rsidR="007231F5" w:rsidRDefault="00D1227C">
            <w:pPr>
              <w:pStyle w:val="western"/>
              <w:ind w:left="40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Le Représentant du Pouvoir Adjudicateur</w:t>
            </w:r>
          </w:p>
        </w:tc>
      </w:tr>
    </w:tbl>
    <w:p w14:paraId="0D57B9D5" w14:textId="77777777" w:rsidR="007231F5" w:rsidRDefault="007231F5">
      <w:pPr>
        <w:pStyle w:val="Standard"/>
        <w:rPr>
          <w:lang w:val="en-GB"/>
        </w:rPr>
      </w:pPr>
    </w:p>
    <w:sectPr w:rsidR="007231F5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A511A" w14:textId="77777777" w:rsidR="00000000" w:rsidRDefault="00D1227C">
      <w:r>
        <w:separator/>
      </w:r>
    </w:p>
  </w:endnote>
  <w:endnote w:type="continuationSeparator" w:id="0">
    <w:p w14:paraId="353E708F" w14:textId="77777777" w:rsidR="00000000" w:rsidRDefault="00D12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, Symbol">
    <w:altName w:val="Wingdings"/>
    <w:charset w:val="02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128C4" w14:textId="77777777" w:rsidR="00964495" w:rsidRDefault="00D1227C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964495" w14:paraId="741A60D5" w14:textId="77777777">
      <w:tblPrEx>
        <w:tblCellMar>
          <w:top w:w="0" w:type="dxa"/>
          <w:bottom w:w="0" w:type="dxa"/>
        </w:tblCellMar>
      </w:tblPrEx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7395E621" w14:textId="77777777" w:rsidR="00964495" w:rsidRDefault="00D1227C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58AA74CD" w14:textId="77777777" w:rsidR="00964495" w:rsidRDefault="00D1227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  <w:r>
            <w:rPr>
              <w:sz w:val="18"/>
            </w:rPr>
            <w:t>__/__</w:t>
          </w: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1E4FBD35" w14:textId="77777777" w:rsidR="00964495" w:rsidRDefault="00D1227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98C50B" w14:textId="77777777" w:rsidR="00964495" w:rsidRDefault="00D1227C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117"/>
      <w:gridCol w:w="3118"/>
      <w:gridCol w:w="3119"/>
    </w:tblGrid>
    <w:tr w:rsidR="00964495" w14:paraId="48C6CCC2" w14:textId="77777777">
      <w:tblPrEx>
        <w:tblCellMar>
          <w:top w:w="0" w:type="dxa"/>
          <w:bottom w:w="0" w:type="dxa"/>
        </w:tblCellMar>
      </w:tblPrEx>
      <w:trPr>
        <w:trHeight w:val="227"/>
        <w:jc w:val="right"/>
      </w:trPr>
      <w:tc>
        <w:tcPr>
          <w:tcW w:w="3117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0ECC15A2" w14:textId="77777777" w:rsidR="00964495" w:rsidRDefault="00D1227C">
          <w:pPr>
            <w:pStyle w:val="Pieddepage"/>
            <w:tabs>
              <w:tab w:val="clear" w:pos="4818"/>
              <w:tab w:val="clear" w:pos="9637"/>
              <w:tab w:val="right" w:pos="898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4666AB23" w14:textId="77777777" w:rsidR="00964495" w:rsidRDefault="00D1227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center"/>
            <w:rPr>
              <w:sz w:val="18"/>
            </w:rPr>
          </w:pPr>
        </w:p>
      </w:tc>
      <w:tc>
        <w:tcPr>
          <w:tcW w:w="3119" w:type="dxa"/>
          <w:shd w:val="clear" w:color="auto" w:fill="auto"/>
          <w:tcMar>
            <w:top w:w="0" w:type="dxa"/>
            <w:left w:w="70" w:type="dxa"/>
            <w:bottom w:w="0" w:type="dxa"/>
            <w:right w:w="70" w:type="dxa"/>
          </w:tcMar>
        </w:tcPr>
        <w:p w14:paraId="6BC03BE6" w14:textId="25066E69" w:rsidR="00964495" w:rsidRDefault="00D1227C">
          <w:pPr>
            <w:pStyle w:val="Pieddepage"/>
            <w:tabs>
              <w:tab w:val="clear" w:pos="4818"/>
              <w:tab w:val="clear" w:pos="9637"/>
              <w:tab w:val="right" w:pos="9072"/>
            </w:tabs>
            <w:snapToGrid w:val="0"/>
            <w:jc w:val="right"/>
          </w:pPr>
          <w:r>
            <w:rPr>
              <w:sz w:val="18"/>
            </w:rPr>
            <w:fldChar w:fldCharType="begin"/>
          </w:r>
          <w:r>
            <w:rPr>
              <w:sz w:val="18"/>
            </w:rPr>
            <w:instrText xml:space="preserve"> DATE \@ "dd'/'MM'/'yyyy" </w:instrText>
          </w:r>
          <w:r>
            <w:rPr>
              <w:sz w:val="18"/>
            </w:rPr>
            <w:fldChar w:fldCharType="separate"/>
          </w:r>
          <w:r>
            <w:rPr>
              <w:noProof/>
              <w:sz w:val="18"/>
            </w:rPr>
            <w:t>06/01/2025</w:t>
          </w:r>
          <w:r>
            <w:rPr>
              <w:sz w:val="18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2CCD1" w14:textId="77777777" w:rsidR="00000000" w:rsidRDefault="00D1227C">
      <w:r>
        <w:rPr>
          <w:color w:val="000000"/>
        </w:rPr>
        <w:separator/>
      </w:r>
    </w:p>
  </w:footnote>
  <w:footnote w:type="continuationSeparator" w:id="0">
    <w:p w14:paraId="7AC4F28F" w14:textId="77777777" w:rsidR="00000000" w:rsidRDefault="00D12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3"/>
      <w:gridCol w:w="8221"/>
    </w:tblGrid>
    <w:tr w:rsidR="00964495" w14:paraId="725F1C0A" w14:textId="77777777">
      <w:tblPrEx>
        <w:tblCellMar>
          <w:top w:w="0" w:type="dxa"/>
          <w:bottom w:w="0" w:type="dxa"/>
        </w:tblCellMar>
      </w:tblPrEx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29FC06A" w14:textId="77777777" w:rsidR="00964495" w:rsidRDefault="00D1227C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45A5529D" w14:textId="77777777" w:rsidR="00964495" w:rsidRDefault="00D1227C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SPIP BRESSUIRE AE</w:t>
          </w:r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871DE4" w14:textId="77777777" w:rsidR="00964495" w:rsidRDefault="00D1227C">
    <w:pPr>
      <w:rPr>
        <w:vanish/>
      </w:rPr>
    </w:pPr>
  </w:p>
  <w:tbl>
    <w:tblPr>
      <w:tblW w:w="9354" w:type="dxa"/>
      <w:jc w:val="right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1134"/>
      <w:gridCol w:w="8220"/>
    </w:tblGrid>
    <w:tr w:rsidR="00964495" w14:paraId="1C0E3479" w14:textId="77777777">
      <w:tblPrEx>
        <w:tblCellMar>
          <w:top w:w="0" w:type="dxa"/>
          <w:bottom w:w="0" w:type="dxa"/>
        </w:tblCellMar>
      </w:tblPrEx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45929BD4" w14:textId="77777777" w:rsidR="00964495" w:rsidRDefault="00D1227C">
          <w:pPr>
            <w:pStyle w:val="En-tte"/>
            <w:tabs>
              <w:tab w:val="clear" w:pos="4818"/>
              <w:tab w:val="clear" w:pos="9637"/>
            </w:tabs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2470F25A" w14:textId="77777777" w:rsidR="00964495" w:rsidRDefault="00D1227C">
          <w:pPr>
            <w:pStyle w:val="En-tte"/>
            <w:tabs>
              <w:tab w:val="clear" w:pos="4818"/>
              <w:tab w:val="clear" w:pos="9637"/>
            </w:tabs>
            <w:snapToGrid w:val="0"/>
            <w:jc w:val="right"/>
            <w:rPr>
              <w:sz w:val="18"/>
            </w:rPr>
          </w:pPr>
          <w:r>
            <w:rPr>
              <w:sz w:val="18"/>
            </w:rPr>
            <w:t>SPIP BRESSUIRE AE</w:t>
          </w:r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E4B53"/>
    <w:multiLevelType w:val="multilevel"/>
    <w:tmpl w:val="C4F8D680"/>
    <w:lvl w:ilvl="0">
      <w:numFmt w:val="bullet"/>
      <w:lvlText w:val="-"/>
      <w:lvlJc w:val="left"/>
      <w:pPr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 w15:restartNumberingAfterBreak="0">
    <w:nsid w:val="254C7FDD"/>
    <w:multiLevelType w:val="multilevel"/>
    <w:tmpl w:val="4746DC9A"/>
    <w:styleLink w:val="WWNum8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" w15:restartNumberingAfterBreak="0">
    <w:nsid w:val="28266129"/>
    <w:multiLevelType w:val="multilevel"/>
    <w:tmpl w:val="4CF817B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29CA6C55"/>
    <w:multiLevelType w:val="multilevel"/>
    <w:tmpl w:val="88F6EC02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4" w15:restartNumberingAfterBreak="0">
    <w:nsid w:val="320812F7"/>
    <w:multiLevelType w:val="multilevel"/>
    <w:tmpl w:val="7BFE5EFC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5" w15:restartNumberingAfterBreak="0">
    <w:nsid w:val="37254C0F"/>
    <w:multiLevelType w:val="multilevel"/>
    <w:tmpl w:val="1F1CF35A"/>
    <w:lvl w:ilvl="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Symbol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Symbol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5F446EB3"/>
    <w:multiLevelType w:val="multilevel"/>
    <w:tmpl w:val="47BA317A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7" w15:restartNumberingAfterBreak="0">
    <w:nsid w:val="784B3402"/>
    <w:multiLevelType w:val="multilevel"/>
    <w:tmpl w:val="031489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"/>
      <w:lvlJc w:val="left"/>
      <w:pPr>
        <w:ind w:left="2880" w:hanging="360"/>
      </w:pPr>
      <w:rPr>
        <w:rFonts w:ascii="Wingdings" w:hAnsi="Wingdings" w:cs="Symbol"/>
      </w:rPr>
    </w:lvl>
    <w:lvl w:ilvl="4">
      <w:numFmt w:val="bullet"/>
      <w:lvlText w:val=""/>
      <w:lvlJc w:val="left"/>
      <w:pPr>
        <w:ind w:left="3600" w:hanging="360"/>
      </w:pPr>
      <w:rPr>
        <w:rFonts w:ascii="Wingdings" w:hAnsi="Wingdings" w:cs="Symbol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"/>
      <w:lvlJc w:val="left"/>
      <w:pPr>
        <w:ind w:left="5040" w:hanging="360"/>
      </w:pPr>
      <w:rPr>
        <w:rFonts w:ascii="Wingdings" w:hAnsi="Wingdings" w:cs="Wingdings"/>
      </w:rPr>
    </w:lvl>
    <w:lvl w:ilvl="7">
      <w:numFmt w:val="bullet"/>
      <w:lvlText w:val=""/>
      <w:lvlJc w:val="left"/>
      <w:pPr>
        <w:ind w:left="5760" w:hanging="360"/>
      </w:pPr>
      <w:rPr>
        <w:rFonts w:ascii="Wingdings" w:hAnsi="Wingdings" w:cs="Symbol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Symbol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4"/>
    <w:lvlOverride w:ilvl="0">
      <w:startOverride w:val="1"/>
    </w:lvlOverride>
  </w:num>
  <w:num w:numId="6">
    <w:abstractNumId w:val="3"/>
  </w:num>
  <w:num w:numId="7">
    <w:abstractNumId w:val="6"/>
    <w:lvlOverride w:ilvl="0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7231F5"/>
    <w:rsid w:val="003925A2"/>
    <w:rsid w:val="007231F5"/>
    <w:rsid w:val="007F6CDD"/>
    <w:rsid w:val="00A47D5F"/>
    <w:rsid w:val="00D12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D409"/>
  <w15:docId w15:val="{2B4C86E9-6B8B-4E32-9613-DCBB6D1D6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kern w:val="3"/>
        <w:sz w:val="24"/>
        <w:szCs w:val="24"/>
        <w:lang w:val="fr-FR" w:eastAsia="fr-FR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</w:style>
  <w:style w:type="paragraph" w:styleId="Titre1">
    <w:name w:val="heading 1"/>
    <w:basedOn w:val="Standard"/>
    <w:next w:val="Standard"/>
    <w:uiPriority w:val="9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uiPriority w:val="9"/>
    <w:unhideWhenUsed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uiPriority w:val="9"/>
    <w:semiHidden/>
    <w:unhideWhenUsed/>
    <w:qFormat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  <w:pPr>
      <w:suppressAutoHyphens/>
      <w:jc w:val="both"/>
    </w:p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Textbody"/>
  </w:style>
  <w:style w:type="paragraph" w:styleId="En-tte">
    <w:name w:val="header"/>
    <w:basedOn w:val="Standard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Standard"/>
    <w:pPr>
      <w:spacing w:before="120"/>
    </w:pPr>
  </w:style>
  <w:style w:type="paragraph" w:customStyle="1" w:styleId="Paradouble">
    <w:name w:val="Para_double"/>
    <w:basedOn w:val="Paragraphe"/>
    <w:pPr>
      <w:spacing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ind w:left="1080" w:hanging="360"/>
    </w:p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ListLabel2">
    <w:name w:val="ListLabel 2"/>
    <w:rPr>
      <w:rFonts w:cs="Courier New"/>
    </w:rPr>
  </w:style>
  <w:style w:type="paragraph" w:customStyle="1" w:styleId="western">
    <w:name w:val="western"/>
    <w:basedOn w:val="Normal"/>
    <w:pPr>
      <w:widowControl/>
      <w:suppressAutoHyphens w:val="0"/>
      <w:spacing w:before="100"/>
      <w:jc w:val="both"/>
      <w:textAlignment w:val="auto"/>
    </w:pPr>
    <w:rPr>
      <w:rFonts w:ascii="Arial" w:eastAsia="Times New Roman" w:hAnsi="Arial" w:cs="Arial"/>
      <w:color w:val="000000"/>
      <w:kern w:val="0"/>
      <w:sz w:val="22"/>
      <w:szCs w:val="22"/>
      <w:lang w:eastAsia="zh-CN" w:bidi="hi-IN"/>
    </w:rPr>
  </w:style>
  <w:style w:type="numbering" w:customStyle="1" w:styleId="WWNum8">
    <w:name w:val="WWNum8"/>
    <w:basedOn w:val="Aucuneliste"/>
    <w:pPr>
      <w:numPr>
        <w:numId w:val="1"/>
      </w:numPr>
    </w:pPr>
  </w:style>
  <w:style w:type="numbering" w:customStyle="1" w:styleId="WWNum13">
    <w:name w:val="WWNum13"/>
    <w:basedOn w:val="Aucuneliste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2830</Words>
  <Characters>15569</Characters>
  <Application>Microsoft Office Word</Application>
  <DocSecurity>0</DocSecurity>
  <Lines>129</Lines>
  <Paragraphs>36</Paragraphs>
  <ScaleCrop>false</ScaleCrop>
  <Company>MinisteredelaJustice</Company>
  <LinksUpToDate>false</LinksUpToDate>
  <CharactersWithSpaces>18363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Michel BENET</dc:creator>
  <cp:lastModifiedBy>HIEULLE Nora</cp:lastModifiedBy>
  <cp:revision>5</cp:revision>
  <cp:lastPrinted>2025-01-06T14:50:00Z</cp:lastPrinted>
  <dcterms:created xsi:type="dcterms:W3CDTF">2025-01-06T14:49:00Z</dcterms:created>
  <dcterms:modified xsi:type="dcterms:W3CDTF">2025-01-06T14:51:00Z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