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6B054683" w14:textId="22E20F55" w:rsidR="00C60DC0" w:rsidRPr="006854D6" w:rsidRDefault="00F776C1" w:rsidP="006854D6">
            <w:pPr>
              <w:pStyle w:val="Contenudetableau"/>
              <w:spacing w:after="0" w:line="240" w:lineRule="auto"/>
              <w:jc w:val="center"/>
              <w:rPr>
                <w:rFonts w:ascii="Arial" w:hAnsi="Arial" w:cs="Arial"/>
              </w:rPr>
            </w:pPr>
            <w:r w:rsidRPr="006854D6">
              <w:rPr>
                <w:rFonts w:ascii="Arial" w:hAnsi="Arial" w:cs="Arial"/>
              </w:rPr>
              <w:t xml:space="preserve">                                </w:t>
            </w:r>
            <w:r w:rsidR="0035725C">
              <w:rPr>
                <w:rFonts w:ascii="Arial" w:hAnsi="Arial" w:cs="Arial"/>
              </w:rPr>
              <w:t>MARCHÉ PUBLIC</w:t>
            </w:r>
          </w:p>
          <w:p w14:paraId="446F0ED1" w14:textId="77777777" w:rsidR="00771811" w:rsidRPr="006854D6" w:rsidRDefault="00F776C1" w:rsidP="006854D6">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 xml:space="preserve">                   </w:t>
            </w:r>
            <w:r w:rsidR="005F227A" w:rsidRPr="006854D6">
              <w:rPr>
                <w:rFonts w:ascii="Arial" w:hAnsi="Arial" w:cs="Arial"/>
                <w:b/>
                <w:bCs/>
                <w:sz w:val="28"/>
                <w:szCs w:val="28"/>
              </w:rPr>
              <w:t>ACTE D'ENGAGEMENT</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6854D6">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3660ED60" w:rsidR="00C60DC0" w:rsidRPr="006854D6" w:rsidRDefault="00060E07" w:rsidP="006854D6">
      <w:pPr>
        <w:spacing w:after="0" w:line="240" w:lineRule="auto"/>
        <w:ind w:firstLine="708"/>
        <w:rPr>
          <w:rFonts w:ascii="Arial" w:hAnsi="Arial" w:cs="Arial"/>
          <w:b/>
        </w:rPr>
      </w:pPr>
      <w:r>
        <w:rPr>
          <w:rFonts w:ascii="Arial" w:hAnsi="Arial" w:cs="Arial"/>
          <w:b/>
        </w:rPr>
        <w:t>CCITSE-2024-MAPA-12</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Pr="006854D6" w:rsidRDefault="00B31B17" w:rsidP="006854D6">
      <w:pPr>
        <w:spacing w:after="0" w:line="240" w:lineRule="auto"/>
        <w:rPr>
          <w:rFonts w:ascii="Arial" w:eastAsia="Wingdings" w:hAnsi="Arial" w:cs="Arial"/>
          <w:b/>
          <w:color w:val="000000"/>
          <w:sz w:val="20"/>
          <w:szCs w:val="20"/>
        </w:rPr>
      </w:pPr>
    </w:p>
    <w:p w14:paraId="176C7C86" w14:textId="77777777" w:rsidR="005B29CC" w:rsidRPr="006854D6" w:rsidRDefault="00046AA3" w:rsidP="006854D6">
      <w:pPr>
        <w:spacing w:line="240" w:lineRule="auto"/>
        <w:rPr>
          <w:rFonts w:ascii="Arial" w:hAnsi="Arial" w:cs="Arial"/>
          <w:b/>
          <w:sz w:val="22"/>
        </w:rPr>
      </w:pPr>
      <w:r w:rsidRPr="006854D6">
        <w:rPr>
          <w:rFonts w:ascii="Arial" w:hAnsi="Arial" w:cs="Arial"/>
          <w:b/>
          <w:sz w:val="20"/>
          <w:szCs w:val="20"/>
        </w:rPr>
        <w:t>Cette consultation est un</w:t>
      </w:r>
      <w:r w:rsidRPr="006854D6">
        <w:rPr>
          <w:rFonts w:ascii="Arial" w:hAnsi="Arial" w:cs="Arial"/>
          <w:b/>
        </w:rPr>
        <w:t xml:space="preserve"> : </w:t>
      </w:r>
    </w:p>
    <w:p w14:paraId="37F1E3D1" w14:textId="282D770F" w:rsidR="005B29CC" w:rsidRPr="006854D6" w:rsidRDefault="008E15EF" w:rsidP="006854D6">
      <w:pP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1"/>
            <w14:checkedState w14:val="2612" w14:font="MS Gothic"/>
            <w14:uncheckedState w14:val="2610" w14:font="MS Gothic"/>
          </w14:checkbox>
        </w:sdtPr>
        <w:sdtEndPr/>
        <w:sdtContent>
          <w:r w:rsidR="0035725C">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MARCHÉ</w:t>
      </w:r>
      <w:r w:rsidR="00F66F5B">
        <w:rPr>
          <w:rFonts w:ascii="Arial" w:eastAsia="Wingdings" w:hAnsi="Arial" w:cs="Arial"/>
          <w:b/>
          <w:color w:val="000000"/>
          <w:sz w:val="20"/>
          <w:szCs w:val="20"/>
        </w:rPr>
        <w:t xml:space="preserve"> </w:t>
      </w:r>
      <w:r w:rsidR="00F66F5B" w:rsidRPr="0035725C">
        <w:rPr>
          <w:rFonts w:ascii="Arial" w:eastAsia="Wingdings" w:hAnsi="Arial" w:cs="Arial"/>
          <w:b/>
          <w:color w:val="000000"/>
          <w:sz w:val="20"/>
          <w:szCs w:val="20"/>
        </w:rPr>
        <w:t>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Cs/>
            <w:sz w:val="20"/>
          </w:rPr>
          <w:id w:val="589588393"/>
          <w14:checkbox>
            <w14:checked w14:val="0"/>
            <w14:checkedState w14:val="2612" w14:font="MS Gothic"/>
            <w14:uncheckedState w14:val="2610" w14:font="MS Gothic"/>
          </w14:checkbox>
        </w:sdtPr>
        <w:sdtEndPr/>
        <w:sdtContent>
          <w:r w:rsidR="0035725C" w:rsidRPr="00E17AA4">
            <w:rPr>
              <w:rFonts w:ascii="MS Gothic" w:eastAsia="MS Gothic" w:hAnsi="MS Gothic" w:cs="Arial" w:hint="eastAsia"/>
              <w:bCs/>
              <w:sz w:val="20"/>
            </w:rPr>
            <w:t>☐</w:t>
          </w:r>
        </w:sdtContent>
      </w:sdt>
      <w:r w:rsidR="005B29CC" w:rsidRPr="00E17AA4">
        <w:rPr>
          <w:rFonts w:ascii="Arial" w:eastAsia="Wingdings" w:hAnsi="Arial" w:cs="Arial"/>
          <w:bCs/>
          <w:color w:val="000000"/>
          <w:sz w:val="20"/>
          <w:szCs w:val="20"/>
        </w:rPr>
        <w:t xml:space="preserve"> ACCORD</w:t>
      </w:r>
      <w:r w:rsidR="002B69B3" w:rsidRPr="00E17AA4">
        <w:rPr>
          <w:rFonts w:ascii="Arial" w:eastAsia="Wingdings" w:hAnsi="Arial" w:cs="Arial"/>
          <w:bCs/>
          <w:color w:val="000000"/>
          <w:sz w:val="20"/>
          <w:szCs w:val="20"/>
        </w:rPr>
        <w:t>-</w:t>
      </w:r>
      <w:r w:rsidR="005B29CC" w:rsidRPr="00E17AA4">
        <w:rPr>
          <w:rFonts w:ascii="Arial" w:eastAsia="Wingdings" w:hAnsi="Arial" w:cs="Arial"/>
          <w:bCs/>
          <w:color w:val="000000"/>
          <w:sz w:val="20"/>
          <w:szCs w:val="20"/>
        </w:rPr>
        <w:t>CADRE A BON</w:t>
      </w:r>
      <w:r w:rsidR="00F66F5B" w:rsidRPr="00E17AA4">
        <w:rPr>
          <w:rFonts w:ascii="Arial" w:eastAsia="Wingdings" w:hAnsi="Arial" w:cs="Arial"/>
          <w:bCs/>
          <w:color w:val="000000"/>
          <w:sz w:val="20"/>
          <w:szCs w:val="20"/>
        </w:rPr>
        <w:t>S</w:t>
      </w:r>
      <w:r w:rsidR="005B29CC" w:rsidRPr="00E17AA4">
        <w:rPr>
          <w:rFonts w:ascii="Arial" w:eastAsia="Wingdings" w:hAnsi="Arial" w:cs="Arial"/>
          <w:bCs/>
          <w:color w:val="000000"/>
          <w:sz w:val="20"/>
          <w:szCs w:val="20"/>
        </w:rPr>
        <w:t xml:space="preserve"> DE</w:t>
      </w:r>
      <w:r w:rsidR="009E479E" w:rsidRPr="00E17AA4">
        <w:rPr>
          <w:rFonts w:ascii="Arial" w:eastAsia="Wingdings" w:hAnsi="Arial" w:cs="Arial"/>
          <w:bCs/>
          <w:color w:val="000000"/>
          <w:sz w:val="20"/>
          <w:szCs w:val="20"/>
        </w:rPr>
        <w:t xml:space="preserve"> </w:t>
      </w:r>
      <w:r w:rsidR="005B29CC" w:rsidRPr="00E17AA4">
        <w:rPr>
          <w:rFonts w:ascii="Arial" w:eastAsia="Wingdings" w:hAnsi="Arial" w:cs="Arial"/>
          <w:bCs/>
          <w:color w:val="000000"/>
          <w:sz w:val="20"/>
          <w:szCs w:val="20"/>
        </w:rPr>
        <w:t>COMMANDE</w:t>
      </w:r>
    </w:p>
    <w:p w14:paraId="55BD992C" w14:textId="77777777" w:rsidR="005B29CC" w:rsidRPr="00E17AA4" w:rsidRDefault="008E15EF" w:rsidP="006854D6">
      <w:pP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65AA1B6D" w14:textId="2880C26B" w:rsidR="007708A6" w:rsidRDefault="005F227A" w:rsidP="002D3223">
      <w:pPr>
        <w:spacing w:after="0" w:line="240" w:lineRule="auto"/>
        <w:jc w:val="both"/>
        <w:rPr>
          <w:rFonts w:ascii="Arial" w:hAnsi="Arial" w:cs="Arial"/>
          <w:lang w:eastAsia="ar-SA" w:bidi="ar-SA"/>
        </w:rPr>
      </w:pPr>
      <w:bookmarkStart w:id="0" w:name="_Hlk54787991"/>
      <w:r w:rsidRPr="00C728F7">
        <w:rPr>
          <w:rFonts w:ascii="Arial" w:hAnsi="Arial" w:cs="Arial"/>
          <w:b/>
          <w:sz w:val="20"/>
          <w:szCs w:val="20"/>
          <w:u w:val="single"/>
        </w:rPr>
        <w:t>Objet de la consultation</w:t>
      </w:r>
      <w:r w:rsidRPr="00C728F7">
        <w:rPr>
          <w:rFonts w:ascii="Arial" w:hAnsi="Arial" w:cs="Arial"/>
          <w:sz w:val="20"/>
          <w:szCs w:val="20"/>
        </w:rPr>
        <w:t> </w:t>
      </w:r>
      <w:r w:rsidR="00E94840" w:rsidRPr="00C728F7">
        <w:rPr>
          <w:rFonts w:ascii="Arial" w:hAnsi="Arial" w:cs="Arial"/>
          <w:sz w:val="20"/>
          <w:szCs w:val="20"/>
        </w:rPr>
        <w:t>:</w:t>
      </w:r>
      <w:bookmarkEnd w:id="0"/>
      <w:r w:rsidR="00BE02A9">
        <w:rPr>
          <w:rFonts w:ascii="Arial" w:hAnsi="Arial" w:cs="Arial"/>
          <w:sz w:val="20"/>
          <w:szCs w:val="20"/>
        </w:rPr>
        <w:t xml:space="preserve"> </w:t>
      </w:r>
      <w:r w:rsidR="00F82DEC">
        <w:rPr>
          <w:rFonts w:ascii="Arial" w:hAnsi="Arial" w:cs="Arial"/>
          <w:b/>
          <w:bCs/>
          <w:sz w:val="20"/>
          <w:szCs w:val="20"/>
          <w:lang w:eastAsia="ar-SA" w:bidi="ar-SA"/>
        </w:rPr>
        <w:t>Prestations de fourniture, d’installation et de maintenance d’un groupe motopompe thermique pour l’aéroport de Deauville-Normandie.</w:t>
      </w:r>
      <w:r w:rsidR="00250637">
        <w:rPr>
          <w:rFonts w:ascii="Arial" w:hAnsi="Arial" w:cs="Arial"/>
          <w:b/>
          <w:bCs/>
          <w:sz w:val="20"/>
          <w:szCs w:val="20"/>
          <w:lang w:eastAsia="ar-SA" w:bidi="ar-SA"/>
        </w:rPr>
        <w:t xml:space="preserve"> </w:t>
      </w:r>
      <w:r w:rsidR="00FD2006">
        <w:rPr>
          <w:rFonts w:ascii="Arial" w:hAnsi="Arial" w:cs="Arial"/>
          <w:lang w:eastAsia="ar-SA" w:bidi="ar-SA"/>
        </w:rPr>
        <w:t> </w:t>
      </w:r>
    </w:p>
    <w:p w14:paraId="372A39AA" w14:textId="77777777" w:rsidR="002A2862" w:rsidRDefault="002A2862" w:rsidP="002A2862">
      <w:pPr>
        <w:spacing w:after="0" w:line="240" w:lineRule="auto"/>
        <w:jc w:val="both"/>
        <w:rPr>
          <w:rFonts w:ascii="Arial" w:hAnsi="Arial" w:cs="Arial"/>
          <w:b/>
          <w:bCs/>
          <w:sz w:val="20"/>
          <w:szCs w:val="20"/>
        </w:rPr>
      </w:pPr>
    </w:p>
    <w:p w14:paraId="69F30C57" w14:textId="77777777" w:rsidR="002A2862" w:rsidRDefault="002A2862" w:rsidP="002A2862">
      <w:pPr>
        <w:pStyle w:val="Paragraphedeliste"/>
        <w:numPr>
          <w:ilvl w:val="0"/>
          <w:numId w:val="28"/>
        </w:numPr>
        <w:spacing w:after="0" w:line="240" w:lineRule="auto"/>
        <w:jc w:val="both"/>
        <w:rPr>
          <w:rFonts w:ascii="Arial" w:hAnsi="Arial" w:cs="Arial"/>
          <w:sz w:val="20"/>
          <w:szCs w:val="20"/>
        </w:rPr>
      </w:pPr>
      <w:r>
        <w:rPr>
          <w:rFonts w:ascii="Arial" w:hAnsi="Arial" w:cs="Arial"/>
          <w:sz w:val="20"/>
          <w:szCs w:val="20"/>
        </w:rPr>
        <w:t>Code CPV principal :</w:t>
      </w:r>
    </w:p>
    <w:p w14:paraId="2C2D60CA" w14:textId="77777777" w:rsidR="002A2862" w:rsidRDefault="002A2862" w:rsidP="002A2862">
      <w:pPr>
        <w:pStyle w:val="Paragraphedeliste"/>
        <w:spacing w:after="0" w:line="240" w:lineRule="auto"/>
        <w:jc w:val="both"/>
        <w:rPr>
          <w:rFonts w:ascii="Arial" w:hAnsi="Arial" w:cs="Arial"/>
          <w:sz w:val="20"/>
          <w:szCs w:val="20"/>
        </w:rPr>
      </w:pPr>
      <w:r>
        <w:rPr>
          <w:rFonts w:ascii="Arial" w:hAnsi="Arial" w:cs="Arial"/>
          <w:sz w:val="20"/>
          <w:szCs w:val="20"/>
        </w:rPr>
        <w:t xml:space="preserve"> </w:t>
      </w:r>
    </w:p>
    <w:p w14:paraId="6823D9EB" w14:textId="73AEE611" w:rsidR="00F82DEC" w:rsidRDefault="002A2862" w:rsidP="00F82DEC">
      <w:pPr>
        <w:ind w:firstLine="706"/>
        <w:jc w:val="both"/>
        <w:rPr>
          <w:rFonts w:ascii="Arial" w:hAnsi="Arial" w:cs="Arial"/>
          <w:sz w:val="20"/>
          <w:szCs w:val="20"/>
        </w:rPr>
      </w:pPr>
      <w:r w:rsidRPr="001475CE">
        <w:rPr>
          <w:rFonts w:ascii="Arial" w:eastAsia="Wingdings" w:hAnsi="Arial" w:cs="Arial"/>
          <w:sz w:val="20"/>
          <w:szCs w:val="20"/>
        </w:rPr>
        <w:t xml:space="preserve">Valeur principale : </w:t>
      </w:r>
      <w:r w:rsidRPr="001475CE">
        <w:rPr>
          <w:rFonts w:ascii="Arial" w:eastAsia="Wingdings" w:hAnsi="Arial" w:cs="Arial"/>
          <w:sz w:val="20"/>
          <w:szCs w:val="20"/>
        </w:rPr>
        <w:tab/>
      </w:r>
      <w:r w:rsidR="00F82DEC">
        <w:rPr>
          <w:rFonts w:ascii="Arial" w:eastAsia="Wingdings" w:hAnsi="Arial" w:cs="Arial"/>
          <w:sz w:val="20"/>
          <w:szCs w:val="20"/>
        </w:rPr>
        <w:t>45343200-5 Travaux d’installation de dispositifs d’extinction d’incendie.</w:t>
      </w:r>
    </w:p>
    <w:p w14:paraId="58BFAC96" w14:textId="566FD4C3" w:rsidR="002A2862" w:rsidRPr="001475CE" w:rsidRDefault="002A2862" w:rsidP="002A2862">
      <w:pPr>
        <w:spacing w:after="0" w:line="240" w:lineRule="auto"/>
        <w:ind w:firstLine="708"/>
        <w:rPr>
          <w:rFonts w:ascii="Arial" w:eastAsia="Wingdings" w:hAnsi="Arial" w:cs="Arial"/>
          <w:sz w:val="20"/>
          <w:szCs w:val="20"/>
        </w:rPr>
      </w:pPr>
      <w:r w:rsidRPr="001475CE">
        <w:rPr>
          <w:rFonts w:ascii="Arial" w:eastAsia="Wingdings" w:hAnsi="Arial" w:cs="Arial"/>
          <w:sz w:val="20"/>
          <w:szCs w:val="20"/>
        </w:rPr>
        <w:t xml:space="preserve">Valeur additionnelle : </w:t>
      </w:r>
      <w:r w:rsidRPr="001475CE">
        <w:rPr>
          <w:rFonts w:ascii="Arial" w:eastAsia="Wingdings" w:hAnsi="Arial" w:cs="Arial"/>
          <w:sz w:val="20"/>
          <w:szCs w:val="20"/>
        </w:rPr>
        <w:tab/>
        <w:t>4</w:t>
      </w:r>
      <w:r w:rsidR="00F82DEC">
        <w:rPr>
          <w:rFonts w:ascii="Arial" w:eastAsia="Wingdings" w:hAnsi="Arial" w:cs="Arial"/>
          <w:sz w:val="20"/>
          <w:szCs w:val="20"/>
        </w:rPr>
        <w:t>2122110-4 Pompes pour la lutte contre l’incendie.</w:t>
      </w:r>
    </w:p>
    <w:p w14:paraId="7E9744F9" w14:textId="77777777" w:rsidR="002A2862" w:rsidRPr="002A2862" w:rsidRDefault="002A2862" w:rsidP="002A2862">
      <w:pPr>
        <w:spacing w:after="0" w:line="240" w:lineRule="auto"/>
        <w:ind w:left="2124" w:firstLine="708"/>
        <w:rPr>
          <w:rFonts w:ascii="Arial" w:eastAsia="Wingdings" w:hAnsi="Arial" w:cs="Arial"/>
          <w:sz w:val="20"/>
          <w:szCs w:val="20"/>
        </w:rPr>
      </w:pPr>
    </w:p>
    <w:p w14:paraId="6915B6E8" w14:textId="77777777" w:rsidR="002A2862" w:rsidRDefault="002A2862" w:rsidP="002A2862">
      <w:pPr>
        <w:pStyle w:val="Default"/>
        <w:ind w:firstLine="708"/>
        <w:rPr>
          <w:sz w:val="20"/>
          <w:szCs w:val="20"/>
        </w:rPr>
      </w:pPr>
      <w:r>
        <w:rPr>
          <w:rFonts w:eastAsia="SimSun"/>
          <w:color w:val="auto"/>
          <w:kern w:val="0"/>
          <w:sz w:val="20"/>
          <w:szCs w:val="20"/>
          <w:lang w:eastAsia="zh-CN" w:bidi="hi-IN"/>
        </w:rPr>
        <w:t xml:space="preserve"> </w:t>
      </w:r>
      <w:r>
        <w:rPr>
          <w:sz w:val="20"/>
          <w:szCs w:val="20"/>
        </w:rPr>
        <w:t>Cet acte d'engagement correspond :</w:t>
      </w:r>
    </w:p>
    <w:p w14:paraId="26782E20" w14:textId="77777777" w:rsidR="00D10D46" w:rsidRDefault="00D10D46" w:rsidP="00D10D46">
      <w:pPr>
        <w:spacing w:after="0" w:line="240" w:lineRule="auto"/>
        <w:ind w:firstLine="426"/>
        <w:rPr>
          <w:rFonts w:ascii="Arial" w:hAnsi="Arial" w:cs="Arial"/>
          <w:sz w:val="20"/>
        </w:rPr>
      </w:pPr>
    </w:p>
    <w:p w14:paraId="6B8E39DB" w14:textId="77777777" w:rsidR="00D10D46" w:rsidRDefault="00D10D46" w:rsidP="00D10D46">
      <w:pPr>
        <w:widowControl/>
        <w:numPr>
          <w:ilvl w:val="0"/>
          <w:numId w:val="27"/>
        </w:numPr>
        <w:tabs>
          <w:tab w:val="left" w:pos="426"/>
          <w:tab w:val="left" w:pos="851"/>
        </w:tabs>
        <w:spacing w:after="0" w:line="240" w:lineRule="auto"/>
        <w:ind w:left="851"/>
        <w:jc w:val="both"/>
        <w:rPr>
          <w:rFonts w:ascii="Arial" w:eastAsia="Times New Roman" w:hAnsi="Arial" w:cs="Arial"/>
          <w:sz w:val="20"/>
          <w:szCs w:val="20"/>
          <w:lang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 xml:space="preserve">à l’ensemble du marché public </w:t>
      </w:r>
      <w:r>
        <w:rPr>
          <w:rFonts w:ascii="Arial" w:hAnsi="Arial" w:cs="Arial"/>
          <w:i/>
          <w:iCs/>
          <w:sz w:val="20"/>
          <w:szCs w:val="20"/>
        </w:rPr>
        <w:t>(en cas de non allotissement) </w:t>
      </w:r>
      <w:r>
        <w:rPr>
          <w:rFonts w:ascii="Arial" w:hAnsi="Arial" w:cs="Arial"/>
          <w:iCs/>
          <w:sz w:val="20"/>
          <w:szCs w:val="20"/>
        </w:rPr>
        <w:t>;</w:t>
      </w:r>
    </w:p>
    <w:p w14:paraId="4A4E7FE8" w14:textId="77777777" w:rsidR="00D10D46" w:rsidRDefault="00D10D46" w:rsidP="00D10D46">
      <w:pPr>
        <w:spacing w:after="0" w:line="240" w:lineRule="auto"/>
        <w:ind w:firstLine="426"/>
        <w:rPr>
          <w:rFonts w:ascii="Arial" w:hAnsi="Arial" w:cs="Arial"/>
          <w:sz w:val="20"/>
          <w:szCs w:val="20"/>
        </w:rPr>
      </w:pPr>
    </w:p>
    <w:p w14:paraId="408DB462" w14:textId="77777777" w:rsidR="00D10D46" w:rsidRDefault="00D10D46" w:rsidP="00D10D46">
      <w:pPr>
        <w:pStyle w:val="fcasegauche"/>
        <w:numPr>
          <w:ilvl w:val="0"/>
          <w:numId w:val="27"/>
        </w:numPr>
        <w:tabs>
          <w:tab w:val="left" w:pos="851"/>
        </w:tabs>
        <w:suppressAutoHyphens/>
        <w:spacing w:after="0"/>
        <w:ind w:left="851"/>
        <w:rPr>
          <w:rFonts w:ascii="Arial" w:hAnsi="Arial" w:cs="Arial"/>
          <w:lang w:eastAsia="zh-CN"/>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à l’offre de base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6854D6">
      <w:pPr>
        <w:spacing w:after="0" w:line="240" w:lineRule="auto"/>
        <w:ind w:firstLine="708"/>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18A6C1EA" w14:textId="61F4F86A" w:rsidR="00C60DC0" w:rsidRPr="007F77FF" w:rsidRDefault="005F227A" w:rsidP="006854D6">
      <w:pPr>
        <w:spacing w:after="0" w:line="240" w:lineRule="auto"/>
        <w:rPr>
          <w:rFonts w:ascii="Arial" w:hAnsi="Arial" w:cs="Arial"/>
          <w:sz w:val="20"/>
          <w:szCs w:val="20"/>
        </w:rPr>
      </w:pPr>
      <w:r w:rsidRPr="007F77FF">
        <w:rPr>
          <w:rFonts w:ascii="Arial" w:hAnsi="Arial" w:cs="Arial"/>
          <w:sz w:val="20"/>
          <w:szCs w:val="20"/>
        </w:rPr>
        <w:t xml:space="preserve">Après avoir pris connaissance des pièces constitutives </w:t>
      </w:r>
      <w:r w:rsidR="004A145C" w:rsidRPr="007F77FF">
        <w:rPr>
          <w:rFonts w:ascii="Arial" w:hAnsi="Arial" w:cs="Arial"/>
          <w:sz w:val="20"/>
          <w:szCs w:val="20"/>
        </w:rPr>
        <w:t>du marché public</w:t>
      </w:r>
      <w:r w:rsidRPr="007F77FF">
        <w:rPr>
          <w:rFonts w:ascii="Arial" w:hAnsi="Arial" w:cs="Arial"/>
          <w:sz w:val="20"/>
          <w:szCs w:val="20"/>
        </w:rPr>
        <w:t xml:space="preserve"> suivantes</w:t>
      </w:r>
      <w:r w:rsidR="00771811" w:rsidRPr="007F77FF">
        <w:rPr>
          <w:rFonts w:ascii="Arial" w:hAnsi="Arial" w:cs="Arial"/>
          <w:sz w:val="20"/>
          <w:szCs w:val="20"/>
        </w:rPr>
        <w:t> :</w:t>
      </w:r>
    </w:p>
    <w:p w14:paraId="5069FEDB" w14:textId="4608571D" w:rsidR="00E324E8" w:rsidRPr="007F77FF" w:rsidRDefault="008E15EF" w:rsidP="00E324E8">
      <w:pPr>
        <w:spacing w:after="0" w:line="240" w:lineRule="auto"/>
        <w:rPr>
          <w:rFonts w:ascii="Arial" w:hAnsi="Arial" w:cs="Arial"/>
          <w:sz w:val="20"/>
          <w:szCs w:val="20"/>
        </w:rPr>
      </w:pPr>
      <w:sdt>
        <w:sdtPr>
          <w:rPr>
            <w:rFonts w:ascii="Arial" w:eastAsia="Wingdings" w:hAnsi="Arial" w:cs="Arial"/>
            <w:sz w:val="20"/>
            <w:szCs w:val="20"/>
          </w:rPr>
          <w:id w:val="87354399"/>
          <w14:checkbox>
            <w14:checked w14:val="1"/>
            <w14:checkedState w14:val="2612" w14:font="MS Gothic"/>
            <w14:uncheckedState w14:val="2610" w14:font="MS Gothic"/>
          </w14:checkbox>
        </w:sdtPr>
        <w:sdtEndPr/>
        <w:sdtContent>
          <w:r w:rsidR="00E324E8" w:rsidRPr="007F77FF">
            <w:rPr>
              <w:rFonts w:ascii="Segoe UI Symbol" w:eastAsia="MS Gothic" w:hAnsi="Segoe UI Symbol" w:cs="Segoe UI Symbol"/>
              <w:sz w:val="20"/>
              <w:szCs w:val="20"/>
            </w:rPr>
            <w:t>☒</w:t>
          </w:r>
        </w:sdtContent>
      </w:sdt>
      <w:r w:rsidR="00E324E8" w:rsidRPr="007F77FF">
        <w:rPr>
          <w:rFonts w:ascii="Arial" w:hAnsi="Arial" w:cs="Arial"/>
          <w:sz w:val="20"/>
          <w:szCs w:val="20"/>
        </w:rPr>
        <w:t xml:space="preserve"> Le présent acte d’engagement et ses annexes ;</w:t>
      </w:r>
    </w:p>
    <w:p w14:paraId="0D62F107" w14:textId="00D0C387" w:rsidR="00F34C35" w:rsidRPr="007F77FF" w:rsidRDefault="008E15EF" w:rsidP="006854D6">
      <w:pPr>
        <w:spacing w:after="0" w:line="240" w:lineRule="auto"/>
        <w:rPr>
          <w:rFonts w:ascii="Arial" w:hAnsi="Arial" w:cs="Arial"/>
          <w:sz w:val="20"/>
          <w:szCs w:val="20"/>
        </w:rPr>
      </w:pPr>
      <w:sdt>
        <w:sdtPr>
          <w:rPr>
            <w:rFonts w:ascii="Arial" w:eastAsia="Wingdings" w:hAnsi="Arial" w:cs="Arial"/>
            <w:sz w:val="20"/>
            <w:szCs w:val="20"/>
          </w:rPr>
          <w:id w:val="-704716768"/>
          <w14:checkbox>
            <w14:checked w14:val="1"/>
            <w14:checkedState w14:val="2612" w14:font="MS Gothic"/>
            <w14:uncheckedState w14:val="2610" w14:font="MS Gothic"/>
          </w14:checkbox>
        </w:sdtPr>
        <w:sdtEndPr/>
        <w:sdtContent>
          <w:r w:rsidR="00F34C35" w:rsidRPr="007F77FF">
            <w:rPr>
              <w:rFonts w:ascii="Segoe UI Symbol" w:eastAsia="MS Gothic" w:hAnsi="Segoe UI Symbol" w:cs="Segoe UI Symbol"/>
              <w:sz w:val="20"/>
              <w:szCs w:val="20"/>
            </w:rPr>
            <w:t>☒</w:t>
          </w:r>
        </w:sdtContent>
      </w:sdt>
      <w:r w:rsidR="00F34C35" w:rsidRPr="007F77FF">
        <w:rPr>
          <w:rFonts w:ascii="Arial" w:hAnsi="Arial" w:cs="Arial"/>
          <w:sz w:val="20"/>
          <w:szCs w:val="20"/>
        </w:rPr>
        <w:t xml:space="preserve"> </w:t>
      </w:r>
      <w:r w:rsidR="007F77FF" w:rsidRPr="007F77FF">
        <w:rPr>
          <w:rFonts w:ascii="Arial" w:hAnsi="Arial" w:cs="Arial"/>
          <w:sz w:val="20"/>
          <w:szCs w:val="20"/>
        </w:rPr>
        <w:t>Le c</w:t>
      </w:r>
      <w:r w:rsidR="00AB2496" w:rsidRPr="007F77FF">
        <w:rPr>
          <w:rFonts w:ascii="Arial" w:hAnsi="Arial" w:cs="Arial"/>
          <w:sz w:val="20"/>
          <w:szCs w:val="20"/>
        </w:rPr>
        <w:t xml:space="preserve">ahier des clauses </w:t>
      </w:r>
      <w:r w:rsidR="00BE02A9" w:rsidRPr="007F77FF">
        <w:rPr>
          <w:rFonts w:ascii="Arial" w:hAnsi="Arial" w:cs="Arial"/>
          <w:sz w:val="20"/>
          <w:szCs w:val="20"/>
        </w:rPr>
        <w:t xml:space="preserve">administrative </w:t>
      </w:r>
      <w:r w:rsidR="00AB2496" w:rsidRPr="007F77FF">
        <w:rPr>
          <w:rFonts w:ascii="Arial" w:hAnsi="Arial" w:cs="Arial"/>
          <w:sz w:val="20"/>
          <w:szCs w:val="20"/>
        </w:rPr>
        <w:t>particulières (C</w:t>
      </w:r>
      <w:r w:rsidR="00F34C35" w:rsidRPr="007F77FF">
        <w:rPr>
          <w:rFonts w:ascii="Arial" w:hAnsi="Arial" w:cs="Arial"/>
          <w:sz w:val="20"/>
          <w:szCs w:val="20"/>
        </w:rPr>
        <w:t>C</w:t>
      </w:r>
      <w:r w:rsidR="00BE02A9" w:rsidRPr="007F77FF">
        <w:rPr>
          <w:rFonts w:ascii="Arial" w:hAnsi="Arial" w:cs="Arial"/>
          <w:sz w:val="20"/>
          <w:szCs w:val="20"/>
        </w:rPr>
        <w:t>A</w:t>
      </w:r>
      <w:r w:rsidR="00F34C35" w:rsidRPr="007F77FF">
        <w:rPr>
          <w:rFonts w:ascii="Arial" w:hAnsi="Arial" w:cs="Arial"/>
          <w:sz w:val="20"/>
          <w:szCs w:val="20"/>
        </w:rPr>
        <w:t>P</w:t>
      </w:r>
      <w:r w:rsidR="00AB2496" w:rsidRPr="007F77FF">
        <w:rPr>
          <w:rFonts w:ascii="Arial" w:hAnsi="Arial" w:cs="Arial"/>
          <w:sz w:val="20"/>
          <w:szCs w:val="20"/>
        </w:rPr>
        <w:t>)</w:t>
      </w:r>
      <w:r w:rsidR="00F34C35" w:rsidRPr="007F77FF">
        <w:rPr>
          <w:rFonts w:ascii="Arial" w:hAnsi="Arial" w:cs="Arial"/>
          <w:sz w:val="20"/>
          <w:szCs w:val="20"/>
        </w:rPr>
        <w:t> </w:t>
      </w:r>
      <w:r w:rsidR="00BE02A9" w:rsidRPr="007F77FF">
        <w:rPr>
          <w:rFonts w:ascii="Arial" w:hAnsi="Arial" w:cs="Arial"/>
          <w:sz w:val="20"/>
          <w:szCs w:val="20"/>
        </w:rPr>
        <w:t>;</w:t>
      </w:r>
    </w:p>
    <w:p w14:paraId="5A9DAE4C" w14:textId="48835999" w:rsidR="004A145C" w:rsidRPr="007F77FF" w:rsidRDefault="008E15EF" w:rsidP="00CF60E2">
      <w:pPr>
        <w:spacing w:after="0" w:line="240" w:lineRule="auto"/>
        <w:rPr>
          <w:rFonts w:ascii="Arial" w:hAnsi="Arial" w:cs="Arial"/>
          <w:sz w:val="20"/>
          <w:szCs w:val="20"/>
        </w:rPr>
      </w:pPr>
      <w:sdt>
        <w:sdtPr>
          <w:rPr>
            <w:rFonts w:ascii="Arial" w:eastAsia="Wingdings" w:hAnsi="Arial" w:cs="Arial"/>
            <w:sz w:val="20"/>
            <w:szCs w:val="20"/>
          </w:rPr>
          <w:id w:val="1309828165"/>
          <w14:checkbox>
            <w14:checked w14:val="1"/>
            <w14:checkedState w14:val="2612" w14:font="MS Gothic"/>
            <w14:uncheckedState w14:val="2610" w14:font="MS Gothic"/>
          </w14:checkbox>
        </w:sdtPr>
        <w:sdtEndPr/>
        <w:sdtContent>
          <w:r w:rsidR="007F77FF">
            <w:rPr>
              <w:rFonts w:ascii="MS Gothic" w:eastAsia="MS Gothic" w:hAnsi="MS Gothic" w:cs="Arial" w:hint="eastAsia"/>
              <w:sz w:val="20"/>
              <w:szCs w:val="20"/>
            </w:rPr>
            <w:t>☒</w:t>
          </w:r>
        </w:sdtContent>
      </w:sdt>
      <w:r w:rsidR="00BE02A9" w:rsidRPr="007F77FF">
        <w:rPr>
          <w:rFonts w:ascii="Arial" w:hAnsi="Arial" w:cs="Arial"/>
          <w:sz w:val="20"/>
          <w:szCs w:val="20"/>
        </w:rPr>
        <w:t xml:space="preserve"> </w:t>
      </w:r>
      <w:r w:rsidR="007F77FF" w:rsidRPr="007F77FF">
        <w:rPr>
          <w:rFonts w:ascii="Arial" w:hAnsi="Arial" w:cs="Arial"/>
          <w:sz w:val="20"/>
          <w:szCs w:val="20"/>
        </w:rPr>
        <w:t>Le c</w:t>
      </w:r>
      <w:r w:rsidR="00BE02A9" w:rsidRPr="007F77FF">
        <w:rPr>
          <w:rFonts w:ascii="Arial" w:hAnsi="Arial" w:cs="Arial"/>
          <w:sz w:val="20"/>
          <w:szCs w:val="20"/>
        </w:rPr>
        <w:t>ahier des clauses techniques particulières (CCTP)</w:t>
      </w:r>
      <w:r w:rsidR="00A568AB" w:rsidRPr="007F77FF">
        <w:rPr>
          <w:rFonts w:ascii="Arial" w:hAnsi="Arial" w:cs="Arial"/>
          <w:sz w:val="20"/>
          <w:szCs w:val="20"/>
        </w:rPr>
        <w:t xml:space="preserve"> </w:t>
      </w:r>
      <w:r w:rsidR="00BE02A9" w:rsidRPr="007F77FF">
        <w:rPr>
          <w:rFonts w:ascii="Arial" w:hAnsi="Arial" w:cs="Arial"/>
          <w:sz w:val="20"/>
          <w:szCs w:val="20"/>
        </w:rPr>
        <w:t>;</w:t>
      </w:r>
    </w:p>
    <w:p w14:paraId="1B069B0F" w14:textId="7E78FD7B" w:rsidR="007F77FF" w:rsidRPr="007F77FF" w:rsidRDefault="008E15EF" w:rsidP="007F77FF">
      <w:pPr>
        <w:spacing w:after="0" w:line="240" w:lineRule="auto"/>
        <w:jc w:val="both"/>
        <w:rPr>
          <w:rFonts w:ascii="Arial" w:hAnsi="Arial" w:cs="Arial"/>
          <w:sz w:val="20"/>
          <w:szCs w:val="20"/>
        </w:rPr>
      </w:pPr>
      <w:sdt>
        <w:sdtPr>
          <w:rPr>
            <w:rFonts w:ascii="Arial" w:eastAsia="Wingdings" w:hAnsi="Arial" w:cs="Arial"/>
            <w:sz w:val="20"/>
            <w:szCs w:val="20"/>
          </w:rPr>
          <w:id w:val="-1951698351"/>
          <w14:checkbox>
            <w14:checked w14:val="1"/>
            <w14:checkedState w14:val="2612" w14:font="MS Gothic"/>
            <w14:uncheckedState w14:val="2610" w14:font="MS Gothic"/>
          </w14:checkbox>
        </w:sdtPr>
        <w:sdtEndPr/>
        <w:sdtContent>
          <w:r w:rsidR="007F77FF">
            <w:rPr>
              <w:rFonts w:ascii="MS Gothic" w:eastAsia="MS Gothic" w:hAnsi="MS Gothic" w:cs="Arial" w:hint="eastAsia"/>
              <w:sz w:val="20"/>
              <w:szCs w:val="20"/>
            </w:rPr>
            <w:t>☒</w:t>
          </w:r>
        </w:sdtContent>
      </w:sdt>
      <w:r w:rsidR="007F77FF">
        <w:rPr>
          <w:rFonts w:ascii="Arial" w:eastAsia="Wingdings" w:hAnsi="Arial" w:cs="Arial"/>
          <w:sz w:val="20"/>
          <w:szCs w:val="20"/>
        </w:rPr>
        <w:t xml:space="preserve"> </w:t>
      </w:r>
      <w:r w:rsidR="007F77FF" w:rsidRPr="007F77FF">
        <w:rPr>
          <w:rFonts w:ascii="Arial" w:eastAsia="Wingdings" w:hAnsi="Arial" w:cs="Arial"/>
          <w:sz w:val="20"/>
          <w:szCs w:val="20"/>
        </w:rPr>
        <w:t>Le c</w:t>
      </w:r>
      <w:r w:rsidR="007F77FF" w:rsidRPr="007F77FF">
        <w:rPr>
          <w:rFonts w:ascii="Arial" w:hAnsi="Arial" w:cs="Arial"/>
          <w:sz w:val="20"/>
          <w:szCs w:val="20"/>
        </w:rPr>
        <w:t>ahier des clauses administratives générales applicables aux marchés publics de travaux (CCAG-Travaux) approuvé par l'arrêté du 30 mars 2021.</w:t>
      </w:r>
    </w:p>
    <w:p w14:paraId="14481195" w14:textId="77777777" w:rsidR="006A3DFC" w:rsidRPr="006854D6" w:rsidRDefault="006A3DFC" w:rsidP="006854D6">
      <w:pPr>
        <w:spacing w:after="0" w:line="240" w:lineRule="auto"/>
        <w:rPr>
          <w:rFonts w:ascii="Arial" w:hAnsi="Arial" w:cs="Arial"/>
          <w:sz w:val="20"/>
          <w:szCs w:val="20"/>
        </w:rPr>
      </w:pPr>
    </w:p>
    <w:p w14:paraId="2BD73821" w14:textId="77777777" w:rsidR="00C60DC0" w:rsidRDefault="00AD2FC9" w:rsidP="006854D6">
      <w:pPr>
        <w:spacing w:after="0" w:line="240" w:lineRule="auto"/>
        <w:rPr>
          <w:rFonts w:ascii="Arial" w:hAnsi="Arial" w:cs="Arial"/>
          <w:sz w:val="20"/>
          <w:szCs w:val="20"/>
        </w:rPr>
      </w:pPr>
      <w:r w:rsidRPr="006854D6">
        <w:rPr>
          <w:rFonts w:ascii="Arial" w:hAnsi="Arial" w:cs="Arial"/>
          <w:sz w:val="20"/>
          <w:szCs w:val="20"/>
        </w:rPr>
        <w:t>e</w:t>
      </w:r>
      <w:r w:rsidR="005F227A"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2A8D1840" w14:textId="77777777" w:rsidR="00A568AB" w:rsidRPr="006854D6" w:rsidRDefault="00A568AB" w:rsidP="006854D6">
      <w:pPr>
        <w:spacing w:after="0" w:line="240" w:lineRule="auto"/>
        <w:rPr>
          <w:rFonts w:ascii="Arial" w:hAnsi="Arial" w:cs="Arial"/>
          <w:sz w:val="20"/>
          <w:szCs w:val="20"/>
        </w:rPr>
      </w:pPr>
    </w:p>
    <w:p w14:paraId="2935BA70" w14:textId="77777777" w:rsidR="00191099" w:rsidRPr="006854D6" w:rsidRDefault="008E15EF" w:rsidP="006854D6">
      <w:pPr>
        <w:spacing w:after="0" w:line="240" w:lineRule="auto"/>
        <w:ind w:left="851"/>
        <w:jc w:val="both"/>
        <w:rPr>
          <w:rFonts w:ascii="Arial" w:hAnsi="Arial" w:cs="Arial"/>
        </w:rPr>
      </w:pPr>
      <w:sdt>
        <w:sdtPr>
          <w:rPr>
            <w:rFonts w:ascii="Arial" w:eastAsia="Wingdings" w:hAnsi="Arial" w:cs="Arial"/>
            <w:sz w:val="22"/>
          </w:rPr>
          <w:id w:val="-435209622"/>
          <w14:checkbox>
            <w14:checked w14:val="0"/>
            <w14:checkedState w14:val="2612" w14:font="MS Gothic"/>
            <w14:uncheckedState w14:val="2610" w14:font="MS Gothic"/>
          </w14:checkbox>
        </w:sdtPr>
        <w:sdtEndPr/>
        <w:sdtContent>
          <w:r w:rsidR="00887C72" w:rsidRPr="006854D6">
            <w:rPr>
              <w:rFonts w:ascii="Segoe UI Symbol" w:eastAsia="MS Gothic" w:hAnsi="Segoe UI Symbol" w:cs="Segoe UI Symbol"/>
              <w:sz w:val="22"/>
            </w:rPr>
            <w:t>☐</w:t>
          </w:r>
        </w:sdtContent>
      </w:sdt>
      <w:r w:rsidR="00222AC7" w:rsidRPr="006854D6">
        <w:rPr>
          <w:rFonts w:ascii="Arial" w:hAnsi="Arial" w:cs="Arial"/>
          <w:sz w:val="20"/>
          <w:szCs w:val="20"/>
        </w:rPr>
        <w:t xml:space="preserve"> </w:t>
      </w:r>
      <w:r w:rsidR="00191099" w:rsidRPr="006854D6">
        <w:rPr>
          <w:rFonts w:ascii="Arial" w:hAnsi="Arial" w:cs="Arial"/>
          <w:b/>
          <w:sz w:val="20"/>
          <w:szCs w:val="20"/>
        </w:rPr>
        <w:t>Le signataire</w:t>
      </w:r>
    </w:p>
    <w:p w14:paraId="0D3E1429" w14:textId="77777777" w:rsidR="00191099" w:rsidRDefault="008E15EF" w:rsidP="006854D6">
      <w:pPr>
        <w:tabs>
          <w:tab w:val="left" w:pos="7335"/>
        </w:tabs>
        <w:spacing w:after="0" w:line="240" w:lineRule="auto"/>
        <w:ind w:left="1416"/>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EndPr/>
        <w:sdtContent>
          <w:r w:rsidR="006A3DFC"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4E86DDB7" w:rsidR="00D525BC" w:rsidRPr="00CF60E2" w:rsidRDefault="008E15EF" w:rsidP="00CF60E2">
      <w:pPr>
        <w:spacing w:after="0" w:line="240" w:lineRule="auto"/>
        <w:ind w:left="1416"/>
        <w:jc w:val="both"/>
        <w:rPr>
          <w:rFonts w:ascii="Arial" w:hAnsi="Arial" w:cs="Arial"/>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EndPr/>
        <w:sdtContent>
          <w:r w:rsidR="00F14997"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r w:rsidR="00191099" w:rsidRPr="006854D6">
        <w:rPr>
          <w:rFonts w:ascii="Arial" w:hAnsi="Arial" w:cs="Arial"/>
          <w:sz w:val="20"/>
          <w:szCs w:val="20"/>
        </w:rPr>
        <w:t>engage la société sur la base de son offre ;</w:t>
      </w:r>
      <w:r w:rsidR="00D525BC">
        <w:rPr>
          <w:rFonts w:ascii="Arial" w:hAnsi="Arial" w:cs="Arial"/>
          <w:i/>
          <w:sz w:val="20"/>
          <w:szCs w:val="20"/>
        </w:rPr>
        <w:br w:type="page"/>
      </w: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1"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1"/>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2"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6184C88D"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E0EC6CE" w14:textId="77777777" w:rsidR="00887C72" w:rsidRPr="006854D6"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3"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3"/>
    </w:p>
    <w:p w14:paraId="473C5BA2"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4"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5"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p>
    <w:p w14:paraId="5C135530"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6"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6"/>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0F7F92" w:rsidRPr="006854D6">
        <w:rPr>
          <w:rStyle w:val="Appelnotedebasdep"/>
          <w:rFonts w:ascii="Arial" w:hAnsi="Arial" w:cs="Arial"/>
          <w:iCs/>
          <w:sz w:val="20"/>
          <w:szCs w:val="20"/>
        </w:rPr>
        <w:footnoteReference w:id="1"/>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6CB7FE8E" w14:textId="77777777" w:rsidR="00823E02" w:rsidRPr="006854D6" w:rsidRDefault="00823E02" w:rsidP="006854D6">
      <w:pPr>
        <w:pStyle w:val="fcase1ertab"/>
        <w:ind w:left="0" w:firstLine="0"/>
        <w:jc w:val="center"/>
        <w:rPr>
          <w:rFonts w:ascii="Arial" w:eastAsia="Wingdings" w:hAnsi="Arial" w:cs="Arial"/>
          <w:sz w:val="22"/>
          <w:u w:val="single"/>
        </w:rPr>
      </w:pPr>
    </w:p>
    <w:p w14:paraId="69AD91E8" w14:textId="77777777" w:rsidR="008C2880" w:rsidRPr="006854D6"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42C36917" w14:textId="77777777" w:rsidR="00823E02" w:rsidRPr="006854D6" w:rsidRDefault="00823E02" w:rsidP="006854D6">
      <w:pPr>
        <w:pStyle w:val="fcase1ertab"/>
        <w:ind w:left="0" w:firstLine="0"/>
        <w:jc w:val="center"/>
        <w:rPr>
          <w:rFonts w:ascii="Arial" w:eastAsia="Wingdings" w:hAnsi="Arial" w:cs="Arial"/>
          <w:sz w:val="22"/>
          <w:u w:val="single"/>
        </w:rPr>
      </w:pPr>
    </w:p>
    <w:p w14:paraId="5DA38234" w14:textId="77777777" w:rsidR="00191099" w:rsidRPr="006854D6" w:rsidRDefault="008E15EF" w:rsidP="006854D6">
      <w:pPr>
        <w:pStyle w:val="fcase1ertab"/>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1228B3" w:rsidRPr="006854D6">
        <w:rPr>
          <w:rFonts w:ascii="Arial" w:hAnsi="Arial" w:cs="Arial"/>
        </w:rPr>
        <w:t xml:space="preserve"> </w:t>
      </w:r>
      <w:r w:rsidR="00126BA2" w:rsidRPr="006854D6">
        <w:rPr>
          <w:rFonts w:ascii="Arial" w:hAnsi="Arial" w:cs="Arial"/>
        </w:rPr>
        <w:t xml:space="preserve"> </w:t>
      </w:r>
      <w:r w:rsidR="00191099" w:rsidRPr="006854D6">
        <w:rPr>
          <w:rFonts w:ascii="Arial" w:hAnsi="Arial" w:cs="Arial"/>
        </w:rPr>
        <w:t xml:space="preserve">L’ensemble des </w:t>
      </w:r>
      <w:r w:rsidR="00F23CA9" w:rsidRPr="006854D6">
        <w:rPr>
          <w:rFonts w:ascii="Arial" w:hAnsi="Arial" w:cs="Arial"/>
        </w:rPr>
        <w:t>membres du groupement s’engage</w:t>
      </w:r>
      <w:r w:rsidR="00191099" w:rsidRPr="006854D6">
        <w:rPr>
          <w:rFonts w:ascii="Arial" w:hAnsi="Arial" w:cs="Arial"/>
        </w:rPr>
        <w:t>, sur la base de l’offre du groupement</w:t>
      </w:r>
      <w:r w:rsidR="0033612D" w:rsidRPr="006854D6">
        <w:rPr>
          <w:rStyle w:val="Appelnotedebasdep"/>
          <w:rFonts w:ascii="Arial" w:hAnsi="Arial" w:cs="Arial"/>
        </w:rPr>
        <w:footnoteReference w:id="2"/>
      </w:r>
      <w:r w:rsidR="00191099" w:rsidRPr="006854D6">
        <w:rPr>
          <w:rFonts w:ascii="Arial" w:hAnsi="Arial" w:cs="Arial"/>
        </w:rPr>
        <w:t> ;</w:t>
      </w:r>
    </w:p>
    <w:p w14:paraId="64C6DF7A" w14:textId="77777777" w:rsidR="002A0E67" w:rsidRPr="006854D6" w:rsidRDefault="008E15EF" w:rsidP="006854D6">
      <w:pPr>
        <w:pStyle w:val="fcase1ertab"/>
        <w:ind w:left="851" w:firstLine="0"/>
        <w:rPr>
          <w:rFonts w:ascii="Arial" w:hAnsi="Arial" w:cs="Arial"/>
        </w:rPr>
      </w:pPr>
      <w:sdt>
        <w:sdtPr>
          <w:rPr>
            <w:rFonts w:ascii="Arial" w:eastAsia="Wingdings" w:hAnsi="Arial" w:cs="Arial"/>
            <w:sz w:val="22"/>
          </w:rPr>
          <w:id w:val="-1949851524"/>
          <w14:checkbox>
            <w14:checked w14:val="0"/>
            <w14:checkedState w14:val="2612" w14:font="MS Gothic"/>
            <w14:uncheckedState w14:val="2610" w14:font="MS Gothic"/>
          </w14:checkbox>
        </w:sdtPr>
        <w:sdtEndPr/>
        <w:sdtContent>
          <w:r w:rsidR="002A0E67" w:rsidRPr="006854D6">
            <w:rPr>
              <w:rFonts w:ascii="Segoe UI Symbol" w:eastAsia="MS Gothic" w:hAnsi="Segoe UI Symbol" w:cs="Segoe UI Symbol"/>
              <w:sz w:val="22"/>
            </w:rPr>
            <w:t>☐</w:t>
          </w:r>
        </w:sdtContent>
      </w:sdt>
      <w:r w:rsidR="002A0E67" w:rsidRPr="006854D6">
        <w:rPr>
          <w:rFonts w:ascii="Arial" w:hAnsi="Arial" w:cs="Arial"/>
        </w:rPr>
        <w:t xml:space="preserve"> Le signataire s’engage</w:t>
      </w:r>
      <w:r w:rsidR="0050517D" w:rsidRPr="006854D6">
        <w:rPr>
          <w:rFonts w:ascii="Arial" w:hAnsi="Arial" w:cs="Arial"/>
        </w:rPr>
        <w:t xml:space="preserve"> pour l</w:t>
      </w:r>
      <w:r w:rsidR="002A0E67" w:rsidRPr="006854D6">
        <w:rPr>
          <w:rFonts w:ascii="Arial" w:hAnsi="Arial" w:cs="Arial"/>
        </w:rPr>
        <w:t xml:space="preserve">’ensemble des </w:t>
      </w:r>
      <w:r w:rsidR="0050517D" w:rsidRPr="006854D6">
        <w:rPr>
          <w:rFonts w:ascii="Arial" w:hAnsi="Arial" w:cs="Arial"/>
        </w:rPr>
        <w:t>membres du groupement</w:t>
      </w:r>
      <w:r w:rsidR="002A0E67" w:rsidRPr="006854D6">
        <w:rPr>
          <w:rFonts w:ascii="Arial" w:hAnsi="Arial" w:cs="Arial"/>
        </w:rPr>
        <w:t>, sur la base de l’offre du groupement</w:t>
      </w:r>
    </w:p>
    <w:p w14:paraId="3C783C50" w14:textId="77777777" w:rsidR="00EE0A18" w:rsidRPr="006854D6" w:rsidRDefault="00EE0A18"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8606A3">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8606A3">
      <w:pPr>
        <w:pStyle w:val="Standard"/>
      </w:pPr>
    </w:p>
    <w:p w14:paraId="1F8F827F" w14:textId="77777777" w:rsidR="00D525BC" w:rsidRDefault="00D525BC">
      <w:pPr>
        <w:widowControl/>
        <w:suppressAutoHyphens w:val="0"/>
        <w:rPr>
          <w:rFonts w:ascii="Arial" w:hAnsi="Arial" w:cs="Arial"/>
          <w:b/>
          <w:iCs/>
          <w:sz w:val="20"/>
          <w:szCs w:val="20"/>
          <w:u w:val="single"/>
        </w:rPr>
      </w:pPr>
      <w:r>
        <w:rPr>
          <w:rFonts w:ascii="Arial" w:hAnsi="Arial" w:cs="Arial"/>
          <w:b/>
          <w:iCs/>
          <w:sz w:val="20"/>
          <w:szCs w:val="20"/>
          <w:u w:val="single"/>
        </w:rPr>
        <w:br w:type="page"/>
      </w: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lastRenderedPageBreak/>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Pr="006854D6" w:rsidRDefault="00010AF6" w:rsidP="008606A3">
      <w:pPr>
        <w:pStyle w:val="Standard"/>
      </w:pPr>
    </w:p>
    <w:p w14:paraId="4C89B5DA" w14:textId="77777777" w:rsidR="007F77FF" w:rsidRDefault="007F77FF" w:rsidP="007F77FF">
      <w:pPr>
        <w:widowControl/>
        <w:tabs>
          <w:tab w:val="left" w:pos="851"/>
        </w:tabs>
        <w:suppressAutoHyphens w:val="0"/>
        <w:spacing w:after="0" w:line="240" w:lineRule="auto"/>
        <w:jc w:val="both"/>
        <w:rPr>
          <w:rFonts w:ascii="Arial" w:eastAsia="Times New Roman" w:hAnsi="Arial" w:cs="Arial"/>
          <w:b/>
          <w:sz w:val="20"/>
          <w:szCs w:val="20"/>
          <w:lang w:eastAsia="fr-FR" w:bidi="ar-SA"/>
        </w:rPr>
      </w:pPr>
      <w:r>
        <w:rPr>
          <w:rFonts w:ascii="Arial" w:eastAsia="Times New Roman" w:hAnsi="Arial" w:cs="Arial"/>
          <w:b/>
          <w:sz w:val="20"/>
          <w:szCs w:val="20"/>
          <w:lang w:eastAsia="fr-FR" w:bidi="ar-SA"/>
        </w:rPr>
        <w:t>A exécuter les travaux demandés :</w:t>
      </w:r>
    </w:p>
    <w:p w14:paraId="5A125C36" w14:textId="77777777" w:rsidR="007F77FF" w:rsidRDefault="008E15EF" w:rsidP="007F77FF">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1"/>
            <w14:checkedState w14:val="2612" w14:font="MS Gothic"/>
            <w14:uncheckedState w14:val="2610" w14:font="MS Gothic"/>
          </w14:checkbox>
        </w:sdtPr>
        <w:sdtEndPr/>
        <w:sdtContent>
          <w:r w:rsidR="007F77FF">
            <w:rPr>
              <w:rFonts w:ascii="MS Gothic" w:eastAsia="MS Gothic" w:hAnsi="MS Gothic" w:cs="Arial" w:hint="eastAsia"/>
              <w:sz w:val="22"/>
            </w:rPr>
            <w:t>☒</w:t>
          </w:r>
        </w:sdtContent>
      </w:sdt>
      <w:r w:rsidR="007F77FF">
        <w:rPr>
          <w:rFonts w:ascii="Arial" w:hAnsi="Arial" w:cs="Arial"/>
          <w:sz w:val="20"/>
          <w:szCs w:val="20"/>
        </w:rPr>
        <w:t xml:space="preserve"> </w:t>
      </w:r>
      <w:r w:rsidR="007F77FF">
        <w:rPr>
          <w:rFonts w:ascii="Arial" w:eastAsia="Times New Roman" w:hAnsi="Arial" w:cs="Arial"/>
          <w:sz w:val="20"/>
          <w:szCs w:val="20"/>
          <w:lang w:eastAsia="fr-FR" w:bidi="ar-SA"/>
        </w:rPr>
        <w:t>aux prix indiqués ci-dessous :</w:t>
      </w:r>
    </w:p>
    <w:p w14:paraId="6A28EA3B" w14:textId="77777777" w:rsidR="007F69D3" w:rsidRDefault="007F69D3" w:rsidP="007F77FF">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p>
    <w:p w14:paraId="45B817B8" w14:textId="77777777" w:rsidR="00BE02A9" w:rsidRPr="006854D6" w:rsidRDefault="008E15EF"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286666993"/>
          <w14:checkbox>
            <w14:checked w14:val="0"/>
            <w14:checkedState w14:val="2612" w14:font="MS Gothic"/>
            <w14:uncheckedState w14:val="2610" w14:font="MS Gothic"/>
          </w14:checkbox>
        </w:sdtPr>
        <w:sdtEndPr/>
        <w:sdtContent>
          <w:r w:rsidR="00BE02A9" w:rsidRPr="006854D6">
            <w:rPr>
              <w:rFonts w:ascii="Segoe UI Symbol" w:eastAsia="MS Gothic" w:hAnsi="Segoe UI Symbol" w:cs="Segoe UI Symbol"/>
              <w:sz w:val="22"/>
            </w:rPr>
            <w:t>☐</w:t>
          </w:r>
        </w:sdtContent>
      </w:sdt>
      <w:r w:rsidR="00BE02A9" w:rsidRPr="006854D6">
        <w:rPr>
          <w:rFonts w:ascii="Arial" w:eastAsia="Times New Roman" w:hAnsi="Arial" w:cs="Arial"/>
          <w:sz w:val="20"/>
          <w:szCs w:val="20"/>
          <w:lang w:eastAsia="fr-FR" w:bidi="ar-SA"/>
        </w:rPr>
        <w:t xml:space="preserve"> TVA unique : taux de la TVA : </w:t>
      </w:r>
      <w:r w:rsidR="00BE02A9" w:rsidRPr="006854D6">
        <w:rPr>
          <w:rFonts w:ascii="Arial" w:eastAsia="Times New Roman" w:hAnsi="Arial" w:cs="Arial"/>
          <w:sz w:val="20"/>
          <w:szCs w:val="20"/>
          <w:lang w:eastAsia="fr-FR" w:bidi="ar-SA"/>
        </w:rPr>
        <w:fldChar w:fldCharType="begin">
          <w:ffData>
            <w:name w:val="Texte9"/>
            <w:enabled/>
            <w:calcOnExit w:val="0"/>
            <w:textInput/>
          </w:ffData>
        </w:fldChar>
      </w:r>
      <w:bookmarkStart w:id="7" w:name="Texte9"/>
      <w:r w:rsidR="00BE02A9" w:rsidRPr="006854D6">
        <w:rPr>
          <w:rFonts w:ascii="Arial" w:eastAsia="Times New Roman" w:hAnsi="Arial" w:cs="Arial"/>
          <w:sz w:val="20"/>
          <w:szCs w:val="20"/>
          <w:lang w:eastAsia="fr-FR" w:bidi="ar-SA"/>
        </w:rPr>
        <w:instrText xml:space="preserve"> FORMTEXT </w:instrText>
      </w:r>
      <w:r w:rsidR="00BE02A9" w:rsidRPr="006854D6">
        <w:rPr>
          <w:rFonts w:ascii="Arial" w:eastAsia="Times New Roman" w:hAnsi="Arial" w:cs="Arial"/>
          <w:sz w:val="20"/>
          <w:szCs w:val="20"/>
          <w:lang w:eastAsia="fr-FR" w:bidi="ar-SA"/>
        </w:rPr>
      </w:r>
      <w:r w:rsidR="00BE02A9" w:rsidRPr="006854D6">
        <w:rPr>
          <w:rFonts w:ascii="Arial" w:eastAsia="Times New Roman" w:hAnsi="Arial" w:cs="Arial"/>
          <w:sz w:val="20"/>
          <w:szCs w:val="20"/>
          <w:lang w:eastAsia="fr-FR" w:bidi="ar-SA"/>
        </w:rPr>
        <w:fldChar w:fldCharType="separate"/>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eastAsia="Times New Roman" w:hAnsi="Arial" w:cs="Arial"/>
          <w:sz w:val="20"/>
          <w:szCs w:val="20"/>
          <w:lang w:eastAsia="fr-FR" w:bidi="ar-SA"/>
        </w:rPr>
        <w:fldChar w:fldCharType="end"/>
      </w:r>
      <w:bookmarkEnd w:id="7"/>
      <w:r w:rsidR="00BE02A9" w:rsidRPr="006854D6">
        <w:rPr>
          <w:rFonts w:ascii="Arial" w:eastAsia="Times New Roman" w:hAnsi="Arial" w:cs="Arial"/>
          <w:sz w:val="20"/>
          <w:szCs w:val="20"/>
          <w:lang w:eastAsia="fr-FR" w:bidi="ar-SA"/>
        </w:rPr>
        <w:tab/>
      </w:r>
      <w:r w:rsidR="00BE02A9" w:rsidRPr="006854D6">
        <w:rPr>
          <w:rFonts w:ascii="Arial" w:eastAsia="Times New Roman" w:hAnsi="Arial" w:cs="Arial"/>
          <w:sz w:val="20"/>
          <w:szCs w:val="20"/>
          <w:u w:val="single"/>
          <w:lang w:eastAsia="fr-FR" w:bidi="ar-SA"/>
        </w:rPr>
        <w:t>OU</w:t>
      </w:r>
      <w:r w:rsidR="00BE02A9" w:rsidRPr="006854D6">
        <w:rPr>
          <w:rFonts w:ascii="Arial" w:eastAsia="Times New Roman" w:hAnsi="Arial" w:cs="Arial"/>
          <w:sz w:val="20"/>
          <w:szCs w:val="20"/>
          <w:lang w:eastAsia="fr-FR" w:bidi="ar-SA"/>
        </w:rPr>
        <w:tab/>
      </w:r>
      <w:sdt>
        <w:sdtPr>
          <w:rPr>
            <w:rFonts w:ascii="Arial" w:eastAsia="Wingdings" w:hAnsi="Arial" w:cs="Arial"/>
            <w:sz w:val="22"/>
          </w:rPr>
          <w:id w:val="-869912314"/>
          <w14:checkbox>
            <w14:checked w14:val="0"/>
            <w14:checkedState w14:val="2612" w14:font="MS Gothic"/>
            <w14:uncheckedState w14:val="2610" w14:font="MS Gothic"/>
          </w14:checkbox>
        </w:sdtPr>
        <w:sdtEndPr/>
        <w:sdtContent>
          <w:r w:rsidR="00BE02A9" w:rsidRPr="006854D6">
            <w:rPr>
              <w:rFonts w:ascii="Segoe UI Symbol" w:eastAsia="MS Gothic" w:hAnsi="Segoe UI Symbol" w:cs="Segoe UI Symbol"/>
              <w:sz w:val="22"/>
            </w:rPr>
            <w:t>☐</w:t>
          </w:r>
        </w:sdtContent>
      </w:sdt>
      <w:r w:rsidR="00BE02A9" w:rsidRPr="006854D6">
        <w:rPr>
          <w:rFonts w:ascii="Arial" w:hAnsi="Arial" w:cs="Arial"/>
          <w:sz w:val="20"/>
          <w:szCs w:val="20"/>
        </w:rPr>
        <w:t xml:space="preserve"> </w:t>
      </w:r>
      <w:r w:rsidR="00BE02A9" w:rsidRPr="006854D6">
        <w:rPr>
          <w:rFonts w:ascii="Arial" w:eastAsia="Times New Roman" w:hAnsi="Arial" w:cs="Arial"/>
          <w:sz w:val="20"/>
          <w:szCs w:val="20"/>
          <w:lang w:eastAsia="fr-FR" w:bidi="ar-SA"/>
        </w:rPr>
        <w:t>TVA multiple (se référer à l’annexe financière)</w:t>
      </w:r>
    </w:p>
    <w:p w14:paraId="4272D804" w14:textId="4B88B52A"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bookmarkStart w:id="8" w:name="Texte10"/>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bookmarkEnd w:id="8"/>
    </w:p>
    <w:p w14:paraId="4AD5FA0D"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bookmarkStart w:id="9" w:name="Texte11"/>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bookmarkEnd w:id="9"/>
    </w:p>
    <w:p w14:paraId="0DE6B472"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66A52638"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465E264" w14:textId="77777777" w:rsidR="009F1389" w:rsidRDefault="009F1389" w:rsidP="006854D6">
      <w:pPr>
        <w:spacing w:after="0" w:line="240" w:lineRule="auto"/>
        <w:ind w:firstLine="708"/>
        <w:rPr>
          <w:rFonts w:ascii="Arial" w:hAnsi="Arial" w:cs="Arial"/>
          <w:b/>
          <w:bCs/>
          <w:sz w:val="22"/>
          <w:szCs w:val="22"/>
        </w:rPr>
      </w:pPr>
    </w:p>
    <w:p w14:paraId="6F073298" w14:textId="175F5B4C" w:rsidR="00823E02" w:rsidRPr="006854D6" w:rsidRDefault="00823E02" w:rsidP="006854D6">
      <w:pPr>
        <w:spacing w:after="0" w:line="240" w:lineRule="auto"/>
        <w:ind w:firstLine="708"/>
        <w:rPr>
          <w:rFonts w:ascii="Arial" w:hAnsi="Arial" w:cs="Arial"/>
          <w:b/>
          <w:bCs/>
          <w:sz w:val="22"/>
          <w:szCs w:val="22"/>
        </w:rPr>
      </w:pPr>
      <w:r w:rsidRPr="006854D6">
        <w:rPr>
          <w:rFonts w:ascii="Arial" w:hAnsi="Arial" w:cs="Arial"/>
          <w:b/>
          <w:bCs/>
          <w:sz w:val="22"/>
          <w:szCs w:val="22"/>
        </w:rPr>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29A0B1E1"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39AA31B7" w14:textId="77777777" w:rsidR="008B29D4" w:rsidRPr="006854D6" w:rsidRDefault="008E15EF" w:rsidP="006854D6">
      <w:pPr>
        <w:widowControl/>
        <w:tabs>
          <w:tab w:val="left" w:pos="851"/>
        </w:tabs>
        <w:spacing w:after="0" w:line="240" w:lineRule="auto"/>
        <w:ind w:firstLine="851"/>
        <w:jc w:val="both"/>
        <w:rPr>
          <w:rFonts w:ascii="Arial" w:eastAsia="Times New Roman" w:hAnsi="Arial" w:cs="Arial"/>
          <w:b/>
          <w:sz w:val="20"/>
          <w:szCs w:val="20"/>
          <w:lang w:bidi="ar-SA"/>
        </w:rPr>
      </w:pPr>
      <w:sdt>
        <w:sdtPr>
          <w:rPr>
            <w:rFonts w:ascii="Arial" w:eastAsia="Wingdings" w:hAnsi="Arial" w:cs="Arial"/>
            <w:b/>
            <w:sz w:val="22"/>
          </w:rPr>
          <w:id w:val="1587809966"/>
          <w14:checkbox>
            <w14:checked w14:val="0"/>
            <w14:checkedState w14:val="2612" w14:font="MS Gothic"/>
            <w14:uncheckedState w14:val="2610" w14:font="MS Gothic"/>
          </w14:checkbox>
        </w:sdtPr>
        <w:sdtEndPr/>
        <w:sdtContent>
          <w:r w:rsidR="00242BA4" w:rsidRPr="006854D6">
            <w:rPr>
              <w:rFonts w:ascii="Segoe UI Symbol" w:eastAsia="MS Gothic" w:hAnsi="Segoe UI Symbol" w:cs="Segoe UI Symbol"/>
              <w:b/>
              <w:sz w:val="22"/>
            </w:rPr>
            <w:t>☐</w:t>
          </w:r>
        </w:sdtContent>
      </w:sdt>
      <w:r w:rsidR="008B29D4" w:rsidRPr="006854D6">
        <w:rPr>
          <w:rFonts w:ascii="Arial" w:eastAsia="Times New Roman" w:hAnsi="Arial" w:cs="Arial"/>
          <w:b/>
          <w:i/>
          <w:iCs/>
          <w:sz w:val="20"/>
          <w:szCs w:val="20"/>
          <w:lang w:bidi="ar-SA"/>
        </w:rPr>
        <w:t xml:space="preserve"> </w:t>
      </w:r>
      <w:r w:rsidR="008B29D4" w:rsidRPr="006854D6">
        <w:rPr>
          <w:rFonts w:ascii="Arial" w:eastAsia="Times New Roman" w:hAnsi="Arial" w:cs="Arial"/>
          <w:b/>
          <w:sz w:val="20"/>
          <w:szCs w:val="20"/>
          <w:lang w:bidi="ar-SA"/>
        </w:rPr>
        <w:t>conjoint</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t>OU</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r>
      <w:sdt>
        <w:sdtPr>
          <w:rPr>
            <w:rFonts w:ascii="Arial" w:eastAsia="Wingdings" w:hAnsi="Arial" w:cs="Arial"/>
            <w:b/>
            <w:sz w:val="22"/>
          </w:rPr>
          <w:id w:val="1976720887"/>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b/>
              <w:sz w:val="22"/>
            </w:rPr>
            <w:t>☐</w:t>
          </w:r>
        </w:sdtContent>
      </w:sdt>
      <w:r w:rsidR="00126BA2" w:rsidRPr="006854D6">
        <w:rPr>
          <w:rFonts w:ascii="Arial" w:hAnsi="Arial" w:cs="Arial"/>
          <w:b/>
        </w:rPr>
        <w:t xml:space="preserve"> </w:t>
      </w:r>
      <w:r w:rsidR="008B29D4" w:rsidRPr="006854D6">
        <w:rPr>
          <w:rFonts w:ascii="Arial" w:eastAsia="Times New Roman" w:hAnsi="Arial" w:cs="Arial"/>
          <w:b/>
          <w:sz w:val="20"/>
          <w:szCs w:val="20"/>
          <w:lang w:bidi="ar-SA"/>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p w14:paraId="20455954" w14:textId="55867169" w:rsidR="009F1389" w:rsidRDefault="009F1389" w:rsidP="006854D6">
      <w:pPr>
        <w:spacing w:after="0" w:line="240" w:lineRule="auto"/>
        <w:ind w:firstLine="360"/>
        <w:rPr>
          <w:rFonts w:ascii="Arial" w:hAnsi="Arial" w:cs="Arial"/>
          <w:b/>
          <w:bCs/>
          <w:sz w:val="22"/>
          <w:szCs w:val="22"/>
        </w:rPr>
      </w:pPr>
      <w:r>
        <w:rPr>
          <w:rFonts w:ascii="Arial" w:hAnsi="Arial" w:cs="Arial"/>
          <w:b/>
          <w:bCs/>
          <w:sz w:val="22"/>
          <w:szCs w:val="22"/>
        </w:rPr>
        <w:br w:type="page"/>
      </w:r>
    </w:p>
    <w:p w14:paraId="21B9B1BF" w14:textId="77777777" w:rsidR="00705C35" w:rsidRDefault="00705C35" w:rsidP="006854D6">
      <w:pPr>
        <w:spacing w:after="0" w:line="240" w:lineRule="auto"/>
        <w:ind w:firstLine="360"/>
        <w:rPr>
          <w:rFonts w:ascii="Arial" w:hAnsi="Arial" w:cs="Arial"/>
          <w:b/>
          <w:bCs/>
          <w:sz w:val="22"/>
          <w:szCs w:val="22"/>
        </w:rPr>
      </w:pPr>
    </w:p>
    <w:tbl>
      <w:tblPr>
        <w:tblW w:w="10546" w:type="dxa"/>
        <w:tblInd w:w="-153" w:type="dxa"/>
        <w:tblLayout w:type="fixed"/>
        <w:tblCellMar>
          <w:left w:w="10" w:type="dxa"/>
          <w:right w:w="10" w:type="dxa"/>
        </w:tblCellMar>
        <w:tblLook w:val="04A0" w:firstRow="1" w:lastRow="0" w:firstColumn="1" w:lastColumn="0" w:noHBand="0" w:noVBand="1"/>
      </w:tblPr>
      <w:tblGrid>
        <w:gridCol w:w="4503"/>
        <w:gridCol w:w="6043"/>
      </w:tblGrid>
      <w:tr w:rsidR="00584EEC" w:rsidRPr="007D5B78" w14:paraId="5B8594BE" w14:textId="77777777" w:rsidTr="004E76E1">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80BAB8" w14:textId="77777777" w:rsidR="00584EEC" w:rsidRPr="00AB58D6" w:rsidRDefault="00584EEC" w:rsidP="00AB58D6">
            <w:pPr>
              <w:pStyle w:val="Standard"/>
              <w:rPr>
                <w:b/>
              </w:rPr>
            </w:pPr>
            <w:r w:rsidRPr="00AB58D6">
              <w:rPr>
                <w:b/>
              </w:rPr>
              <w:t>Désignation des membres</w:t>
            </w:r>
          </w:p>
          <w:p w14:paraId="2887D819" w14:textId="77777777" w:rsidR="00584EEC" w:rsidRPr="00AB58D6" w:rsidRDefault="00584EEC" w:rsidP="00AB58D6">
            <w:pPr>
              <w:pStyle w:val="Standard"/>
              <w:rPr>
                <w:b/>
              </w:rPr>
            </w:pPr>
            <w:r w:rsidRPr="00AB58D6">
              <w:rPr>
                <w:b/>
              </w:rPr>
              <w:t>du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79F3D8" w14:textId="77777777" w:rsidR="00584EEC" w:rsidRPr="00AB58D6" w:rsidRDefault="00584EEC" w:rsidP="00AB58D6">
            <w:pPr>
              <w:pStyle w:val="Standard"/>
              <w:rPr>
                <w:b/>
              </w:rPr>
            </w:pPr>
            <w:r w:rsidRPr="00AB58D6">
              <w:rPr>
                <w:b/>
              </w:rPr>
              <w:t>Prestations exécutées par les membres</w:t>
            </w:r>
          </w:p>
          <w:p w14:paraId="278CB196" w14:textId="77777777" w:rsidR="00584EEC" w:rsidRPr="00AB58D6" w:rsidRDefault="00584EEC" w:rsidP="00AB58D6">
            <w:pPr>
              <w:pStyle w:val="Standard"/>
              <w:rPr>
                <w:b/>
              </w:rPr>
            </w:pPr>
            <w:r w:rsidRPr="00AB58D6">
              <w:rPr>
                <w:b/>
              </w:rPr>
              <w:t>du groupement conjoint</w:t>
            </w:r>
          </w:p>
        </w:tc>
      </w:tr>
      <w:tr w:rsidR="00584EEC" w:rsidRPr="007D5B78" w14:paraId="50CE2832" w14:textId="77777777" w:rsidTr="004E76E1">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A82147" w14:textId="77777777" w:rsidR="00584EEC" w:rsidRPr="00AB58D6" w:rsidRDefault="00584EEC" w:rsidP="00AB58D6">
            <w:pPr>
              <w:suppressAutoHyphens w:val="0"/>
              <w:spacing w:line="240" w:lineRule="auto"/>
              <w:jc w:val="both"/>
              <w:rPr>
                <w:rFonts w:ascii="Arial" w:hAnsi="Arial" w:cs="Arial"/>
                <w:b/>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117BFC" w14:textId="1CB14252" w:rsidR="00584EEC" w:rsidRPr="00AB58D6" w:rsidRDefault="00584EEC" w:rsidP="00AB58D6">
            <w:pPr>
              <w:pStyle w:val="Standard"/>
              <w:rPr>
                <w:b/>
              </w:rPr>
            </w:pPr>
            <w:r w:rsidRPr="00AB58D6">
              <w:rPr>
                <w:b/>
              </w:rPr>
              <w:t xml:space="preserve">Nature </w:t>
            </w:r>
            <w:r w:rsidR="00E17AA4">
              <w:rPr>
                <w:b/>
              </w:rPr>
              <w:t xml:space="preserve">et montant </w:t>
            </w:r>
            <w:r w:rsidRPr="00AB58D6">
              <w:rPr>
                <w:b/>
              </w:rPr>
              <w:t>de la prestation</w:t>
            </w:r>
          </w:p>
        </w:tc>
      </w:tr>
      <w:tr w:rsidR="00584EEC" w:rsidRPr="00101429" w14:paraId="79F237E4" w14:textId="77777777" w:rsidTr="004E76E1">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FE8E21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(Mandataire, Cotraitant n°1)</w:t>
            </w: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436EB6A"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7C368976" w14:textId="77777777" w:rsidTr="004E76E1">
        <w:trPr>
          <w:trHeight w:val="1021"/>
        </w:trPr>
        <w:tc>
          <w:tcPr>
            <w:tcW w:w="4503" w:type="dxa"/>
            <w:tcBorders>
              <w:left w:val="single" w:sz="4" w:space="0" w:color="000000"/>
            </w:tcBorders>
            <w:tcMar>
              <w:top w:w="0" w:type="dxa"/>
              <w:left w:w="108" w:type="dxa"/>
              <w:bottom w:w="0" w:type="dxa"/>
              <w:right w:w="108" w:type="dxa"/>
            </w:tcMar>
            <w:vAlign w:val="center"/>
          </w:tcPr>
          <w:p w14:paraId="5C5725B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n°2)</w:t>
            </w:r>
          </w:p>
        </w:tc>
        <w:tc>
          <w:tcPr>
            <w:tcW w:w="6043" w:type="dxa"/>
            <w:tcBorders>
              <w:left w:val="single" w:sz="4" w:space="0" w:color="000000"/>
              <w:right w:val="single" w:sz="4" w:space="0" w:color="000000"/>
            </w:tcBorders>
            <w:tcMar>
              <w:top w:w="0" w:type="dxa"/>
              <w:left w:w="108" w:type="dxa"/>
              <w:bottom w:w="0" w:type="dxa"/>
              <w:right w:w="108" w:type="dxa"/>
            </w:tcMar>
            <w:vAlign w:val="center"/>
          </w:tcPr>
          <w:p w14:paraId="164F532C"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2072B607" w14:textId="77777777" w:rsidTr="004E76E1">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534462D6"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n°3)</w:t>
            </w: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01908609"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bl>
    <w:p w14:paraId="6BBDEB34" w14:textId="77777777" w:rsidR="00584EEC" w:rsidRPr="006854D6" w:rsidRDefault="00584EEC" w:rsidP="006854D6">
      <w:pPr>
        <w:spacing w:after="0" w:line="240" w:lineRule="auto"/>
        <w:ind w:firstLine="360"/>
        <w:rPr>
          <w:rFonts w:ascii="Arial" w:hAnsi="Arial" w:cs="Arial"/>
          <w:b/>
          <w:bCs/>
          <w:sz w:val="22"/>
          <w:szCs w:val="22"/>
        </w:rPr>
      </w:pPr>
    </w:p>
    <w:p w14:paraId="47E33007" w14:textId="77777777" w:rsidR="00CF60E2" w:rsidRDefault="005F227A" w:rsidP="006854D6">
      <w:pPr>
        <w:spacing w:after="0" w:line="240" w:lineRule="auto"/>
        <w:ind w:firstLine="360"/>
        <w:rPr>
          <w:rFonts w:ascii="Arial" w:hAnsi="Arial" w:cs="Arial"/>
          <w:b/>
          <w:bCs/>
          <w:sz w:val="22"/>
          <w:szCs w:val="22"/>
        </w:rPr>
      </w:pPr>
      <w:r w:rsidRPr="006854D6">
        <w:rPr>
          <w:rFonts w:ascii="Arial" w:hAnsi="Arial" w:cs="Arial"/>
          <w:b/>
          <w:bCs/>
          <w:sz w:val="22"/>
          <w:szCs w:val="22"/>
        </w:rPr>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6854D6">
      <w:pPr>
        <w:spacing w:after="0" w:line="240" w:lineRule="auto"/>
        <w:ind w:firstLine="360"/>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10"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10"/>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11"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11"/>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28473D94" w:rsidR="00BE02A9" w:rsidRPr="006854D6" w:rsidRDefault="00BE02A9" w:rsidP="00BE02A9">
      <w:pPr>
        <w:spacing w:after="0" w:line="240" w:lineRule="auto"/>
        <w:ind w:firstLine="360"/>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r w:rsidRPr="006854D6">
        <w:rPr>
          <w:rFonts w:ascii="Arial" w:hAnsi="Arial" w:cs="Arial"/>
          <w:b/>
          <w:bCs/>
          <w:sz w:val="22"/>
          <w:szCs w:val="22"/>
        </w:rPr>
        <w:t>:</w:t>
      </w:r>
    </w:p>
    <w:p w14:paraId="588CBBF1" w14:textId="1320E989" w:rsidR="00C90772" w:rsidRDefault="00C90772" w:rsidP="00C90772">
      <w:pPr>
        <w:spacing w:after="0" w:line="240" w:lineRule="auto"/>
        <w:ind w:firstLine="360"/>
        <w:rPr>
          <w:rFonts w:ascii="Arial" w:eastAsia="Wingdings" w:hAnsi="Arial" w:cs="Arial"/>
          <w:color w:val="000000"/>
          <w:sz w:val="20"/>
          <w:szCs w:val="20"/>
        </w:rPr>
      </w:pPr>
      <w:r>
        <w:rPr>
          <w:rFonts w:ascii="Arial" w:hAnsi="Arial" w:cs="Arial"/>
          <w:sz w:val="20"/>
          <w:szCs w:val="20"/>
        </w:rPr>
        <w:t xml:space="preserve">Je renonce au bénéfice de l'avance* : </w:t>
      </w:r>
      <w:sdt>
        <w:sdtPr>
          <w:rPr>
            <w:rFonts w:ascii="Arial" w:eastAsia="Wingdings" w:hAnsi="Arial" w:cs="Arial"/>
            <w:sz w:val="22"/>
          </w:rPr>
          <w:id w:val="-210401699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NON</w:t>
      </w:r>
      <w:r w:rsidR="00CF60E2">
        <w:rPr>
          <w:rFonts w:ascii="Arial" w:eastAsia="Wingdings" w:hAnsi="Arial" w:cs="Arial"/>
          <w:color w:val="000000"/>
          <w:sz w:val="20"/>
          <w:szCs w:val="20"/>
        </w:rPr>
        <w:t xml:space="preserve">   </w:t>
      </w:r>
      <w:r>
        <w:rPr>
          <w:rFonts w:ascii="Arial" w:eastAsia="Wingdings" w:hAnsi="Arial" w:cs="Arial"/>
          <w:color w:val="000000"/>
          <w:sz w:val="20"/>
          <w:szCs w:val="20"/>
        </w:rPr>
        <w:t xml:space="preserve"> </w:t>
      </w:r>
      <w:sdt>
        <w:sdtPr>
          <w:rPr>
            <w:rFonts w:ascii="Arial" w:eastAsia="Wingdings" w:hAnsi="Arial" w:cs="Arial"/>
            <w:sz w:val="22"/>
          </w:rPr>
          <w:id w:val="121793410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OUI</w:t>
      </w:r>
    </w:p>
    <w:p w14:paraId="2A1301D1" w14:textId="77777777" w:rsidR="00C90772" w:rsidRDefault="00C90772" w:rsidP="00C90772">
      <w:pPr>
        <w:spacing w:after="0" w:line="240" w:lineRule="auto"/>
        <w:ind w:firstLine="360"/>
        <w:rPr>
          <w:rFonts w:ascii="Arial" w:hAnsi="Arial" w:cs="Arial"/>
          <w:i/>
          <w:sz w:val="20"/>
          <w:szCs w:val="20"/>
        </w:rPr>
      </w:pPr>
      <w:r>
        <w:rPr>
          <w:rFonts w:ascii="Arial" w:hAnsi="Arial" w:cs="Arial"/>
          <w:i/>
          <w:sz w:val="20"/>
          <w:szCs w:val="20"/>
        </w:rPr>
        <w:t>*À défaut de mention du titulaire, l’avance est considérée comme refusée.</w:t>
      </w:r>
    </w:p>
    <w:p w14:paraId="36396CAB" w14:textId="77777777" w:rsidR="00BE02A9" w:rsidRDefault="00BE02A9" w:rsidP="006854D6">
      <w:pPr>
        <w:spacing w:after="0" w:line="240" w:lineRule="auto"/>
        <w:rPr>
          <w:rFonts w:ascii="Arial" w:hAnsi="Arial" w:cs="Arial"/>
          <w:b/>
          <w:bCs/>
          <w:sz w:val="22"/>
          <w:szCs w:val="22"/>
        </w:rPr>
      </w:pPr>
    </w:p>
    <w:p w14:paraId="4DFA3F65" w14:textId="77777777" w:rsidR="00CF60E2" w:rsidRPr="006854D6" w:rsidRDefault="00CF60E2" w:rsidP="006854D6">
      <w:pPr>
        <w:spacing w:after="0" w:line="240" w:lineRule="auto"/>
        <w:rPr>
          <w:rFonts w:ascii="Arial" w:hAnsi="Arial" w:cs="Arial"/>
          <w:b/>
          <w:bCs/>
          <w:sz w:val="22"/>
          <w:szCs w:val="22"/>
        </w:rPr>
      </w:pPr>
    </w:p>
    <w:p w14:paraId="540AA95F" w14:textId="3B4D79DB" w:rsidR="00C60DC0" w:rsidRDefault="005F227A" w:rsidP="006854D6">
      <w:pPr>
        <w:spacing w:after="0" w:line="240" w:lineRule="auto"/>
        <w:ind w:firstLine="360"/>
        <w:rPr>
          <w:rFonts w:ascii="Arial" w:hAnsi="Arial" w:cs="Arial"/>
          <w:b/>
          <w:bCs/>
          <w:sz w:val="22"/>
          <w:szCs w:val="22"/>
        </w:rPr>
      </w:pPr>
      <w:r w:rsidRPr="003E2BA6">
        <w:rPr>
          <w:rFonts w:ascii="Arial" w:hAnsi="Arial" w:cs="Arial"/>
          <w:b/>
          <w:bCs/>
          <w:sz w:val="22"/>
          <w:szCs w:val="22"/>
        </w:rPr>
        <w:t>B</w:t>
      </w:r>
      <w:r w:rsidR="00BE02A9" w:rsidRPr="003E2BA6">
        <w:rPr>
          <w:rFonts w:ascii="Arial" w:hAnsi="Arial" w:cs="Arial"/>
          <w:b/>
          <w:bCs/>
          <w:sz w:val="22"/>
          <w:szCs w:val="22"/>
        </w:rPr>
        <w:t>5</w:t>
      </w:r>
      <w:r w:rsidRPr="003E2BA6">
        <w:rPr>
          <w:rFonts w:ascii="Arial" w:hAnsi="Arial" w:cs="Arial"/>
          <w:b/>
          <w:bCs/>
          <w:sz w:val="22"/>
          <w:szCs w:val="22"/>
        </w:rPr>
        <w:t xml:space="preserve"> – Durée </w:t>
      </w:r>
      <w:r w:rsidR="007F77FF">
        <w:rPr>
          <w:rFonts w:ascii="Arial" w:hAnsi="Arial" w:cs="Arial"/>
          <w:b/>
          <w:bCs/>
          <w:sz w:val="22"/>
          <w:szCs w:val="22"/>
        </w:rPr>
        <w:t>d</w:t>
      </w:r>
      <w:r w:rsidR="00CF60E2" w:rsidRPr="003E2BA6">
        <w:rPr>
          <w:rFonts w:ascii="Arial" w:hAnsi="Arial" w:cs="Arial"/>
          <w:b/>
          <w:bCs/>
          <w:sz w:val="22"/>
          <w:szCs w:val="22"/>
        </w:rPr>
        <w:t xml:space="preserve">u marché </w:t>
      </w:r>
      <w:r w:rsidRPr="003E2BA6">
        <w:rPr>
          <w:rFonts w:ascii="Arial" w:hAnsi="Arial" w:cs="Arial"/>
          <w:b/>
          <w:bCs/>
          <w:sz w:val="22"/>
          <w:szCs w:val="22"/>
        </w:rPr>
        <w:t>:</w:t>
      </w:r>
    </w:p>
    <w:p w14:paraId="3B2AEDC0" w14:textId="77777777" w:rsidR="00CF60E2" w:rsidRPr="007570C9" w:rsidRDefault="00CF60E2" w:rsidP="006854D6">
      <w:pPr>
        <w:spacing w:after="0" w:line="240" w:lineRule="auto"/>
        <w:ind w:firstLine="360"/>
        <w:rPr>
          <w:rFonts w:ascii="Arial" w:hAnsi="Arial" w:cs="Arial"/>
          <w:b/>
          <w:bCs/>
          <w:sz w:val="22"/>
          <w:szCs w:val="22"/>
        </w:rPr>
      </w:pPr>
    </w:p>
    <w:p w14:paraId="7AC8B194" w14:textId="77777777" w:rsidR="00307E30" w:rsidRDefault="00307E30" w:rsidP="00307E30">
      <w:pPr>
        <w:jc w:val="both"/>
      </w:pPr>
      <w:r w:rsidRPr="000277CE">
        <w:rPr>
          <w:rFonts w:ascii="Arial" w:hAnsi="Arial" w:cs="Arial"/>
          <w:sz w:val="20"/>
          <w:szCs w:val="20"/>
        </w:rPr>
        <w:t>La durée du marché court à compter de sa date de notification jusqu’à l’expiration du délai de garantie de bon fonctionnement</w:t>
      </w:r>
      <w:r>
        <w:rPr>
          <w:rFonts w:ascii="Arial" w:hAnsi="Arial" w:cs="Arial"/>
          <w:sz w:val="20"/>
          <w:szCs w:val="20"/>
        </w:rPr>
        <w:t xml:space="preserve"> (deux ans </w:t>
      </w:r>
      <w:r w:rsidRPr="00BD192E">
        <w:rPr>
          <w:rFonts w:ascii="Arial" w:hAnsi="Arial" w:cs="Arial"/>
          <w:sz w:val="20"/>
          <w:szCs w:val="20"/>
        </w:rPr>
        <w:t>suivant la réception des travaux</w:t>
      </w:r>
      <w:r>
        <w:rPr>
          <w:rFonts w:ascii="Arial" w:hAnsi="Arial" w:cs="Arial"/>
          <w:sz w:val="20"/>
          <w:szCs w:val="20"/>
        </w:rPr>
        <w:t>)</w:t>
      </w:r>
      <w:r w:rsidRPr="000277CE">
        <w:rPr>
          <w:rFonts w:ascii="Arial" w:hAnsi="Arial" w:cs="Arial"/>
          <w:sz w:val="20"/>
          <w:szCs w:val="20"/>
        </w:rPr>
        <w:t>.</w:t>
      </w:r>
    </w:p>
    <w:p w14:paraId="3CAE3314" w14:textId="77777777" w:rsidR="007F77FF" w:rsidRDefault="007F77FF" w:rsidP="007F77FF">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E35BF5C" w14:textId="77777777" w:rsidR="00896449" w:rsidRDefault="00896449" w:rsidP="00CF60E2">
      <w:pPr>
        <w:pStyle w:val="fcasegauche"/>
        <w:tabs>
          <w:tab w:val="left" w:pos="426"/>
          <w:tab w:val="left" w:pos="851"/>
        </w:tabs>
        <w:spacing w:after="0"/>
        <w:ind w:left="0" w:firstLine="0"/>
        <w:jc w:val="left"/>
        <w:rPr>
          <w:rFonts w:ascii="Arial" w:hAnsi="Arial" w:cs="Arial"/>
          <w:i/>
          <w:sz w:val="18"/>
          <w:szCs w:val="18"/>
        </w:rPr>
      </w:pPr>
    </w:p>
    <w:p w14:paraId="3FB6EC66" w14:textId="77777777" w:rsidR="002E6371" w:rsidRDefault="002E6371" w:rsidP="006854D6">
      <w:pPr>
        <w:spacing w:after="0" w:line="240" w:lineRule="auto"/>
        <w:ind w:firstLine="360"/>
        <w:rPr>
          <w:rFonts w:ascii="Arial" w:hAnsi="Arial" w:cs="Arial"/>
          <w:b/>
          <w:bCs/>
          <w:sz w:val="22"/>
          <w:szCs w:val="22"/>
        </w:rPr>
      </w:pPr>
    </w:p>
    <w:p w14:paraId="254D578E" w14:textId="75044423" w:rsidR="00BD19C2" w:rsidRPr="006854D6" w:rsidRDefault="00BD19C2" w:rsidP="006854D6">
      <w:pPr>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6</w:t>
      </w:r>
      <w:r w:rsidRPr="006854D6">
        <w:rPr>
          <w:rFonts w:ascii="Arial" w:hAnsi="Arial" w:cs="Arial"/>
          <w:b/>
          <w:bCs/>
          <w:sz w:val="22"/>
          <w:szCs w:val="22"/>
        </w:rPr>
        <w:t xml:space="preserve"> </w:t>
      </w:r>
      <w:r w:rsidR="00AD34C7" w:rsidRPr="006854D6">
        <w:rPr>
          <w:rFonts w:ascii="Arial" w:hAnsi="Arial" w:cs="Arial"/>
          <w:b/>
          <w:bCs/>
          <w:sz w:val="22"/>
          <w:szCs w:val="22"/>
        </w:rPr>
        <w:t>– Achats</w:t>
      </w:r>
      <w:r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1E872CCA"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7F2939DD"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976F5D">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4593F150" w14:textId="2648A439" w:rsidR="00795D2D" w:rsidRPr="006854D6" w:rsidRDefault="00725C30" w:rsidP="006854D6">
      <w:pPr>
        <w:spacing w:after="0" w:line="240" w:lineRule="auto"/>
        <w:ind w:left="284" w:firstLine="76"/>
        <w:rPr>
          <w:rFonts w:ascii="Arial" w:hAnsi="Arial" w:cs="Arial"/>
        </w:rPr>
      </w:pPr>
      <w:r w:rsidRPr="006854D6">
        <w:rPr>
          <w:rFonts w:ascii="Arial" w:hAnsi="Arial" w:cs="Arial"/>
          <w:b/>
          <w:bCs/>
          <w:sz w:val="22"/>
          <w:szCs w:val="22"/>
        </w:rPr>
        <w:br/>
      </w:r>
      <w:r w:rsidR="00795D2D" w:rsidRPr="008B6841">
        <w:rPr>
          <w:rFonts w:ascii="Arial" w:hAnsi="Arial" w:cs="Arial"/>
          <w:b/>
          <w:bCs/>
          <w:sz w:val="22"/>
          <w:szCs w:val="22"/>
        </w:rPr>
        <w:t>B</w:t>
      </w:r>
      <w:r w:rsidR="00BE02A9" w:rsidRPr="008B6841">
        <w:rPr>
          <w:rFonts w:ascii="Arial" w:hAnsi="Arial" w:cs="Arial"/>
          <w:b/>
          <w:bCs/>
          <w:sz w:val="22"/>
          <w:szCs w:val="22"/>
        </w:rPr>
        <w:t>7</w:t>
      </w:r>
      <w:r w:rsidR="00795D2D" w:rsidRPr="008B6841">
        <w:rPr>
          <w:rFonts w:ascii="Arial" w:hAnsi="Arial" w:cs="Arial"/>
          <w:b/>
          <w:bCs/>
          <w:sz w:val="22"/>
          <w:szCs w:val="22"/>
        </w:rPr>
        <w:t xml:space="preserve"> – Lieu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00795D2D"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4BF55B88" w14:textId="189A42FA" w:rsidR="007347DA" w:rsidRPr="007347DA" w:rsidRDefault="00976F5D" w:rsidP="007347DA">
      <w:pPr>
        <w:pStyle w:val="Default"/>
        <w:rPr>
          <w:rFonts w:eastAsia="Times New Roman"/>
          <w:b/>
          <w:bCs/>
          <w:noProof/>
          <w:sz w:val="20"/>
          <w:szCs w:val="20"/>
          <w:shd w:val="clear" w:color="auto" w:fill="FFFFFF"/>
          <w:lang w:eastAsia="en-US"/>
        </w:rPr>
      </w:pPr>
      <w:bookmarkStart w:id="12" w:name="_Hlk166599365"/>
      <w:r>
        <w:rPr>
          <w:rFonts w:eastAsia="Times New Roman"/>
          <w:b/>
          <w:bCs/>
          <w:noProof/>
          <w:sz w:val="20"/>
          <w:szCs w:val="20"/>
          <w:shd w:val="clear" w:color="auto" w:fill="FFFFFF"/>
          <w:lang w:eastAsia="en-US"/>
        </w:rPr>
        <w:t>Aéroport Deauville-Normandie</w:t>
      </w:r>
    </w:p>
    <w:p w14:paraId="0F84FE2B" w14:textId="7E07610A" w:rsidR="007347DA" w:rsidRPr="00976F5D" w:rsidRDefault="00976F5D" w:rsidP="007347DA">
      <w:pPr>
        <w:pStyle w:val="Default"/>
        <w:rPr>
          <w:rFonts w:eastAsia="Times New Roman"/>
          <w:noProof/>
          <w:sz w:val="20"/>
          <w:szCs w:val="20"/>
          <w:shd w:val="clear" w:color="auto" w:fill="FFFFFF"/>
          <w:lang w:eastAsia="en-US"/>
        </w:rPr>
      </w:pPr>
      <w:r w:rsidRPr="00976F5D">
        <w:rPr>
          <w:rFonts w:eastAsia="Times New Roman"/>
          <w:noProof/>
          <w:sz w:val="20"/>
          <w:szCs w:val="20"/>
          <w:shd w:val="clear" w:color="auto" w:fill="FFFFFF"/>
          <w:lang w:eastAsia="en-US"/>
        </w:rPr>
        <w:t>14 130 Saint-Gatien-des-Bois</w:t>
      </w:r>
    </w:p>
    <w:bookmarkEnd w:id="12"/>
    <w:p w14:paraId="01290C2D" w14:textId="77777777" w:rsidR="00B94564" w:rsidRPr="00B94564" w:rsidRDefault="00B94564" w:rsidP="00B94564">
      <w:pPr>
        <w:spacing w:after="0" w:line="240" w:lineRule="auto"/>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7777777" w:rsidR="00C60DC0" w:rsidRPr="006854D6" w:rsidRDefault="005F227A" w:rsidP="006854D6">
      <w:pPr>
        <w:tabs>
          <w:tab w:val="left" w:pos="284"/>
        </w:tabs>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8</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566BC93D" w14:textId="708EDF8D" w:rsidR="00B94564" w:rsidRDefault="005F227A" w:rsidP="006854D6">
      <w:pPr>
        <w:spacing w:after="0" w:line="240" w:lineRule="auto"/>
        <w:rPr>
          <w:rFonts w:ascii="Arial" w:hAnsi="Arial" w:cs="Arial"/>
          <w:b/>
          <w:bCs/>
          <w:sz w:val="22"/>
          <w:szCs w:val="22"/>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r w:rsidR="00725C30" w:rsidRPr="006854D6">
        <w:rPr>
          <w:rFonts w:ascii="Arial" w:hAnsi="Arial" w:cs="Arial"/>
          <w:sz w:val="20"/>
          <w:szCs w:val="20"/>
        </w:rPr>
        <w:br/>
      </w:r>
      <w:r w:rsidR="00B94564">
        <w:rPr>
          <w:rFonts w:ascii="Arial" w:hAnsi="Arial" w:cs="Arial"/>
          <w:b/>
          <w:bCs/>
          <w:sz w:val="22"/>
          <w:szCs w:val="22"/>
        </w:rPr>
        <w:br w:type="page"/>
      </w:r>
    </w:p>
    <w:p w14:paraId="34231F1B" w14:textId="77777777" w:rsidR="00725C30" w:rsidRPr="006854D6" w:rsidRDefault="00725C30" w:rsidP="006854D6">
      <w:pPr>
        <w:spacing w:after="0" w:line="240" w:lineRule="auto"/>
        <w:rPr>
          <w:rFonts w:ascii="Arial" w:hAnsi="Arial"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8606A3">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9A1FCB">
            <w:pPr>
              <w:pStyle w:val="Standard"/>
              <w:jc w:val="center"/>
              <w:rPr>
                <w:b/>
                <w:i/>
              </w:rPr>
            </w:pPr>
            <w:r w:rsidRPr="009A1FCB">
              <w:rPr>
                <w:b/>
              </w:rPr>
              <w:t>Nom, prénom et qualité</w:t>
            </w:r>
          </w:p>
          <w:p w14:paraId="028EF241" w14:textId="77777777" w:rsidR="00EA09F2" w:rsidRPr="009A1FCB" w:rsidRDefault="00EA09F2" w:rsidP="009A1FCB">
            <w:pPr>
              <w:pStyle w:val="Standard"/>
              <w:jc w:val="center"/>
              <w:rPr>
                <w:b/>
                <w:i/>
              </w:rPr>
            </w:pPr>
            <w:r w:rsidRPr="009A1FCB">
              <w:rPr>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9A1FCB">
            <w:pPr>
              <w:pStyle w:val="Standard"/>
              <w:jc w:val="center"/>
              <w:rPr>
                <w:b/>
                <w:i/>
              </w:rPr>
            </w:pPr>
            <w:r w:rsidRPr="009A1FCB">
              <w:rPr>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9A1FCB">
            <w:pPr>
              <w:pStyle w:val="Standard"/>
              <w:jc w:val="center"/>
              <w:rPr>
                <w:b/>
                <w:i/>
              </w:rPr>
            </w:pPr>
            <w:r w:rsidRPr="009A1FCB">
              <w:rPr>
                <w:b/>
              </w:rPr>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8606A3">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8606A3">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8606A3">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34EBA49D" w14:textId="77777777" w:rsidR="00275AF5" w:rsidRPr="006854D6" w:rsidRDefault="00275AF5" w:rsidP="006854D6">
      <w:pPr>
        <w:spacing w:after="0" w:line="240" w:lineRule="auto"/>
        <w:rPr>
          <w:rFonts w:ascii="Arial" w:hAnsi="Arial" w:cs="Arial"/>
        </w:rPr>
      </w:pP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82077A" w:rsidRDefault="00275AF5" w:rsidP="008606A3">
      <w:pPr>
        <w:pStyle w:val="Standard"/>
        <w:rPr>
          <w:b/>
        </w:rPr>
      </w:pPr>
      <w:r w:rsidRPr="0082077A">
        <w:t>Les membres du groupement d’opérateurs économiques désignent le mandataire suivant (</w:t>
      </w:r>
      <w:r w:rsidR="00BE02A9">
        <w:rPr>
          <w:rStyle w:val="Internetlink"/>
          <w:rFonts w:cs="Arial"/>
          <w:lang w:bidi="ar-SA"/>
        </w:rPr>
        <w:t>article R</w:t>
      </w:r>
      <w:r w:rsidRPr="0082077A">
        <w:rPr>
          <w:rStyle w:val="Internetlink"/>
          <w:rFonts w:cs="Arial"/>
          <w:lang w:bidi="ar-SA"/>
        </w:rPr>
        <w:t>2142-23</w:t>
      </w:r>
      <w:r w:rsidRPr="0082077A">
        <w:t xml:space="preserve"> ou </w:t>
      </w:r>
      <w:r w:rsidR="00BE02A9">
        <w:rPr>
          <w:rStyle w:val="Internetlink"/>
          <w:rFonts w:cs="Arial"/>
          <w:lang w:bidi="ar-SA"/>
        </w:rPr>
        <w:t>article R</w:t>
      </w:r>
      <w:r w:rsidRPr="0082077A">
        <w:rPr>
          <w:rStyle w:val="Internetlink"/>
          <w:rFonts w:cs="Arial"/>
          <w:lang w:bidi="ar-SA"/>
        </w:rPr>
        <w:t>2342-12</w:t>
      </w:r>
      <w:r w:rsidRPr="0082077A">
        <w:t xml:space="preserve"> du code de la commande publique) :</w:t>
      </w:r>
    </w:p>
    <w:p w14:paraId="5AF73760" w14:textId="77777777" w:rsidR="00275AF5" w:rsidRPr="00EA09F2" w:rsidRDefault="00275AF5" w:rsidP="008606A3">
      <w:pPr>
        <w:pStyle w:val="Standard"/>
      </w:pPr>
    </w:p>
    <w:p w14:paraId="5914566F" w14:textId="77777777" w:rsidR="00275AF5" w:rsidRPr="008606A3" w:rsidRDefault="00275AF5" w:rsidP="008606A3">
      <w:pPr>
        <w:pStyle w:val="Standard"/>
        <w:rPr>
          <w:i/>
        </w:rPr>
      </w:pPr>
      <w:r w:rsidRPr="008606A3">
        <w:rPr>
          <w:i/>
        </w:rPr>
        <w:t>[Indiquer le nom commercial et la dénomination sociale du mandataire]</w:t>
      </w:r>
    </w:p>
    <w:p w14:paraId="7C44C420" w14:textId="77777777" w:rsidR="00275AF5" w:rsidRPr="00EA09F2" w:rsidRDefault="00275AF5" w:rsidP="008606A3">
      <w:pPr>
        <w:pStyle w:val="Standard"/>
      </w:pPr>
    </w:p>
    <w:p w14:paraId="7524FDBA" w14:textId="77777777" w:rsidR="00275AF5" w:rsidRPr="006854D6" w:rsidRDefault="00275AF5" w:rsidP="008606A3">
      <w:pPr>
        <w:pStyle w:val="Standard"/>
      </w:pPr>
    </w:p>
    <w:p w14:paraId="2726BD63" w14:textId="77777777" w:rsidR="00275AF5" w:rsidRDefault="00EA09F2" w:rsidP="008606A3">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8606A3">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Pr="006854D6" w:rsidRDefault="004113E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6854D6">
        <w:rPr>
          <w:rFonts w:ascii="Arial" w:eastAsia="Times New Roman" w:hAnsi="Arial" w:cs="Arial"/>
          <w:i/>
          <w:iCs/>
          <w:sz w:val="18"/>
          <w:szCs w:val="18"/>
          <w:lang w:bidi="ar-SA"/>
        </w:rPr>
        <w:t>(Cocher la case correspondante.)</w:t>
      </w:r>
    </w:p>
    <w:p w14:paraId="51525276" w14:textId="77777777"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82077A" w:rsidRPr="00C24559">
        <w:rPr>
          <w:rFonts w:ascii="Arial" w:eastAsia="Times New Roman" w:hAnsi="Arial" w:cs="Arial"/>
          <w:sz w:val="20"/>
          <w:szCs w:val="20"/>
          <w:lang w:bidi="ar-SA"/>
        </w:rPr>
        <w:fldChar w:fldCharType="begin">
          <w:ffData>
            <w:name w:val=""/>
            <w:enabled/>
            <w:calcOnExit w:val="0"/>
            <w:checkBox>
              <w:size w:val="20"/>
              <w:default w:val="1"/>
            </w:checkBox>
          </w:ffData>
        </w:fldChar>
      </w:r>
      <w:r w:rsidR="0082077A" w:rsidRPr="00C24559">
        <w:rPr>
          <w:rFonts w:ascii="Arial" w:eastAsia="Times New Roman" w:hAnsi="Arial" w:cs="Arial"/>
          <w:sz w:val="20"/>
          <w:szCs w:val="20"/>
          <w:lang w:bidi="ar-SA"/>
        </w:rPr>
        <w:instrText xml:space="preserve"> FORMCHECKBOX </w:instrText>
      </w:r>
      <w:r w:rsidR="0082077A" w:rsidRPr="00C24559">
        <w:rPr>
          <w:rFonts w:ascii="Arial" w:eastAsia="Times New Roman" w:hAnsi="Arial" w:cs="Arial"/>
          <w:sz w:val="20"/>
          <w:szCs w:val="20"/>
          <w:lang w:bidi="ar-SA"/>
        </w:rPr>
      </w:r>
      <w:r w:rsidR="0082077A" w:rsidRPr="00C24559">
        <w:rPr>
          <w:rFonts w:ascii="Arial" w:eastAsia="Times New Roman" w:hAnsi="Arial" w:cs="Arial"/>
          <w:sz w:val="20"/>
          <w:szCs w:val="20"/>
          <w:lang w:bidi="ar-SA"/>
        </w:rPr>
        <w:fldChar w:fldCharType="separate"/>
      </w:r>
      <w:r w:rsidR="0082077A" w:rsidRPr="00C24559">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0397FF1" w14:textId="77777777" w:rsidR="00B173BB" w:rsidRDefault="00B173BB" w:rsidP="006854D6">
      <w:pPr>
        <w:spacing w:after="0" w:line="240" w:lineRule="auto"/>
        <w:rPr>
          <w:rFonts w:ascii="Arial" w:hAnsi="Arial" w:cs="Arial"/>
        </w:rPr>
      </w:pP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8606A3">
            <w:pPr>
              <w:pStyle w:val="Standard"/>
              <w:jc w:val="center"/>
              <w:rPr>
                <w:b/>
              </w:rPr>
            </w:pPr>
            <w:r w:rsidRPr="008606A3">
              <w:rPr>
                <w:b/>
              </w:rPr>
              <w:t>Nom, prénom et qualité</w:t>
            </w:r>
          </w:p>
          <w:p w14:paraId="713BF08B" w14:textId="77777777" w:rsidR="00275AF5" w:rsidRPr="008606A3" w:rsidRDefault="00275AF5" w:rsidP="008606A3">
            <w:pPr>
              <w:pStyle w:val="Standard"/>
              <w:jc w:val="center"/>
              <w:rPr>
                <w:b/>
              </w:rPr>
            </w:pPr>
            <w:r w:rsidRPr="008606A3">
              <w:rPr>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8606A3">
            <w:pPr>
              <w:pStyle w:val="Standard"/>
              <w:jc w:val="center"/>
              <w:rPr>
                <w:b/>
              </w:rPr>
            </w:pPr>
            <w:r w:rsidRPr="008606A3">
              <w:rPr>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8606A3">
            <w:pPr>
              <w:pStyle w:val="Standard"/>
              <w:jc w:val="center"/>
              <w:rPr>
                <w:b/>
              </w:rPr>
            </w:pPr>
            <w:r w:rsidRPr="008606A3">
              <w:rPr>
                <w:b/>
              </w:rPr>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8606A3">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8606A3">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8606A3">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8606A3">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8606A3">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8606A3">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8606A3">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8606A3">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8606A3">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8606A3">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8606A3">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p w14:paraId="6D56AAD5" w14:textId="77777777" w:rsidR="00C24559" w:rsidRPr="006854D6" w:rsidRDefault="00C24559" w:rsidP="006854D6">
      <w:pPr>
        <w:spacing w:after="0" w:line="240" w:lineRule="auto"/>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2AF2D6AA" w14:textId="77777777" w:rsidR="00060E07" w:rsidRPr="005C66BB" w:rsidRDefault="00060E07" w:rsidP="00060E07">
      <w:pPr>
        <w:pStyle w:val="Paragraphedeliste"/>
        <w:numPr>
          <w:ilvl w:val="0"/>
          <w:numId w:val="8"/>
        </w:numPr>
        <w:rPr>
          <w:rFonts w:ascii="Arial" w:hAnsi="Arial" w:cs="Arial"/>
          <w:bCs/>
          <w:sz w:val="20"/>
        </w:rPr>
      </w:pPr>
      <w:r w:rsidRPr="005C66BB">
        <w:rPr>
          <w:rFonts w:ascii="Arial" w:hAnsi="Arial" w:cs="Arial"/>
          <w:bCs/>
          <w:sz w:val="20"/>
        </w:rPr>
        <w:t>Désignation de l’acheteur</w:t>
      </w:r>
      <w:r w:rsidRPr="005C66BB">
        <w:rPr>
          <w:rFonts w:ascii="Arial" w:hAnsi="Arial" w:cs="Arial"/>
          <w:b/>
          <w:bCs/>
          <w:sz w:val="20"/>
        </w:rPr>
        <w:t> </w:t>
      </w:r>
      <w:r w:rsidRPr="005C66BB">
        <w:rPr>
          <w:rFonts w:ascii="Arial" w:hAnsi="Arial" w:cs="Arial"/>
          <w:bCs/>
          <w:sz w:val="20"/>
        </w:rPr>
        <w:t>:</w:t>
      </w:r>
    </w:p>
    <w:p w14:paraId="41220F93" w14:textId="77777777" w:rsidR="00060E07" w:rsidRPr="005C66BB" w:rsidRDefault="00060E07" w:rsidP="00060E07">
      <w:pPr>
        <w:pStyle w:val="Paragraphedeliste"/>
        <w:ind w:left="0"/>
        <w:rPr>
          <w:rFonts w:ascii="Arial" w:hAnsi="Arial" w:cs="Arial"/>
          <w:bCs/>
          <w:sz w:val="20"/>
        </w:rPr>
      </w:pPr>
    </w:p>
    <w:p w14:paraId="52BC4FBF" w14:textId="77777777" w:rsidR="00060E07" w:rsidRPr="005C66BB" w:rsidRDefault="00060E07" w:rsidP="00060E07">
      <w:pPr>
        <w:pStyle w:val="Paragraphedeliste"/>
        <w:rPr>
          <w:rFonts w:ascii="Arial" w:hAnsi="Arial" w:cs="Arial"/>
          <w:b/>
          <w:bCs/>
          <w:sz w:val="20"/>
        </w:rPr>
      </w:pPr>
      <w:r w:rsidRPr="005C66BB">
        <w:rPr>
          <w:rFonts w:ascii="Arial" w:hAnsi="Arial" w:cs="Arial"/>
          <w:b/>
          <w:bCs/>
          <w:sz w:val="20"/>
        </w:rPr>
        <w:t>La Chambre de Commerce et d’Industrie Territoriale Seine Estuaire</w:t>
      </w:r>
    </w:p>
    <w:p w14:paraId="1D4C27F5"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Siège social : 181 quai Frissard - BP 1410</w:t>
      </w:r>
    </w:p>
    <w:p w14:paraId="0DA5A61E"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76067 LE HAVRE cedex</w:t>
      </w:r>
    </w:p>
    <w:p w14:paraId="26E284A6"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SIRET : 130 021 694 00018</w:t>
      </w:r>
    </w:p>
    <w:p w14:paraId="5B078D2D"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Tél : 02 35 55 26 00</w:t>
      </w:r>
    </w:p>
    <w:p w14:paraId="4BBFCC04" w14:textId="77777777" w:rsidR="00060E07" w:rsidRPr="005C66BB" w:rsidRDefault="00060E07" w:rsidP="00060E07">
      <w:pPr>
        <w:pStyle w:val="Paragraphedeliste"/>
        <w:rPr>
          <w:rFonts w:ascii="Arial" w:hAnsi="Arial" w:cs="Arial"/>
          <w:b/>
          <w:bCs/>
          <w:sz w:val="20"/>
        </w:rPr>
      </w:pPr>
    </w:p>
    <w:p w14:paraId="18029909" w14:textId="77777777" w:rsidR="00060E07" w:rsidRPr="005C66BB" w:rsidRDefault="00060E07" w:rsidP="00060E07">
      <w:pPr>
        <w:pStyle w:val="Paragraphedeliste"/>
        <w:numPr>
          <w:ilvl w:val="0"/>
          <w:numId w:val="8"/>
        </w:numPr>
        <w:rPr>
          <w:rFonts w:ascii="Arial" w:hAnsi="Arial" w:cs="Arial"/>
          <w:bCs/>
          <w:sz w:val="20"/>
        </w:rPr>
      </w:pPr>
      <w:r w:rsidRPr="005C66BB">
        <w:rPr>
          <w:rFonts w:ascii="Arial" w:hAnsi="Arial" w:cs="Arial"/>
          <w:bCs/>
          <w:sz w:val="20"/>
        </w:rPr>
        <w:t>Nom, prénom, qualité du signataire du marché public et personne habilitée à donner les renseignements prévus aux articles R2191-60 et R2191-61 du code de la commande publique (nantissement ou cessions de créances) :</w:t>
      </w:r>
    </w:p>
    <w:p w14:paraId="36B5B11B" w14:textId="77777777" w:rsidR="00060E07" w:rsidRPr="005C66BB" w:rsidRDefault="00060E07" w:rsidP="00060E07">
      <w:pPr>
        <w:pStyle w:val="Paragraphedeliste"/>
        <w:ind w:left="0"/>
        <w:rPr>
          <w:rFonts w:ascii="Arial" w:hAnsi="Arial" w:cs="Arial"/>
          <w:bCs/>
          <w:sz w:val="20"/>
        </w:rPr>
      </w:pPr>
    </w:p>
    <w:p w14:paraId="7358338B" w14:textId="77777777" w:rsidR="00060E07" w:rsidRPr="005C66BB" w:rsidRDefault="00060E07" w:rsidP="00060E07">
      <w:pPr>
        <w:pStyle w:val="Paragraphedeliste"/>
        <w:rPr>
          <w:rFonts w:ascii="Arial" w:hAnsi="Arial" w:cs="Arial"/>
          <w:bCs/>
          <w:sz w:val="20"/>
        </w:rPr>
      </w:pPr>
      <w:r w:rsidRPr="005C66BB">
        <w:rPr>
          <w:rFonts w:ascii="Arial" w:hAnsi="Arial" w:cs="Arial"/>
          <w:b/>
          <w:bCs/>
          <w:sz w:val="20"/>
        </w:rPr>
        <w:t>Monsieur Yves LEFEBVRE</w:t>
      </w:r>
      <w:r w:rsidRPr="005C66BB">
        <w:rPr>
          <w:rFonts w:ascii="Arial" w:hAnsi="Arial" w:cs="Arial"/>
          <w:bCs/>
          <w:sz w:val="20"/>
        </w:rPr>
        <w:t xml:space="preserve">, Président de la Chambre de Commerce et d’Industrie Territoriale Seine Estuaire en vertu d’une délibération de l’Assemblée Générale en date du 25 novembre 2021, ou par délégation, </w:t>
      </w:r>
      <w:r w:rsidRPr="005C66BB">
        <w:rPr>
          <w:rFonts w:ascii="Arial" w:hAnsi="Arial" w:cs="Arial"/>
          <w:b/>
          <w:bCs/>
          <w:sz w:val="20"/>
        </w:rPr>
        <w:t>Madame Isabelle PRAT</w:t>
      </w:r>
      <w:r w:rsidRPr="005C66BB">
        <w:rPr>
          <w:rFonts w:ascii="Arial" w:hAnsi="Arial" w:cs="Arial"/>
          <w:bCs/>
          <w:sz w:val="20"/>
        </w:rPr>
        <w:t xml:space="preserve">, Vice-Présidente Commerce, Présidente Délégation du Havre. </w:t>
      </w:r>
    </w:p>
    <w:p w14:paraId="19BE5A6D" w14:textId="77777777" w:rsidR="00060E07" w:rsidRPr="005C66BB" w:rsidRDefault="00060E07" w:rsidP="00060E07">
      <w:pPr>
        <w:pStyle w:val="Paragraphedeliste"/>
        <w:rPr>
          <w:rFonts w:ascii="Arial" w:hAnsi="Arial" w:cs="Arial"/>
          <w:bCs/>
          <w:sz w:val="20"/>
        </w:rPr>
      </w:pPr>
    </w:p>
    <w:p w14:paraId="369FD60C" w14:textId="77777777" w:rsidR="00060E07" w:rsidRPr="005C66BB" w:rsidRDefault="00060E07" w:rsidP="00060E07">
      <w:pPr>
        <w:pStyle w:val="Paragraphedeliste"/>
        <w:numPr>
          <w:ilvl w:val="0"/>
          <w:numId w:val="8"/>
        </w:numPr>
        <w:rPr>
          <w:rFonts w:ascii="Arial" w:hAnsi="Arial" w:cs="Arial"/>
          <w:bCs/>
          <w:sz w:val="20"/>
        </w:rPr>
      </w:pPr>
      <w:r w:rsidRPr="005C66BB">
        <w:rPr>
          <w:rFonts w:ascii="Arial" w:hAnsi="Arial" w:cs="Arial"/>
          <w:bCs/>
          <w:sz w:val="20"/>
        </w:rPr>
        <w:t>Désignation de l’ordonnateur</w:t>
      </w:r>
      <w:r w:rsidRPr="005C66BB">
        <w:rPr>
          <w:rFonts w:ascii="Arial" w:hAnsi="Arial" w:cs="Arial"/>
          <w:b/>
          <w:bCs/>
          <w:sz w:val="20"/>
        </w:rPr>
        <w:t> </w:t>
      </w:r>
      <w:r w:rsidRPr="005C66BB">
        <w:rPr>
          <w:rFonts w:ascii="Arial" w:hAnsi="Arial" w:cs="Arial"/>
          <w:bCs/>
          <w:sz w:val="20"/>
        </w:rPr>
        <w:t>:</w:t>
      </w:r>
    </w:p>
    <w:p w14:paraId="2CE36B05" w14:textId="77777777" w:rsidR="00060E07" w:rsidRPr="005C66BB" w:rsidRDefault="00060E07" w:rsidP="00060E07">
      <w:pPr>
        <w:pStyle w:val="Paragraphedeliste"/>
        <w:rPr>
          <w:rFonts w:ascii="Arial" w:hAnsi="Arial" w:cs="Arial"/>
          <w:bCs/>
          <w:sz w:val="20"/>
        </w:rPr>
      </w:pPr>
    </w:p>
    <w:p w14:paraId="2B8D5E6F" w14:textId="77777777" w:rsidR="00060E07" w:rsidRPr="005C66BB" w:rsidRDefault="00060E07" w:rsidP="00060E07">
      <w:pPr>
        <w:pStyle w:val="Paragraphedeliste"/>
        <w:rPr>
          <w:rFonts w:ascii="Arial" w:hAnsi="Arial" w:cs="Arial"/>
          <w:bCs/>
          <w:sz w:val="20"/>
        </w:rPr>
      </w:pPr>
      <w:bookmarkStart w:id="13" w:name="_Hlk172724489"/>
      <w:r w:rsidRPr="005C66BB">
        <w:rPr>
          <w:rFonts w:ascii="Arial" w:hAnsi="Arial" w:cs="Arial"/>
          <w:b/>
          <w:bCs/>
          <w:sz w:val="20"/>
        </w:rPr>
        <w:t>Monsieur Yves LEFEBVRE</w:t>
      </w:r>
      <w:r w:rsidRPr="005C66BB">
        <w:rPr>
          <w:rFonts w:ascii="Arial" w:hAnsi="Arial" w:cs="Arial"/>
          <w:bCs/>
          <w:sz w:val="20"/>
        </w:rPr>
        <w:t>, Président de la Chambre de Commerce et d’Industrie Territoriale Seine Estuaire en vertu d’une délibération de l’Assemblée Générale en date du 25 novembre 2021,</w:t>
      </w:r>
      <w:r w:rsidRPr="005C66BB">
        <w:rPr>
          <w:rFonts w:ascii="Arial" w:hAnsi="Arial" w:cs="Arial"/>
          <w:b/>
          <w:bCs/>
          <w:sz w:val="20"/>
        </w:rPr>
        <w:t xml:space="preserve"> </w:t>
      </w:r>
      <w:r w:rsidRPr="005C66BB">
        <w:rPr>
          <w:rFonts w:ascii="Arial" w:hAnsi="Arial" w:cs="Arial"/>
          <w:bCs/>
          <w:sz w:val="20"/>
        </w:rPr>
        <w:t>ou par délégation</w:t>
      </w:r>
      <w:r w:rsidRPr="005C66BB">
        <w:rPr>
          <w:rFonts w:ascii="Arial" w:hAnsi="Arial" w:cs="Arial"/>
          <w:b/>
          <w:bCs/>
          <w:sz w:val="20"/>
        </w:rPr>
        <w:t xml:space="preserve">, Monsieur Nicolas ROUTEL, </w:t>
      </w:r>
      <w:r w:rsidRPr="005C66BB">
        <w:rPr>
          <w:rFonts w:ascii="Arial" w:hAnsi="Arial" w:cs="Arial"/>
          <w:bCs/>
          <w:sz w:val="20"/>
        </w:rPr>
        <w:t>Secrétaire</w:t>
      </w:r>
      <w:r w:rsidRPr="005C66BB">
        <w:rPr>
          <w:rFonts w:ascii="Arial" w:hAnsi="Arial" w:cs="Arial"/>
          <w:b/>
          <w:bCs/>
          <w:sz w:val="20"/>
        </w:rPr>
        <w:t xml:space="preserve"> </w:t>
      </w:r>
      <w:r w:rsidRPr="005C66BB">
        <w:rPr>
          <w:rFonts w:ascii="Arial" w:hAnsi="Arial" w:cs="Arial"/>
          <w:bCs/>
          <w:sz w:val="20"/>
        </w:rPr>
        <w:t xml:space="preserve">de la Chambre de Commerce et d’Industrie Territoriale Seine Estuaire. </w:t>
      </w:r>
    </w:p>
    <w:bookmarkEnd w:id="13"/>
    <w:p w14:paraId="696C83F7" w14:textId="77777777" w:rsidR="00060E07" w:rsidRPr="005C66BB" w:rsidRDefault="00060E07" w:rsidP="00060E07">
      <w:pPr>
        <w:pStyle w:val="Paragraphedeliste"/>
        <w:rPr>
          <w:rFonts w:ascii="Arial" w:hAnsi="Arial" w:cs="Arial"/>
          <w:bCs/>
          <w:sz w:val="20"/>
        </w:rPr>
      </w:pPr>
    </w:p>
    <w:p w14:paraId="030F8B0D" w14:textId="77777777" w:rsidR="00060E07" w:rsidRPr="005C66BB" w:rsidRDefault="00060E07" w:rsidP="00060E07">
      <w:pPr>
        <w:pStyle w:val="Paragraphedeliste"/>
        <w:numPr>
          <w:ilvl w:val="0"/>
          <w:numId w:val="8"/>
        </w:numPr>
        <w:rPr>
          <w:rFonts w:ascii="Arial" w:hAnsi="Arial" w:cs="Arial"/>
          <w:bCs/>
          <w:sz w:val="20"/>
        </w:rPr>
      </w:pPr>
      <w:r w:rsidRPr="005C66BB">
        <w:rPr>
          <w:rFonts w:ascii="Arial" w:hAnsi="Arial" w:cs="Arial"/>
          <w:bCs/>
          <w:sz w:val="20"/>
        </w:rPr>
        <w:t>Désignation, adresse, numéro de téléphone du (ou des) comptable(s) assignataire(s) :</w:t>
      </w:r>
    </w:p>
    <w:p w14:paraId="06562FEB" w14:textId="77777777" w:rsidR="00060E07" w:rsidRPr="005C66BB" w:rsidRDefault="00060E07" w:rsidP="00060E07">
      <w:pPr>
        <w:pStyle w:val="Paragraphedeliste"/>
        <w:rPr>
          <w:rFonts w:ascii="Arial" w:hAnsi="Arial" w:cs="Arial"/>
          <w:bCs/>
          <w:sz w:val="20"/>
        </w:rPr>
      </w:pPr>
    </w:p>
    <w:p w14:paraId="3378F4B6" w14:textId="77777777" w:rsidR="00060E07" w:rsidRPr="005C66BB" w:rsidRDefault="00060E07" w:rsidP="00060E07">
      <w:pPr>
        <w:pStyle w:val="Paragraphedeliste"/>
        <w:rPr>
          <w:rFonts w:ascii="Arial" w:hAnsi="Arial" w:cs="Arial"/>
          <w:bCs/>
          <w:sz w:val="20"/>
        </w:rPr>
      </w:pPr>
      <w:r w:rsidRPr="005C66BB">
        <w:rPr>
          <w:rFonts w:ascii="Arial" w:hAnsi="Arial" w:cs="Arial"/>
          <w:b/>
          <w:bCs/>
          <w:sz w:val="20"/>
        </w:rPr>
        <w:t>Monsieur François SAYARET</w:t>
      </w:r>
    </w:p>
    <w:p w14:paraId="4250A647"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Trésorier de la Chambre de Commerce et d’Industrie Territoriale Seine Estuaire</w:t>
      </w:r>
    </w:p>
    <w:p w14:paraId="2B07B6EA"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 xml:space="preserve">Direction Administrative et Financière </w:t>
      </w:r>
    </w:p>
    <w:p w14:paraId="62010B51"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 xml:space="preserve">181 quai Frissard, BP 1410 </w:t>
      </w:r>
    </w:p>
    <w:p w14:paraId="5D1C1A3C" w14:textId="77777777" w:rsidR="00060E07" w:rsidRPr="005C66BB" w:rsidRDefault="00060E07" w:rsidP="00060E07">
      <w:pPr>
        <w:pStyle w:val="Paragraphedeliste"/>
        <w:rPr>
          <w:rFonts w:ascii="Arial" w:hAnsi="Arial" w:cs="Arial"/>
          <w:bCs/>
          <w:sz w:val="20"/>
        </w:rPr>
      </w:pPr>
      <w:r w:rsidRPr="005C66BB">
        <w:rPr>
          <w:rFonts w:ascii="Arial" w:hAnsi="Arial" w:cs="Arial"/>
          <w:bCs/>
          <w:sz w:val="20"/>
        </w:rPr>
        <w:t>76067 LE HAVRE cedex</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8E15EF"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77777777" w:rsidR="00296B2F" w:rsidRDefault="00296B2F" w:rsidP="006854D6">
      <w:pPr>
        <w:pStyle w:val="Paragraphedeliste"/>
        <w:spacing w:after="0" w:line="240" w:lineRule="auto"/>
        <w:ind w:left="0"/>
        <w:rPr>
          <w:rFonts w:ascii="Arial" w:hAnsi="Arial" w:cs="Arial"/>
          <w:b/>
          <w:bCs/>
          <w:sz w:val="20"/>
        </w:rPr>
      </w:pPr>
    </w:p>
    <w:p w14:paraId="7DACA4DD" w14:textId="77777777" w:rsidR="00B94564" w:rsidRPr="006854D6" w:rsidRDefault="00B94564"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2690C834" w14:textId="71191F8C" w:rsidR="008458C4" w:rsidRPr="003E2BA6" w:rsidRDefault="00F236BF" w:rsidP="008458C4">
      <w:pPr>
        <w:spacing w:line="240" w:lineRule="auto"/>
        <w:jc w:val="both"/>
        <w:rPr>
          <w:rFonts w:ascii="Arial" w:hAnsi="Arial" w:cs="Arial"/>
          <w:sz w:val="20"/>
          <w:szCs w:val="20"/>
        </w:rPr>
      </w:pPr>
      <w:r w:rsidRPr="003E2BA6">
        <w:rPr>
          <w:rFonts w:ascii="Arial" w:eastAsia="Wingdings" w:hAnsi="Arial" w:cs="Arial"/>
          <w:sz w:val="20"/>
          <w:szCs w:val="20"/>
          <w:lang w:eastAsia="fr-FR" w:bidi="ar-SA"/>
        </w:rPr>
        <w:t>Par</w:t>
      </w:r>
      <w:r w:rsidR="008458C4" w:rsidRPr="003E2BA6">
        <w:rPr>
          <w:rFonts w:ascii="Arial" w:eastAsia="Wingdings" w:hAnsi="Arial" w:cs="Arial"/>
          <w:sz w:val="20"/>
          <w:szCs w:val="20"/>
          <w:lang w:eastAsia="fr-FR" w:bidi="ar-SA"/>
        </w:rPr>
        <w:t xml:space="preserve"> application du prix issu </w:t>
      </w:r>
      <w:r w:rsidR="00B94564">
        <w:rPr>
          <w:rFonts w:ascii="Arial" w:eastAsia="Wingdings" w:hAnsi="Arial" w:cs="Arial"/>
          <w:sz w:val="20"/>
          <w:szCs w:val="20"/>
          <w:lang w:eastAsia="fr-FR" w:bidi="ar-SA"/>
        </w:rPr>
        <w:t>de la Décomposition du Prix Global et Forfaitaire</w:t>
      </w:r>
      <w:r w:rsidR="00681C9B" w:rsidRPr="003E2BA6">
        <w:rPr>
          <w:rFonts w:ascii="Arial" w:eastAsia="Wingdings" w:hAnsi="Arial" w:cs="Arial"/>
          <w:sz w:val="20"/>
          <w:szCs w:val="20"/>
          <w:lang w:eastAsia="fr-FR" w:bidi="ar-SA"/>
        </w:rPr>
        <w:t xml:space="preserve"> </w:t>
      </w:r>
      <w:r w:rsidR="008458C4" w:rsidRPr="003E2BA6">
        <w:rPr>
          <w:rFonts w:ascii="Arial" w:eastAsia="Wingdings" w:hAnsi="Arial" w:cs="Arial"/>
          <w:sz w:val="20"/>
          <w:szCs w:val="20"/>
          <w:lang w:eastAsia="fr-FR" w:bidi="ar-SA"/>
        </w:rPr>
        <w:t xml:space="preserve">(annexe </w:t>
      </w:r>
      <w:r w:rsidR="00B94564">
        <w:rPr>
          <w:rFonts w:ascii="Arial" w:eastAsia="Wingdings" w:hAnsi="Arial" w:cs="Arial"/>
          <w:sz w:val="20"/>
          <w:szCs w:val="20"/>
          <w:lang w:eastAsia="fr-FR" w:bidi="ar-SA"/>
        </w:rPr>
        <w:t>1</w:t>
      </w:r>
      <w:r w:rsidR="008458C4" w:rsidRPr="003E2BA6">
        <w:rPr>
          <w:rFonts w:ascii="Arial" w:eastAsia="Wingdings" w:hAnsi="Arial" w:cs="Arial"/>
          <w:sz w:val="20"/>
          <w:szCs w:val="20"/>
          <w:lang w:eastAsia="fr-FR" w:bidi="ar-SA"/>
        </w:rPr>
        <w:t xml:space="preserve"> au présent acte d’engagement)</w:t>
      </w:r>
      <w:r w:rsidR="00B94564">
        <w:rPr>
          <w:rFonts w:ascii="Arial" w:eastAsia="Wingdings" w:hAnsi="Arial" w:cs="Arial"/>
          <w:sz w:val="20"/>
          <w:szCs w:val="20"/>
          <w:lang w:eastAsia="fr-FR" w:bidi="ar-SA"/>
        </w:rPr>
        <w:t xml:space="preserve">. </w:t>
      </w:r>
      <w:r>
        <w:rPr>
          <w:rFonts w:ascii="Arial" w:eastAsia="Wingdings" w:hAnsi="Arial" w:cs="Arial"/>
          <w:sz w:val="20"/>
          <w:szCs w:val="20"/>
          <w:lang w:eastAsia="fr-FR" w:bidi="ar-SA"/>
        </w:rPr>
        <w:t xml:space="preserve"> </w:t>
      </w:r>
    </w:p>
    <w:p w14:paraId="083C9077" w14:textId="77777777" w:rsidR="00430851" w:rsidRPr="003E2BA6"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58CD6F11" w14:textId="66C419B3" w:rsidR="00681C9B" w:rsidRPr="003E2BA6" w:rsidRDefault="008E15EF" w:rsidP="00681C9B">
      <w:pPr>
        <w:spacing w:after="0" w:line="240" w:lineRule="auto"/>
        <w:ind w:left="426"/>
        <w:jc w:val="both"/>
        <w:rPr>
          <w:rFonts w:ascii="Arial" w:eastAsia="Wingdings" w:hAnsi="Arial" w:cs="Arial"/>
          <w:sz w:val="20"/>
          <w:szCs w:val="20"/>
        </w:rPr>
      </w:pPr>
      <w:sdt>
        <w:sdtPr>
          <w:rPr>
            <w:rFonts w:ascii="Arial" w:eastAsia="Wingdings" w:hAnsi="Arial" w:cs="Arial"/>
            <w:sz w:val="20"/>
            <w:szCs w:val="20"/>
          </w:rPr>
          <w:id w:val="1365255070"/>
          <w14:checkbox>
            <w14:checked w14:val="1"/>
            <w14:checkedState w14:val="2612" w14:font="MS Gothic"/>
            <w14:uncheckedState w14:val="2610" w14:font="MS Gothic"/>
          </w14:checkbox>
        </w:sdtPr>
        <w:sdtEndPr/>
        <w:sdtContent>
          <w:r w:rsidR="00681C9B" w:rsidRPr="003E2BA6">
            <w:rPr>
              <w:rFonts w:ascii="Segoe UI Symbol" w:eastAsia="MS Gothic" w:hAnsi="Segoe UI Symbol" w:cs="Segoe UI Symbol"/>
              <w:sz w:val="20"/>
              <w:szCs w:val="20"/>
            </w:rPr>
            <w:t>☒</w:t>
          </w:r>
        </w:sdtContent>
      </w:sdt>
      <w:r w:rsidR="00681C9B" w:rsidRPr="003E2BA6">
        <w:rPr>
          <w:rFonts w:ascii="Arial" w:eastAsia="Wingdings" w:hAnsi="Arial" w:cs="Arial"/>
          <w:sz w:val="20"/>
          <w:szCs w:val="20"/>
        </w:rPr>
        <w:t xml:space="preserve">  </w:t>
      </w:r>
      <w:r w:rsidR="00B94564">
        <w:rPr>
          <w:rFonts w:ascii="Arial" w:eastAsia="Wingdings" w:hAnsi="Arial" w:cs="Arial"/>
          <w:sz w:val="20"/>
          <w:szCs w:val="20"/>
        </w:rPr>
        <w:t>A</w:t>
      </w:r>
      <w:r w:rsidR="00681C9B" w:rsidRPr="003E2BA6">
        <w:rPr>
          <w:rFonts w:ascii="Arial" w:eastAsia="Wingdings" w:hAnsi="Arial" w:cs="Arial"/>
          <w:sz w:val="20"/>
          <w:szCs w:val="20"/>
        </w:rPr>
        <w:t xml:space="preserve">nnexe n°1 relative </w:t>
      </w:r>
      <w:r w:rsidR="00B94564">
        <w:rPr>
          <w:rFonts w:ascii="Arial" w:eastAsia="Wingdings" w:hAnsi="Arial" w:cs="Arial"/>
          <w:sz w:val="20"/>
          <w:szCs w:val="20"/>
        </w:rPr>
        <w:t>à la Décomposition du Prix Global et Forfaitaire</w:t>
      </w:r>
      <w:r w:rsidR="00681C9B" w:rsidRPr="003E2BA6">
        <w:rPr>
          <w:rFonts w:ascii="Arial" w:eastAsia="Wingdings" w:hAnsi="Arial" w:cs="Arial"/>
          <w:sz w:val="20"/>
          <w:szCs w:val="20"/>
        </w:rPr>
        <w:t xml:space="preserve"> (</w:t>
      </w:r>
      <w:r w:rsidR="00B94564">
        <w:rPr>
          <w:rFonts w:ascii="Arial" w:eastAsia="Wingdings" w:hAnsi="Arial" w:cs="Arial"/>
          <w:sz w:val="20"/>
          <w:szCs w:val="20"/>
        </w:rPr>
        <w:t>DPGF</w:t>
      </w:r>
      <w:r w:rsidR="00681C9B" w:rsidRPr="003E2BA6">
        <w:rPr>
          <w:rFonts w:ascii="Arial" w:eastAsia="Wingdings" w:hAnsi="Arial" w:cs="Arial"/>
          <w:sz w:val="20"/>
          <w:szCs w:val="20"/>
        </w:rPr>
        <w:t>) ;</w:t>
      </w:r>
    </w:p>
    <w:p w14:paraId="7F5EF376" w14:textId="3534A9E8" w:rsidR="0056112B" w:rsidRPr="003E2BA6" w:rsidRDefault="008E15EF" w:rsidP="0056112B">
      <w:pPr>
        <w:spacing w:after="0" w:line="240" w:lineRule="auto"/>
        <w:ind w:left="426"/>
        <w:jc w:val="both"/>
        <w:rPr>
          <w:rFonts w:ascii="Arial" w:hAnsi="Arial" w:cs="Arial"/>
          <w:sz w:val="20"/>
          <w:szCs w:val="20"/>
        </w:rPr>
      </w:pPr>
      <w:sdt>
        <w:sdtPr>
          <w:rPr>
            <w:rFonts w:ascii="Arial" w:eastAsia="Wingdings" w:hAnsi="Arial" w:cs="Arial"/>
            <w:sz w:val="20"/>
            <w:szCs w:val="20"/>
          </w:rPr>
          <w:id w:val="1337112779"/>
          <w14:checkbox>
            <w14:checked w14:val="1"/>
            <w14:checkedState w14:val="2612" w14:font="MS Gothic"/>
            <w14:uncheckedState w14:val="2610" w14:font="MS Gothic"/>
          </w14:checkbox>
        </w:sdtPr>
        <w:sdtEndPr/>
        <w:sdtContent>
          <w:r w:rsidR="00681C9B" w:rsidRPr="003E2BA6">
            <w:rPr>
              <w:rFonts w:ascii="Segoe UI Symbol" w:eastAsia="MS Gothic" w:hAnsi="Segoe UI Symbol" w:cs="Segoe UI Symbol"/>
              <w:sz w:val="20"/>
              <w:szCs w:val="20"/>
            </w:rPr>
            <w:t>☒</w:t>
          </w:r>
        </w:sdtContent>
      </w:sdt>
      <w:r w:rsidR="0056112B" w:rsidRPr="003E2BA6">
        <w:rPr>
          <w:rFonts w:ascii="Arial" w:hAnsi="Arial" w:cs="Arial"/>
          <w:sz w:val="20"/>
          <w:szCs w:val="20"/>
        </w:rPr>
        <w:t xml:space="preserve">  Annexe n°</w:t>
      </w:r>
      <w:r w:rsidR="00B94564">
        <w:rPr>
          <w:rFonts w:ascii="Arial" w:hAnsi="Arial" w:cs="Arial"/>
          <w:sz w:val="20"/>
          <w:szCs w:val="20"/>
        </w:rPr>
        <w:t>2</w:t>
      </w:r>
      <w:r w:rsidR="0056112B" w:rsidRPr="003E2BA6">
        <w:rPr>
          <w:rFonts w:ascii="Arial" w:hAnsi="Arial" w:cs="Arial"/>
          <w:sz w:val="20"/>
          <w:szCs w:val="20"/>
        </w:rPr>
        <w:t xml:space="preserve"> relative à l’interlocuteur référent ;</w:t>
      </w:r>
    </w:p>
    <w:p w14:paraId="28B8A7B2" w14:textId="77777777" w:rsidR="00430851" w:rsidRPr="003E2BA6" w:rsidRDefault="008E15EF"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2134983498"/>
          <w14:checkbox>
            <w14:checked w14:val="0"/>
            <w14:checkedState w14:val="2612" w14:font="MS Gothic"/>
            <w14:uncheckedState w14:val="2610" w14:font="MS Gothic"/>
          </w14:checkbox>
        </w:sdtPr>
        <w:sdtEnd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bookmarkStart w:id="14" w:name="Texte5"/>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bookmarkEnd w:id="14"/>
      <w:r w:rsidR="00430851" w:rsidRPr="003E2BA6">
        <w:rPr>
          <w:rFonts w:ascii="Arial" w:hAnsi="Arial" w:cs="Arial"/>
          <w:sz w:val="20"/>
          <w:szCs w:val="20"/>
        </w:rPr>
        <w:t xml:space="preserve"> relative à la présentation d’un sous-traitant (formulaire DC4)</w:t>
      </w:r>
      <w:r w:rsidR="000010ED" w:rsidRPr="003E2BA6">
        <w:rPr>
          <w:rFonts w:ascii="Arial" w:hAnsi="Arial" w:cs="Arial"/>
          <w:sz w:val="20"/>
          <w:szCs w:val="20"/>
        </w:rPr>
        <w:t> ;</w:t>
      </w:r>
    </w:p>
    <w:p w14:paraId="4F062643" w14:textId="77777777" w:rsidR="00430851" w:rsidRPr="00681C9B" w:rsidRDefault="008E15EF"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1151635305"/>
          <w14:checkbox>
            <w14:checked w14:val="0"/>
            <w14:checkedState w14:val="2612" w14:font="MS Gothic"/>
            <w14:uncheckedState w14:val="2610" w14:font="MS Gothic"/>
          </w14:checkbox>
        </w:sdtPr>
        <w:sdtEnd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r w:rsidR="00430851" w:rsidRPr="003E2BA6">
        <w:rPr>
          <w:rFonts w:ascii="Arial" w:hAnsi="Arial" w:cs="Arial"/>
          <w:sz w:val="20"/>
          <w:szCs w:val="20"/>
        </w:rPr>
        <w:t xml:space="preserve"> relative à d’autres éléments du marché.</w:t>
      </w:r>
      <w:r w:rsidR="000010ED" w:rsidRPr="00681C9B">
        <w:rPr>
          <w:rFonts w:ascii="Arial" w:hAnsi="Arial" w:cs="Arial"/>
          <w:sz w:val="20"/>
          <w:szCs w:val="20"/>
        </w:rPr>
        <w:t> </w:t>
      </w:r>
    </w:p>
    <w:p w14:paraId="518316AD" w14:textId="3CFC5B90" w:rsidR="0056112B" w:rsidRPr="006854D6" w:rsidRDefault="0056112B" w:rsidP="0056112B">
      <w:pPr>
        <w:spacing w:after="0" w:line="240" w:lineRule="auto"/>
        <w:rPr>
          <w:rFonts w:ascii="Arial" w:eastAsia="Wingdings" w:hAnsi="Arial" w:cs="Arial"/>
          <w:color w:val="000000"/>
          <w:sz w:val="20"/>
          <w:szCs w:val="20"/>
        </w:rPr>
      </w:pPr>
      <w:r w:rsidRPr="006854D6">
        <w:rPr>
          <w:rFonts w:ascii="Arial" w:eastAsia="Wingdings" w:hAnsi="Arial" w:cs="Arial"/>
          <w:color w:val="000000"/>
          <w:sz w:val="20"/>
          <w:szCs w:val="20"/>
        </w:rPr>
        <w:tab/>
      </w:r>
      <w:r w:rsidRPr="006854D6">
        <w:rPr>
          <w:rFonts w:ascii="Arial" w:eastAsia="Wingdings" w:hAnsi="Arial" w:cs="Arial"/>
          <w:color w:val="000000"/>
          <w:sz w:val="20"/>
          <w:szCs w:val="20"/>
        </w:rPr>
        <w:tab/>
      </w:r>
    </w:p>
    <w:p w14:paraId="2D09B986" w14:textId="6887F6AB" w:rsidR="0056112B" w:rsidRPr="006854D6" w:rsidRDefault="00C24559" w:rsidP="0056112B">
      <w:pPr>
        <w:spacing w:after="0" w:line="240" w:lineRule="auto"/>
        <w:ind w:left="4827"/>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 xml:space="preserve">,  </w:t>
      </w:r>
    </w:p>
    <w:p w14:paraId="690A495A" w14:textId="77777777" w:rsidR="0056112B" w:rsidRPr="006854D6"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4AACE4D3" w14:textId="77777777" w:rsidR="000010ED" w:rsidRDefault="000010ED" w:rsidP="006854D6">
      <w:pPr>
        <w:spacing w:after="0" w:line="240" w:lineRule="auto"/>
        <w:ind w:left="4486"/>
        <w:jc w:val="center"/>
        <w:rPr>
          <w:rFonts w:ascii="Arial" w:hAnsi="Arial" w:cs="Arial"/>
          <w:sz w:val="20"/>
          <w:szCs w:val="20"/>
        </w:rPr>
      </w:pP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p w14:paraId="60EBEFF8" w14:textId="77777777" w:rsidR="000010ED" w:rsidRPr="006854D6" w:rsidRDefault="000010ED" w:rsidP="006854D6">
      <w:pPr>
        <w:spacing w:after="0" w:line="240" w:lineRule="auto"/>
        <w:ind w:left="4486"/>
        <w:jc w:val="center"/>
        <w:rPr>
          <w:rFonts w:ascii="Arial" w:hAnsi="Arial" w:cs="Arial"/>
          <w:sz w:val="20"/>
          <w:szCs w:val="20"/>
        </w:rPr>
      </w:pPr>
    </w:p>
    <w:p w14:paraId="77F35AE1"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DF2666B"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0F0F2076" w14:textId="77777777" w:rsidR="00926FEC" w:rsidRDefault="00926FEC">
      <w:pPr>
        <w:widowControl/>
        <w:suppressAutoHyphens w:val="0"/>
        <w:rPr>
          <w:rFonts w:ascii="Arial" w:hAnsi="Arial" w:cs="Arial"/>
          <w:color w:val="000000"/>
          <w:sz w:val="8"/>
          <w:szCs w:val="8"/>
        </w:rPr>
      </w:pPr>
    </w:p>
    <w:p w14:paraId="525D1453" w14:textId="77777777" w:rsidR="00926FEC" w:rsidRDefault="00926FEC">
      <w:pPr>
        <w:widowControl/>
        <w:suppressAutoHyphens w:val="0"/>
        <w:rPr>
          <w:rFonts w:ascii="Arial" w:hAnsi="Arial" w:cs="Arial"/>
          <w:color w:val="000000"/>
          <w:sz w:val="8"/>
          <w:szCs w:val="8"/>
        </w:rPr>
      </w:pPr>
    </w:p>
    <w:p w14:paraId="57E19C9A" w14:textId="77777777" w:rsidR="00926FEC" w:rsidRDefault="00926FEC">
      <w:pPr>
        <w:widowControl/>
        <w:suppressAutoHyphens w:val="0"/>
        <w:rPr>
          <w:rFonts w:ascii="Arial" w:hAnsi="Arial" w:cs="Arial"/>
          <w:color w:val="000000"/>
          <w:sz w:val="8"/>
          <w:szCs w:val="8"/>
        </w:rPr>
      </w:pPr>
    </w:p>
    <w:p w14:paraId="232A79F8" w14:textId="7139D087" w:rsidR="00E128D8" w:rsidRPr="006854D6" w:rsidRDefault="00594738" w:rsidP="006854D6">
      <w:pPr>
        <w:shd w:val="clear" w:color="auto" w:fill="33CCFF"/>
        <w:spacing w:after="0" w:line="240" w:lineRule="auto"/>
        <w:jc w:val="center"/>
        <w:rPr>
          <w:rFonts w:ascii="Arial" w:hAnsi="Arial" w:cs="Arial"/>
          <w:b/>
          <w:bCs/>
          <w:sz w:val="22"/>
          <w:szCs w:val="22"/>
        </w:rPr>
      </w:pPr>
      <w:r w:rsidRPr="006854D6">
        <w:rPr>
          <w:rFonts w:ascii="Arial" w:hAnsi="Arial" w:cs="Arial"/>
          <w:b/>
          <w:bCs/>
          <w:sz w:val="22"/>
          <w:szCs w:val="22"/>
        </w:rPr>
        <w:t xml:space="preserve">Annexe </w:t>
      </w:r>
      <w:r w:rsidR="00B94564">
        <w:rPr>
          <w:rFonts w:ascii="Arial" w:hAnsi="Arial" w:cs="Arial"/>
          <w:b/>
          <w:bCs/>
          <w:sz w:val="22"/>
          <w:szCs w:val="22"/>
        </w:rPr>
        <w:t xml:space="preserve">2 </w:t>
      </w:r>
      <w:r w:rsidR="00E128D8" w:rsidRPr="006854D6">
        <w:rPr>
          <w:rFonts w:ascii="Arial" w:hAnsi="Arial" w:cs="Arial"/>
          <w:b/>
          <w:bCs/>
          <w:sz w:val="22"/>
          <w:szCs w:val="22"/>
        </w:rPr>
        <w:t>: Interlocuteur référent</w:t>
      </w:r>
    </w:p>
    <w:p w14:paraId="2F95DDCF" w14:textId="77777777" w:rsidR="00E128D8" w:rsidRPr="006854D6" w:rsidRDefault="00E128D8" w:rsidP="006854D6">
      <w:pPr>
        <w:spacing w:after="0" w:line="240" w:lineRule="auto"/>
        <w:jc w:val="both"/>
        <w:rPr>
          <w:rFonts w:ascii="Arial" w:hAnsi="Arial" w:cs="Arial"/>
          <w:sz w:val="20"/>
          <w:szCs w:val="20"/>
        </w:rPr>
      </w:pPr>
    </w:p>
    <w:p w14:paraId="236B2950" w14:textId="631501B2" w:rsidR="00E128D8" w:rsidRPr="006854D6" w:rsidRDefault="00E128D8" w:rsidP="006854D6">
      <w:pPr>
        <w:spacing w:after="0" w:line="240" w:lineRule="auto"/>
        <w:jc w:val="both"/>
        <w:rPr>
          <w:rFonts w:ascii="Arial" w:hAnsi="Arial" w:cs="Arial"/>
          <w:sz w:val="20"/>
          <w:szCs w:val="20"/>
        </w:rPr>
      </w:pPr>
      <w:r w:rsidRPr="006854D6">
        <w:rPr>
          <w:rFonts w:ascii="Arial" w:hAnsi="Arial" w:cs="Arial"/>
          <w:sz w:val="20"/>
          <w:szCs w:val="20"/>
        </w:rPr>
        <w:t xml:space="preserve">Le </w:t>
      </w:r>
      <w:r w:rsidR="00D525BC">
        <w:rPr>
          <w:rFonts w:ascii="Arial" w:hAnsi="Arial" w:cs="Arial"/>
          <w:sz w:val="20"/>
          <w:szCs w:val="20"/>
        </w:rPr>
        <w:t>t</w:t>
      </w:r>
      <w:r w:rsidRPr="006854D6">
        <w:rPr>
          <w:rFonts w:ascii="Arial" w:hAnsi="Arial" w:cs="Arial"/>
          <w:sz w:val="20"/>
          <w:szCs w:val="20"/>
        </w:rPr>
        <w:t xml:space="preserve">itulaire du marché s’engage à affecter aux besoins </w:t>
      </w:r>
      <w:r w:rsidR="007755D6">
        <w:rPr>
          <w:rFonts w:ascii="Arial" w:hAnsi="Arial" w:cs="Arial"/>
          <w:sz w:val="20"/>
          <w:szCs w:val="20"/>
        </w:rPr>
        <w:t>de l’acheteur</w:t>
      </w:r>
      <w:r w:rsidRPr="006854D6">
        <w:rPr>
          <w:rFonts w:ascii="Arial" w:hAnsi="Arial" w:cs="Arial"/>
          <w:sz w:val="20"/>
          <w:szCs w:val="20"/>
        </w:rPr>
        <w:t xml:space="preserve">, </w:t>
      </w:r>
      <w:r w:rsidRPr="006854D6">
        <w:rPr>
          <w:rFonts w:ascii="Arial" w:hAnsi="Arial" w:cs="Arial"/>
          <w:sz w:val="20"/>
          <w:szCs w:val="20"/>
          <w:u w:val="single"/>
        </w:rPr>
        <w:t xml:space="preserve">un référent </w:t>
      </w:r>
      <w:r w:rsidR="00DB2F97">
        <w:rPr>
          <w:rFonts w:ascii="Arial" w:hAnsi="Arial" w:cs="Arial"/>
          <w:sz w:val="20"/>
          <w:szCs w:val="20"/>
          <w:u w:val="single"/>
        </w:rPr>
        <w:t>t</w:t>
      </w:r>
      <w:r w:rsidRPr="006854D6">
        <w:rPr>
          <w:rFonts w:ascii="Arial" w:hAnsi="Arial" w:cs="Arial"/>
          <w:sz w:val="20"/>
          <w:szCs w:val="20"/>
          <w:u w:val="single"/>
        </w:rPr>
        <w:t>itulaire et un binôme obligatoire</w:t>
      </w:r>
      <w:r w:rsidRPr="006854D6">
        <w:rPr>
          <w:rFonts w:ascii="Arial" w:hAnsi="Arial" w:cs="Arial"/>
          <w:sz w:val="20"/>
          <w:szCs w:val="20"/>
        </w:rPr>
        <w:t xml:space="preserve"> afin que le suivi personnalisé et la relation client ne soient pas interrompus au cours de l’année (congés, absen</w:t>
      </w:r>
      <w:r w:rsidR="000250D8" w:rsidRPr="006854D6">
        <w:rPr>
          <w:rFonts w:ascii="Arial" w:hAnsi="Arial" w:cs="Arial"/>
          <w:sz w:val="20"/>
          <w:szCs w:val="20"/>
        </w:rPr>
        <w:t xml:space="preserve">ces…) </w:t>
      </w:r>
      <w:r w:rsidR="000250D8" w:rsidRPr="00DD10E1">
        <w:rPr>
          <w:rFonts w:ascii="Arial" w:hAnsi="Arial" w:cs="Arial"/>
          <w:sz w:val="20"/>
          <w:szCs w:val="20"/>
        </w:rPr>
        <w:t xml:space="preserve">comme défini à l’article </w:t>
      </w:r>
      <w:r w:rsidR="007F77FF">
        <w:rPr>
          <w:rFonts w:ascii="Arial" w:hAnsi="Arial" w:cs="Arial"/>
          <w:sz w:val="20"/>
          <w:szCs w:val="20"/>
        </w:rPr>
        <w:t>4</w:t>
      </w:r>
      <w:r w:rsidR="00A90EFB" w:rsidRPr="00DD10E1">
        <w:rPr>
          <w:rFonts w:ascii="Arial" w:hAnsi="Arial" w:cs="Arial"/>
          <w:sz w:val="20"/>
          <w:szCs w:val="20"/>
        </w:rPr>
        <w:t>.</w:t>
      </w:r>
      <w:r w:rsidR="00C24559" w:rsidRPr="00DD10E1">
        <w:rPr>
          <w:rFonts w:ascii="Arial" w:hAnsi="Arial" w:cs="Arial"/>
          <w:sz w:val="20"/>
          <w:szCs w:val="20"/>
        </w:rPr>
        <w:t>1.</w:t>
      </w:r>
      <w:r w:rsidR="00A90EFB" w:rsidRPr="00DD10E1">
        <w:rPr>
          <w:rFonts w:ascii="Arial" w:hAnsi="Arial" w:cs="Arial"/>
          <w:sz w:val="20"/>
          <w:szCs w:val="20"/>
        </w:rPr>
        <w:t>2</w:t>
      </w:r>
      <w:r w:rsidR="000010ED" w:rsidRPr="00DD10E1">
        <w:rPr>
          <w:rFonts w:ascii="Arial" w:hAnsi="Arial" w:cs="Arial"/>
          <w:sz w:val="20"/>
          <w:szCs w:val="20"/>
        </w:rPr>
        <w:t xml:space="preserve"> du C</w:t>
      </w:r>
      <w:r w:rsidR="00EB56D3" w:rsidRPr="00DD10E1">
        <w:rPr>
          <w:rFonts w:ascii="Arial" w:hAnsi="Arial" w:cs="Arial"/>
          <w:sz w:val="20"/>
          <w:szCs w:val="20"/>
        </w:rPr>
        <w:t>C</w:t>
      </w:r>
      <w:r w:rsidR="000010ED" w:rsidRPr="00DD10E1">
        <w:rPr>
          <w:rFonts w:ascii="Arial" w:hAnsi="Arial" w:cs="Arial"/>
          <w:sz w:val="20"/>
          <w:szCs w:val="20"/>
        </w:rPr>
        <w:t>A</w:t>
      </w:r>
      <w:r w:rsidRPr="00DD10E1">
        <w:rPr>
          <w:rFonts w:ascii="Arial" w:hAnsi="Arial" w:cs="Arial"/>
          <w:sz w:val="20"/>
          <w:szCs w:val="20"/>
        </w:rPr>
        <w:t>P.</w:t>
      </w:r>
    </w:p>
    <w:p w14:paraId="611CB71B" w14:textId="77777777" w:rsidR="00E128D8" w:rsidRPr="006854D6" w:rsidRDefault="00E128D8" w:rsidP="006854D6">
      <w:pPr>
        <w:spacing w:after="0" w:line="240" w:lineRule="auto"/>
        <w:jc w:val="both"/>
        <w:rPr>
          <w:rFonts w:ascii="Arial" w:hAnsi="Arial" w:cs="Arial"/>
          <w:color w:val="000000"/>
          <w:sz w:val="20"/>
          <w:szCs w:val="20"/>
        </w:rPr>
      </w:pPr>
    </w:p>
    <w:p w14:paraId="25A966DE"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w:t>
      </w:r>
      <w:r w:rsidR="00B01617">
        <w:rPr>
          <w:rFonts w:ascii="Arial" w:hAnsi="Arial" w:cs="Arial"/>
          <w:b/>
          <w:bCs/>
          <w:sz w:val="20"/>
          <w:szCs w:val="20"/>
        </w:rPr>
        <w:t>t</w:t>
      </w:r>
      <w:r w:rsidRPr="006854D6">
        <w:rPr>
          <w:rFonts w:ascii="Arial" w:hAnsi="Arial" w:cs="Arial"/>
          <w:b/>
          <w:bCs/>
          <w:sz w:val="20"/>
          <w:szCs w:val="20"/>
        </w:rPr>
        <w:t xml:space="preserve">itulaire : </w:t>
      </w:r>
      <w:r w:rsidR="00E967BC" w:rsidRPr="006854D6">
        <w:rPr>
          <w:rFonts w:ascii="Arial" w:hAnsi="Arial" w:cs="Arial"/>
          <w:b/>
          <w:sz w:val="20"/>
          <w:szCs w:val="20"/>
        </w:rPr>
        <w:fldChar w:fldCharType="begin">
          <w:ffData>
            <w:name w:val="Texte31"/>
            <w:enabled/>
            <w:calcOnExit w:val="0"/>
            <w:textInput/>
          </w:ffData>
        </w:fldChar>
      </w:r>
      <w:bookmarkStart w:id="15" w:name="Texte31"/>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bookmarkEnd w:id="15"/>
    </w:p>
    <w:p w14:paraId="6EDC273D"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0EDA5223"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88DCFAB"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E-mail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364D3DA" w14:textId="77777777" w:rsidR="00E128D8"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E2007EB"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5DDCA546"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74BD65A3"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binôme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0F11E0B"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D1A6157"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8151C2C"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E-mail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3CE6AE75" w14:textId="77777777" w:rsidR="00E967BC" w:rsidRPr="006854D6" w:rsidRDefault="00E128D8" w:rsidP="006854D6">
      <w:pPr>
        <w:tabs>
          <w:tab w:val="decimal" w:pos="6946"/>
          <w:tab w:val="right" w:pos="7230"/>
        </w:tabs>
        <w:spacing w:after="0" w:line="240" w:lineRule="auto"/>
        <w:ind w:left="709"/>
        <w:jc w:val="both"/>
        <w:rPr>
          <w:rFonts w:ascii="Arial" w:hAnsi="Arial" w:cs="Arial"/>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78BF9C9C" w14:textId="77777777" w:rsidR="00E128D8" w:rsidRPr="006854D6" w:rsidRDefault="00E128D8" w:rsidP="006854D6">
      <w:pPr>
        <w:spacing w:after="0" w:line="240" w:lineRule="auto"/>
        <w:jc w:val="both"/>
        <w:rPr>
          <w:rFonts w:ascii="Arial" w:hAnsi="Arial" w:cs="Arial"/>
          <w:color w:val="000000"/>
          <w:sz w:val="20"/>
          <w:szCs w:val="20"/>
        </w:rPr>
      </w:pPr>
    </w:p>
    <w:p w14:paraId="69E81244" w14:textId="77777777" w:rsidR="00E128D8" w:rsidRPr="006854D6" w:rsidRDefault="00E128D8" w:rsidP="006854D6">
      <w:pPr>
        <w:spacing w:after="0" w:line="240" w:lineRule="auto"/>
        <w:jc w:val="both"/>
        <w:rPr>
          <w:rFonts w:ascii="Arial" w:hAnsi="Arial" w:cs="Arial"/>
          <w:color w:val="000000"/>
          <w:sz w:val="20"/>
          <w:szCs w:val="20"/>
        </w:rPr>
      </w:pPr>
    </w:p>
    <w:p w14:paraId="0711B5D0" w14:textId="77777777" w:rsidR="00E128D8" w:rsidRPr="006854D6" w:rsidRDefault="00E128D8" w:rsidP="006854D6">
      <w:pPr>
        <w:spacing w:after="0" w:line="240" w:lineRule="auto"/>
        <w:jc w:val="both"/>
        <w:rPr>
          <w:rFonts w:ascii="Arial" w:hAnsi="Arial" w:cs="Arial"/>
          <w:color w:val="000000"/>
          <w:sz w:val="20"/>
          <w:szCs w:val="20"/>
        </w:rPr>
      </w:pPr>
    </w:p>
    <w:p w14:paraId="4D78B0BF" w14:textId="77777777" w:rsidR="00E128D8" w:rsidRPr="006854D6" w:rsidRDefault="00E128D8" w:rsidP="007C569A">
      <w:pPr>
        <w:spacing w:after="0" w:line="240" w:lineRule="auto"/>
        <w:jc w:val="both"/>
        <w:rPr>
          <w:rFonts w:ascii="Arial" w:hAnsi="Arial" w:cs="Arial"/>
          <w:sz w:val="20"/>
          <w:szCs w:val="20"/>
        </w:rPr>
      </w:pPr>
      <w:r w:rsidRPr="006854D6">
        <w:rPr>
          <w:rFonts w:ascii="Arial" w:hAnsi="Arial" w:cs="Arial"/>
          <w:sz w:val="20"/>
          <w:szCs w:val="20"/>
        </w:rPr>
        <w:t>Ceux-ci seront garants du bon suivi des dossiers, du respect des délais de livraison, de la conformité des</w:t>
      </w:r>
      <w:r w:rsidR="007C569A">
        <w:rPr>
          <w:rFonts w:ascii="Arial" w:hAnsi="Arial" w:cs="Arial"/>
          <w:sz w:val="20"/>
          <w:szCs w:val="20"/>
        </w:rPr>
        <w:t xml:space="preserve"> </w:t>
      </w:r>
      <w:r w:rsidRPr="006854D6">
        <w:rPr>
          <w:rFonts w:ascii="Arial" w:hAnsi="Arial" w:cs="Arial"/>
          <w:sz w:val="20"/>
          <w:szCs w:val="20"/>
        </w:rPr>
        <w:t>livraisons aux commandes ainsi que de la facturation.</w:t>
      </w:r>
    </w:p>
    <w:p w14:paraId="2A217477" w14:textId="77777777" w:rsidR="00E128D8" w:rsidRPr="006854D6" w:rsidRDefault="00E128D8" w:rsidP="006854D6">
      <w:pPr>
        <w:spacing w:after="0" w:line="240" w:lineRule="auto"/>
        <w:jc w:val="both"/>
        <w:rPr>
          <w:rFonts w:ascii="Arial" w:hAnsi="Arial" w:cs="Arial"/>
          <w:color w:val="000000"/>
          <w:sz w:val="20"/>
          <w:szCs w:val="20"/>
        </w:rPr>
      </w:pPr>
    </w:p>
    <w:p w14:paraId="607DD457" w14:textId="77777777" w:rsidR="00E128D8" w:rsidRPr="006854D6" w:rsidRDefault="00E128D8" w:rsidP="006854D6">
      <w:pPr>
        <w:spacing w:after="0" w:line="240" w:lineRule="auto"/>
        <w:jc w:val="both"/>
        <w:rPr>
          <w:rFonts w:ascii="Arial" w:hAnsi="Arial" w:cs="Arial"/>
          <w:color w:val="000000"/>
          <w:sz w:val="20"/>
          <w:szCs w:val="20"/>
        </w:rPr>
      </w:pPr>
    </w:p>
    <w:p w14:paraId="56480903" w14:textId="77777777" w:rsidR="00E128D8" w:rsidRPr="006854D6" w:rsidRDefault="00E128D8" w:rsidP="006854D6">
      <w:pPr>
        <w:spacing w:after="0" w:line="240" w:lineRule="auto"/>
        <w:jc w:val="both"/>
        <w:rPr>
          <w:rFonts w:ascii="Arial" w:hAnsi="Arial" w:cs="Arial"/>
          <w:color w:val="000000"/>
          <w:sz w:val="20"/>
          <w:szCs w:val="20"/>
        </w:rPr>
      </w:pPr>
    </w:p>
    <w:p w14:paraId="248E9826" w14:textId="77777777" w:rsidR="00E128D8" w:rsidRPr="006854D6" w:rsidRDefault="00E128D8" w:rsidP="006854D6">
      <w:pPr>
        <w:spacing w:after="0" w:line="240" w:lineRule="auto"/>
        <w:ind w:left="5670" w:hanging="5670"/>
        <w:jc w:val="both"/>
        <w:rPr>
          <w:rFonts w:ascii="Arial" w:hAnsi="Arial" w:cs="Arial"/>
          <w:i/>
          <w:iCs/>
          <w:color w:val="000000"/>
          <w:sz w:val="20"/>
          <w:szCs w:val="20"/>
        </w:rPr>
      </w:pPr>
      <w:r w:rsidRPr="006854D6">
        <w:rPr>
          <w:rFonts w:ascii="Arial" w:hAnsi="Arial" w:cs="Arial"/>
          <w:i/>
          <w:iCs/>
          <w:color w:val="000000"/>
          <w:sz w:val="20"/>
          <w:szCs w:val="20"/>
        </w:rPr>
        <w:t xml:space="preserve">Cachet et signature du </w:t>
      </w:r>
      <w:r w:rsidR="0056112B">
        <w:rPr>
          <w:rFonts w:ascii="Arial" w:hAnsi="Arial" w:cs="Arial"/>
          <w:i/>
          <w:iCs/>
          <w:color w:val="000000"/>
          <w:sz w:val="20"/>
          <w:szCs w:val="20"/>
        </w:rPr>
        <w:t>t</w:t>
      </w:r>
      <w:r w:rsidRPr="006854D6">
        <w:rPr>
          <w:rFonts w:ascii="Arial" w:hAnsi="Arial" w:cs="Arial"/>
          <w:i/>
          <w:iCs/>
          <w:color w:val="000000"/>
          <w:sz w:val="20"/>
          <w:szCs w:val="20"/>
        </w:rPr>
        <w:t>itulaire</w:t>
      </w:r>
      <w:r w:rsidRPr="006854D6">
        <w:rPr>
          <w:rFonts w:ascii="Arial" w:hAnsi="Arial" w:cs="Arial"/>
          <w:i/>
          <w:iCs/>
          <w:color w:val="000000"/>
          <w:sz w:val="20"/>
          <w:szCs w:val="20"/>
        </w:rPr>
        <w:tab/>
      </w:r>
    </w:p>
    <w:p w14:paraId="0D6FBE67" w14:textId="77777777" w:rsidR="00E128D8" w:rsidRPr="006854D6" w:rsidRDefault="00E128D8" w:rsidP="006854D6">
      <w:pPr>
        <w:spacing w:after="0" w:line="240" w:lineRule="auto"/>
        <w:jc w:val="both"/>
        <w:rPr>
          <w:rFonts w:ascii="Arial" w:hAnsi="Arial" w:cs="Arial"/>
          <w:sz w:val="20"/>
          <w:szCs w:val="20"/>
        </w:rPr>
      </w:pPr>
    </w:p>
    <w:p w14:paraId="12E82BAB" w14:textId="77777777" w:rsidR="00E128D8" w:rsidRPr="006854D6" w:rsidRDefault="00E128D8" w:rsidP="006854D6">
      <w:pPr>
        <w:spacing w:after="0" w:line="240" w:lineRule="auto"/>
        <w:jc w:val="both"/>
        <w:rPr>
          <w:rFonts w:ascii="Arial" w:hAnsi="Arial" w:cs="Arial"/>
          <w:sz w:val="20"/>
          <w:szCs w:val="20"/>
        </w:rPr>
      </w:pPr>
    </w:p>
    <w:p w14:paraId="6FE00613" w14:textId="77777777" w:rsidR="008351DA" w:rsidRPr="006854D6" w:rsidRDefault="008351DA" w:rsidP="006854D6">
      <w:pPr>
        <w:pStyle w:val="Corpsdetexte"/>
        <w:spacing w:after="0" w:line="240" w:lineRule="auto"/>
        <w:ind w:right="176"/>
        <w:rPr>
          <w:rFonts w:ascii="Arial" w:hAnsi="Arial" w:cs="Arial"/>
          <w:color w:val="000000"/>
          <w:sz w:val="18"/>
        </w:rPr>
      </w:pPr>
    </w:p>
    <w:sectPr w:rsidR="008351DA" w:rsidRPr="006854D6"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3C01D" w14:textId="77777777" w:rsidR="000A4958" w:rsidRDefault="000A4958">
      <w:pPr>
        <w:spacing w:after="0" w:line="240" w:lineRule="auto"/>
      </w:pPr>
      <w:r>
        <w:separator/>
      </w:r>
    </w:p>
  </w:endnote>
  <w:endnote w:type="continuationSeparator" w:id="0">
    <w:p w14:paraId="3EDBC143" w14:textId="77777777" w:rsidR="000A4958" w:rsidRDefault="000A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306EA90C" w:rsidR="00BE02A9" w:rsidRPr="00783C20" w:rsidRDefault="00BE02A9" w:rsidP="00F3133B">
          <w:pPr>
            <w:pStyle w:val="Contenudetableau"/>
            <w:tabs>
              <w:tab w:val="right" w:pos="3682"/>
            </w:tabs>
            <w:spacing w:after="100" w:afterAutospacing="1"/>
            <w:jc w:val="center"/>
            <w:rPr>
              <w:b/>
              <w:sz w:val="18"/>
              <w:szCs w:val="18"/>
            </w:rPr>
          </w:pPr>
          <w:r w:rsidRPr="00783C20">
            <w:rPr>
              <w:rFonts w:ascii="Arial" w:hAnsi="Arial"/>
              <w:b/>
              <w:sz w:val="18"/>
              <w:szCs w:val="18"/>
            </w:rPr>
            <w:t>ATTRI1 – Acte d'engagement</w:t>
          </w:r>
        </w:p>
      </w:tc>
      <w:tc>
        <w:tcPr>
          <w:tcW w:w="3486" w:type="dxa"/>
          <w:shd w:val="clear" w:color="auto" w:fill="66CCFF"/>
        </w:tcPr>
        <w:p w14:paraId="68508E36" w14:textId="03D9FA95"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A568AB">
            <w:rPr>
              <w:rFonts w:ascii="Arial" w:hAnsi="Arial" w:cs="Arial"/>
              <w:b/>
              <w:sz w:val="18"/>
              <w:szCs w:val="18"/>
            </w:rPr>
            <w:t>4</w:t>
          </w:r>
          <w:r w:rsidR="00CF60E2" w:rsidRPr="00783C20">
            <w:rPr>
              <w:rFonts w:ascii="Arial" w:hAnsi="Arial" w:cs="Arial"/>
              <w:b/>
              <w:sz w:val="18"/>
              <w:szCs w:val="18"/>
            </w:rPr>
            <w:t>-</w:t>
          </w:r>
          <w:r w:rsidR="007F77FF">
            <w:rPr>
              <w:rFonts w:ascii="Arial" w:hAnsi="Arial" w:cs="Arial"/>
              <w:b/>
              <w:sz w:val="18"/>
              <w:szCs w:val="18"/>
            </w:rPr>
            <w:t>MAPA-</w:t>
          </w:r>
          <w:r w:rsidR="00976F5D">
            <w:rPr>
              <w:rFonts w:ascii="Arial" w:hAnsi="Arial" w:cs="Arial"/>
              <w:b/>
              <w:sz w:val="18"/>
              <w:szCs w:val="18"/>
            </w:rPr>
            <w:t>12</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248A5CD8"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p>
      </w:tc>
      <w:tc>
        <w:tcPr>
          <w:tcW w:w="3486" w:type="dxa"/>
          <w:shd w:val="clear" w:color="auto" w:fill="66CCFF"/>
        </w:tcPr>
        <w:p w14:paraId="0912C46B" w14:textId="7ADEA51D"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A568AB">
            <w:rPr>
              <w:rFonts w:ascii="Arial" w:hAnsi="Arial" w:cs="Arial"/>
              <w:b/>
              <w:sz w:val="18"/>
              <w:szCs w:val="18"/>
            </w:rPr>
            <w:t>4</w:t>
          </w:r>
          <w:r w:rsidR="00CF60E2" w:rsidRPr="00783C20">
            <w:rPr>
              <w:rFonts w:ascii="Arial" w:hAnsi="Arial" w:cs="Arial"/>
              <w:b/>
              <w:sz w:val="18"/>
              <w:szCs w:val="18"/>
            </w:rPr>
            <w:t>-</w:t>
          </w:r>
          <w:r w:rsidR="007F77FF">
            <w:rPr>
              <w:rFonts w:ascii="Arial" w:hAnsi="Arial" w:cs="Arial"/>
              <w:b/>
              <w:sz w:val="18"/>
              <w:szCs w:val="18"/>
            </w:rPr>
            <w:t>MAPA-</w:t>
          </w:r>
          <w:r w:rsidR="00552B5F">
            <w:rPr>
              <w:rFonts w:ascii="Arial" w:hAnsi="Arial" w:cs="Arial"/>
              <w:b/>
              <w:sz w:val="18"/>
              <w:szCs w:val="18"/>
            </w:rPr>
            <w:t>12</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84F4B" w14:textId="77777777" w:rsidR="000A4958" w:rsidRDefault="000A4958">
      <w:r>
        <w:separator/>
      </w:r>
    </w:p>
  </w:footnote>
  <w:footnote w:type="continuationSeparator" w:id="0">
    <w:p w14:paraId="7E797FB8" w14:textId="77777777" w:rsidR="000A4958" w:rsidRDefault="000A4958">
      <w:r>
        <w:continuationSeparator/>
      </w:r>
    </w:p>
  </w:footnote>
  <w:footnote w:id="1">
    <w:p w14:paraId="7421A312" w14:textId="77777777" w:rsidR="00BE02A9" w:rsidRPr="005C7725" w:rsidRDefault="00BE02A9"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C3FA3" w14:textId="342FFE5A" w:rsidR="00BE02A9" w:rsidRDefault="00F82DEC" w:rsidP="00D525BC">
    <w:pPr>
      <w:pStyle w:val="ServiceInfo-header"/>
      <w:tabs>
        <w:tab w:val="left" w:pos="1701"/>
        <w:tab w:val="left" w:pos="3261"/>
      </w:tabs>
      <w:ind w:left="426" w:firstLine="1701"/>
      <w:rPr>
        <w:rFonts w:ascii="Marianne" w:hAnsi="Marianne"/>
        <w:sz w:val="18"/>
        <w:lang w:val="fr-FR"/>
      </w:rPr>
    </w:pPr>
    <w:r>
      <w:rPr>
        <w:noProof/>
      </w:rPr>
      <w:drawing>
        <wp:anchor distT="0" distB="0" distL="114300" distR="114300" simplePos="0" relativeHeight="251663360" behindDoc="0" locked="0" layoutInCell="1" allowOverlap="1" wp14:anchorId="388E41E1" wp14:editId="0B0EA55F">
          <wp:simplePos x="0" y="0"/>
          <wp:positionH relativeFrom="margin">
            <wp:posOffset>4842399</wp:posOffset>
          </wp:positionH>
          <wp:positionV relativeFrom="topMargin">
            <wp:posOffset>341603</wp:posOffset>
          </wp:positionV>
          <wp:extent cx="1573197" cy="759473"/>
          <wp:effectExtent l="0" t="0" r="8255" b="2540"/>
          <wp:wrapSquare wrapText="bothSides"/>
          <wp:docPr id="1610779133" name="Image 1610779133" descr="Aéroports de normand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573197" cy="759473"/>
                  </a:xfrm>
                  <a:prstGeom prst="rect">
                    <a:avLst/>
                  </a:prstGeom>
                  <a:noFill/>
                  <a:ln>
                    <a:noFill/>
                    <a:prstDash/>
                  </a:ln>
                </pic:spPr>
              </pic:pic>
            </a:graphicData>
          </a:graphic>
        </wp:anchor>
      </w:drawing>
    </w:r>
  </w:p>
  <w:p w14:paraId="31925032" w14:textId="4F3B621E"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21513844" w:rsidR="00FD2006" w:rsidRDefault="00FD2006" w:rsidP="00FD2006">
    <w:pPr>
      <w:pStyle w:val="ServiceInfo-header"/>
    </w:pPr>
    <w:r>
      <w:rPr>
        <w:noProof/>
      </w:rPr>
      <w:drawing>
        <wp:anchor distT="0" distB="0" distL="114300" distR="114300" simplePos="0" relativeHeight="251659264" behindDoc="0" locked="0" layoutInCell="1" allowOverlap="1" wp14:anchorId="437609C1" wp14:editId="2260FDFE">
          <wp:simplePos x="0" y="0"/>
          <wp:positionH relativeFrom="margin">
            <wp:align>left</wp:align>
          </wp:positionH>
          <wp:positionV relativeFrom="margin">
            <wp:posOffset>-997582</wp:posOffset>
          </wp:positionV>
          <wp:extent cx="2162812" cy="719459"/>
          <wp:effectExtent l="0" t="0" r="8888" b="4441"/>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2162812" cy="719459"/>
                  </a:xfrm>
                  <a:prstGeom prst="rect">
                    <a:avLst/>
                  </a:prstGeom>
                  <a:noFill/>
                  <a:ln>
                    <a:noFill/>
                    <a:prstDash/>
                  </a:ln>
                </pic:spPr>
              </pic:pic>
            </a:graphicData>
          </a:graphic>
        </wp:anchor>
      </w:drawing>
    </w:r>
  </w:p>
  <w:p w14:paraId="2B35A134" w14:textId="6005DCFA" w:rsidR="00FD2006" w:rsidRDefault="00FD2006" w:rsidP="002A2862">
    <w:pPr>
      <w:pStyle w:val="ServiceInfo-header"/>
      <w:jc w:val="left"/>
    </w:pPr>
    <w:r>
      <w:tab/>
    </w:r>
  </w:p>
  <w:p w14:paraId="5F287515" w14:textId="53B6DB0E" w:rsidR="00BE02A9" w:rsidRDefault="00BE02A9" w:rsidP="00D525BC">
    <w:pPr>
      <w:pStyle w:val="Corpsdetexte"/>
      <w:rPr>
        <w:rFonts w:ascii="Marianne" w:hAnsi="Marianne"/>
      </w:rPr>
    </w:pPr>
  </w:p>
  <w:p w14:paraId="2E207CF3" w14:textId="38B59FDE" w:rsidR="00BE02A9" w:rsidRDefault="00BE02A9" w:rsidP="00D525BC">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4"/>
  </w:num>
  <w:num w:numId="2" w16cid:durableId="1943368485">
    <w:abstractNumId w:val="15"/>
  </w:num>
  <w:num w:numId="3" w16cid:durableId="25297994">
    <w:abstractNumId w:val="21"/>
  </w:num>
  <w:num w:numId="4" w16cid:durableId="806438497">
    <w:abstractNumId w:val="1"/>
  </w:num>
  <w:num w:numId="5" w16cid:durableId="1880118634">
    <w:abstractNumId w:val="23"/>
  </w:num>
  <w:num w:numId="6" w16cid:durableId="1708263533">
    <w:abstractNumId w:val="17"/>
  </w:num>
  <w:num w:numId="7" w16cid:durableId="197356273">
    <w:abstractNumId w:val="12"/>
  </w:num>
  <w:num w:numId="8" w16cid:durableId="2110352336">
    <w:abstractNumId w:val="25"/>
  </w:num>
  <w:num w:numId="9" w16cid:durableId="82918533">
    <w:abstractNumId w:val="18"/>
  </w:num>
  <w:num w:numId="10" w16cid:durableId="1282111123">
    <w:abstractNumId w:val="26"/>
  </w:num>
  <w:num w:numId="11" w16cid:durableId="74713947">
    <w:abstractNumId w:val="16"/>
  </w:num>
  <w:num w:numId="12" w16cid:durableId="1376539149">
    <w:abstractNumId w:val="6"/>
  </w:num>
  <w:num w:numId="13" w16cid:durableId="1486163679">
    <w:abstractNumId w:val="19"/>
  </w:num>
  <w:num w:numId="14" w16cid:durableId="1521314208">
    <w:abstractNumId w:val="8"/>
  </w:num>
  <w:num w:numId="15" w16cid:durableId="1102533993">
    <w:abstractNumId w:val="0"/>
  </w:num>
  <w:num w:numId="16" w16cid:durableId="779495832">
    <w:abstractNumId w:val="4"/>
  </w:num>
  <w:num w:numId="17" w16cid:durableId="1391919607">
    <w:abstractNumId w:val="13"/>
  </w:num>
  <w:num w:numId="18" w16cid:durableId="137498687">
    <w:abstractNumId w:val="22"/>
  </w:num>
  <w:num w:numId="19" w16cid:durableId="1443764182">
    <w:abstractNumId w:val="3"/>
  </w:num>
  <w:num w:numId="20" w16cid:durableId="718015953">
    <w:abstractNumId w:val="24"/>
  </w:num>
  <w:num w:numId="21" w16cid:durableId="2011711963">
    <w:abstractNumId w:val="9"/>
  </w:num>
  <w:num w:numId="22" w16cid:durableId="440565209">
    <w:abstractNumId w:val="7"/>
  </w:num>
  <w:num w:numId="23" w16cid:durableId="1139029876">
    <w:abstractNumId w:val="20"/>
  </w:num>
  <w:num w:numId="24" w16cid:durableId="480393473">
    <w:abstractNumId w:val="2"/>
  </w:num>
  <w:num w:numId="25" w16cid:durableId="423840622">
    <w:abstractNumId w:val="10"/>
  </w:num>
  <w:num w:numId="26" w16cid:durableId="2061897312">
    <w:abstractNumId w:val="5"/>
  </w:num>
  <w:num w:numId="27" w16cid:durableId="943239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115716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10AF6"/>
    <w:rsid w:val="00012565"/>
    <w:rsid w:val="000129A8"/>
    <w:rsid w:val="0001753F"/>
    <w:rsid w:val="000175DB"/>
    <w:rsid w:val="00021026"/>
    <w:rsid w:val="0002319F"/>
    <w:rsid w:val="000250D8"/>
    <w:rsid w:val="0002602B"/>
    <w:rsid w:val="00032790"/>
    <w:rsid w:val="00036930"/>
    <w:rsid w:val="00036A2E"/>
    <w:rsid w:val="00046AA3"/>
    <w:rsid w:val="00060E07"/>
    <w:rsid w:val="00061381"/>
    <w:rsid w:val="000653AA"/>
    <w:rsid w:val="0006741C"/>
    <w:rsid w:val="00072AA5"/>
    <w:rsid w:val="00074096"/>
    <w:rsid w:val="00082A6D"/>
    <w:rsid w:val="00085438"/>
    <w:rsid w:val="000855F1"/>
    <w:rsid w:val="00085EEE"/>
    <w:rsid w:val="000A103C"/>
    <w:rsid w:val="000A4958"/>
    <w:rsid w:val="000A6CC4"/>
    <w:rsid w:val="000A7C1D"/>
    <w:rsid w:val="000B1406"/>
    <w:rsid w:val="000B5406"/>
    <w:rsid w:val="000B7443"/>
    <w:rsid w:val="000D43D8"/>
    <w:rsid w:val="000D52C5"/>
    <w:rsid w:val="000E0875"/>
    <w:rsid w:val="000E68AD"/>
    <w:rsid w:val="000F58E6"/>
    <w:rsid w:val="000F7F92"/>
    <w:rsid w:val="00112E04"/>
    <w:rsid w:val="001159DF"/>
    <w:rsid w:val="001228B3"/>
    <w:rsid w:val="00126BA2"/>
    <w:rsid w:val="00131A15"/>
    <w:rsid w:val="001347FF"/>
    <w:rsid w:val="00143BCA"/>
    <w:rsid w:val="00146BCB"/>
    <w:rsid w:val="001475CE"/>
    <w:rsid w:val="001517F1"/>
    <w:rsid w:val="001611E3"/>
    <w:rsid w:val="0016146D"/>
    <w:rsid w:val="001653C0"/>
    <w:rsid w:val="00166253"/>
    <w:rsid w:val="0017280E"/>
    <w:rsid w:val="00191099"/>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5E56"/>
    <w:rsid w:val="002175DC"/>
    <w:rsid w:val="00222810"/>
    <w:rsid w:val="00222AC7"/>
    <w:rsid w:val="00222FE0"/>
    <w:rsid w:val="002279D1"/>
    <w:rsid w:val="00234E3D"/>
    <w:rsid w:val="002360A1"/>
    <w:rsid w:val="00242BA4"/>
    <w:rsid w:val="00243F51"/>
    <w:rsid w:val="00250637"/>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2862"/>
    <w:rsid w:val="002A7626"/>
    <w:rsid w:val="002B08D2"/>
    <w:rsid w:val="002B1BDB"/>
    <w:rsid w:val="002B4840"/>
    <w:rsid w:val="002B69B3"/>
    <w:rsid w:val="002B739F"/>
    <w:rsid w:val="002C0945"/>
    <w:rsid w:val="002C175F"/>
    <w:rsid w:val="002D1EAB"/>
    <w:rsid w:val="002D3223"/>
    <w:rsid w:val="002D4F94"/>
    <w:rsid w:val="002D5FC2"/>
    <w:rsid w:val="002E6371"/>
    <w:rsid w:val="002E747B"/>
    <w:rsid w:val="002E774B"/>
    <w:rsid w:val="002F16C4"/>
    <w:rsid w:val="002F1B86"/>
    <w:rsid w:val="002F386D"/>
    <w:rsid w:val="002F4E35"/>
    <w:rsid w:val="00307E30"/>
    <w:rsid w:val="00310B40"/>
    <w:rsid w:val="00317890"/>
    <w:rsid w:val="003200C5"/>
    <w:rsid w:val="00323E7B"/>
    <w:rsid w:val="0033612D"/>
    <w:rsid w:val="00340FC6"/>
    <w:rsid w:val="00344871"/>
    <w:rsid w:val="00347672"/>
    <w:rsid w:val="0035725C"/>
    <w:rsid w:val="00361520"/>
    <w:rsid w:val="00363A69"/>
    <w:rsid w:val="003712B5"/>
    <w:rsid w:val="003713D3"/>
    <w:rsid w:val="003760F5"/>
    <w:rsid w:val="003843D3"/>
    <w:rsid w:val="003850CE"/>
    <w:rsid w:val="00392A30"/>
    <w:rsid w:val="0039411F"/>
    <w:rsid w:val="003A5C1E"/>
    <w:rsid w:val="003B37CA"/>
    <w:rsid w:val="003B4737"/>
    <w:rsid w:val="003C01BC"/>
    <w:rsid w:val="003C394C"/>
    <w:rsid w:val="003C69B6"/>
    <w:rsid w:val="003C715D"/>
    <w:rsid w:val="003D6411"/>
    <w:rsid w:val="003E1E63"/>
    <w:rsid w:val="003E2BA6"/>
    <w:rsid w:val="003E5928"/>
    <w:rsid w:val="004113E2"/>
    <w:rsid w:val="004173D9"/>
    <w:rsid w:val="00420F69"/>
    <w:rsid w:val="00427322"/>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4CEA"/>
    <w:rsid w:val="00485404"/>
    <w:rsid w:val="00487A26"/>
    <w:rsid w:val="004900F1"/>
    <w:rsid w:val="004902B0"/>
    <w:rsid w:val="00497632"/>
    <w:rsid w:val="004A145C"/>
    <w:rsid w:val="004A347F"/>
    <w:rsid w:val="004A49A4"/>
    <w:rsid w:val="004C0964"/>
    <w:rsid w:val="004C7750"/>
    <w:rsid w:val="004D7B72"/>
    <w:rsid w:val="004E76E1"/>
    <w:rsid w:val="0050517D"/>
    <w:rsid w:val="0050784F"/>
    <w:rsid w:val="0052412C"/>
    <w:rsid w:val="005303A2"/>
    <w:rsid w:val="00533006"/>
    <w:rsid w:val="0053472E"/>
    <w:rsid w:val="005368BD"/>
    <w:rsid w:val="005449B8"/>
    <w:rsid w:val="00544D9B"/>
    <w:rsid w:val="0054721F"/>
    <w:rsid w:val="005505A3"/>
    <w:rsid w:val="00552B5F"/>
    <w:rsid w:val="00553BDA"/>
    <w:rsid w:val="005547DD"/>
    <w:rsid w:val="00557172"/>
    <w:rsid w:val="00557471"/>
    <w:rsid w:val="00560019"/>
    <w:rsid w:val="0056112B"/>
    <w:rsid w:val="00566FB5"/>
    <w:rsid w:val="00572528"/>
    <w:rsid w:val="00584EEC"/>
    <w:rsid w:val="005873F3"/>
    <w:rsid w:val="00587F75"/>
    <w:rsid w:val="00593B9B"/>
    <w:rsid w:val="00594738"/>
    <w:rsid w:val="0059711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108A3"/>
    <w:rsid w:val="00620D68"/>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94572"/>
    <w:rsid w:val="00694A41"/>
    <w:rsid w:val="0069739F"/>
    <w:rsid w:val="006A0CCE"/>
    <w:rsid w:val="006A2D2F"/>
    <w:rsid w:val="006A3DFC"/>
    <w:rsid w:val="006B2009"/>
    <w:rsid w:val="006B3E0C"/>
    <w:rsid w:val="006C1686"/>
    <w:rsid w:val="006C23B7"/>
    <w:rsid w:val="006D5CB9"/>
    <w:rsid w:val="006D6DE1"/>
    <w:rsid w:val="006E0BD4"/>
    <w:rsid w:val="006E25AA"/>
    <w:rsid w:val="006E462D"/>
    <w:rsid w:val="006E66FA"/>
    <w:rsid w:val="006E7937"/>
    <w:rsid w:val="006E7FB8"/>
    <w:rsid w:val="006F320F"/>
    <w:rsid w:val="006F67E1"/>
    <w:rsid w:val="007041D7"/>
    <w:rsid w:val="00705C35"/>
    <w:rsid w:val="00710A4C"/>
    <w:rsid w:val="007209C9"/>
    <w:rsid w:val="00720DAD"/>
    <w:rsid w:val="00725C30"/>
    <w:rsid w:val="00730F93"/>
    <w:rsid w:val="00733920"/>
    <w:rsid w:val="007347DA"/>
    <w:rsid w:val="00736450"/>
    <w:rsid w:val="00742029"/>
    <w:rsid w:val="007570C9"/>
    <w:rsid w:val="00757DC9"/>
    <w:rsid w:val="007708A6"/>
    <w:rsid w:val="00771811"/>
    <w:rsid w:val="0077500B"/>
    <w:rsid w:val="007755D6"/>
    <w:rsid w:val="007760D4"/>
    <w:rsid w:val="0077779F"/>
    <w:rsid w:val="00783C20"/>
    <w:rsid w:val="00786060"/>
    <w:rsid w:val="00792F2A"/>
    <w:rsid w:val="00795D2D"/>
    <w:rsid w:val="007A4213"/>
    <w:rsid w:val="007C552F"/>
    <w:rsid w:val="007C569A"/>
    <w:rsid w:val="007D0626"/>
    <w:rsid w:val="007D3697"/>
    <w:rsid w:val="007D538D"/>
    <w:rsid w:val="007E30E5"/>
    <w:rsid w:val="007E43DE"/>
    <w:rsid w:val="007F002E"/>
    <w:rsid w:val="007F69D3"/>
    <w:rsid w:val="007F77FF"/>
    <w:rsid w:val="00806642"/>
    <w:rsid w:val="0082077A"/>
    <w:rsid w:val="00823E02"/>
    <w:rsid w:val="00825726"/>
    <w:rsid w:val="008321E6"/>
    <w:rsid w:val="008324AF"/>
    <w:rsid w:val="008351DA"/>
    <w:rsid w:val="0084323E"/>
    <w:rsid w:val="008458C4"/>
    <w:rsid w:val="00846E49"/>
    <w:rsid w:val="00853BAD"/>
    <w:rsid w:val="00853CED"/>
    <w:rsid w:val="00854DD9"/>
    <w:rsid w:val="00855CD2"/>
    <w:rsid w:val="008606A3"/>
    <w:rsid w:val="008613F6"/>
    <w:rsid w:val="0086796F"/>
    <w:rsid w:val="008734A1"/>
    <w:rsid w:val="008746D0"/>
    <w:rsid w:val="00874B26"/>
    <w:rsid w:val="0088632B"/>
    <w:rsid w:val="00887C72"/>
    <w:rsid w:val="00896449"/>
    <w:rsid w:val="008A2C73"/>
    <w:rsid w:val="008A6778"/>
    <w:rsid w:val="008A76F8"/>
    <w:rsid w:val="008B0AEB"/>
    <w:rsid w:val="008B29D4"/>
    <w:rsid w:val="008B346F"/>
    <w:rsid w:val="008B4BE4"/>
    <w:rsid w:val="008B6841"/>
    <w:rsid w:val="008B6D24"/>
    <w:rsid w:val="008C0835"/>
    <w:rsid w:val="008C2880"/>
    <w:rsid w:val="008D733F"/>
    <w:rsid w:val="008E15EF"/>
    <w:rsid w:val="008E3FA1"/>
    <w:rsid w:val="008E66BF"/>
    <w:rsid w:val="008E7C80"/>
    <w:rsid w:val="008F22A2"/>
    <w:rsid w:val="008F5E43"/>
    <w:rsid w:val="008F6903"/>
    <w:rsid w:val="0090000D"/>
    <w:rsid w:val="00902592"/>
    <w:rsid w:val="0090498C"/>
    <w:rsid w:val="00910083"/>
    <w:rsid w:val="00916AFF"/>
    <w:rsid w:val="009178F0"/>
    <w:rsid w:val="00926FEC"/>
    <w:rsid w:val="00931B8C"/>
    <w:rsid w:val="0093438B"/>
    <w:rsid w:val="00941639"/>
    <w:rsid w:val="009465F3"/>
    <w:rsid w:val="00952083"/>
    <w:rsid w:val="00953716"/>
    <w:rsid w:val="00954E9E"/>
    <w:rsid w:val="00960850"/>
    <w:rsid w:val="00961FE2"/>
    <w:rsid w:val="0096251F"/>
    <w:rsid w:val="009643E2"/>
    <w:rsid w:val="00976209"/>
    <w:rsid w:val="00976F5D"/>
    <w:rsid w:val="009821EE"/>
    <w:rsid w:val="00983D45"/>
    <w:rsid w:val="00987C1D"/>
    <w:rsid w:val="009908CE"/>
    <w:rsid w:val="009917CF"/>
    <w:rsid w:val="009917DB"/>
    <w:rsid w:val="00995479"/>
    <w:rsid w:val="00995A59"/>
    <w:rsid w:val="00996B61"/>
    <w:rsid w:val="009A16D4"/>
    <w:rsid w:val="009A1FCB"/>
    <w:rsid w:val="009A5029"/>
    <w:rsid w:val="009C0397"/>
    <w:rsid w:val="009C5D33"/>
    <w:rsid w:val="009C6786"/>
    <w:rsid w:val="009C7DE5"/>
    <w:rsid w:val="009E479E"/>
    <w:rsid w:val="009F1389"/>
    <w:rsid w:val="009F3E80"/>
    <w:rsid w:val="00A016F8"/>
    <w:rsid w:val="00A04F24"/>
    <w:rsid w:val="00A14595"/>
    <w:rsid w:val="00A16AC8"/>
    <w:rsid w:val="00A2399F"/>
    <w:rsid w:val="00A23C04"/>
    <w:rsid w:val="00A315B9"/>
    <w:rsid w:val="00A36A76"/>
    <w:rsid w:val="00A36C94"/>
    <w:rsid w:val="00A506FA"/>
    <w:rsid w:val="00A50807"/>
    <w:rsid w:val="00A568AB"/>
    <w:rsid w:val="00A60FC9"/>
    <w:rsid w:val="00A64927"/>
    <w:rsid w:val="00A845DF"/>
    <w:rsid w:val="00A90EFB"/>
    <w:rsid w:val="00A90F0A"/>
    <w:rsid w:val="00A9152E"/>
    <w:rsid w:val="00A917D3"/>
    <w:rsid w:val="00A9263D"/>
    <w:rsid w:val="00A95A01"/>
    <w:rsid w:val="00A95B89"/>
    <w:rsid w:val="00A978FB"/>
    <w:rsid w:val="00AA09C2"/>
    <w:rsid w:val="00AB00C4"/>
    <w:rsid w:val="00AB18A3"/>
    <w:rsid w:val="00AB2496"/>
    <w:rsid w:val="00AB39D6"/>
    <w:rsid w:val="00AB5190"/>
    <w:rsid w:val="00AB58D6"/>
    <w:rsid w:val="00AD0C1D"/>
    <w:rsid w:val="00AD2FC9"/>
    <w:rsid w:val="00AD34C7"/>
    <w:rsid w:val="00AE0CB1"/>
    <w:rsid w:val="00AF02F8"/>
    <w:rsid w:val="00AF3CF5"/>
    <w:rsid w:val="00AF4B04"/>
    <w:rsid w:val="00B01617"/>
    <w:rsid w:val="00B139B3"/>
    <w:rsid w:val="00B173BB"/>
    <w:rsid w:val="00B17BD1"/>
    <w:rsid w:val="00B21540"/>
    <w:rsid w:val="00B21C67"/>
    <w:rsid w:val="00B24CCB"/>
    <w:rsid w:val="00B267B8"/>
    <w:rsid w:val="00B26B03"/>
    <w:rsid w:val="00B31A41"/>
    <w:rsid w:val="00B31B17"/>
    <w:rsid w:val="00B363AF"/>
    <w:rsid w:val="00B46B53"/>
    <w:rsid w:val="00B51E19"/>
    <w:rsid w:val="00B54AB6"/>
    <w:rsid w:val="00B637BB"/>
    <w:rsid w:val="00B64228"/>
    <w:rsid w:val="00B64F01"/>
    <w:rsid w:val="00B660FD"/>
    <w:rsid w:val="00B662BA"/>
    <w:rsid w:val="00B71295"/>
    <w:rsid w:val="00B71E06"/>
    <w:rsid w:val="00B770F5"/>
    <w:rsid w:val="00B8095A"/>
    <w:rsid w:val="00B81CA5"/>
    <w:rsid w:val="00B85663"/>
    <w:rsid w:val="00B907C5"/>
    <w:rsid w:val="00B93270"/>
    <w:rsid w:val="00B93A89"/>
    <w:rsid w:val="00B94564"/>
    <w:rsid w:val="00BB423B"/>
    <w:rsid w:val="00BC47D5"/>
    <w:rsid w:val="00BD19C2"/>
    <w:rsid w:val="00BD3FF5"/>
    <w:rsid w:val="00BE02A9"/>
    <w:rsid w:val="00BE3644"/>
    <w:rsid w:val="00BE4AEC"/>
    <w:rsid w:val="00BF1250"/>
    <w:rsid w:val="00BF498C"/>
    <w:rsid w:val="00C00990"/>
    <w:rsid w:val="00C0699B"/>
    <w:rsid w:val="00C176FC"/>
    <w:rsid w:val="00C24559"/>
    <w:rsid w:val="00C2631C"/>
    <w:rsid w:val="00C40470"/>
    <w:rsid w:val="00C42098"/>
    <w:rsid w:val="00C51D16"/>
    <w:rsid w:val="00C533BB"/>
    <w:rsid w:val="00C60434"/>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61E8"/>
    <w:rsid w:val="00CB6EBB"/>
    <w:rsid w:val="00CC0056"/>
    <w:rsid w:val="00CC4E32"/>
    <w:rsid w:val="00CD1FEE"/>
    <w:rsid w:val="00CD29A9"/>
    <w:rsid w:val="00CD6102"/>
    <w:rsid w:val="00CD77FD"/>
    <w:rsid w:val="00CE590A"/>
    <w:rsid w:val="00CE62E7"/>
    <w:rsid w:val="00CE7C89"/>
    <w:rsid w:val="00CF60E2"/>
    <w:rsid w:val="00CF62F5"/>
    <w:rsid w:val="00D053FF"/>
    <w:rsid w:val="00D0565B"/>
    <w:rsid w:val="00D10D46"/>
    <w:rsid w:val="00D10FE1"/>
    <w:rsid w:val="00D20C53"/>
    <w:rsid w:val="00D22F19"/>
    <w:rsid w:val="00D23E8C"/>
    <w:rsid w:val="00D300D7"/>
    <w:rsid w:val="00D304E7"/>
    <w:rsid w:val="00D32697"/>
    <w:rsid w:val="00D33F0A"/>
    <w:rsid w:val="00D34A8E"/>
    <w:rsid w:val="00D43BBB"/>
    <w:rsid w:val="00D51AB7"/>
    <w:rsid w:val="00D525BC"/>
    <w:rsid w:val="00D54317"/>
    <w:rsid w:val="00D54AF0"/>
    <w:rsid w:val="00D6199A"/>
    <w:rsid w:val="00D62812"/>
    <w:rsid w:val="00D62C66"/>
    <w:rsid w:val="00D62E73"/>
    <w:rsid w:val="00D72CAF"/>
    <w:rsid w:val="00D81338"/>
    <w:rsid w:val="00D814BB"/>
    <w:rsid w:val="00D86D72"/>
    <w:rsid w:val="00D94BE8"/>
    <w:rsid w:val="00D96EC6"/>
    <w:rsid w:val="00DA6E08"/>
    <w:rsid w:val="00DB2F97"/>
    <w:rsid w:val="00DB44F1"/>
    <w:rsid w:val="00DC1C6E"/>
    <w:rsid w:val="00DC2463"/>
    <w:rsid w:val="00DD10E1"/>
    <w:rsid w:val="00DD4AF2"/>
    <w:rsid w:val="00DE0004"/>
    <w:rsid w:val="00DE41F1"/>
    <w:rsid w:val="00DE5606"/>
    <w:rsid w:val="00DF49B2"/>
    <w:rsid w:val="00DF6959"/>
    <w:rsid w:val="00E02575"/>
    <w:rsid w:val="00E05DC5"/>
    <w:rsid w:val="00E12680"/>
    <w:rsid w:val="00E128D8"/>
    <w:rsid w:val="00E1342A"/>
    <w:rsid w:val="00E13981"/>
    <w:rsid w:val="00E1430B"/>
    <w:rsid w:val="00E14BFB"/>
    <w:rsid w:val="00E17AA4"/>
    <w:rsid w:val="00E31167"/>
    <w:rsid w:val="00E324E8"/>
    <w:rsid w:val="00E37787"/>
    <w:rsid w:val="00E606AC"/>
    <w:rsid w:val="00E648A7"/>
    <w:rsid w:val="00E6521C"/>
    <w:rsid w:val="00E65ED6"/>
    <w:rsid w:val="00E71256"/>
    <w:rsid w:val="00E751EF"/>
    <w:rsid w:val="00E7671E"/>
    <w:rsid w:val="00E8066E"/>
    <w:rsid w:val="00E82E43"/>
    <w:rsid w:val="00E8415D"/>
    <w:rsid w:val="00E843F5"/>
    <w:rsid w:val="00E87040"/>
    <w:rsid w:val="00E92032"/>
    <w:rsid w:val="00E940E4"/>
    <w:rsid w:val="00E94840"/>
    <w:rsid w:val="00E967BC"/>
    <w:rsid w:val="00E97C1C"/>
    <w:rsid w:val="00EA09F2"/>
    <w:rsid w:val="00EA7132"/>
    <w:rsid w:val="00EB56D3"/>
    <w:rsid w:val="00EC217C"/>
    <w:rsid w:val="00EC45C3"/>
    <w:rsid w:val="00ED2664"/>
    <w:rsid w:val="00ED3E1F"/>
    <w:rsid w:val="00ED5690"/>
    <w:rsid w:val="00ED6DBC"/>
    <w:rsid w:val="00EE0A18"/>
    <w:rsid w:val="00EE6DCB"/>
    <w:rsid w:val="00F01078"/>
    <w:rsid w:val="00F10643"/>
    <w:rsid w:val="00F11FCC"/>
    <w:rsid w:val="00F14997"/>
    <w:rsid w:val="00F21BAC"/>
    <w:rsid w:val="00F236BF"/>
    <w:rsid w:val="00F23CA9"/>
    <w:rsid w:val="00F26255"/>
    <w:rsid w:val="00F3133B"/>
    <w:rsid w:val="00F31C7F"/>
    <w:rsid w:val="00F327BB"/>
    <w:rsid w:val="00F34C35"/>
    <w:rsid w:val="00F446FD"/>
    <w:rsid w:val="00F451E3"/>
    <w:rsid w:val="00F457FD"/>
    <w:rsid w:val="00F53267"/>
    <w:rsid w:val="00F5458E"/>
    <w:rsid w:val="00F54EA4"/>
    <w:rsid w:val="00F56CEB"/>
    <w:rsid w:val="00F624C7"/>
    <w:rsid w:val="00F6511E"/>
    <w:rsid w:val="00F65944"/>
    <w:rsid w:val="00F66F5B"/>
    <w:rsid w:val="00F7688A"/>
    <w:rsid w:val="00F77309"/>
    <w:rsid w:val="00F776C1"/>
    <w:rsid w:val="00F808BA"/>
    <w:rsid w:val="00F81BC0"/>
    <w:rsid w:val="00F81D6E"/>
    <w:rsid w:val="00F82DEC"/>
    <w:rsid w:val="00F8466A"/>
    <w:rsid w:val="00F86F68"/>
    <w:rsid w:val="00F873B5"/>
    <w:rsid w:val="00F87487"/>
    <w:rsid w:val="00F94813"/>
    <w:rsid w:val="00F96CCE"/>
    <w:rsid w:val="00FA0185"/>
    <w:rsid w:val="00FA79F3"/>
    <w:rsid w:val="00FA7BDF"/>
    <w:rsid w:val="00FC125A"/>
    <w:rsid w:val="00FC228C"/>
    <w:rsid w:val="00FD2006"/>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link w:val="ParagraphedelisteCar"/>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unhideWhenUsed/>
    <w:rsid w:val="001A66AF"/>
    <w:rPr>
      <w:sz w:val="16"/>
      <w:szCs w:val="16"/>
    </w:rPr>
  </w:style>
  <w:style w:type="paragraph" w:styleId="Commentaire">
    <w:name w:val="annotation text"/>
    <w:basedOn w:val="Normal"/>
    <w:link w:val="CommentaireCar"/>
    <w:uiPriority w:val="99"/>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basedOn w:val="Policepardfaut"/>
    <w:link w:val="Paragraphedeliste"/>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92545">
      <w:bodyDiv w:val="1"/>
      <w:marLeft w:val="0"/>
      <w:marRight w:val="0"/>
      <w:marTop w:val="0"/>
      <w:marBottom w:val="0"/>
      <w:divBdr>
        <w:top w:val="none" w:sz="0" w:space="0" w:color="auto"/>
        <w:left w:val="none" w:sz="0" w:space="0" w:color="auto"/>
        <w:bottom w:val="none" w:sz="0" w:space="0" w:color="auto"/>
        <w:right w:val="none" w:sz="0" w:space="0" w:color="auto"/>
      </w:divBdr>
    </w:div>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243882873">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390345361">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692271151">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58233132">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602378171">
      <w:bodyDiv w:val="1"/>
      <w:marLeft w:val="0"/>
      <w:marRight w:val="0"/>
      <w:marTop w:val="0"/>
      <w:marBottom w:val="0"/>
      <w:divBdr>
        <w:top w:val="none" w:sz="0" w:space="0" w:color="auto"/>
        <w:left w:val="none" w:sz="0" w:space="0" w:color="auto"/>
        <w:bottom w:val="none" w:sz="0" w:space="0" w:color="auto"/>
        <w:right w:val="none" w:sz="0" w:space="0" w:color="auto"/>
      </w:divBdr>
    </w:div>
    <w:div w:id="1708097091">
      <w:bodyDiv w:val="1"/>
      <w:marLeft w:val="0"/>
      <w:marRight w:val="0"/>
      <w:marTop w:val="0"/>
      <w:marBottom w:val="0"/>
      <w:divBdr>
        <w:top w:val="none" w:sz="0" w:space="0" w:color="auto"/>
        <w:left w:val="none" w:sz="0" w:space="0" w:color="auto"/>
        <w:bottom w:val="none" w:sz="0" w:space="0" w:color="auto"/>
        <w:right w:val="none" w:sz="0" w:space="0" w:color="auto"/>
      </w:divBdr>
    </w:div>
    <w:div w:id="1770849748">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129</TotalTime>
  <Pages>9</Pages>
  <Words>1839</Words>
  <Characters>10115</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LIORET Baptiste</cp:lastModifiedBy>
  <cp:revision>62</cp:revision>
  <cp:lastPrinted>2022-08-18T08:16:00Z</cp:lastPrinted>
  <dcterms:created xsi:type="dcterms:W3CDTF">2023-10-24T08:57:00Z</dcterms:created>
  <dcterms:modified xsi:type="dcterms:W3CDTF">2024-10-24T07:41:00Z</dcterms:modified>
</cp:coreProperties>
</file>