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8FEF" w14:textId="1FE1BF16" w:rsidR="0062232E" w:rsidRDefault="0062232E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</w:p>
    <w:p w14:paraId="326C755A" w14:textId="77777777" w:rsidR="00672680" w:rsidRPr="00672680" w:rsidRDefault="00672680" w:rsidP="00672680"/>
    <w:p w14:paraId="32EAC52F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491BF2B" wp14:editId="165FD7E6">
            <wp:simplePos x="0" y="0"/>
            <wp:positionH relativeFrom="page">
              <wp:posOffset>285749</wp:posOffset>
            </wp:positionH>
            <wp:positionV relativeFrom="page">
              <wp:posOffset>257175</wp:posOffset>
            </wp:positionV>
            <wp:extent cx="6962775" cy="1533525"/>
            <wp:effectExtent l="0" t="0" r="9525" b="9525"/>
            <wp:wrapNone/>
            <wp:docPr id="3" name="Image 0" descr="logo_tdl_c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cea.jpg"/>
                    <pic:cNvPicPr/>
                  </pic:nvPicPr>
                  <pic:blipFill rotWithShape="1">
                    <a:blip r:embed="rId8"/>
                    <a:srcRect l="1892" t="5946" r="2283" b="7027"/>
                    <a:stretch/>
                  </pic:blipFill>
                  <pic:spPr bwMode="auto">
                    <a:xfrm>
                      <a:off x="0" y="0"/>
                      <a:ext cx="6962775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9B7C21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2EF5F8F2" w14:textId="77777777" w:rsidR="000C6407" w:rsidRP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</w:rPr>
      </w:pPr>
    </w:p>
    <w:p w14:paraId="2D5C389A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55CF641" w14:textId="746A4363" w:rsidR="000C6407" w:rsidRDefault="000C6407" w:rsidP="003D2F4D">
      <w:pPr>
        <w:pStyle w:val="Titre1"/>
        <w:tabs>
          <w:tab w:val="clear" w:pos="284"/>
        </w:tabs>
        <w:spacing w:before="0" w:after="0"/>
        <w:rPr>
          <w:rFonts w:ascii="Arial" w:hAnsi="Arial" w:cs="Arial"/>
          <w:caps/>
          <w:u w:val="single"/>
        </w:rPr>
      </w:pPr>
    </w:p>
    <w:p w14:paraId="6EBCD049" w14:textId="77777777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16D88E96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(March</w:t>
      </w:r>
      <w:r w:rsidR="002370CE" w:rsidRPr="002370CE">
        <w:rPr>
          <w:rFonts w:ascii="Arial" w:hAnsi="Arial" w:cs="Arial"/>
          <w:caps/>
          <w:color w:val="00B050"/>
          <w:sz w:val="22"/>
          <w:szCs w:val="22"/>
        </w:rPr>
        <w:t>É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 xml:space="preserve"> banal</w:t>
      </w:r>
      <w:r w:rsidR="009D6EA6" w:rsidRPr="00B54C0E">
        <w:rPr>
          <w:rFonts w:ascii="Arial" w:hAnsi="Arial" w:cs="Arial"/>
          <w:caps/>
          <w:color w:val="00B050"/>
          <w:sz w:val="22"/>
          <w:szCs w:val="22"/>
        </w:rPr>
        <w:t xml:space="preserve"> sans RGPD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)</w:t>
      </w:r>
      <w:bookmarkStart w:id="3" w:name="_GoBack"/>
      <w:bookmarkEnd w:id="3"/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6CDEA1E9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E1634F">
        <w:rPr>
          <w:rFonts w:ascii="Arial" w:hAnsi="Arial" w:cs="Arial"/>
        </w:rPr>
        <w:t>21</w:t>
      </w:r>
      <w:r w:rsidR="00262D8C">
        <w:rPr>
          <w:rFonts w:ascii="Arial" w:hAnsi="Arial" w:cs="Arial"/>
        </w:rPr>
        <w:t>/09</w:t>
      </w:r>
      <w:r w:rsidR="006A5109" w:rsidRPr="003A2A00">
        <w:rPr>
          <w:rFonts w:ascii="Arial" w:hAnsi="Arial" w:cs="Arial"/>
        </w:rPr>
        <w:t>/2020</w:t>
      </w:r>
    </w:p>
    <w:p w14:paraId="7EE099B7" w14:textId="7A3E2BB1" w:rsidR="00A92C66" w:rsidRPr="002526DE" w:rsidRDefault="00A92C66" w:rsidP="002526DE"/>
    <w:p w14:paraId="74EAD050" w14:textId="33F6471B" w:rsidR="00A81E73" w:rsidRPr="00A81E73" w:rsidRDefault="008F444E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B59398" wp14:editId="4AAC00DC">
                <wp:simplePos x="0" y="0"/>
                <wp:positionH relativeFrom="column">
                  <wp:posOffset>128905</wp:posOffset>
                </wp:positionH>
                <wp:positionV relativeFrom="paragraph">
                  <wp:posOffset>21590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13896" w14:textId="77777777" w:rsidR="008F444E" w:rsidRPr="00897514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0044B268" w14:textId="650DA5BF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r la présente DAST doivent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obligatoirement 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être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complétés.</w:t>
                            </w:r>
                          </w:p>
                          <w:p w14:paraId="667CE013" w14:textId="77777777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0E8B5A06" w14:textId="77777777" w:rsidR="008F444E" w:rsidRPr="003D2F4D" w:rsidRDefault="008F444E" w:rsidP="008F44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B59398" id="Rectangle à coins arrondis 2" o:spid="_x0000_s1026" style="position:absolute;margin-left:10.15pt;margin-top:1.7pt;width:426pt;height:52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" fillcolor="white [3201]" strokecolor="red" strokeweight="2pt">
                <v:textbox>
                  <w:txbxContent>
                    <w:p w14:paraId="69E13896" w14:textId="77777777" w:rsidR="008F444E" w:rsidRPr="00897514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0044B268" w14:textId="650DA5BF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r la présente DAST doivent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obligatoirement 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être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complétés.</w:t>
                      </w:r>
                    </w:p>
                    <w:p w14:paraId="667CE013" w14:textId="77777777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0E8B5A06" w14:textId="77777777" w:rsidR="008F444E" w:rsidRPr="003D2F4D" w:rsidRDefault="008F444E" w:rsidP="008F44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8A36830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5DE91AA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15E7DB5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4701F66" w14:textId="77777777" w:rsidR="003D2F4D" w:rsidRDefault="003D2F4D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6F83835" w14:textId="612DDF90" w:rsidR="00947D6E" w:rsidRPr="00086A12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="001E02B3"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="00AE15F7"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du marché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 CEA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 : </w:t>
      </w:r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………………………………..</w:t>
      </w:r>
    </w:p>
    <w:p w14:paraId="5326F8B9" w14:textId="0D2B3BD4" w:rsidR="00567886" w:rsidRPr="001E02B3" w:rsidRDefault="008F444E" w:rsidP="008F444E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la DAST est transmise après la notification du marché, la référence commence par 4000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, 5</w:t>
      </w:r>
      <w:r w:rsidR="00035381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0000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ou 520000)</w:t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44B19D3A" w:rsidR="00AE15F7" w:rsidRPr="00035381" w:rsidRDefault="00185DB6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 xml:space="preserve">Cocher la ou les </w:t>
      </w:r>
      <w:r w:rsidR="00AE15F7" w:rsidRPr="00897514">
        <w:rPr>
          <w:rFonts w:ascii="Arial" w:hAnsi="Arial" w:cs="Arial"/>
          <w:u w:val="single"/>
        </w:rPr>
        <w:t>cases</w:t>
      </w:r>
      <w:r w:rsidRPr="00897514">
        <w:rPr>
          <w:rFonts w:ascii="Arial" w:hAnsi="Arial" w:cs="Arial"/>
          <w:u w:val="single"/>
        </w:rPr>
        <w:t xml:space="preserve"> concernées</w:t>
      </w:r>
      <w:r w:rsidR="00AE15F7" w:rsidRPr="00897514">
        <w:rPr>
          <w:rFonts w:ascii="Arial" w:hAnsi="Arial" w:cs="Arial"/>
          <w:u w:val="single"/>
        </w:rPr>
        <w:t xml:space="preserve">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4B38491E" w:rsidR="008C0967" w:rsidRPr="00311067" w:rsidRDefault="003D512C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ABD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3D512C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11C8E472" w14:textId="77777777" w:rsidR="00AE15F7" w:rsidRPr="00311067" w:rsidRDefault="00AE15F7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5B2B6A5B" w14:textId="4551103B" w:rsidR="00747262" w:rsidRDefault="0074726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088B59CA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035381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6DEF425" w14:textId="77777777" w:rsidR="00035381" w:rsidRPr="001E02B3" w:rsidRDefault="00035381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marché, la référence commence par 4000, 500000 ou 520000)</w:t>
      </w:r>
    </w:p>
    <w:p w14:paraId="785544EB" w14:textId="1E4A0960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6E3333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7828570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="00FE788D" w:rsidRPr="00897514">
        <w:rPr>
          <w:rFonts w:ascii="Arial" w:hAnsi="Arial" w:cs="Arial"/>
          <w:b/>
        </w:rPr>
        <w:t>, PRENOM</w:t>
      </w:r>
      <w:r w:rsidRPr="00897514">
        <w:rPr>
          <w:rFonts w:ascii="Arial" w:hAnsi="Arial" w:cs="Arial"/>
          <w:b/>
        </w:rPr>
        <w:t xml:space="preserve">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</w:t>
      </w:r>
      <w:r w:rsidR="00FE788D" w:rsidRPr="00897514">
        <w:rPr>
          <w:rFonts w:ascii="Arial" w:hAnsi="Arial" w:cs="Arial"/>
          <w:b/>
        </w:rPr>
        <w:t>DE LA</w:t>
      </w:r>
      <w:r w:rsidR="00FE788D">
        <w:rPr>
          <w:rFonts w:ascii="Arial" w:hAnsi="Arial" w:cs="Arial"/>
          <w:b/>
        </w:rPr>
        <w:t xml:space="preserve"> PERSONNE HABILITEE</w:t>
      </w:r>
      <w:r>
        <w:rPr>
          <w:rFonts w:ascii="Arial" w:hAnsi="Arial" w:cs="Arial"/>
          <w:b/>
        </w:rPr>
        <w:t xml:space="preserve"> A ENGAGER L’ENTREPRISE</w:t>
      </w:r>
      <w:r w:rsidR="00BC2C2A">
        <w:rPr>
          <w:rFonts w:ascii="Arial" w:hAnsi="Arial" w:cs="Arial"/>
          <w:b/>
        </w:rPr>
        <w:t>**</w:t>
      </w:r>
      <w:r w:rsidR="00FE788D">
        <w:rPr>
          <w:rFonts w:ascii="Arial" w:hAnsi="Arial" w:cs="Arial"/>
          <w:b/>
        </w:rPr>
        <w:t> :</w:t>
      </w:r>
    </w:p>
    <w:p w14:paraId="73327373" w14:textId="72AD4E62" w:rsidR="00564133" w:rsidRDefault="00564133" w:rsidP="00FE788D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00430A" w14:textId="29744600" w:rsidR="00FE788D" w:rsidRDefault="00BC2C2A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6AED2DBB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</w:t>
      </w:r>
      <w:r w:rsidRPr="00897514">
        <w:rPr>
          <w:rFonts w:ascii="Arial" w:hAnsi="Arial" w:cs="Arial"/>
          <w:b/>
          <w:caps/>
        </w:rPr>
        <w:t>site cea</w:t>
      </w:r>
      <w:r w:rsidR="00035381" w:rsidRPr="00897514">
        <w:rPr>
          <w:rFonts w:ascii="Arial" w:hAnsi="Arial" w:cs="Arial"/>
          <w:b/>
          <w:caps/>
        </w:rPr>
        <w:t> :</w:t>
      </w:r>
    </w:p>
    <w:p w14:paraId="5BEB40CA" w14:textId="3B71B508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035381">
        <w:rPr>
          <w:rFonts w:ascii="Arial" w:hAnsi="Arial" w:cs="Arial"/>
          <w:b/>
          <w:caps/>
        </w:rPr>
        <w:t> :</w:t>
      </w:r>
      <w:r w:rsidR="00035381">
        <w:rPr>
          <w:rFonts w:ascii="Arial" w:hAnsi="Arial" w:cs="Arial"/>
          <w:caps/>
        </w:rPr>
        <w:t xml:space="preserve"> </w:t>
      </w:r>
      <w:r w:rsidRPr="00C652CB">
        <w:rPr>
          <w:rFonts w:ascii="Arial" w:hAnsi="Arial" w:cs="Arial"/>
          <w:caps/>
        </w:rPr>
        <w:t>…………………………</w:t>
      </w:r>
      <w:proofErr w:type="gramStart"/>
      <w:r w:rsidRPr="00C652CB">
        <w:rPr>
          <w:rFonts w:ascii="Arial" w:hAnsi="Arial" w:cs="Arial"/>
          <w:caps/>
        </w:rPr>
        <w:t>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4733F155" w14:textId="3B935665" w:rsidR="00E412D1" w:rsidRDefault="00E412D1" w:rsidP="00E412D1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(QUALIBAT, AFNOR, </w:t>
      </w:r>
      <w:r w:rsidR="00771A97">
        <w:rPr>
          <w:rFonts w:ascii="Arial" w:hAnsi="Arial" w:cs="Arial"/>
          <w:b/>
        </w:rPr>
        <w:t>CEFRI, 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</w:p>
    <w:p w14:paraId="51C0601F" w14:textId="77777777" w:rsidR="005A59E3" w:rsidRDefault="005A59E3" w:rsidP="005A59E3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E2E3A90" w14:textId="765ADCBE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REFERENCES </w:t>
      </w:r>
      <w:r w:rsidRPr="00897514">
        <w:rPr>
          <w:rFonts w:ascii="Arial" w:hAnsi="Arial" w:cs="Arial"/>
          <w:b/>
        </w:rPr>
        <w:t>RECENTES</w:t>
      </w:r>
      <w:r w:rsidRPr="00897514"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  <w:b/>
        </w:rPr>
        <w:t>D</w:t>
      </w:r>
      <w:r w:rsidR="002370CE" w:rsidRPr="00897514">
        <w:rPr>
          <w:rFonts w:ascii="Arial" w:hAnsi="Arial" w:cs="Arial"/>
          <w:b/>
        </w:rPr>
        <w:t>U SOUS-TRAITANT D</w:t>
      </w:r>
      <w:r w:rsidRPr="00897514">
        <w:rPr>
          <w:rFonts w:ascii="Arial" w:hAnsi="Arial" w:cs="Arial"/>
          <w:b/>
        </w:rPr>
        <w:t>ANS</w:t>
      </w:r>
      <w:r>
        <w:rPr>
          <w:rFonts w:ascii="Arial" w:hAnsi="Arial" w:cs="Arial"/>
          <w:b/>
        </w:rPr>
        <w:t xml:space="preserve">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</w:p>
    <w:tbl>
      <w:tblPr>
        <w:tblW w:w="899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540"/>
        <w:gridCol w:w="1571"/>
        <w:gridCol w:w="4599"/>
      </w:tblGrid>
      <w:tr w:rsidR="00564133" w14:paraId="0027F3FB" w14:textId="77777777" w:rsidTr="00DD6345">
        <w:trPr>
          <w:trHeight w:val="906"/>
        </w:trPr>
        <w:tc>
          <w:tcPr>
            <w:tcW w:w="284" w:type="dxa"/>
            <w:tcBorders>
              <w:right w:val="nil"/>
            </w:tcBorders>
          </w:tcPr>
          <w:p w14:paraId="2AC25681" w14:textId="77777777" w:rsidR="00564133" w:rsidRDefault="00564133" w:rsidP="009541B1">
            <w:pPr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540" w:type="dxa"/>
            <w:tcBorders>
              <w:left w:val="nil"/>
            </w:tcBorders>
          </w:tcPr>
          <w:p w14:paraId="7C7D644F" w14:textId="77777777" w:rsidR="00564133" w:rsidRDefault="00564133" w:rsidP="009541B1">
            <w:pPr>
              <w:spacing w:before="120" w:after="120" w:line="160" w:lineRule="exact"/>
              <w:ind w:lef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CLIENT</w:t>
            </w:r>
          </w:p>
        </w:tc>
        <w:tc>
          <w:tcPr>
            <w:tcW w:w="1571" w:type="dxa"/>
          </w:tcPr>
          <w:p w14:paraId="717E158B" w14:textId="37A47D2A" w:rsidR="00564133" w:rsidRDefault="00564133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de</w:t>
            </w:r>
            <w:r w:rsidR="00CD5F69">
              <w:rPr>
                <w:rFonts w:ascii="Arial" w:hAnsi="Arial" w:cs="Arial"/>
              </w:rPr>
              <w:t xml:space="preserve">s prestations </w:t>
            </w:r>
            <w:r>
              <w:rPr>
                <w:rFonts w:ascii="Arial" w:hAnsi="Arial" w:cs="Arial"/>
              </w:rPr>
              <w:t>(en K€)</w:t>
            </w: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D0D769A" w14:textId="5329301B" w:rsidR="00564133" w:rsidRDefault="00CD5F69" w:rsidP="009541B1">
            <w:pPr>
              <w:spacing w:before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</w:t>
            </w:r>
          </w:p>
          <w:p w14:paraId="588BA439" w14:textId="1692C6E3" w:rsidR="00564133" w:rsidRDefault="00564133" w:rsidP="009541B1">
            <w:pPr>
              <w:spacing w:after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(Date, lieu, objet)</w:t>
            </w:r>
          </w:p>
        </w:tc>
      </w:tr>
      <w:tr w:rsidR="00564133" w14:paraId="30EC75D3" w14:textId="77777777" w:rsidTr="00DD6345">
        <w:tc>
          <w:tcPr>
            <w:tcW w:w="284" w:type="dxa"/>
          </w:tcPr>
          <w:p w14:paraId="17C78C6C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40" w:type="dxa"/>
          </w:tcPr>
          <w:p w14:paraId="5D62D377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3357685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B4A6AB5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59BE0EE" w14:textId="77777777" w:rsidTr="00B54C0E">
        <w:trPr>
          <w:trHeight w:val="468"/>
        </w:trPr>
        <w:tc>
          <w:tcPr>
            <w:tcW w:w="284" w:type="dxa"/>
          </w:tcPr>
          <w:p w14:paraId="7A70F1D8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40" w:type="dxa"/>
          </w:tcPr>
          <w:p w14:paraId="59FAF5A3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0BAE45F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7BE9661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6C17EB6" w14:textId="77777777" w:rsidTr="00B54C0E">
        <w:trPr>
          <w:trHeight w:val="497"/>
        </w:trPr>
        <w:tc>
          <w:tcPr>
            <w:tcW w:w="284" w:type="dxa"/>
          </w:tcPr>
          <w:p w14:paraId="6810CE32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40" w:type="dxa"/>
          </w:tcPr>
          <w:p w14:paraId="342EC40F" w14:textId="1C61754F" w:rsidR="00564133" w:rsidRPr="00B54C0E" w:rsidRDefault="00564133" w:rsidP="00B54C0E">
            <w:pPr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46F3A09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B646D4B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61B1E607" w14:textId="77777777" w:rsidTr="00DD6345">
        <w:tc>
          <w:tcPr>
            <w:tcW w:w="284" w:type="dxa"/>
          </w:tcPr>
          <w:p w14:paraId="6826C2E3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40" w:type="dxa"/>
          </w:tcPr>
          <w:p w14:paraId="320F7634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16366669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4003827E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</w:tbl>
    <w:p w14:paraId="64AB2F2D" w14:textId="42D9104C" w:rsidR="00625A10" w:rsidRDefault="00891E93" w:rsidP="00625A10">
      <w:pPr>
        <w:pStyle w:val="Paragraphedeliste"/>
        <w:numPr>
          <w:ilvl w:val="0"/>
          <w:numId w:val="25"/>
        </w:numPr>
        <w:tabs>
          <w:tab w:val="left" w:pos="426"/>
        </w:tabs>
        <w:spacing w:before="360" w:after="240" w:line="240" w:lineRule="exact"/>
        <w:jc w:val="both"/>
        <w:rPr>
          <w:rFonts w:ascii="Arial" w:hAnsi="Arial" w:cs="Arial"/>
        </w:rPr>
      </w:pPr>
      <w:r w:rsidRPr="00AD79F6">
        <w:rPr>
          <w:rFonts w:ascii="Arial" w:hAnsi="Arial" w:cs="Arial"/>
          <w:b/>
        </w:rPr>
        <w:t xml:space="preserve">ACCIDENTS DU </w:t>
      </w:r>
      <w:r w:rsidRPr="00897514">
        <w:rPr>
          <w:rFonts w:ascii="Arial" w:hAnsi="Arial" w:cs="Arial"/>
          <w:b/>
        </w:rPr>
        <w:t xml:space="preserve">TRAVAIL </w:t>
      </w:r>
      <w:r w:rsidR="002370CE" w:rsidRPr="00897514">
        <w:rPr>
          <w:rFonts w:ascii="Arial" w:hAnsi="Arial" w:cs="Arial"/>
          <w:b/>
        </w:rPr>
        <w:t xml:space="preserve">DU SOUS-TRAITANT </w:t>
      </w:r>
      <w:r w:rsidRPr="00897514">
        <w:rPr>
          <w:rFonts w:ascii="Arial" w:hAnsi="Arial" w:cs="Arial"/>
          <w:b/>
        </w:rPr>
        <w:t>AU COURS DES 3 DERNIERS EXERCICES</w:t>
      </w:r>
      <w:r w:rsidR="00185DB6" w:rsidRPr="00897514">
        <w:rPr>
          <w:rFonts w:ascii="Arial" w:hAnsi="Arial" w:cs="Arial"/>
          <w:b/>
        </w:rPr>
        <w:t xml:space="preserve"> (POUR L’ETABLISSEMENT INTERVENANT)</w:t>
      </w:r>
      <w:r w:rsidRPr="00897514">
        <w:rPr>
          <w:rFonts w:ascii="Arial" w:hAnsi="Arial" w:cs="Arial"/>
        </w:rPr>
        <w:t xml:space="preserve"> :</w:t>
      </w:r>
    </w:p>
    <w:p w14:paraId="2EAE5A94" w14:textId="6D747C40" w:rsidR="00625A10" w:rsidRPr="00625A10" w:rsidRDefault="00625A10" w:rsidP="00625A10">
      <w:pPr>
        <w:tabs>
          <w:tab w:val="left" w:pos="426"/>
        </w:tabs>
        <w:spacing w:before="360" w:after="240" w:line="240" w:lineRule="exact"/>
        <w:jc w:val="both"/>
        <w:rPr>
          <w:rFonts w:ascii="Arial" w:hAnsi="Arial" w:cs="Arial"/>
        </w:rPr>
      </w:pPr>
      <w:r w:rsidRPr="00897514">
        <w:rPr>
          <w:rFonts w:ascii="Arial" w:hAnsi="Arial" w:cs="Arial"/>
          <w:b/>
          <w:color w:val="00B050"/>
        </w:rPr>
        <w:t>[MERCI DE REMPLIR CETTE SECTION TELLE QU’ELLE APPARAIT SUR L’ATTESTATION DES INDICATEURS DES RISQUES PROFESSIONNELS</w:t>
      </w:r>
      <w:r w:rsidRPr="00897514">
        <w:rPr>
          <w:rFonts w:ascii="Arial" w:hAnsi="Arial" w:cs="Arial"/>
          <w:b/>
          <w:color w:val="FF0000"/>
          <w:szCs w:val="18"/>
          <w:vertAlign w:val="superscript"/>
        </w:rPr>
        <w:t>2</w:t>
      </w:r>
      <w:r w:rsidRPr="00897514">
        <w:rPr>
          <w:rFonts w:ascii="Arial" w:hAnsi="Arial" w:cs="Arial"/>
          <w:b/>
          <w:color w:val="00B050"/>
        </w:rPr>
        <w:t xml:space="preserve"> (METTRE 0 SI 0, </w:t>
      </w:r>
      <w:r w:rsidR="00897514">
        <w:rPr>
          <w:rFonts w:ascii="Arial" w:hAnsi="Arial" w:cs="Arial"/>
          <w:b/>
          <w:color w:val="00B050"/>
        </w:rPr>
        <w:t xml:space="preserve">METTRE UN « TIRET » SI « TIRET », </w:t>
      </w:r>
      <w:r w:rsidRPr="00897514">
        <w:rPr>
          <w:rFonts w:ascii="Arial" w:hAnsi="Arial" w:cs="Arial"/>
          <w:b/>
          <w:color w:val="00B050"/>
        </w:rPr>
        <w:t>METTRE NC SI NC, …]</w:t>
      </w:r>
    </w:p>
    <w:tbl>
      <w:tblPr>
        <w:tblStyle w:val="Grilledutableau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204"/>
        <w:gridCol w:w="1204"/>
        <w:gridCol w:w="1204"/>
        <w:gridCol w:w="1204"/>
        <w:gridCol w:w="1204"/>
        <w:gridCol w:w="1204"/>
      </w:tblGrid>
      <w:tr w:rsidR="00380E60" w14:paraId="2E5B7F72" w14:textId="77777777" w:rsidTr="00906243">
        <w:trPr>
          <w:trHeight w:val="506"/>
        </w:trPr>
        <w:tc>
          <w:tcPr>
            <w:tcW w:w="1985" w:type="dxa"/>
          </w:tcPr>
          <w:p w14:paraId="77870F7B" w14:textId="37ABAA81" w:rsidR="00DD6345" w:rsidRPr="00064D0E" w:rsidRDefault="00906243" w:rsidP="00C94AE4">
            <w:pPr>
              <w:tabs>
                <w:tab w:val="left" w:pos="42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64D0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B8AF5" wp14:editId="666BF2DF">
                      <wp:simplePos x="0" y="0"/>
                      <wp:positionH relativeFrom="column">
                        <wp:posOffset>-64782</wp:posOffset>
                      </wp:positionH>
                      <wp:positionV relativeFrom="paragraph">
                        <wp:posOffset>5450</wp:posOffset>
                      </wp:positionV>
                      <wp:extent cx="1245379" cy="308540"/>
                      <wp:effectExtent l="0" t="0" r="31115" b="34925"/>
                      <wp:wrapNone/>
                      <wp:docPr id="5" name="Connecteur droit avec flèch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5379" cy="308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E867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6" type="#_x0000_t32" style="position:absolute;margin-left:-5.1pt;margin-top:.45pt;width:98.05pt;height:24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"/>
                  </w:pict>
                </mc:Fallback>
              </mc:AlternateContent>
            </w:r>
            <w:r w:rsidR="00DD6345" w:rsidRPr="00064D0E">
              <w:rPr>
                <w:rFonts w:ascii="Arial" w:hAnsi="Arial" w:cs="Arial"/>
                <w:sz w:val="16"/>
                <w:szCs w:val="16"/>
              </w:rPr>
              <w:t>Années</w:t>
            </w:r>
          </w:p>
          <w:p w14:paraId="1369DB12" w14:textId="77777777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D0E">
              <w:rPr>
                <w:rFonts w:ascii="Arial" w:hAnsi="Arial" w:cs="Arial"/>
                <w:sz w:val="16"/>
                <w:szCs w:val="16"/>
              </w:rPr>
              <w:t>Taux</w:t>
            </w:r>
          </w:p>
        </w:tc>
        <w:tc>
          <w:tcPr>
            <w:tcW w:w="2408" w:type="dxa"/>
            <w:gridSpan w:val="2"/>
            <w:vAlign w:val="center"/>
          </w:tcPr>
          <w:p w14:paraId="5F05FEE7" w14:textId="48BD0AA2" w:rsidR="00DD6345" w:rsidRPr="00064D0E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4D0E">
              <w:rPr>
                <w:rFonts w:ascii="Arial" w:hAnsi="Arial" w:cs="Arial"/>
                <w:b/>
                <w:sz w:val="22"/>
                <w:szCs w:val="22"/>
              </w:rPr>
              <w:t>n-3</w:t>
            </w:r>
          </w:p>
        </w:tc>
        <w:tc>
          <w:tcPr>
            <w:tcW w:w="2408" w:type="dxa"/>
            <w:gridSpan w:val="2"/>
            <w:vAlign w:val="center"/>
          </w:tcPr>
          <w:p w14:paraId="0410DB0F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n-2</w:t>
            </w:r>
          </w:p>
        </w:tc>
        <w:tc>
          <w:tcPr>
            <w:tcW w:w="2408" w:type="dxa"/>
            <w:gridSpan w:val="2"/>
            <w:vAlign w:val="center"/>
          </w:tcPr>
          <w:p w14:paraId="15B07A96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n-1</w:t>
            </w:r>
          </w:p>
        </w:tc>
      </w:tr>
      <w:tr w:rsidR="00380E60" w14:paraId="2442F68D" w14:textId="77777777" w:rsidTr="00532468">
        <w:trPr>
          <w:trHeight w:val="847"/>
        </w:trPr>
        <w:tc>
          <w:tcPr>
            <w:tcW w:w="1985" w:type="dxa"/>
            <w:vAlign w:val="center"/>
          </w:tcPr>
          <w:p w14:paraId="6063C50D" w14:textId="7DBDC31F" w:rsidR="00532468" w:rsidRDefault="00645EF7" w:rsidP="008B5B9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Code risque</w:t>
            </w:r>
            <w:r w:rsidRPr="00906243">
              <w:rPr>
                <w:rFonts w:ascii="Arial" w:hAnsi="Arial" w:cs="Arial"/>
                <w:i/>
                <w:sz w:val="18"/>
                <w:szCs w:val="18"/>
              </w:rPr>
              <w:t xml:space="preserve"> retenu</w:t>
            </w:r>
            <w:r w:rsidR="00625A10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1</w:t>
            </w:r>
            <w:r w:rsidRPr="00A7192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906243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6F502E0" w14:textId="77777777" w:rsidR="00532468" w:rsidRDefault="00532468" w:rsidP="008B5B9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734FFAD" w14:textId="0FAE90C8" w:rsidR="00DD6345" w:rsidRPr="00064D0E" w:rsidRDefault="00645EF7" w:rsidP="008B5B9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>|__|__|__|__|__|</w:t>
            </w:r>
          </w:p>
        </w:tc>
        <w:tc>
          <w:tcPr>
            <w:tcW w:w="1204" w:type="dxa"/>
            <w:vAlign w:val="center"/>
          </w:tcPr>
          <w:p w14:paraId="1741395C" w14:textId="3CADA62E" w:rsidR="00DD6345" w:rsidRPr="00064D0E" w:rsidRDefault="00DD6345" w:rsidP="00625A10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0E">
              <w:rPr>
                <w:rFonts w:ascii="Arial" w:hAnsi="Arial" w:cs="Arial"/>
                <w:sz w:val="18"/>
                <w:szCs w:val="18"/>
              </w:rPr>
              <w:t>Stat</w:t>
            </w:r>
            <w:r w:rsidR="001766F6" w:rsidRPr="00064D0E">
              <w:rPr>
                <w:rFonts w:ascii="Arial" w:hAnsi="Arial" w:cs="Arial"/>
                <w:sz w:val="18"/>
                <w:szCs w:val="18"/>
              </w:rPr>
              <w:t>istiques</w:t>
            </w:r>
            <w:r w:rsidR="00380E60" w:rsidRPr="00064D0E">
              <w:rPr>
                <w:rFonts w:ascii="Arial" w:hAnsi="Arial" w:cs="Arial"/>
                <w:sz w:val="18"/>
                <w:szCs w:val="18"/>
              </w:rPr>
              <w:t xml:space="preserve"> nationales</w:t>
            </w:r>
            <w:r w:rsidR="00625A10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3C424A06" w14:textId="5F0CBE2C" w:rsidR="00DD6345" w:rsidRPr="00906243" w:rsidRDefault="00570E0B" w:rsidP="00625A10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625A10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3</w:t>
            </w:r>
          </w:p>
        </w:tc>
        <w:tc>
          <w:tcPr>
            <w:tcW w:w="1204" w:type="dxa"/>
            <w:vAlign w:val="center"/>
          </w:tcPr>
          <w:p w14:paraId="561EAC95" w14:textId="260E59C5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nationales</w:t>
            </w:r>
            <w:r w:rsidR="00DD6345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71CFB940" w14:textId="6EE2CDB3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3</w:t>
            </w:r>
          </w:p>
        </w:tc>
        <w:tc>
          <w:tcPr>
            <w:tcW w:w="1204" w:type="dxa"/>
            <w:vAlign w:val="center"/>
          </w:tcPr>
          <w:p w14:paraId="4902C662" w14:textId="057DF0E5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na</w:t>
            </w:r>
            <w:r w:rsidR="007A5B7A">
              <w:rPr>
                <w:rFonts w:ascii="Arial" w:hAnsi="Arial" w:cs="Arial"/>
                <w:sz w:val="18"/>
                <w:szCs w:val="18"/>
              </w:rPr>
              <w:t>t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ionales</w:t>
            </w:r>
            <w:r w:rsidR="00DD6345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0A817A71" w14:textId="765ED9BD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3</w:t>
            </w:r>
          </w:p>
        </w:tc>
      </w:tr>
      <w:tr w:rsidR="00380E60" w14:paraId="2ED4893D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37F94D39" w14:textId="77777777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64D0E">
              <w:rPr>
                <w:rFonts w:ascii="Arial" w:hAnsi="Arial" w:cs="Arial"/>
                <w:sz w:val="18"/>
                <w:szCs w:val="18"/>
              </w:rPr>
              <w:t>Taux de fréquence</w:t>
            </w:r>
          </w:p>
        </w:tc>
        <w:tc>
          <w:tcPr>
            <w:tcW w:w="1204" w:type="dxa"/>
            <w:vAlign w:val="center"/>
          </w:tcPr>
          <w:p w14:paraId="721460EA" w14:textId="0BBB5F24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2D6EFB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AB6F8F3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38796855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24A4477E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D57729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E60" w14:paraId="3A55549B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2AA1B65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>Taux de gravité</w:t>
            </w:r>
          </w:p>
        </w:tc>
        <w:tc>
          <w:tcPr>
            <w:tcW w:w="1204" w:type="dxa"/>
            <w:vAlign w:val="center"/>
          </w:tcPr>
          <w:p w14:paraId="18DCDE88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6C51C05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74D1856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03AB546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ED230AF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0A2A30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F4F382" w14:textId="77777777" w:rsidR="00532468" w:rsidRDefault="00532468" w:rsidP="00532468">
      <w:pPr>
        <w:pStyle w:val="Notedebasdepage"/>
        <w:jc w:val="both"/>
        <w:rPr>
          <w:b/>
          <w:color w:val="FF0000"/>
        </w:rPr>
      </w:pPr>
    </w:p>
    <w:p w14:paraId="64391B5E" w14:textId="7D42BF45" w:rsidR="00532468" w:rsidRDefault="00625A10" w:rsidP="00532468">
      <w:pPr>
        <w:pStyle w:val="Notedebasdepage"/>
        <w:jc w:val="both"/>
      </w:pPr>
      <w:r>
        <w:rPr>
          <w:rFonts w:ascii="Arial" w:hAnsi="Arial" w:cs="Arial"/>
          <w:b/>
          <w:color w:val="FF0000"/>
          <w:szCs w:val="18"/>
          <w:vertAlign w:val="superscript"/>
        </w:rPr>
        <w:t>1</w:t>
      </w:r>
      <w:r w:rsidR="00532468" w:rsidRPr="00E96475">
        <w:rPr>
          <w:i/>
          <w:szCs w:val="22"/>
        </w:rPr>
        <w:t xml:space="preserve">Le </w:t>
      </w:r>
      <w:r w:rsidR="00532468">
        <w:rPr>
          <w:i/>
          <w:szCs w:val="22"/>
        </w:rPr>
        <w:t xml:space="preserve">code risque </w:t>
      </w:r>
      <w:r w:rsidR="00532468" w:rsidRPr="00E96475">
        <w:rPr>
          <w:i/>
          <w:szCs w:val="22"/>
        </w:rPr>
        <w:t xml:space="preserve">est attribué à une société par l’Assurance Maladie en fonction de l’activité exercée par la majorité de ses salariés, à des fins de tarification et de prévention. La société peut posséder plusieurs </w:t>
      </w:r>
      <w:r w:rsidR="00532468">
        <w:rPr>
          <w:i/>
          <w:szCs w:val="22"/>
        </w:rPr>
        <w:t xml:space="preserve">codes risque </w:t>
      </w:r>
      <w:r w:rsidR="00532468" w:rsidRPr="00E96475">
        <w:rPr>
          <w:i/>
          <w:szCs w:val="22"/>
        </w:rPr>
        <w:t xml:space="preserve">mais </w:t>
      </w:r>
      <w:r w:rsidR="00532468" w:rsidRPr="00E96475">
        <w:rPr>
          <w:i/>
          <w:szCs w:val="22"/>
          <w:u w:val="single"/>
        </w:rPr>
        <w:t xml:space="preserve">c’est celui correspondant aux prestations sous-traitées qui </w:t>
      </w:r>
      <w:r w:rsidR="00532468">
        <w:rPr>
          <w:i/>
          <w:szCs w:val="22"/>
          <w:u w:val="single"/>
        </w:rPr>
        <w:t>doit être renseigné</w:t>
      </w:r>
      <w:r w:rsidR="00532468" w:rsidRPr="00E96475">
        <w:rPr>
          <w:i/>
          <w:szCs w:val="22"/>
        </w:rPr>
        <w:t> ;</w:t>
      </w:r>
    </w:p>
    <w:p w14:paraId="7DDBDFF4" w14:textId="353E84AC" w:rsidR="00532468" w:rsidRDefault="00625A10" w:rsidP="00532468">
      <w:pPr>
        <w:pStyle w:val="Paragraphedeliste"/>
        <w:spacing w:before="120"/>
        <w:ind w:left="0"/>
        <w:jc w:val="both"/>
        <w:rPr>
          <w:i/>
          <w:szCs w:val="22"/>
        </w:rPr>
      </w:pPr>
      <w:r>
        <w:rPr>
          <w:rFonts w:ascii="Arial" w:hAnsi="Arial" w:cs="Arial"/>
          <w:b/>
          <w:color w:val="FF0000"/>
          <w:szCs w:val="18"/>
          <w:vertAlign w:val="superscript"/>
        </w:rPr>
        <w:t>2</w:t>
      </w:r>
      <w:r w:rsidR="00532468" w:rsidRPr="008B5B9C">
        <w:rPr>
          <w:i/>
          <w:szCs w:val="22"/>
        </w:rPr>
        <w:t xml:space="preserve">Renseigner les statistiques nationales (taux de fréquence et de gravité) correspondantes au code risque. Les éléments se trouvent sur l’attestation des indicateurs des risques professionnels délivrée sur le site </w:t>
      </w:r>
    </w:p>
    <w:p w14:paraId="772B9424" w14:textId="071DCFEA" w:rsidR="00532468" w:rsidRPr="00897514" w:rsidRDefault="00532468" w:rsidP="00532468">
      <w:pPr>
        <w:pStyle w:val="Paragraphedeliste"/>
        <w:spacing w:before="120"/>
        <w:ind w:left="0"/>
        <w:jc w:val="both"/>
        <w:rPr>
          <w:i/>
          <w:szCs w:val="22"/>
        </w:rPr>
      </w:pPr>
      <w:r w:rsidRPr="008B5B9C">
        <w:rPr>
          <w:rStyle w:val="Lienhypertexte"/>
          <w:i/>
          <w:sz w:val="18"/>
          <w:szCs w:val="18"/>
        </w:rPr>
        <w:t>https://www.net-entreprises.fr</w:t>
      </w:r>
      <w:r w:rsidRPr="008B5B9C">
        <w:rPr>
          <w:i/>
          <w:szCs w:val="22"/>
        </w:rPr>
        <w:t xml:space="preserve"> </w:t>
      </w:r>
      <w:r w:rsidRPr="00897514">
        <w:rPr>
          <w:i/>
          <w:szCs w:val="22"/>
        </w:rPr>
        <w:t>pour l’</w:t>
      </w:r>
      <w:r w:rsidRPr="00897514">
        <w:rPr>
          <w:i/>
          <w:szCs w:val="22"/>
          <w:u w:val="single"/>
        </w:rPr>
        <w:t>établissement intervenant</w:t>
      </w:r>
      <w:r w:rsidR="00897514">
        <w:rPr>
          <w:i/>
          <w:szCs w:val="22"/>
          <w:u w:val="single"/>
        </w:rPr>
        <w:t>.</w:t>
      </w:r>
      <w:r w:rsidR="00897514">
        <w:rPr>
          <w:i/>
          <w:szCs w:val="22"/>
        </w:rPr>
        <w:t xml:space="preserve"> Compléter les statistiques telles qu’elles apparaissent </w:t>
      </w:r>
      <w:r w:rsidR="00B51FEB" w:rsidRPr="00897514">
        <w:rPr>
          <w:i/>
          <w:szCs w:val="22"/>
        </w:rPr>
        <w:t>sur l’attestation.</w:t>
      </w:r>
    </w:p>
    <w:p w14:paraId="6522F5E1" w14:textId="77777777" w:rsidR="00532468" w:rsidRPr="00897514" w:rsidRDefault="00532468" w:rsidP="00532468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05551402" w14:textId="715437A4" w:rsidR="00532468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  <w:r w:rsidRPr="00897514">
        <w:rPr>
          <w:rFonts w:ascii="Arial" w:hAnsi="Arial" w:cs="Arial"/>
          <w:b/>
          <w:color w:val="FF0000"/>
          <w:szCs w:val="18"/>
          <w:vertAlign w:val="superscript"/>
        </w:rPr>
        <w:t>3</w:t>
      </w:r>
      <w:r w:rsidR="00532468" w:rsidRPr="00897514">
        <w:rPr>
          <w:i/>
          <w:szCs w:val="22"/>
        </w:rPr>
        <w:t>Statistiques (taux de fréquence et de gravité) du sous-traitant (</w:t>
      </w:r>
      <w:r w:rsidR="00532468" w:rsidRPr="00897514">
        <w:rPr>
          <w:i/>
          <w:szCs w:val="22"/>
          <w:u w:val="single"/>
        </w:rPr>
        <w:t>établissement intervenant</w:t>
      </w:r>
      <w:r w:rsidR="00532468" w:rsidRPr="00897514">
        <w:rPr>
          <w:i/>
          <w:szCs w:val="22"/>
        </w:rPr>
        <w:t>).</w:t>
      </w:r>
      <w:r w:rsidR="00B51FEB" w:rsidRPr="00897514">
        <w:rPr>
          <w:i/>
          <w:szCs w:val="22"/>
        </w:rPr>
        <w:t xml:space="preserve"> </w:t>
      </w:r>
      <w:r w:rsidR="00897514" w:rsidRPr="00897514">
        <w:rPr>
          <w:i/>
          <w:szCs w:val="22"/>
        </w:rPr>
        <w:t>Compléter les statistiques telles qu’elles</w:t>
      </w:r>
      <w:r w:rsidR="00897514">
        <w:rPr>
          <w:i/>
          <w:szCs w:val="22"/>
        </w:rPr>
        <w:t xml:space="preserve"> apparaissent sur l’attestation </w:t>
      </w:r>
      <w:r w:rsidR="00B51FEB" w:rsidRPr="00897514">
        <w:rPr>
          <w:i/>
          <w:szCs w:val="22"/>
        </w:rPr>
        <w:t>des indicateurs des risques professionnels.</w:t>
      </w:r>
    </w:p>
    <w:p w14:paraId="7636C70C" w14:textId="51748403" w:rsidR="00625A10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7DF9584E" w14:textId="7420A6CD" w:rsidR="00625A10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23ABEFC0" w14:textId="67F3597A" w:rsidR="00625A10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7DBC7AC1" w14:textId="67BD8C5C" w:rsidR="00625A10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4E0C7D0E" w14:textId="214E51A9" w:rsidR="00107933" w:rsidRPr="00625A10" w:rsidRDefault="00107933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0FC423FC" w14:textId="323513C3" w:rsidR="00DE79D4" w:rsidRPr="00897514" w:rsidRDefault="00DE79D4" w:rsidP="000623A6">
      <w:pPr>
        <w:pStyle w:val="Paragraphedeliste"/>
        <w:numPr>
          <w:ilvl w:val="0"/>
          <w:numId w:val="25"/>
        </w:num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897514">
        <w:rPr>
          <w:rFonts w:ascii="Arial" w:hAnsi="Arial" w:cs="Arial"/>
          <w:b/>
        </w:rPr>
        <w:lastRenderedPageBreak/>
        <w:t>LE SOUS-TRAITANT EMPLOIE DES SALARIES DETACHES</w:t>
      </w:r>
      <w:r w:rsidR="00900996" w:rsidRPr="00897514">
        <w:rPr>
          <w:rFonts w:ascii="Arial" w:hAnsi="Arial" w:cs="Arial"/>
          <w:b/>
        </w:rPr>
        <w:t xml:space="preserve"> TRANSNATIONAUX</w:t>
      </w:r>
      <w:r w:rsidR="00107933" w:rsidRPr="00897514">
        <w:rPr>
          <w:rFonts w:ascii="Arial" w:hAnsi="Arial" w:cs="Arial"/>
          <w:b/>
        </w:rPr>
        <w:t> :</w:t>
      </w:r>
    </w:p>
    <w:p w14:paraId="1DE92446" w14:textId="2CE6B3E5" w:rsidR="00107933" w:rsidRPr="00897514" w:rsidRDefault="00107933" w:rsidP="002370C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 w:rsidRPr="00897514">
        <w:rPr>
          <w:rFonts w:ascii="Arial" w:hAnsi="Arial" w:cs="Arial"/>
          <w:b/>
          <w:bCs/>
          <w:color w:val="00B050"/>
        </w:rPr>
        <w:t>[COCHER « OUI » UNIQUEMENT SI LE SOUS-TRAITANT EMPLOIE DES SALARI</w:t>
      </w:r>
      <w:r w:rsidR="002370CE" w:rsidRPr="00897514">
        <w:rPr>
          <w:rFonts w:ascii="Arial" w:hAnsi="Arial" w:cs="Arial"/>
          <w:b/>
          <w:bCs/>
          <w:color w:val="00B050"/>
        </w:rPr>
        <w:t>É</w:t>
      </w:r>
      <w:r w:rsidRPr="00897514">
        <w:rPr>
          <w:rFonts w:ascii="Arial" w:hAnsi="Arial" w:cs="Arial"/>
          <w:b/>
          <w:bCs/>
          <w:color w:val="00B050"/>
        </w:rPr>
        <w:t xml:space="preserve">S </w:t>
      </w:r>
      <w:r w:rsidR="002370CE" w:rsidRPr="00897514">
        <w:rPr>
          <w:rFonts w:ascii="Arial" w:hAnsi="Arial" w:cs="Arial"/>
          <w:b/>
          <w:bCs/>
          <w:color w:val="00B050"/>
        </w:rPr>
        <w:t>É</w:t>
      </w:r>
      <w:r w:rsidRPr="00897514">
        <w:rPr>
          <w:rFonts w:ascii="Arial" w:hAnsi="Arial" w:cs="Arial"/>
          <w:b/>
          <w:bCs/>
          <w:color w:val="00B050"/>
        </w:rPr>
        <w:t xml:space="preserve">TRANGERS </w:t>
      </w:r>
      <w:r w:rsidR="002370CE" w:rsidRPr="00897514">
        <w:rPr>
          <w:rFonts w:ascii="Arial" w:hAnsi="Arial" w:cs="Arial"/>
          <w:b/>
          <w:bCs/>
          <w:color w:val="00B050"/>
        </w:rPr>
        <w:t>DE NATIONALITÉ</w:t>
      </w:r>
      <w:r w:rsidRPr="00897514">
        <w:rPr>
          <w:rFonts w:ascii="Arial" w:hAnsi="Arial" w:cs="Arial"/>
          <w:b/>
          <w:bCs/>
          <w:color w:val="00B050"/>
        </w:rPr>
        <w:t xml:space="preserve"> </w:t>
      </w:r>
      <w:r w:rsidRPr="00897514">
        <w:rPr>
          <w:rFonts w:ascii="Arial" w:hAnsi="Arial" w:cs="Arial"/>
          <w:b/>
          <w:bCs/>
          <w:color w:val="00B050"/>
          <w:u w:val="single"/>
        </w:rPr>
        <w:t>HORS U</w:t>
      </w:r>
      <w:r w:rsidR="002370CE" w:rsidRPr="00897514">
        <w:rPr>
          <w:rFonts w:ascii="Arial" w:hAnsi="Arial" w:cs="Arial"/>
          <w:b/>
          <w:bCs/>
          <w:color w:val="00B050"/>
          <w:u w:val="single"/>
        </w:rPr>
        <w:t xml:space="preserve">NION </w:t>
      </w:r>
      <w:r w:rsidRPr="00897514">
        <w:rPr>
          <w:rFonts w:ascii="Arial" w:hAnsi="Arial" w:cs="Arial"/>
          <w:b/>
          <w:bCs/>
          <w:color w:val="00B050"/>
          <w:u w:val="single"/>
        </w:rPr>
        <w:t>E</w:t>
      </w:r>
      <w:r w:rsidR="002370CE" w:rsidRPr="00897514">
        <w:rPr>
          <w:rFonts w:ascii="Arial" w:hAnsi="Arial" w:cs="Arial"/>
          <w:b/>
          <w:bCs/>
          <w:color w:val="00B050"/>
          <w:u w:val="single"/>
        </w:rPr>
        <w:t>UROPEENNE</w:t>
      </w:r>
      <w:r w:rsidRPr="00897514">
        <w:rPr>
          <w:rFonts w:ascii="Arial" w:hAnsi="Arial" w:cs="Arial"/>
          <w:b/>
          <w:bCs/>
          <w:color w:val="00B050"/>
        </w:rPr>
        <w:t xml:space="preserve"> DANS LE CADRE DE LA SOUS-TRAITANCE]</w:t>
      </w:r>
    </w:p>
    <w:p w14:paraId="75D78D15" w14:textId="1A83898A" w:rsidR="00891E93" w:rsidRPr="00107933" w:rsidRDefault="003D512C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933" w:rsidRPr="00897514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OUI</w:t>
      </w:r>
      <w:r w:rsidR="00DD6345" w:rsidRPr="00897514">
        <w:rPr>
          <w:rFonts w:ascii="Arial" w:hAnsi="Arial" w:cs="Arial"/>
          <w:b/>
        </w:rPr>
        <w:t xml:space="preserve">       </w:t>
      </w:r>
      <w:sdt>
        <w:sdtPr>
          <w:rPr>
            <w:rFonts w:ascii="Arial" w:hAnsi="Arial" w:cs="Arial"/>
            <w:b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89751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NON</w:t>
      </w:r>
      <w:r w:rsidR="00DD6345" w:rsidRPr="00107933">
        <w:rPr>
          <w:rFonts w:ascii="Arial" w:hAnsi="Arial" w:cs="Arial"/>
          <w:b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78162831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510D25F" w14:textId="77777777" w:rsidR="002616F9" w:rsidRPr="00813B19" w:rsidRDefault="002616F9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1F83EE24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>3- NATURE 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2A67C549" w:rsidR="00B71D7A" w:rsidRPr="00897514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897514">
        <w:rPr>
          <w:rFonts w:ascii="Arial" w:hAnsi="Arial" w:cs="Arial"/>
        </w:rPr>
        <w:t xml:space="preserve"> </w:t>
      </w:r>
      <w:r w:rsidR="00B71D7A" w:rsidRPr="00897514">
        <w:rPr>
          <w:rFonts w:ascii="Arial" w:hAnsi="Arial" w:cs="Arial"/>
          <w:b/>
          <w:bCs/>
        </w:rPr>
        <w:t>N</w:t>
      </w:r>
      <w:r w:rsidR="00B54C0E" w:rsidRPr="00897514">
        <w:rPr>
          <w:rFonts w:ascii="Arial" w:hAnsi="Arial" w:cs="Arial"/>
          <w:b/>
          <w:bCs/>
        </w:rPr>
        <w:t>ature des prestations sous-traitées</w:t>
      </w:r>
      <w:r w:rsidR="00762D6E" w:rsidRPr="00897514">
        <w:rPr>
          <w:rFonts w:ascii="Arial" w:hAnsi="Arial" w:cs="Arial"/>
          <w:b/>
          <w:bCs/>
        </w:rPr>
        <w:t>*</w:t>
      </w:r>
      <w:r w:rsidR="00B54C0E" w:rsidRPr="00897514">
        <w:rPr>
          <w:rFonts w:ascii="Arial" w:hAnsi="Arial" w:cs="Arial"/>
          <w:b/>
          <w:bCs/>
        </w:rPr>
        <w:t xml:space="preserve"> : </w:t>
      </w:r>
    </w:p>
    <w:p w14:paraId="6393346C" w14:textId="6ED21D4E" w:rsidR="00DD6345" w:rsidRPr="00897514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 w:rsidRPr="00897514">
        <w:rPr>
          <w:rFonts w:ascii="Arial" w:hAnsi="Arial" w:cs="Arial"/>
        </w:rPr>
        <w:t>….</w:t>
      </w:r>
      <w:r w:rsidR="00A861A0" w:rsidRPr="00897514">
        <w:rPr>
          <w:rFonts w:ascii="Arial" w:hAnsi="Arial" w:cs="Arial"/>
        </w:rPr>
        <w:tab/>
      </w:r>
    </w:p>
    <w:p w14:paraId="214F050D" w14:textId="6C50439C" w:rsidR="00DD6345" w:rsidRPr="00897514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E3EAD3C" w14:textId="58E66B0B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AA57B3C" w14:textId="2266E475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057135A" w14:textId="0C6D92D5" w:rsidR="00762D6E" w:rsidRDefault="00762D6E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7661DB"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="007661DB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)</w:t>
      </w:r>
    </w:p>
    <w:p w14:paraId="62A6B12B" w14:textId="77777777" w:rsidR="002616F9" w:rsidRPr="00C847AF" w:rsidRDefault="002616F9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497974D0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A96F85">
        <w:rPr>
          <w:rFonts w:ascii="Arial" w:hAnsi="Arial" w:cs="Arial"/>
          <w:b/>
        </w:rPr>
        <w:t>PRIX DES 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3A934EA" w14:textId="1C2D6271" w:rsidR="00717FA1" w:rsidRPr="001C7D87" w:rsidRDefault="00717FA1" w:rsidP="00717FA1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 w:rsidRPr="00AF2C81">
        <w:rPr>
          <w:rFonts w:ascii="Arial" w:hAnsi="Arial" w:cs="Arial"/>
          <w:b/>
        </w:rPr>
        <w:t>Montan</w:t>
      </w:r>
      <w:r w:rsidR="00B54C0E">
        <w:rPr>
          <w:rFonts w:ascii="Arial" w:hAnsi="Arial" w:cs="Arial"/>
          <w:b/>
        </w:rPr>
        <w:t xml:space="preserve">t des </w:t>
      </w:r>
      <w:r w:rsidR="00B54C0E" w:rsidRPr="00B54C0E">
        <w:rPr>
          <w:rFonts w:ascii="Arial" w:hAnsi="Arial" w:cs="Arial"/>
          <w:b/>
        </w:rPr>
        <w:t>prestations sous-traitées</w:t>
      </w:r>
      <w:r w:rsidR="00B54C0E">
        <w:rPr>
          <w:rFonts w:ascii="Arial" w:hAnsi="Arial" w:cs="Arial"/>
          <w:b/>
        </w:rPr>
        <w:t xml:space="preserve"> </w:t>
      </w:r>
      <w:r w:rsidRPr="00B54C0E">
        <w:rPr>
          <w:rFonts w:ascii="Arial" w:hAnsi="Arial" w:cs="Arial"/>
          <w:b/>
        </w:rPr>
        <w:t>:</w:t>
      </w:r>
      <w:r>
        <w:rPr>
          <w:rFonts w:ascii="Arial" w:hAnsi="Arial" w:cs="Arial"/>
          <w:b/>
          <w:bCs/>
          <w:spacing w:val="-10"/>
          <w:position w:val="-2"/>
        </w:rPr>
        <w:t xml:space="preserve"> </w:t>
      </w:r>
    </w:p>
    <w:p w14:paraId="2D5FC9C1" w14:textId="77777777" w:rsidR="00717FA1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4ECBB54C" w14:textId="2CF5757A" w:rsidR="00717FA1" w:rsidRDefault="00717FA1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le cas où le sous-traitant </w:t>
      </w:r>
      <w:r w:rsidR="00C4262E">
        <w:rPr>
          <w:rFonts w:ascii="Arial" w:hAnsi="Arial" w:cs="Arial"/>
        </w:rPr>
        <w:t>sollicite le</w:t>
      </w:r>
      <w:r>
        <w:rPr>
          <w:rFonts w:ascii="Arial" w:hAnsi="Arial" w:cs="Arial"/>
        </w:rPr>
        <w:t xml:space="preserve"> paiement direct, le montant des prestations sous-traitées indiqué ci-dessous, constitue le montant maximum des sommes à verser par paiement direct au sous-traitant. </w:t>
      </w:r>
    </w:p>
    <w:p w14:paraId="77F709AF" w14:textId="0E16BEF0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DCD3E74" w14:textId="3F383A49" w:rsidR="007661DB" w:rsidRPr="00E672D3" w:rsidRDefault="007661DB" w:rsidP="007661DB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03C2D49A" w14:textId="0661C4D7" w:rsidR="007661DB" w:rsidRDefault="007661DB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8ED09D1" w:rsidR="00717FA1" w:rsidRPr="00B54C0E" w:rsidRDefault="00EA0DD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  <w:position w:val="-2"/>
        </w:rPr>
        <w:t>a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</w:t>
      </w:r>
      <w:r w:rsidR="00717FA1"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0B96096" w:rsidR="00717FA1" w:rsidRPr="00B54C0E" w:rsidRDefault="00EA0DD5" w:rsidP="00717FA1">
      <w:pPr>
        <w:jc w:val="both"/>
        <w:rPr>
          <w:rFonts w:ascii="Arial" w:hAnsi="Arial" w:cs="Arial"/>
          <w:bCs/>
          <w:spacing w:val="-10"/>
          <w:position w:val="-2"/>
        </w:rPr>
      </w:pPr>
      <w:r>
        <w:rPr>
          <w:rFonts w:ascii="Arial" w:hAnsi="Arial" w:cs="Arial"/>
          <w:b/>
          <w:bCs/>
          <w:spacing w:val="-10"/>
          <w:position w:val="-2"/>
        </w:rPr>
        <w:t>b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="00717FA1" w:rsidRPr="00B54C0E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="00717FA1" w:rsidRPr="00B54C0E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="00717FA1" w:rsidRPr="00B54C0E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="00717FA1" w:rsidRPr="00B54C0E">
        <w:rPr>
          <w:rFonts w:ascii="Arial" w:hAnsi="Arial" w:cs="Arial"/>
          <w:bCs/>
        </w:rPr>
        <w:t xml:space="preserve"> 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77777777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>Taux de la TVA : auto-liquidation (la TVA est due par le titulaire)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02CB7DC8" w14:textId="222A6435" w:rsidR="00727328" w:rsidRDefault="00727328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4F53028B" w14:textId="66137243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3135C58" w14:textId="1FF08E53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6A90C8E9" w14:textId="43D28146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7DB62E20" w14:textId="005C7E20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775F453F" w14:textId="015C1D6A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679C37F" w14:textId="17A5CF08" w:rsidR="002370CE" w:rsidRPr="000235C8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2DE6FF2B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291766">
        <w:rPr>
          <w:rFonts w:ascii="Arial" w:hAnsi="Arial" w:cs="Arial"/>
          <w:b/>
        </w:rPr>
        <w:t xml:space="preserve"> 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1526F01B" w14:textId="5FDA03D7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573E5A5D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1CC17F9D" w14:textId="77777777" w:rsidR="00891883" w:rsidRDefault="00891883" w:rsidP="001D6DE4">
      <w:pPr>
        <w:jc w:val="both"/>
        <w:rPr>
          <w:rFonts w:ascii="Arial" w:hAnsi="Arial" w:cs="Arial"/>
          <w:bCs/>
        </w:rPr>
      </w:pPr>
    </w:p>
    <w:p w14:paraId="295047C3" w14:textId="3DD69F8B" w:rsidR="00BE2FC8" w:rsidRDefault="00BE2FC8" w:rsidP="00CA0456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 xml:space="preserve">Échéancier </w:t>
      </w:r>
      <w:r w:rsidR="00444ADF" w:rsidRPr="00897514">
        <w:rPr>
          <w:rFonts w:ascii="Arial" w:hAnsi="Arial" w:cs="Arial"/>
        </w:rPr>
        <w:t>et conditions</w:t>
      </w:r>
      <w:r w:rsidR="00444ADF"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08748F5" w14:textId="73BEC992" w:rsidR="00B54C0E" w:rsidRDefault="00B54C0E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947DBAC" w14:textId="0E5E7E3D" w:rsidR="00897514" w:rsidRDefault="00897514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5A1D91A5" w14:textId="576EA7A7" w:rsidR="00897514" w:rsidRDefault="00897514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106CD13" w14:textId="77777777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6AB59069" w:rsidR="00BD3906" w:rsidRDefault="00BD390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0DBB12F7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C50808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4760B881" w14:textId="77777777" w:rsidR="00E34FE0" w:rsidRDefault="003D512C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FE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E34FE0" w:rsidRPr="005716FD">
        <w:rPr>
          <w:rFonts w:ascii="Arial" w:hAnsi="Arial" w:cs="Arial"/>
        </w:rPr>
        <w:t> L</w:t>
      </w:r>
      <w:r w:rsidR="00E34FE0">
        <w:rPr>
          <w:rFonts w:ascii="Arial" w:hAnsi="Arial" w:cs="Arial"/>
        </w:rPr>
        <w:t>e marché n’est ni cédé ni nanti.</w:t>
      </w:r>
    </w:p>
    <w:p w14:paraId="6492FC6F" w14:textId="77777777" w:rsidR="00E34FE0" w:rsidRDefault="00E34FE0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5EB2AC7" w14:textId="77777777" w:rsidR="00E34FE0" w:rsidRDefault="00E34FE0" w:rsidP="00E34FE0">
      <w:pPr>
        <w:rPr>
          <w:rFonts w:ascii="Arial" w:hAnsi="Arial" w:cs="Arial"/>
          <w:b/>
          <w:color w:val="00B050"/>
        </w:rPr>
      </w:pPr>
    </w:p>
    <w:p w14:paraId="59D5092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>Dans le cas où le marché est cédé ou nanti, le Titulaire coche les cases de l’une des hypothèses suivantes, selon la situation dans laquelle il se trouve. A défaut, le paiement direct du sous-traitant sera impossible :</w:t>
      </w:r>
    </w:p>
    <w:p w14:paraId="3E0DB600" w14:textId="7F74643F" w:rsidR="00E34FE0" w:rsidRDefault="00E34FE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77777777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titulaire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77D933F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titulaire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3D512C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281395">
        <w:rPr>
          <w:rFonts w:ascii="Arial" w:hAnsi="Arial" w:cs="Arial"/>
        </w:rPr>
        <w:t>l’exemplaire</w:t>
      </w:r>
      <w:proofErr w:type="gramEnd"/>
      <w:r w:rsidR="00281395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3D512C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21A83E07" w:rsidR="00CB2EED" w:rsidRPr="005716FD" w:rsidRDefault="003D512C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titulaire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38F452F8" w:rsidR="00CB2EED" w:rsidRPr="005716FD" w:rsidRDefault="003D512C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titulaire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69931003" w14:textId="26AAD2E3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Pr="0089751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 xml:space="preserve">(à remplir </w:t>
      </w:r>
      <w:r w:rsidR="001D6DE4" w:rsidRPr="00897514">
        <w:rPr>
          <w:rFonts w:ascii="Arial" w:hAnsi="Arial" w:cs="Arial"/>
          <w:i/>
        </w:rPr>
        <w:t>impérativement par une personne habilitée à engager le sous-traitant)</w:t>
      </w:r>
    </w:p>
    <w:p w14:paraId="586898E1" w14:textId="77777777" w:rsidR="001D6DE4" w:rsidRPr="00897514" w:rsidRDefault="001D6DE4" w:rsidP="00365C7B">
      <w:pPr>
        <w:pStyle w:val="Corpsdetexte"/>
        <w:spacing w:line="240" w:lineRule="auto"/>
        <w:rPr>
          <w:rFonts w:ascii="Arial" w:hAnsi="Arial" w:cs="Arial"/>
        </w:rPr>
      </w:pPr>
    </w:p>
    <w:p w14:paraId="6E8668F6" w14:textId="5038B826" w:rsidR="001D6DE4" w:rsidRPr="00EA0DD5" w:rsidRDefault="001D6DE4" w:rsidP="00EA0DD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>Je soussigné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, M./Mme </w:t>
      </w:r>
      <w:r w:rsidR="00186661" w:rsidRPr="00897514">
        <w:rPr>
          <w:rFonts w:ascii="Arial" w:hAnsi="Arial" w:cs="Arial"/>
          <w:bCs/>
          <w:color w:val="00B050"/>
        </w:rPr>
        <w:t xml:space="preserve">[NOM, </w:t>
      </w:r>
      <w:r w:rsidR="00EA0DD5" w:rsidRPr="00897514">
        <w:rPr>
          <w:rFonts w:ascii="Arial" w:hAnsi="Arial" w:cs="Arial"/>
          <w:bCs/>
          <w:color w:val="00B050"/>
        </w:rPr>
        <w:t>Prénom, qualité</w:t>
      </w:r>
      <w:r w:rsidR="00186661" w:rsidRPr="00897514">
        <w:rPr>
          <w:rFonts w:ascii="Arial" w:hAnsi="Arial" w:cs="Arial"/>
          <w:bCs/>
          <w:color w:val="00B050"/>
        </w:rPr>
        <w:t xml:space="preserve"> de la personne]</w:t>
      </w:r>
      <w:r w:rsidR="00365C7B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………………...………………………………</w:t>
      </w:r>
      <w:r w:rsidR="00365C7B" w:rsidRPr="00897514">
        <w:rPr>
          <w:rFonts w:ascii="Arial" w:hAnsi="Arial" w:cs="Arial"/>
          <w:bCs/>
        </w:rPr>
        <w:t>……………</w:t>
      </w:r>
      <w:r w:rsidRPr="00897514">
        <w:rPr>
          <w:rFonts w:ascii="Arial" w:hAnsi="Arial" w:cs="Arial"/>
          <w:bCs/>
        </w:rPr>
        <w:t>, habilité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 à engager la personnalité morale de la société </w:t>
      </w:r>
      <w:r w:rsidR="007661DB" w:rsidRPr="00897514">
        <w:rPr>
          <w:rFonts w:ascii="Arial" w:hAnsi="Arial" w:cs="Arial"/>
          <w:bCs/>
          <w:color w:val="00B050"/>
        </w:rPr>
        <w:t>[Nom de la société]</w:t>
      </w:r>
      <w:r w:rsidR="00787697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</w:t>
      </w:r>
      <w:r w:rsidRPr="00897514">
        <w:rPr>
          <w:rFonts w:ascii="Arial" w:hAnsi="Arial" w:cs="Arial"/>
          <w:bCs/>
        </w:rPr>
        <w:t>………………………………</w:t>
      </w:r>
      <w:r w:rsidR="00186661" w:rsidRPr="00897514">
        <w:rPr>
          <w:rFonts w:ascii="Arial" w:hAnsi="Arial" w:cs="Arial"/>
          <w:bCs/>
        </w:rPr>
        <w:t>…………………</w:t>
      </w:r>
      <w:proofErr w:type="gramStart"/>
      <w:r w:rsidR="00186661" w:rsidRPr="00897514">
        <w:rPr>
          <w:rFonts w:ascii="Arial" w:hAnsi="Arial" w:cs="Arial"/>
          <w:bCs/>
        </w:rPr>
        <w:t>…….</w:t>
      </w:r>
      <w:proofErr w:type="gramEnd"/>
      <w:r w:rsidR="00186661" w:rsidRPr="00897514">
        <w:rPr>
          <w:rFonts w:ascii="Arial" w:hAnsi="Arial" w:cs="Arial"/>
          <w:bCs/>
        </w:rPr>
        <w:t>.</w:t>
      </w:r>
      <w:r w:rsidRPr="00897514">
        <w:rPr>
          <w:rFonts w:ascii="Arial" w:hAnsi="Arial" w:cs="Arial"/>
          <w:bCs/>
        </w:rPr>
        <w:t>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49830A9C" w:rsidR="001D6DE4" w:rsidRPr="00EA0DD5" w:rsidRDefault="001D6DE4" w:rsidP="00EA0DD5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3D2044D3" w14:textId="53DC297E" w:rsidR="001D6DE4" w:rsidRPr="00DC3A12" w:rsidRDefault="001D6DE4" w:rsidP="00EA0DD5">
      <w:pPr>
        <w:tabs>
          <w:tab w:val="center" w:pos="7938"/>
        </w:tabs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B592F13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Pr="004D1A53">
        <w:rPr>
          <w:rFonts w:ascii="Arial" w:hAnsi="Arial" w:cs="Arial"/>
          <w:i/>
          <w:color w:val="FF0000"/>
        </w:rPr>
        <w:t>Nom</w:t>
      </w:r>
      <w:r w:rsidR="004D1A53" w:rsidRPr="004D1A53">
        <w:rPr>
          <w:rFonts w:ascii="Arial" w:hAnsi="Arial" w:cs="Arial"/>
          <w:i/>
          <w:color w:val="FF0000"/>
        </w:rPr>
        <w:t>, Prénom</w:t>
      </w:r>
      <w:r w:rsidRPr="004D1A53">
        <w:rPr>
          <w:rFonts w:ascii="Arial" w:hAnsi="Arial" w:cs="Arial"/>
          <w:i/>
          <w:color w:val="FF0000"/>
        </w:rPr>
        <w:t xml:space="preserve"> et </w:t>
      </w:r>
      <w:r w:rsidRPr="004D1A53">
        <w:rPr>
          <w:rFonts w:ascii="Arial" w:hAnsi="Arial" w:cs="Arial"/>
          <w:i/>
          <w:color w:val="FF0000"/>
          <w:u w:val="single"/>
        </w:rPr>
        <w:t>qualité</w:t>
      </w:r>
      <w:r w:rsidRPr="004D1A53">
        <w:rPr>
          <w:rFonts w:ascii="Arial" w:hAnsi="Arial" w:cs="Arial"/>
          <w:i/>
          <w:color w:val="FF0000"/>
        </w:rPr>
        <w:t xml:space="preserve"> du signataire</w:t>
      </w:r>
    </w:p>
    <w:p w14:paraId="7CC7A564" w14:textId="26BAB63D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3EDF9C1" w14:textId="00789AF1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DDCB311" w14:textId="77777777" w:rsidR="00365C7B" w:rsidRPr="00DC3A12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DD2E1DB" w14:textId="4BB0AE36" w:rsidR="001D6DE4" w:rsidRPr="00891883" w:rsidRDefault="001D6DE4" w:rsidP="00EA0DD5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17B24981" w14:textId="0C043174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7E9E11F" w14:textId="6C2E344C" w:rsidR="00EA0DD5" w:rsidRDefault="00EA0DD5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3992E56" w14:textId="77777777" w:rsidR="00EA0DD5" w:rsidRPr="00891883" w:rsidRDefault="00EA0DD5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FE788D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E788D">
        <w:rPr>
          <w:rFonts w:ascii="Arial" w:hAnsi="Arial" w:cs="Arial"/>
          <w:color w:val="FF0000"/>
        </w:rPr>
        <w:t>(</w:t>
      </w:r>
      <w:proofErr w:type="gramStart"/>
      <w:r w:rsidRPr="00FE788D">
        <w:rPr>
          <w:rFonts w:ascii="Arial" w:hAnsi="Arial" w:cs="Arial"/>
          <w:color w:val="FF0000"/>
        </w:rPr>
        <w:t>à</w:t>
      </w:r>
      <w:proofErr w:type="gramEnd"/>
      <w:r w:rsidRPr="00FE788D">
        <w:rPr>
          <w:rFonts w:ascii="Arial" w:hAnsi="Arial" w:cs="Arial"/>
          <w:color w:val="FF0000"/>
        </w:rPr>
        <w:t xml:space="preserve"> joindre impérativement à la présente demande dûment remplie)</w:t>
      </w:r>
    </w:p>
    <w:p w14:paraId="5BE2C6D6" w14:textId="77777777" w:rsidR="000623A6" w:rsidRPr="000033A2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25F2F7B4" w14:textId="2C7570A5" w:rsidR="000623A6" w:rsidRPr="00341491" w:rsidRDefault="00341491" w:rsidP="00727328">
      <w:p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1-</w:t>
      </w:r>
      <w:r w:rsidRPr="00341491">
        <w:rPr>
          <w:rFonts w:ascii="Arial" w:hAnsi="Arial" w:cs="Arial"/>
        </w:rPr>
        <w:t xml:space="preserve"> </w:t>
      </w:r>
      <w:r w:rsidR="000623A6" w:rsidRPr="00341491">
        <w:rPr>
          <w:rFonts w:ascii="Arial" w:hAnsi="Arial" w:cs="Arial"/>
        </w:rPr>
        <w:t>Une plaquette ou une note décrivant les métiers et les spécialités de l’entreprise ;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243E9D71" w:rsidR="000623A6" w:rsidRPr="00341491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>a copie du ou des jugements prononcés si la société est en redressement judiciaire ;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2BC982F2" w:rsidR="000623A6" w:rsidRPr="000033A2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727328">
        <w:rPr>
          <w:rFonts w:ascii="Arial" w:hAnsi="Arial" w:cs="Arial"/>
        </w:rPr>
        <w:t xml:space="preserve"> </w:t>
      </w:r>
      <w:r w:rsidRPr="000033A2">
        <w:rPr>
          <w:rFonts w:ascii="Arial" w:hAnsi="Arial" w:cs="Arial"/>
        </w:rPr>
        <w:t>;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0F9A9B3C" w:rsidR="00900996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341491">
        <w:rPr>
          <w:rFonts w:ascii="Arial" w:hAnsi="Arial" w:cs="Arial"/>
        </w:rPr>
        <w:t>téléservice</w:t>
      </w:r>
      <w:proofErr w:type="spellEnd"/>
      <w:r w:rsidR="000C1325" w:rsidRPr="00341491">
        <w:rPr>
          <w:rFonts w:ascii="Arial" w:hAnsi="Arial" w:cs="Arial"/>
        </w:rPr>
        <w:t xml:space="preserve"> « SIPSI » du Ministère chargé du travail ; 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77777777" w:rsidR="00053F7C" w:rsidRPr="00DC37E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6C7DDB5A" w14:textId="77777777" w:rsidR="00FA29D9" w:rsidRDefault="008B5B9C" w:rsidP="00FA0B19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des indicateurs des risques professionnels délivrée sur le site </w:t>
      </w:r>
    </w:p>
    <w:p w14:paraId="469A1FDF" w14:textId="7ED08E09" w:rsidR="00FA0B19" w:rsidRDefault="003D512C" w:rsidP="00FA29D9">
      <w:pPr>
        <w:pStyle w:val="Paragraphedeliste"/>
        <w:ind w:left="851"/>
        <w:jc w:val="both"/>
        <w:rPr>
          <w:rFonts w:ascii="Arial" w:hAnsi="Arial" w:cs="Arial"/>
        </w:rPr>
      </w:pPr>
      <w:hyperlink r:id="rId20" w:history="1">
        <w:r w:rsidR="00A632C3" w:rsidRPr="00A77AA0">
          <w:rPr>
            <w:rStyle w:val="Lienhypertexte"/>
            <w:rFonts w:ascii="Arial" w:hAnsi="Arial" w:cs="Arial"/>
          </w:rPr>
          <w:t>https://www.net-entreprises.fr</w:t>
        </w:r>
      </w:hyperlink>
      <w:r w:rsidR="00C57733" w:rsidRPr="008B5B9C">
        <w:rPr>
          <w:rFonts w:ascii="Arial" w:hAnsi="Arial" w:cs="Arial"/>
        </w:rPr>
        <w:t xml:space="preserve"> </w:t>
      </w:r>
      <w:r w:rsidR="008414E1">
        <w:rPr>
          <w:rFonts w:ascii="Arial" w:hAnsi="Arial" w:cs="Arial"/>
        </w:rPr>
        <w:t>pour</w:t>
      </w:r>
      <w:r w:rsidR="008B5B9C" w:rsidRPr="008B5B9C">
        <w:rPr>
          <w:rFonts w:ascii="Arial" w:hAnsi="Arial" w:cs="Arial"/>
        </w:rPr>
        <w:t xml:space="preserve"> l’établissement intervenant</w:t>
      </w:r>
      <w:r w:rsidR="00FA29D9">
        <w:rPr>
          <w:rFonts w:ascii="Arial" w:hAnsi="Arial" w:cs="Arial"/>
        </w:rPr>
        <w:t>.</w:t>
      </w:r>
    </w:p>
    <w:p w14:paraId="7061062C" w14:textId="77777777" w:rsidR="00A11EBA" w:rsidRDefault="00A11EBA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64C5502B" w14:textId="0B33516F" w:rsidR="00A11EBA" w:rsidRPr="00EA0DD5" w:rsidRDefault="00A11EBA" w:rsidP="00EA0DD5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1306531" w14:textId="6841E50F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7777777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>Le titulaire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4ED36CF8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365C7B">
              <w:rPr>
                <w:rFonts w:ascii="Arial" w:hAnsi="Arial" w:cs="Arial"/>
              </w:rPr>
              <w:t xml:space="preserve">, </w:t>
            </w:r>
            <w:r w:rsidR="00365C7B" w:rsidRPr="00897514">
              <w:rPr>
                <w:rFonts w:ascii="Arial" w:hAnsi="Arial" w:cs="Arial"/>
              </w:rPr>
              <w:t>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49D3D49B" w14:textId="687AD3C0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B1A69E1" w14:textId="77777777" w:rsidR="004D1A53" w:rsidRPr="00897514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5E9025B5" w14:textId="4FFE59DE" w:rsidR="00AB413F" w:rsidRDefault="004D1A53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BCA74F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30EE6EEC" w14:textId="1DDBAE9D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6B1BE57D" w14:textId="77777777" w:rsidR="004D1A53" w:rsidRPr="00BD3906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2A599D41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72A1CC1C" w14:textId="43E91C15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69DF978" w14:textId="77777777" w:rsidR="00061DF1" w:rsidRPr="00897514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</w:p>
          <w:p w14:paraId="1644FAD5" w14:textId="0F302A70" w:rsidR="00BD3906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8337A4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44204D2D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263D8CB1" w14:textId="29B3C335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70549581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77777777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 du Responsable d’unité technique CEA</w:t>
            </w:r>
          </w:p>
          <w:p w14:paraId="40C28335" w14:textId="0AB10312" w:rsidR="00AB413F" w:rsidRDefault="00AB413F" w:rsidP="00AB413F">
            <w:r>
              <w:rPr>
                <w:rFonts w:ascii="Arial" w:hAnsi="Arial" w:cs="Arial"/>
              </w:rPr>
              <w:br/>
              <w:t xml:space="preserve">Favorable          </w:t>
            </w:r>
            <w:sdt>
              <w:sdtPr>
                <w:rPr>
                  <w:rFonts w:ascii="Arial" w:hAnsi="Arial" w:cs="Arial"/>
                </w:rPr>
                <w:id w:val="137627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A9F863F" w14:textId="6C289D38" w:rsidR="00AB413F" w:rsidRDefault="00AB413F" w:rsidP="00F76077">
            <w:r>
              <w:rPr>
                <w:rFonts w:ascii="Arial" w:hAnsi="Arial" w:cs="Arial"/>
              </w:rPr>
              <w:t xml:space="preserve">Défavorable       </w:t>
            </w:r>
            <w:sdt>
              <w:sdtPr>
                <w:rPr>
                  <w:rFonts w:ascii="Arial" w:hAnsi="Arial" w:cs="Arial"/>
                </w:rPr>
                <w:id w:val="-20398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E186AF4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3F43D79" w14:textId="14F66821" w:rsidR="00AB413F" w:rsidRDefault="00AB413F">
            <w:pPr>
              <w:rPr>
                <w:rFonts w:ascii="Arial" w:hAnsi="Arial" w:cs="Arial"/>
              </w:rPr>
            </w:pPr>
          </w:p>
          <w:p w14:paraId="5568D49B" w14:textId="3F55F2D4" w:rsidR="00BB02EA" w:rsidRDefault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4F4B63B3" w14:textId="77777777" w:rsidR="00BD3906" w:rsidRPr="00797DA6" w:rsidRDefault="00BD3906"/>
          <w:p w14:paraId="5A1D835C" w14:textId="32F67814" w:rsidR="00061DF1" w:rsidRDefault="00061DF1">
            <w:pPr>
              <w:rPr>
                <w:rFonts w:ascii="Arial" w:hAnsi="Arial" w:cs="Arial"/>
              </w:rPr>
            </w:pPr>
          </w:p>
          <w:p w14:paraId="3469674A" w14:textId="77777777" w:rsidR="00BB02EA" w:rsidRDefault="00BB02EA">
            <w:pPr>
              <w:rPr>
                <w:rFonts w:ascii="Arial" w:hAnsi="Arial" w:cs="Arial"/>
              </w:rPr>
            </w:pPr>
          </w:p>
          <w:p w14:paraId="3BE71510" w14:textId="4EE24929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67AA131C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02ABF8C9" w14:textId="77777777" w:rsidR="00BB02EA" w:rsidRDefault="00BB02EA">
            <w:pPr>
              <w:rPr>
                <w:rFonts w:ascii="Arial" w:hAnsi="Arial" w:cs="Arial"/>
              </w:rPr>
            </w:pPr>
          </w:p>
          <w:p w14:paraId="4AEE13A8" w14:textId="542AC782" w:rsidR="00BB02EA" w:rsidRDefault="00BB02EA">
            <w:pPr>
              <w:rPr>
                <w:rFonts w:ascii="Arial" w:hAnsi="Arial" w:cs="Arial"/>
              </w:rPr>
            </w:pPr>
          </w:p>
          <w:p w14:paraId="0834B2E0" w14:textId="77777777" w:rsidR="00BB02EA" w:rsidRPr="00797DA6" w:rsidRDefault="00BB02EA"/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5F83D808" w14:textId="3FFE40FE" w:rsidR="00AB413F" w:rsidRDefault="006318E2">
            <w:r w:rsidRPr="006459C3">
              <w:rPr>
                <w:rFonts w:ascii="Arial" w:hAnsi="Arial" w:cs="Arial"/>
                <w:b/>
              </w:rPr>
              <w:t xml:space="preserve">Décision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  <w:r w:rsidR="00C46BE5">
              <w:rPr>
                <w:rFonts w:ascii="Arial" w:hAnsi="Arial" w:cs="Arial"/>
              </w:rPr>
              <w:t xml:space="preserve"> en application </w:t>
            </w:r>
            <w:r w:rsidR="003D512C" w:rsidRPr="003D512C">
              <w:rPr>
                <w:rFonts w:ascii="Arial" w:hAnsi="Arial" w:cs="Arial"/>
              </w:rPr>
              <w:t xml:space="preserve">du Code d’organisation du CEA </w:t>
            </w:r>
            <w:r w:rsidR="00C46BE5">
              <w:rPr>
                <w:rFonts w:ascii="Arial" w:hAnsi="Arial" w:cs="Arial"/>
              </w:rPr>
              <w:t xml:space="preserve">et des circulaires d’application </w:t>
            </w:r>
            <w:r w:rsidR="00AB413F">
              <w:rPr>
                <w:rFonts w:ascii="Arial" w:hAnsi="Arial" w:cs="Arial"/>
              </w:rPr>
              <w:t xml:space="preserve"> </w:t>
            </w:r>
          </w:p>
          <w:p w14:paraId="60039EBE" w14:textId="0E7343B3" w:rsidR="00AB413F" w:rsidRPr="006459C3" w:rsidRDefault="00AB413F" w:rsidP="00797DA6">
            <w:pPr>
              <w:tabs>
                <w:tab w:val="left" w:pos="1980"/>
              </w:tabs>
              <w:rPr>
                <w:b/>
              </w:rPr>
            </w:pPr>
            <w:r>
              <w:rPr>
                <w:rFonts w:ascii="Arial" w:hAnsi="Arial" w:cs="Arial"/>
              </w:rPr>
              <w:br/>
            </w:r>
            <w:r w:rsidR="00AF010D" w:rsidRPr="006459C3">
              <w:rPr>
                <w:rFonts w:ascii="Arial" w:hAnsi="Arial" w:cs="Arial"/>
                <w:b/>
              </w:rPr>
              <w:t>Accord          </w:t>
            </w:r>
            <w:r w:rsidR="00797DA6" w:rsidRPr="006459C3">
              <w:rPr>
                <w:rFonts w:ascii="Arial" w:hAnsi="Arial" w:cs="Arial"/>
                <w:b/>
              </w:rPr>
              <w:tab/>
            </w:r>
            <w:sdt>
              <w:sdtPr>
                <w:rPr>
                  <w:rFonts w:ascii="Arial" w:hAnsi="Arial" w:cs="Arial"/>
                  <w:b/>
                </w:rPr>
                <w:id w:val="-204720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 w:rsidRPr="006459C3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  <w:p w14:paraId="05EDD830" w14:textId="492AB668" w:rsidR="00AB413F" w:rsidRDefault="00DB59C9" w:rsidP="00797DA6">
            <w:pPr>
              <w:tabs>
                <w:tab w:val="left" w:pos="1980"/>
              </w:tabs>
            </w:pPr>
            <w:r w:rsidRPr="006459C3">
              <w:rPr>
                <w:rFonts w:ascii="Arial" w:hAnsi="Arial" w:cs="Arial"/>
                <w:b/>
              </w:rPr>
              <w:t>Refus</w:t>
            </w:r>
            <w:r w:rsidR="00AF010D" w:rsidRPr="006459C3">
              <w:rPr>
                <w:rFonts w:ascii="Arial" w:hAnsi="Arial" w:cs="Arial"/>
                <w:b/>
              </w:rPr>
              <w:t xml:space="preserve"> (à motiver</w:t>
            </w:r>
            <w:r w:rsidR="006318E2" w:rsidRPr="006459C3">
              <w:rPr>
                <w:rFonts w:ascii="Arial" w:hAnsi="Arial" w:cs="Arial"/>
                <w:b/>
              </w:rPr>
              <w:t>*</w:t>
            </w:r>
            <w:r w:rsidR="00797DA6" w:rsidRPr="006459C3">
              <w:rPr>
                <w:rFonts w:ascii="Arial" w:hAnsi="Arial" w:cs="Arial"/>
                <w:b/>
              </w:rPr>
              <w:t>)</w:t>
            </w:r>
            <w:r w:rsidR="00797DA6" w:rsidRPr="006459C3">
              <w:rPr>
                <w:rFonts w:ascii="Arial" w:hAnsi="Arial" w:cs="Arial"/>
                <w:b/>
              </w:rPr>
              <w:tab/>
            </w:r>
            <w:sdt>
              <w:sdtPr>
                <w:rPr>
                  <w:rFonts w:ascii="Arial" w:hAnsi="Arial" w:cs="Arial"/>
                  <w:b/>
                </w:rPr>
                <w:id w:val="-157897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 w:rsidRPr="006459C3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69A2BDF1" w:rsidR="00AB413F" w:rsidRPr="00797DA6" w:rsidRDefault="00AB413F"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3188CE5D" w14:textId="747B3DC2" w:rsidR="00AB413F" w:rsidRPr="00BB02EA" w:rsidRDefault="00AB413F">
            <w:r w:rsidRPr="00797DA6">
              <w:rPr>
                <w:rFonts w:ascii="Arial" w:hAnsi="Arial" w:cs="Arial"/>
              </w:rPr>
              <w:t> </w:t>
            </w:r>
          </w:p>
          <w:p w14:paraId="745A34A4" w14:textId="32F57C99" w:rsidR="00BB02EA" w:rsidRDefault="00BB02EA">
            <w:pPr>
              <w:rPr>
                <w:rFonts w:ascii="Arial" w:hAnsi="Arial" w:cs="Arial"/>
              </w:rPr>
            </w:pPr>
          </w:p>
          <w:p w14:paraId="4778E3E1" w14:textId="77777777" w:rsidR="00BB02EA" w:rsidRDefault="00BB02EA" w:rsidP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0EB9C9FC" w14:textId="74CC972E" w:rsidR="00BB02EA" w:rsidRDefault="00BB02EA"/>
          <w:p w14:paraId="67D0C0BC" w14:textId="4B42E737" w:rsidR="00BB02EA" w:rsidRDefault="00BB02EA"/>
          <w:p w14:paraId="60AD177F" w14:textId="24DC557D" w:rsidR="00BB02EA" w:rsidRDefault="00BB02EA"/>
          <w:p w14:paraId="33C86996" w14:textId="77777777" w:rsidR="00BB02EA" w:rsidRPr="00797DA6" w:rsidRDefault="00BB02EA"/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0AE461E9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365C7B">
              <w:rPr>
                <w:rFonts w:ascii="Arial" w:hAnsi="Arial" w:cs="Arial"/>
              </w:rPr>
              <w:t> :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0A8DB96C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051AB836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0481C733" w14:textId="77777777" w:rsidR="002616F9" w:rsidRDefault="00AB413F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593BBF41" w14:textId="589FC628" w:rsidR="00AD79F6" w:rsidRPr="002616F9" w:rsidRDefault="006318E2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 w:rsidRPr="00B52215">
        <w:rPr>
          <w:rFonts w:ascii="Arial" w:hAnsi="Arial" w:cs="Arial"/>
          <w:sz w:val="28"/>
        </w:rPr>
        <w:lastRenderedPageBreak/>
        <w:t>*</w:t>
      </w:r>
      <w:r w:rsidRPr="002526DE">
        <w:rPr>
          <w:rFonts w:ascii="Arial" w:hAnsi="Arial" w:cs="Arial"/>
        </w:rPr>
        <w:t xml:space="preserve">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A861A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6ADF2" w14:textId="77777777" w:rsidR="00291766" w:rsidRDefault="0029176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53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81D6E" w14:textId="337A59C7" w:rsidR="00787697" w:rsidRDefault="00787697">
            <w:pPr>
              <w:pStyle w:val="Pieddepage"/>
              <w:jc w:val="right"/>
            </w:pP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PAGE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3D512C">
              <w:rPr>
                <w:bCs/>
                <w:noProof/>
              </w:rPr>
              <w:t>1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  <w:r w:rsidRPr="00787697">
              <w:t xml:space="preserve"> / </w:t>
            </w: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NUMPAGES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3D512C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0E6C3" w14:textId="77777777" w:rsidR="00787697" w:rsidRPr="00A81C82" w:rsidRDefault="00787697" w:rsidP="00787697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>
      <w:rPr>
        <w:rFonts w:ascii="Arial" w:hAnsi="Arial" w:cs="Arial"/>
        <w:i/>
        <w:sz w:val="16"/>
        <w:szCs w:val="16"/>
      </w:rPr>
      <w:t>21</w:t>
    </w:r>
    <w:r w:rsidRPr="001E687D">
      <w:rPr>
        <w:rFonts w:ascii="Arial" w:hAnsi="Arial" w:cs="Arial"/>
        <w:i/>
        <w:sz w:val="16"/>
        <w:szCs w:val="16"/>
      </w:rPr>
      <w:t>/09/2020</w:t>
    </w:r>
  </w:p>
  <w:p w14:paraId="203778E1" w14:textId="41090B6D" w:rsidR="00355985" w:rsidRPr="00A81C82" w:rsidRDefault="00355985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86DB4" w14:textId="77777777" w:rsidR="00291766" w:rsidRDefault="002917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32F86" w14:textId="77777777" w:rsidR="00291766" w:rsidRDefault="0029176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F0C45" w14:textId="77777777" w:rsidR="00291766" w:rsidRDefault="0029176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5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3"/>
  </w:num>
  <w:num w:numId="5">
    <w:abstractNumId w:val="29"/>
  </w:num>
  <w:num w:numId="6">
    <w:abstractNumId w:val="12"/>
  </w:num>
  <w:num w:numId="7">
    <w:abstractNumId w:val="3"/>
  </w:num>
  <w:num w:numId="8">
    <w:abstractNumId w:val="47"/>
  </w:num>
  <w:num w:numId="9">
    <w:abstractNumId w:val="14"/>
  </w:num>
  <w:num w:numId="10">
    <w:abstractNumId w:val="6"/>
  </w:num>
  <w:num w:numId="11">
    <w:abstractNumId w:val="24"/>
  </w:num>
  <w:num w:numId="12">
    <w:abstractNumId w:val="52"/>
  </w:num>
  <w:num w:numId="13">
    <w:abstractNumId w:val="19"/>
  </w:num>
  <w:num w:numId="14">
    <w:abstractNumId w:val="38"/>
  </w:num>
  <w:num w:numId="15">
    <w:abstractNumId w:val="40"/>
  </w:num>
  <w:num w:numId="16">
    <w:abstractNumId w:val="41"/>
  </w:num>
  <w:num w:numId="17">
    <w:abstractNumId w:val="28"/>
  </w:num>
  <w:num w:numId="18">
    <w:abstractNumId w:val="21"/>
  </w:num>
  <w:num w:numId="19">
    <w:abstractNumId w:val="22"/>
  </w:num>
  <w:num w:numId="20">
    <w:abstractNumId w:val="51"/>
  </w:num>
  <w:num w:numId="21">
    <w:abstractNumId w:val="36"/>
  </w:num>
  <w:num w:numId="22">
    <w:abstractNumId w:val="32"/>
  </w:num>
  <w:num w:numId="23">
    <w:abstractNumId w:val="9"/>
  </w:num>
  <w:num w:numId="24">
    <w:abstractNumId w:val="23"/>
  </w:num>
  <w:num w:numId="25">
    <w:abstractNumId w:val="4"/>
  </w:num>
  <w:num w:numId="26">
    <w:abstractNumId w:val="39"/>
  </w:num>
  <w:num w:numId="27">
    <w:abstractNumId w:val="45"/>
  </w:num>
  <w:num w:numId="28">
    <w:abstractNumId w:val="10"/>
  </w:num>
  <w:num w:numId="29">
    <w:abstractNumId w:val="17"/>
  </w:num>
  <w:num w:numId="30">
    <w:abstractNumId w:val="15"/>
  </w:num>
  <w:num w:numId="31">
    <w:abstractNumId w:val="42"/>
  </w:num>
  <w:num w:numId="32">
    <w:abstractNumId w:val="26"/>
  </w:num>
  <w:num w:numId="33">
    <w:abstractNumId w:val="30"/>
  </w:num>
  <w:num w:numId="34">
    <w:abstractNumId w:val="43"/>
  </w:num>
  <w:num w:numId="35">
    <w:abstractNumId w:val="20"/>
  </w:num>
  <w:num w:numId="36">
    <w:abstractNumId w:val="35"/>
  </w:num>
  <w:num w:numId="37">
    <w:abstractNumId w:val="16"/>
  </w:num>
  <w:num w:numId="38">
    <w:abstractNumId w:val="18"/>
  </w:num>
  <w:num w:numId="39">
    <w:abstractNumId w:val="2"/>
  </w:num>
  <w:num w:numId="40">
    <w:abstractNumId w:val="25"/>
  </w:num>
  <w:num w:numId="41">
    <w:abstractNumId w:val="1"/>
  </w:num>
  <w:num w:numId="42">
    <w:abstractNumId w:val="37"/>
  </w:num>
  <w:num w:numId="43">
    <w:abstractNumId w:val="7"/>
  </w:num>
  <w:num w:numId="44">
    <w:abstractNumId w:val="49"/>
  </w:num>
  <w:num w:numId="45">
    <w:abstractNumId w:val="46"/>
  </w:num>
  <w:num w:numId="46">
    <w:abstractNumId w:val="31"/>
  </w:num>
  <w:num w:numId="47">
    <w:abstractNumId w:val="27"/>
  </w:num>
  <w:num w:numId="48">
    <w:abstractNumId w:val="50"/>
  </w:num>
  <w:num w:numId="49">
    <w:abstractNumId w:val="48"/>
  </w:num>
  <w:num w:numId="50">
    <w:abstractNumId w:val="53"/>
  </w:num>
  <w:num w:numId="51">
    <w:abstractNumId w:val="8"/>
  </w:num>
  <w:num w:numId="52">
    <w:abstractNumId w:val="11"/>
  </w:num>
  <w:num w:numId="53">
    <w:abstractNumId w:val="44"/>
  </w:num>
  <w:num w:numId="54">
    <w:abstractNumId w:val="13"/>
  </w:num>
  <w:num w:numId="55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41DC"/>
    <w:rsid w:val="000235C8"/>
    <w:rsid w:val="00035381"/>
    <w:rsid w:val="00045C82"/>
    <w:rsid w:val="00053F7C"/>
    <w:rsid w:val="00056F4F"/>
    <w:rsid w:val="00057352"/>
    <w:rsid w:val="00061DF1"/>
    <w:rsid w:val="000623A6"/>
    <w:rsid w:val="00064D0E"/>
    <w:rsid w:val="0007206E"/>
    <w:rsid w:val="0007278E"/>
    <w:rsid w:val="0008475D"/>
    <w:rsid w:val="00086A12"/>
    <w:rsid w:val="00087A27"/>
    <w:rsid w:val="00092EF4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6407"/>
    <w:rsid w:val="000D34B8"/>
    <w:rsid w:val="000D43EE"/>
    <w:rsid w:val="000E0B3B"/>
    <w:rsid w:val="000E78D0"/>
    <w:rsid w:val="001048B7"/>
    <w:rsid w:val="00107933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5DB6"/>
    <w:rsid w:val="00186661"/>
    <w:rsid w:val="001874AA"/>
    <w:rsid w:val="001905FD"/>
    <w:rsid w:val="001939BD"/>
    <w:rsid w:val="00193ABA"/>
    <w:rsid w:val="001957F5"/>
    <w:rsid w:val="001B5741"/>
    <w:rsid w:val="001C2C80"/>
    <w:rsid w:val="001C5981"/>
    <w:rsid w:val="001C7B51"/>
    <w:rsid w:val="001D19EB"/>
    <w:rsid w:val="001D1B98"/>
    <w:rsid w:val="001D6DE4"/>
    <w:rsid w:val="001E02B3"/>
    <w:rsid w:val="001F1537"/>
    <w:rsid w:val="00202FFE"/>
    <w:rsid w:val="00213981"/>
    <w:rsid w:val="002154F0"/>
    <w:rsid w:val="00223A07"/>
    <w:rsid w:val="00224834"/>
    <w:rsid w:val="00224EFB"/>
    <w:rsid w:val="00227B34"/>
    <w:rsid w:val="002370CE"/>
    <w:rsid w:val="00237E1F"/>
    <w:rsid w:val="00241B64"/>
    <w:rsid w:val="002519AE"/>
    <w:rsid w:val="002526DE"/>
    <w:rsid w:val="00252904"/>
    <w:rsid w:val="00254586"/>
    <w:rsid w:val="00256CAF"/>
    <w:rsid w:val="002616F9"/>
    <w:rsid w:val="00262D8C"/>
    <w:rsid w:val="00263A31"/>
    <w:rsid w:val="00266373"/>
    <w:rsid w:val="00270FFF"/>
    <w:rsid w:val="0027107E"/>
    <w:rsid w:val="00281395"/>
    <w:rsid w:val="00281AC4"/>
    <w:rsid w:val="0028206F"/>
    <w:rsid w:val="00282A5D"/>
    <w:rsid w:val="00287340"/>
    <w:rsid w:val="0029000F"/>
    <w:rsid w:val="00291766"/>
    <w:rsid w:val="00293B5C"/>
    <w:rsid w:val="00293C2E"/>
    <w:rsid w:val="002970B9"/>
    <w:rsid w:val="002A4EBF"/>
    <w:rsid w:val="002A5DB4"/>
    <w:rsid w:val="002B6CFD"/>
    <w:rsid w:val="002C0F0B"/>
    <w:rsid w:val="002C613D"/>
    <w:rsid w:val="002D3053"/>
    <w:rsid w:val="002D3FE4"/>
    <w:rsid w:val="002D4E4D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44E8B"/>
    <w:rsid w:val="00355985"/>
    <w:rsid w:val="00365C7B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2F4D"/>
    <w:rsid w:val="003D3958"/>
    <w:rsid w:val="003D512C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0511"/>
    <w:rsid w:val="004236A4"/>
    <w:rsid w:val="004302CC"/>
    <w:rsid w:val="0043768B"/>
    <w:rsid w:val="00444ADF"/>
    <w:rsid w:val="004458C6"/>
    <w:rsid w:val="00452759"/>
    <w:rsid w:val="004570C0"/>
    <w:rsid w:val="00461B50"/>
    <w:rsid w:val="00465D84"/>
    <w:rsid w:val="00467B11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1A53"/>
    <w:rsid w:val="004D28DE"/>
    <w:rsid w:val="004D35CD"/>
    <w:rsid w:val="004D4CB3"/>
    <w:rsid w:val="004E65F1"/>
    <w:rsid w:val="005203AC"/>
    <w:rsid w:val="00526E80"/>
    <w:rsid w:val="00532468"/>
    <w:rsid w:val="00536495"/>
    <w:rsid w:val="005407C8"/>
    <w:rsid w:val="00545B53"/>
    <w:rsid w:val="005479C6"/>
    <w:rsid w:val="00551708"/>
    <w:rsid w:val="00554047"/>
    <w:rsid w:val="00556747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2C99"/>
    <w:rsid w:val="00597F2A"/>
    <w:rsid w:val="005A59E3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25A10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C7B84"/>
    <w:rsid w:val="006E3333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7262"/>
    <w:rsid w:val="00751321"/>
    <w:rsid w:val="007520AE"/>
    <w:rsid w:val="00754344"/>
    <w:rsid w:val="00760BA2"/>
    <w:rsid w:val="00762D6E"/>
    <w:rsid w:val="00764639"/>
    <w:rsid w:val="007661DB"/>
    <w:rsid w:val="007707E1"/>
    <w:rsid w:val="00771A97"/>
    <w:rsid w:val="00772969"/>
    <w:rsid w:val="00774F5F"/>
    <w:rsid w:val="0078137C"/>
    <w:rsid w:val="007828BD"/>
    <w:rsid w:val="00783170"/>
    <w:rsid w:val="0078504B"/>
    <w:rsid w:val="00787697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414E1"/>
    <w:rsid w:val="008476FE"/>
    <w:rsid w:val="00861F14"/>
    <w:rsid w:val="0086484D"/>
    <w:rsid w:val="00871954"/>
    <w:rsid w:val="00872984"/>
    <w:rsid w:val="00873B66"/>
    <w:rsid w:val="008745FB"/>
    <w:rsid w:val="00891883"/>
    <w:rsid w:val="00891E93"/>
    <w:rsid w:val="008927BA"/>
    <w:rsid w:val="00893B21"/>
    <w:rsid w:val="008944E1"/>
    <w:rsid w:val="00897514"/>
    <w:rsid w:val="00897738"/>
    <w:rsid w:val="008A6C58"/>
    <w:rsid w:val="008B3DB3"/>
    <w:rsid w:val="008B5B1A"/>
    <w:rsid w:val="008B5B9C"/>
    <w:rsid w:val="008C0967"/>
    <w:rsid w:val="008C3DA9"/>
    <w:rsid w:val="008C4843"/>
    <w:rsid w:val="008D0F71"/>
    <w:rsid w:val="008D49DC"/>
    <w:rsid w:val="008D5FD6"/>
    <w:rsid w:val="008E69F1"/>
    <w:rsid w:val="008F0C85"/>
    <w:rsid w:val="008F444E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7D6E"/>
    <w:rsid w:val="009541B1"/>
    <w:rsid w:val="009548B2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2D9C"/>
    <w:rsid w:val="009A31E4"/>
    <w:rsid w:val="009B4AF6"/>
    <w:rsid w:val="009B60B7"/>
    <w:rsid w:val="009C5C8F"/>
    <w:rsid w:val="009D4DD0"/>
    <w:rsid w:val="009D6EA6"/>
    <w:rsid w:val="009E5385"/>
    <w:rsid w:val="009F0C22"/>
    <w:rsid w:val="009F60DD"/>
    <w:rsid w:val="00A0696F"/>
    <w:rsid w:val="00A07D43"/>
    <w:rsid w:val="00A11EBA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53AAA"/>
    <w:rsid w:val="00A60ED4"/>
    <w:rsid w:val="00A62D5B"/>
    <w:rsid w:val="00A632B4"/>
    <w:rsid w:val="00A632C3"/>
    <w:rsid w:val="00A7192D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0ABD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50834"/>
    <w:rsid w:val="00B51FEB"/>
    <w:rsid w:val="00B52215"/>
    <w:rsid w:val="00B52473"/>
    <w:rsid w:val="00B54C0E"/>
    <w:rsid w:val="00B647CB"/>
    <w:rsid w:val="00B70294"/>
    <w:rsid w:val="00B70582"/>
    <w:rsid w:val="00B71D7A"/>
    <w:rsid w:val="00B73F66"/>
    <w:rsid w:val="00B849ED"/>
    <w:rsid w:val="00B87B70"/>
    <w:rsid w:val="00B92650"/>
    <w:rsid w:val="00B92799"/>
    <w:rsid w:val="00B93DEC"/>
    <w:rsid w:val="00B960C4"/>
    <w:rsid w:val="00BA1732"/>
    <w:rsid w:val="00BB02EA"/>
    <w:rsid w:val="00BB2E6D"/>
    <w:rsid w:val="00BB69F5"/>
    <w:rsid w:val="00BC2C2A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61B8"/>
    <w:rsid w:val="00D56393"/>
    <w:rsid w:val="00D57572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4457"/>
    <w:rsid w:val="00DB4BFB"/>
    <w:rsid w:val="00DB59C9"/>
    <w:rsid w:val="00DC24D1"/>
    <w:rsid w:val="00DC37EC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34FE0"/>
    <w:rsid w:val="00E412D1"/>
    <w:rsid w:val="00E43FF6"/>
    <w:rsid w:val="00E46B6D"/>
    <w:rsid w:val="00E46C60"/>
    <w:rsid w:val="00E51243"/>
    <w:rsid w:val="00E56B1E"/>
    <w:rsid w:val="00E56F8E"/>
    <w:rsid w:val="00E634CA"/>
    <w:rsid w:val="00E76A36"/>
    <w:rsid w:val="00E83610"/>
    <w:rsid w:val="00E844BA"/>
    <w:rsid w:val="00E90FAA"/>
    <w:rsid w:val="00E959A2"/>
    <w:rsid w:val="00EA0DD5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221E7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E788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E5E99-5E81-4690-85AC-E504126B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498</TotalTime>
  <Pages>9</Pages>
  <Words>1770</Words>
  <Characters>12394</Characters>
  <Application>Microsoft Office Word</Application>
  <DocSecurity>0</DocSecurity>
  <Lines>103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BAZIN Cedric 233509</cp:lastModifiedBy>
  <cp:revision>63</cp:revision>
  <cp:lastPrinted>2020-01-08T09:27:00Z</cp:lastPrinted>
  <dcterms:created xsi:type="dcterms:W3CDTF">2020-10-05T07:02:00Z</dcterms:created>
  <dcterms:modified xsi:type="dcterms:W3CDTF">2023-05-22T14:37:00Z</dcterms:modified>
</cp:coreProperties>
</file>