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50E" w:rsidRDefault="00EC350E" w:rsidP="00EC350E">
      <w:r>
        <w:t>Sanitaires            sol          30m2</w:t>
      </w:r>
    </w:p>
    <w:p w:rsidR="00EC350E" w:rsidRDefault="00EC350E" w:rsidP="00EC350E">
      <w:r>
        <w:t>                               Vitres    4m2</w:t>
      </w:r>
    </w:p>
    <w:p w:rsidR="00EC350E" w:rsidRDefault="00EC350E" w:rsidP="00EC350E"/>
    <w:p w:rsidR="00EC350E" w:rsidRDefault="00EC350E" w:rsidP="00EC350E">
      <w:r>
        <w:t>RDC                       Sol          60m2</w:t>
      </w:r>
    </w:p>
    <w:p w:rsidR="00EC350E" w:rsidRDefault="00EC350E" w:rsidP="00EC350E">
      <w:r>
        <w:t>                               Vitres    28m2</w:t>
      </w:r>
    </w:p>
    <w:p w:rsidR="00EC350E" w:rsidRDefault="00EC350E" w:rsidP="00EC350E"/>
    <w:p w:rsidR="00EC350E" w:rsidRDefault="00EC350E" w:rsidP="00EC350E">
      <w:r>
        <w:t>R+1                        Sol          29m2</w:t>
      </w:r>
    </w:p>
    <w:p w:rsidR="00EC350E" w:rsidRDefault="00EC350E" w:rsidP="00EC350E">
      <w:r>
        <w:t>                               Vitres    36m2</w:t>
      </w:r>
    </w:p>
    <w:p w:rsidR="00690109" w:rsidRDefault="00690109">
      <w:bookmarkStart w:id="0" w:name="_GoBack"/>
      <w:bookmarkEnd w:id="0"/>
    </w:p>
    <w:sectPr w:rsidR="00690109" w:rsidSect="00A576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8D"/>
    <w:rsid w:val="0007680E"/>
    <w:rsid w:val="00690109"/>
    <w:rsid w:val="006B188D"/>
    <w:rsid w:val="00A5761D"/>
    <w:rsid w:val="00E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CA78"/>
  <w15:chartTrackingRefBased/>
  <w15:docId w15:val="{636D9DB7-AAD4-4DF7-9B8F-4528B85B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50E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1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228</Characters>
  <Application>Microsoft Office Word</Application>
  <DocSecurity>0</DocSecurity>
  <Lines>1</Lines>
  <Paragraphs>1</Paragraphs>
  <ScaleCrop>false</ScaleCrop>
  <Company>CCI Pays de la Loire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RETAIL Stephane</dc:creator>
  <cp:keywords/>
  <dc:description/>
  <cp:lastModifiedBy>RETAIL Stephane</cp:lastModifiedBy>
  <cp:revision>2</cp:revision>
  <dcterms:created xsi:type="dcterms:W3CDTF">2021-06-22T07:06:00Z</dcterms:created>
  <dcterms:modified xsi:type="dcterms:W3CDTF">2021-06-22T07:07:00Z</dcterms:modified>
</cp:coreProperties>
</file>