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Ind w:w="-38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20"/>
        <w:gridCol w:w="5103"/>
      </w:tblGrid>
      <w:tr w:rsidR="001B311A" w:rsidRPr="001C322E" w:rsidTr="008841E7">
        <w:trPr>
          <w:cantSplit/>
          <w:trHeight w:val="20"/>
        </w:trPr>
        <w:tc>
          <w:tcPr>
            <w:tcW w:w="5920" w:type="dxa"/>
          </w:tcPr>
          <w:p w:rsidR="001B311A" w:rsidRPr="000E2442" w:rsidRDefault="000F16DE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  <w:r w:rsidRPr="000E2442">
              <w:rPr>
                <w:rFonts w:ascii="Marianne" w:hAnsi="Marianne"/>
                <w:noProof/>
                <w:sz w:val="22"/>
              </w:rPr>
              <w:drawing>
                <wp:inline distT="0" distB="0" distL="0" distR="0">
                  <wp:extent cx="1438275" cy="514350"/>
                  <wp:effectExtent l="0" t="0" r="0" b="0"/>
                  <wp:docPr id="4" name="Image 1" descr="logos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s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311A" w:rsidRPr="000E2442" w:rsidRDefault="000F16DE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  <w:r w:rsidRPr="000E2442">
              <w:rPr>
                <w:rFonts w:ascii="Marianne" w:hAnsi="Marianne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>
                      <wp:simplePos x="0" y="0"/>
                      <wp:positionH relativeFrom="page">
                        <wp:posOffset>-781050</wp:posOffset>
                      </wp:positionH>
                      <wp:positionV relativeFrom="page">
                        <wp:posOffset>521335</wp:posOffset>
                      </wp:positionV>
                      <wp:extent cx="1080135" cy="0"/>
                      <wp:effectExtent l="0" t="0" r="0" b="0"/>
                      <wp:wrapNone/>
                      <wp:docPr id="5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801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003D4E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-61.5pt,41.05pt" to="23.55pt,4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">
                      <w10:wrap anchorx="page" anchory="page"/>
                      <w10:anchorlock/>
                    </v:line>
                  </w:pict>
                </mc:Fallback>
              </mc:AlternateContent>
            </w:r>
          </w:p>
          <w:p w:rsidR="001B311A" w:rsidRPr="000E2442" w:rsidRDefault="001B311A" w:rsidP="00E96789">
            <w:pPr>
              <w:pStyle w:val="Organisme"/>
              <w:rPr>
                <w:rFonts w:ascii="Marianne" w:hAnsi="Marianne"/>
                <w:i/>
                <w:smallCaps/>
                <w:sz w:val="22"/>
              </w:rPr>
            </w:pPr>
            <w:r w:rsidRPr="000E2442">
              <w:rPr>
                <w:rFonts w:ascii="Marianne" w:hAnsi="Marianne"/>
                <w:i/>
                <w:smallCaps/>
                <w:sz w:val="22"/>
              </w:rPr>
              <w:t>Service</w:t>
            </w:r>
            <w:r w:rsidR="00E96789" w:rsidRPr="000E2442">
              <w:rPr>
                <w:rFonts w:ascii="Marianne" w:hAnsi="Marianne"/>
                <w:i/>
                <w:smallCaps/>
                <w:sz w:val="22"/>
              </w:rPr>
              <w:t xml:space="preserve"> </w:t>
            </w:r>
            <w:r w:rsidRPr="000E2442">
              <w:rPr>
                <w:rFonts w:ascii="Marianne" w:hAnsi="Marianne"/>
                <w:i/>
                <w:smallCaps/>
                <w:sz w:val="22"/>
              </w:rPr>
              <w:t>d’Infrastructure</w:t>
            </w:r>
            <w:r w:rsidRPr="000E2442">
              <w:rPr>
                <w:rFonts w:ascii="Marianne" w:hAnsi="Marianne"/>
                <w:i/>
                <w:smallCaps/>
                <w:sz w:val="22"/>
              </w:rPr>
              <w:br/>
              <w:t>de la Défense</w:t>
            </w:r>
          </w:p>
          <w:p w:rsidR="007B029B" w:rsidRPr="000E2442" w:rsidRDefault="007B029B" w:rsidP="001C322E">
            <w:pPr>
              <w:pStyle w:val="Organisme"/>
              <w:jc w:val="both"/>
              <w:rPr>
                <w:rFonts w:ascii="Marianne" w:hAnsi="Marianne"/>
                <w:i/>
                <w:smallCaps/>
                <w:sz w:val="22"/>
              </w:rPr>
            </w:pPr>
          </w:p>
          <w:p w:rsidR="001B311A" w:rsidRPr="000E2442" w:rsidRDefault="007B029B" w:rsidP="00E96789">
            <w:pPr>
              <w:pStyle w:val="Pieddepage"/>
              <w:ind w:left="38"/>
              <w:jc w:val="left"/>
              <w:rPr>
                <w:rFonts w:ascii="Marianne" w:hAnsi="Marianne" w:cs="Arial"/>
                <w:i/>
                <w:iCs/>
                <w:sz w:val="22"/>
              </w:rPr>
            </w:pPr>
            <w:r w:rsidRPr="000E2442">
              <w:rPr>
                <w:rFonts w:ascii="Marianne" w:hAnsi="Marianne" w:cs="Arial"/>
                <w:i/>
                <w:iCs/>
                <w:sz w:val="22"/>
              </w:rPr>
              <w:t xml:space="preserve">ÉTABLISSEMENT </w:t>
            </w:r>
            <w:r w:rsidR="001B311A" w:rsidRPr="000E2442">
              <w:rPr>
                <w:rFonts w:ascii="Marianne" w:hAnsi="Marianne" w:cs="Arial"/>
                <w:i/>
                <w:iCs/>
                <w:sz w:val="22"/>
              </w:rPr>
              <w:t>DU SERVICE D’INFRASTRUCTURE DE LA DEFENSE DE LYON</w:t>
            </w:r>
          </w:p>
          <w:p w:rsidR="007B029B" w:rsidRPr="000E2442" w:rsidRDefault="007B029B" w:rsidP="001C322E">
            <w:pPr>
              <w:pStyle w:val="Pieddepage"/>
              <w:ind w:left="38"/>
              <w:jc w:val="both"/>
              <w:rPr>
                <w:rFonts w:ascii="Marianne" w:hAnsi="Marianne" w:cs="Arial"/>
                <w:i/>
                <w:iCs/>
                <w:sz w:val="22"/>
              </w:rPr>
            </w:pPr>
          </w:p>
          <w:p w:rsidR="00C261F9" w:rsidRPr="000E2442" w:rsidRDefault="00D01CAB" w:rsidP="00C261F9">
            <w:pPr>
              <w:pStyle w:val="NormalmodlesDRG"/>
              <w:rPr>
                <w:rFonts w:ascii="Marianne" w:hAnsi="Marianne" w:cs="Arial"/>
                <w:sz w:val="20"/>
                <w:szCs w:val="20"/>
              </w:rPr>
            </w:pPr>
            <w:r w:rsidRPr="000E2442">
              <w:rPr>
                <w:rFonts w:ascii="Marianne" w:hAnsi="Marianne" w:cs="Arial"/>
                <w:sz w:val="20"/>
                <w:szCs w:val="20"/>
              </w:rPr>
              <w:t>Service Achats Infrastruct</w:t>
            </w:r>
            <w:r w:rsidR="00C261F9" w:rsidRPr="000E2442">
              <w:rPr>
                <w:rFonts w:ascii="Marianne" w:hAnsi="Marianne" w:cs="Arial"/>
                <w:sz w:val="20"/>
                <w:szCs w:val="20"/>
              </w:rPr>
              <w:t>ure</w:t>
            </w:r>
          </w:p>
          <w:p w:rsidR="001B311A" w:rsidRPr="000E2442" w:rsidRDefault="001B311A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</w:p>
        </w:tc>
        <w:tc>
          <w:tcPr>
            <w:tcW w:w="5103" w:type="dxa"/>
          </w:tcPr>
          <w:p w:rsidR="001B311A" w:rsidRPr="001C322E" w:rsidRDefault="001B311A" w:rsidP="001C322E">
            <w:pPr>
              <w:tabs>
                <w:tab w:val="right" w:pos="4963"/>
              </w:tabs>
              <w:rPr>
                <w:rFonts w:ascii="Arial" w:hAnsi="Arial" w:cs="Arial"/>
              </w:rPr>
            </w:pPr>
          </w:p>
        </w:tc>
      </w:tr>
      <w:tr w:rsidR="00C261F9" w:rsidRPr="001C322E" w:rsidTr="008841E7">
        <w:trPr>
          <w:cantSplit/>
          <w:trHeight w:val="20"/>
        </w:trPr>
        <w:tc>
          <w:tcPr>
            <w:tcW w:w="5920" w:type="dxa"/>
          </w:tcPr>
          <w:p w:rsidR="00C261F9" w:rsidRPr="000E2442" w:rsidRDefault="00C261F9" w:rsidP="001C322E">
            <w:pPr>
              <w:pStyle w:val="Organisme"/>
              <w:jc w:val="both"/>
              <w:rPr>
                <w:rFonts w:ascii="Marianne" w:hAnsi="Marianne"/>
                <w:sz w:val="22"/>
              </w:rPr>
            </w:pPr>
          </w:p>
        </w:tc>
        <w:tc>
          <w:tcPr>
            <w:tcW w:w="5103" w:type="dxa"/>
          </w:tcPr>
          <w:p w:rsidR="00C261F9" w:rsidRPr="001C322E" w:rsidRDefault="00C261F9" w:rsidP="001C322E">
            <w:pPr>
              <w:tabs>
                <w:tab w:val="right" w:pos="4963"/>
              </w:tabs>
              <w:rPr>
                <w:rFonts w:ascii="Arial" w:hAnsi="Arial" w:cs="Arial"/>
              </w:rPr>
            </w:pPr>
          </w:p>
        </w:tc>
      </w:tr>
    </w:tbl>
    <w:p w:rsidR="001B311A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  <w:r w:rsidRPr="000E2442">
        <w:rPr>
          <w:rFonts w:ascii="Marianne" w:hAnsi="Marianne" w:cs="Arial"/>
          <w:b/>
          <w:sz w:val="36"/>
          <w:szCs w:val="36"/>
          <w:lang w:val="fr-FR"/>
        </w:rPr>
        <w:t>Attestation de non diffusion</w:t>
      </w:r>
    </w:p>
    <w:p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:rsidR="00C261F9" w:rsidRPr="000E2442" w:rsidRDefault="00C261F9" w:rsidP="00C261F9">
      <w:pPr>
        <w:pStyle w:val="p13"/>
        <w:jc w:val="center"/>
        <w:rPr>
          <w:rFonts w:ascii="Marianne" w:hAnsi="Marianne" w:cs="Arial"/>
          <w:b/>
          <w:sz w:val="36"/>
          <w:szCs w:val="36"/>
          <w:lang w:val="fr-FR"/>
        </w:rPr>
      </w:pPr>
    </w:p>
    <w:p w:rsidR="00990EFE" w:rsidRPr="000E2442" w:rsidRDefault="0028594E" w:rsidP="000E2442">
      <w:pPr>
        <w:pStyle w:val="p13"/>
        <w:ind w:left="851" w:hanging="851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Objet</w:t>
      </w:r>
      <w:r w:rsidRP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Pr="000E2442">
        <w:rPr>
          <w:rFonts w:ascii="Marianne" w:hAnsi="Marianne" w:cs="Arial"/>
          <w:b/>
          <w:sz w:val="22"/>
          <w:szCs w:val="22"/>
          <w:lang w:val="fr-FR"/>
        </w:rPr>
        <w:t>:</w:t>
      </w:r>
      <w:r w:rsidR="00990EFE" w:rsidRP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Attestation de reconnaissance de responsab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ilité et de non divulgation des </w:t>
      </w:r>
      <w:r w:rsidR="00C9637C" w:rsidRPr="000E2442">
        <w:rPr>
          <w:rFonts w:ascii="Marianne" w:hAnsi="Marianne" w:cs="Arial"/>
          <w:b/>
          <w:sz w:val="22"/>
          <w:szCs w:val="22"/>
          <w:lang w:val="fr-FR"/>
        </w:rPr>
        <w:t>informations et supports portant la mention diffusion restreinte.</w:t>
      </w:r>
    </w:p>
    <w:p w:rsidR="00975BAD" w:rsidRPr="000E2442" w:rsidRDefault="00975BAD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:rsidR="0028594E" w:rsidRPr="000E2442" w:rsidRDefault="00975BAD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  <w:r w:rsidRPr="000E2442">
        <w:rPr>
          <w:rFonts w:ascii="Marianne" w:hAnsi="Marianne" w:cs="Arial"/>
          <w:b/>
          <w:sz w:val="22"/>
          <w:szCs w:val="22"/>
          <w:u w:val="single"/>
          <w:lang w:val="fr-FR"/>
        </w:rPr>
        <w:t>Projet</w:t>
      </w:r>
      <w:r w:rsidR="000E2442">
        <w:rPr>
          <w:rFonts w:ascii="Calibri" w:hAnsi="Calibri" w:cs="Calibri"/>
          <w:b/>
          <w:sz w:val="22"/>
          <w:szCs w:val="22"/>
          <w:lang w:val="fr-FR"/>
        </w:rPr>
        <w:t> </w:t>
      </w:r>
      <w:r w:rsidR="000E2442">
        <w:rPr>
          <w:rFonts w:ascii="Marianne" w:hAnsi="Marianne" w:cs="Arial"/>
          <w:b/>
          <w:sz w:val="22"/>
          <w:szCs w:val="22"/>
          <w:lang w:val="fr-FR"/>
        </w:rPr>
        <w:t xml:space="preserve">: </w:t>
      </w:r>
      <w:r w:rsidR="00113579">
        <w:rPr>
          <w:rFonts w:ascii="Marianne" w:hAnsi="Marianne" w:cs="Arial"/>
          <w:b/>
          <w:sz w:val="22"/>
          <w:szCs w:val="22"/>
          <w:lang w:val="fr-FR"/>
        </w:rPr>
        <w:t>DAF_2023_001821 – ESID-23-327</w:t>
      </w:r>
      <w:bookmarkStart w:id="0" w:name="_GoBack"/>
      <w:bookmarkEnd w:id="0"/>
    </w:p>
    <w:p w:rsidR="0028594E" w:rsidRPr="000E2442" w:rsidRDefault="0028594E" w:rsidP="0028594E">
      <w:pPr>
        <w:pStyle w:val="p13"/>
        <w:rPr>
          <w:rFonts w:ascii="Marianne" w:hAnsi="Marianne" w:cs="Arial"/>
          <w:b/>
          <w:sz w:val="22"/>
          <w:szCs w:val="22"/>
          <w:lang w:val="fr-FR"/>
        </w:rPr>
      </w:pPr>
    </w:p>
    <w:p w:rsidR="00C9637C" w:rsidRPr="000E2442" w:rsidRDefault="00C9637C" w:rsidP="00C9637C">
      <w:p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Je reconnais être dûment informé des responsabilités et obligations qui m’incombent</w:t>
      </w:r>
      <w:r w:rsidRPr="000E2442">
        <w:rPr>
          <w:rFonts w:ascii="Calibri" w:hAnsi="Calibri" w:cs="Calibri"/>
        </w:rPr>
        <w:t> </w:t>
      </w:r>
      <w:r w:rsidRPr="000E2442">
        <w:rPr>
          <w:rFonts w:ascii="Marianne" w:hAnsi="Marianne" w:cs="Marianne-Regular"/>
        </w:rPr>
        <w:t>: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 la protection des intérêts fondamentaux de la nation et plus particulièrement au titre des dispositions des articles 410-3 et suivants du code pénal relatives à l’espionnage et à la trahison et aux atteintes au secret de la défense nationale ;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au titre des mesures de sécurité déclinées par l’instruction générale interministérielle n° 1300 sur la protection du secret de la défense nationale, notamment son paragraphe 1.4.3, ainsi que son annexe 1 ;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>pour les fonctionnaires ou agents contractuels</w:t>
      </w:r>
      <w:r w:rsidR="007B5C43">
        <w:rPr>
          <w:rFonts w:ascii="Marianne" w:eastAsia="Marianne" w:hAnsi="Marianne" w:cs="Marianne"/>
        </w:rPr>
        <w:t xml:space="preserve"> </w:t>
      </w:r>
      <w:r w:rsidRPr="000E2442">
        <w:rPr>
          <w:rFonts w:ascii="Marianne" w:hAnsi="Marianne" w:cs="Marianne-Regular"/>
        </w:rPr>
        <w:t>: au titre de la discrétion et du secret professionnel tel que défini par l’article 26 de la loi n°83-634 du 13 juillet 1983 portant droits et obligations des fonctionnaires ;</w:t>
      </w:r>
    </w:p>
    <w:p w:rsidR="00C9637C" w:rsidRPr="000E2442" w:rsidRDefault="00C9637C" w:rsidP="000A4C1E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Italic"/>
          <w:i/>
          <w:iCs/>
        </w:rPr>
        <w:t xml:space="preserve">pour les militaire </w:t>
      </w:r>
      <w:r w:rsidRPr="000E2442">
        <w:rPr>
          <w:rFonts w:ascii="Marianne" w:hAnsi="Marianne" w:cs="Marianne-Regular"/>
        </w:rPr>
        <w:t>: au titre du statut général des militaires tel que défini par le livre 1r de la partie 4 du code de la défense ;</w:t>
      </w:r>
    </w:p>
    <w:p w:rsidR="00C9637C" w:rsidRPr="000E2442" w:rsidRDefault="00C9637C" w:rsidP="00C9637C">
      <w:pPr>
        <w:autoSpaceDE w:val="0"/>
        <w:autoSpaceDN w:val="0"/>
        <w:adjustRightInd w:val="0"/>
        <w:jc w:val="left"/>
        <w:rPr>
          <w:rFonts w:ascii="Marianne" w:hAnsi="Marianne" w:cs="Marianne-Regular"/>
        </w:rPr>
      </w:pPr>
    </w:p>
    <w:p w:rsidR="00C9637C" w:rsidRPr="000E2442" w:rsidRDefault="00C9637C" w:rsidP="00C9637C">
      <w:p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>En conséquence, je m’engage sans réserve :</w:t>
      </w:r>
    </w:p>
    <w:p w:rsidR="00C9637C" w:rsidRPr="000E2442" w:rsidRDefault="00C9637C" w:rsidP="00C9637C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ne pas divulguer, par quelque moyen que ce soit, les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à des personnes physiques ou morales n’ayant pas le besoin d’en connaître</w:t>
      </w:r>
      <w:r w:rsidRPr="000E2442">
        <w:rPr>
          <w:rFonts w:ascii="Marianne" w:eastAsia="Calibri" w:hAnsi="Marianne" w:cs="Calibri"/>
        </w:rPr>
        <w:t xml:space="preserve"> </w:t>
      </w:r>
      <w:r w:rsidRPr="000E2442">
        <w:rPr>
          <w:rFonts w:ascii="Marianne" w:hAnsi="Marianne" w:cs="Marianne-Regular"/>
        </w:rPr>
        <w:t>;</w:t>
      </w:r>
    </w:p>
    <w:p w:rsidR="0028594E" w:rsidRDefault="00C9637C" w:rsidP="00C9637C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 w:rsidRPr="000E2442">
        <w:rPr>
          <w:rFonts w:ascii="Marianne" w:hAnsi="Marianne" w:cs="Marianne-Regular"/>
        </w:rPr>
        <w:t xml:space="preserve">à faire preuve de rigueur dans la gestion des informations et supports portant la mention </w:t>
      </w:r>
      <w:r w:rsidRPr="000E2442">
        <w:rPr>
          <w:rFonts w:ascii="Marianne" w:hAnsi="Marianne" w:cs="Marianne-RegularItalic"/>
          <w:i/>
          <w:iCs/>
        </w:rPr>
        <w:t xml:space="preserve">Diffusion Restreinte </w:t>
      </w:r>
      <w:r w:rsidRPr="000E2442">
        <w:rPr>
          <w:rFonts w:ascii="Marianne" w:hAnsi="Marianne" w:cs="Marianne-Regular"/>
        </w:rPr>
        <w:t>que je serai amené à traiter.</w:t>
      </w:r>
    </w:p>
    <w:p w:rsidR="006D4877" w:rsidRPr="000E2442" w:rsidRDefault="006D4877" w:rsidP="00C9637C">
      <w:pPr>
        <w:numPr>
          <w:ilvl w:val="0"/>
          <w:numId w:val="37"/>
        </w:numPr>
        <w:autoSpaceDE w:val="0"/>
        <w:autoSpaceDN w:val="0"/>
        <w:adjustRightInd w:val="0"/>
        <w:jc w:val="left"/>
        <w:rPr>
          <w:rFonts w:ascii="Marianne" w:hAnsi="Marianne" w:cs="Marianne-Regular"/>
        </w:rPr>
      </w:pPr>
      <w:r>
        <w:rPr>
          <w:rFonts w:ascii="Marianne" w:hAnsi="Marianne" w:cs="Marianne-Regular"/>
        </w:rPr>
        <w:t>Atteste sur l’honneur que mon système d’information traitant les informations de niveau «</w:t>
      </w:r>
      <w:r>
        <w:rPr>
          <w:rFonts w:ascii="Calibri" w:hAnsi="Calibri" w:cs="Calibri"/>
        </w:rPr>
        <w:t> </w:t>
      </w:r>
      <w:r>
        <w:rPr>
          <w:rFonts w:ascii="Marianne" w:hAnsi="Marianne" w:cs="Marianne-Regular"/>
        </w:rPr>
        <w:t>diffusion restreinte</w:t>
      </w:r>
      <w:r>
        <w:rPr>
          <w:rFonts w:ascii="Calibri" w:hAnsi="Calibri" w:cs="Calibri"/>
        </w:rPr>
        <w:t> </w:t>
      </w:r>
      <w:r>
        <w:rPr>
          <w:rFonts w:ascii="Marianne" w:hAnsi="Marianne" w:cs="Marianne"/>
        </w:rPr>
        <w:t>»</w:t>
      </w:r>
      <w:r>
        <w:rPr>
          <w:rFonts w:ascii="Marianne" w:hAnsi="Marianne" w:cs="Marianne-Regular"/>
        </w:rPr>
        <w:t xml:space="preserve"> est homologué conformément à l’II 901 sur la protection des systèmes d’informations sensibles.</w:t>
      </w:r>
    </w:p>
    <w:p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</w:p>
    <w:p w:rsidR="00A01D73" w:rsidRPr="000E2442" w:rsidRDefault="00A01D73" w:rsidP="00A01D73">
      <w:pPr>
        <w:pStyle w:val="p13"/>
        <w:jc w:val="both"/>
        <w:rPr>
          <w:rFonts w:ascii="Marianne" w:hAnsi="Marianne" w:cs="Arial"/>
          <w:sz w:val="22"/>
          <w:szCs w:val="22"/>
          <w:lang w:val="fr-FR"/>
        </w:rPr>
      </w:pPr>
      <w:r w:rsidRPr="000E2442">
        <w:rPr>
          <w:rFonts w:ascii="Marianne" w:hAnsi="Marianne" w:cs="Arial"/>
          <w:sz w:val="22"/>
          <w:szCs w:val="22"/>
          <w:lang w:val="fr-FR"/>
        </w:rPr>
        <w:t xml:space="preserve">A                               , le </w:t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="000E2442">
        <w:rPr>
          <w:rFonts w:ascii="Marianne" w:hAnsi="Marianne" w:cs="Arial"/>
          <w:sz w:val="22"/>
          <w:szCs w:val="22"/>
          <w:lang w:val="fr-FR"/>
        </w:rPr>
        <w:tab/>
      </w:r>
      <w:r w:rsidRPr="000E2442">
        <w:rPr>
          <w:rFonts w:ascii="Marianne" w:hAnsi="Marianne" w:cs="Arial"/>
          <w:sz w:val="22"/>
          <w:szCs w:val="22"/>
          <w:lang w:val="fr-FR"/>
        </w:rPr>
        <w:t>Signature et cachet de l’entreprise</w:t>
      </w:r>
    </w:p>
    <w:sectPr w:rsidR="00A01D73" w:rsidRPr="000E2442" w:rsidSect="002224A1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418" w:bottom="567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326" w:rsidRDefault="007E6326">
      <w:r>
        <w:separator/>
      </w:r>
    </w:p>
  </w:endnote>
  <w:endnote w:type="continuationSeparator" w:id="0">
    <w:p w:rsidR="007E6326" w:rsidRDefault="007E63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Gras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-Regular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1B311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E225DC" w:rsidRDefault="00E225DC" w:rsidP="002224A1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2224A1">
    <w:pPr>
      <w:pStyle w:val="Pieddepage"/>
      <w:ind w:left="1418" w:right="360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2224A1">
    <w:pPr>
      <w:pStyle w:val="Pieddepage"/>
      <w:ind w:left="1418"/>
      <w:jc w:val="center"/>
      <w:rPr>
        <w:sz w:val="17"/>
      </w:rPr>
    </w:pPr>
    <w:r>
      <w:rPr>
        <w:sz w:val="17"/>
      </w:rPr>
      <w:t>ÉTABLISSEMENT DU SERVICE D’INFRASTRUCTURE DE LA DEFENSE DE LYON</w:t>
    </w:r>
  </w:p>
  <w:p w:rsidR="00E225DC" w:rsidRDefault="00E225DC">
    <w:pPr>
      <w:pStyle w:val="Pieddepage"/>
      <w:jc w:val="center"/>
      <w:rPr>
        <w:sz w:val="17"/>
        <w:lang w:val="en-GB"/>
      </w:rPr>
    </w:pPr>
    <w:r>
      <w:rPr>
        <w:spacing w:val="20"/>
        <w:sz w:val="17"/>
        <w:lang w:val="en-GB"/>
      </w:rPr>
      <w:t>BP 97423 - 69347 LYON CEDEX 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326" w:rsidRDefault="007E6326">
      <w:r>
        <w:separator/>
      </w:r>
    </w:p>
  </w:footnote>
  <w:footnote w:type="continuationSeparator" w:id="0">
    <w:p w:rsidR="007E6326" w:rsidRDefault="007E63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E225DC" w:rsidP="008E7658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13579">
      <w:rPr>
        <w:rStyle w:val="Numrodepage"/>
        <w:noProof/>
      </w:rPr>
      <w:t>1</w:t>
    </w:r>
    <w:r>
      <w:rPr>
        <w:rStyle w:val="Numrodepage"/>
      </w:rPr>
      <w:fldChar w:fldCharType="end"/>
    </w:r>
    <w:r>
      <w:rPr>
        <w:rStyle w:val="Numrodepage"/>
      </w:rPr>
      <w:t xml:space="preserve">  / </w:t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113579"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5DC" w:rsidRDefault="000F16DE">
    <w:pPr>
      <w:pStyle w:val="Page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column">
                <wp:posOffset>1779905</wp:posOffset>
              </wp:positionH>
              <wp:positionV relativeFrom="paragraph">
                <wp:posOffset>-226060</wp:posOffset>
              </wp:positionV>
              <wp:extent cx="2204720" cy="982980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204720" cy="982980"/>
                        <a:chOff x="4603" y="345"/>
                        <a:chExt cx="3472" cy="1548"/>
                      </a:xfrm>
                    </wpg:grpSpPr>
                    <pic:pic xmlns:pic="http://schemas.openxmlformats.org/drawingml/2006/picture">
                      <pic:nvPicPr>
                        <pic:cNvPr id="2" name="Picture 2" descr="LOGORFQ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69" y="345"/>
                          <a:ext cx="1740" cy="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3" name="Text Box 3"/>
                      <wps:cNvSpPr txBox="1">
                        <a:spLocks noChangeArrowheads="1"/>
                      </wps:cNvSpPr>
                      <wps:spPr bwMode="auto">
                        <a:xfrm>
                          <a:off x="4603" y="1417"/>
                          <a:ext cx="3472" cy="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225DC" w:rsidRDefault="00E225DC">
                            <w:pPr>
                              <w:jc w:val="center"/>
                            </w:pPr>
                            <w:r>
                              <w:rPr>
                                <w:b/>
                                <w:caps/>
                              </w:rPr>
                              <w:t>ministère de la défense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140.15pt;margin-top:-17.8pt;width:173.6pt;height:77.4pt;z-index:251657728" coordorigin="4603,345" coordsize="3472,15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wMDAB1p5KwAAAQB0Uk5T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RFQ" style="position:absolute;left:5469;top:345;width:1740;height:10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">
                <v:imagedata r:id="rId2" o:title="LOGORFQ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4603;top:1417;width:3472;height: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<v:textbox>
                  <w:txbxContent>
                    <w:p w:rsidR="00E225DC" w:rsidRDefault="00E225DC">
                      <w:pPr>
                        <w:jc w:val="center"/>
                      </w:pPr>
                      <w:r>
                        <w:rPr>
                          <w:b/>
                          <w:caps/>
                        </w:rPr>
                        <w:t>ministère de la défense</w:t>
                      </w:r>
                    </w:p>
                  </w:txbxContent>
                </v:textbox>
              </v:shape>
            </v:group>
          </w:pict>
        </mc:Fallback>
      </mc:AlternateContent>
    </w:r>
    <w:r w:rsidR="00E225DC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8EC9CB0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pStyle w:val="Titre4"/>
      <w:lvlText w:val="%1.%2.%3.%4"/>
      <w:legacy w:legacy="1" w:legacySpace="144" w:legacyIndent="0"/>
      <w:lvlJc w:val="left"/>
    </w:lvl>
    <w:lvl w:ilvl="4">
      <w:start w:val="1"/>
      <w:numFmt w:val="decimal"/>
      <w:pStyle w:val="Titre5"/>
      <w:lvlText w:val="%1.%2.%3.%4.%5"/>
      <w:legacy w:legacy="1" w:legacySpace="144" w:legacyIndent="0"/>
      <w:lvlJc w:val="left"/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FE6066E4"/>
    <w:lvl w:ilvl="0">
      <w:numFmt w:val="decimal"/>
      <w:pStyle w:val="Listepuces"/>
      <w:lvlText w:val="*"/>
      <w:lvlJc w:val="left"/>
    </w:lvl>
  </w:abstractNum>
  <w:abstractNum w:abstractNumId="2" w15:restartNumberingAfterBreak="0">
    <w:nsid w:val="0EBA31BA"/>
    <w:multiLevelType w:val="hybridMultilevel"/>
    <w:tmpl w:val="0E6CBAE0"/>
    <w:lvl w:ilvl="0" w:tplc="AD4239E4">
      <w:start w:val="1"/>
      <w:numFmt w:val="decimal"/>
      <w:lvlText w:val="%1."/>
      <w:lvlJc w:val="left"/>
      <w:pPr>
        <w:ind w:left="4330" w:hanging="360"/>
      </w:pPr>
      <w:rPr>
        <w:rFonts w:hint="default"/>
        <w:b w:val="0"/>
        <w:color w:val="auto"/>
        <w:lang w:val="en-US"/>
      </w:rPr>
    </w:lvl>
    <w:lvl w:ilvl="1" w:tplc="040C0019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7A97155"/>
    <w:multiLevelType w:val="hybridMultilevel"/>
    <w:tmpl w:val="5C24247E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8BD4486"/>
    <w:multiLevelType w:val="hybridMultilevel"/>
    <w:tmpl w:val="064CD5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A72AB"/>
    <w:multiLevelType w:val="hybridMultilevel"/>
    <w:tmpl w:val="B3925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7F24"/>
    <w:multiLevelType w:val="hybridMultilevel"/>
    <w:tmpl w:val="348E9E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86490"/>
    <w:multiLevelType w:val="hybridMultilevel"/>
    <w:tmpl w:val="EEFCCCCA"/>
    <w:lvl w:ilvl="0" w:tplc="040C000F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D15CC"/>
    <w:multiLevelType w:val="hybridMultilevel"/>
    <w:tmpl w:val="CA1E800E"/>
    <w:lvl w:ilvl="0" w:tplc="F7284F3C">
      <w:start w:val="1"/>
      <w:numFmt w:val="bullet"/>
      <w:lvlText w:val="-"/>
      <w:lvlJc w:val="left"/>
      <w:pPr>
        <w:ind w:left="84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FD567EB"/>
    <w:multiLevelType w:val="hybridMultilevel"/>
    <w:tmpl w:val="DF2C2482"/>
    <w:lvl w:ilvl="0" w:tplc="F7284F3C">
      <w:start w:val="1"/>
      <w:numFmt w:val="bullet"/>
      <w:lvlText w:val="-"/>
      <w:lvlJc w:val="left"/>
      <w:pPr>
        <w:ind w:left="1713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336062B"/>
    <w:multiLevelType w:val="singleLevel"/>
    <w:tmpl w:val="5EECD73C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72C735A"/>
    <w:multiLevelType w:val="multilevel"/>
    <w:tmpl w:val="83889792"/>
    <w:lvl w:ilvl="0">
      <w:start w:val="1"/>
      <w:numFmt w:val="decimal"/>
      <w:suff w:val="space"/>
      <w:lvlText w:val="%1."/>
      <w:lvlJc w:val="left"/>
      <w:pPr>
        <w:ind w:left="0" w:hanging="284"/>
      </w:pPr>
      <w:rPr>
        <w:rFonts w:hint="default"/>
      </w:rPr>
    </w:lvl>
    <w:lvl w:ilvl="1">
      <w:start w:val="1"/>
      <w:numFmt w:val="decimal"/>
      <w:suff w:val="space"/>
      <w:lvlText w:val="%1.%2. "/>
      <w:lvlJc w:val="left"/>
      <w:pPr>
        <w:ind w:left="0" w:hanging="142"/>
      </w:pPr>
      <w:rPr>
        <w:rFonts w:hint="default"/>
        <w:b/>
        <w:i w:val="0"/>
      </w:rPr>
    </w:lvl>
    <w:lvl w:ilvl="2">
      <w:start w:val="1"/>
      <w:numFmt w:val="decimal"/>
      <w:pStyle w:val="1-Sous-titre"/>
      <w:lvlText w:val="%1.%2.%3. "/>
      <w:lvlJc w:val="left"/>
      <w:pPr>
        <w:tabs>
          <w:tab w:val="num" w:pos="179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1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7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317" w:hanging="1440"/>
      </w:pPr>
      <w:rPr>
        <w:rFonts w:hint="default"/>
      </w:rPr>
    </w:lvl>
  </w:abstractNum>
  <w:abstractNum w:abstractNumId="12" w15:restartNumberingAfterBreak="0">
    <w:nsid w:val="2F7B333C"/>
    <w:multiLevelType w:val="hybridMultilevel"/>
    <w:tmpl w:val="122098B0"/>
    <w:lvl w:ilvl="0" w:tplc="942CF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AC40A7"/>
    <w:multiLevelType w:val="hybridMultilevel"/>
    <w:tmpl w:val="DDC45C68"/>
    <w:lvl w:ilvl="0" w:tplc="7610D500">
      <w:numFmt w:val="bullet"/>
      <w:lvlText w:val="-"/>
      <w:lvlJc w:val="left"/>
      <w:pPr>
        <w:ind w:left="720" w:hanging="360"/>
      </w:pPr>
      <w:rPr>
        <w:rFonts w:ascii="Marianne-Regular" w:eastAsia="Times New Roman" w:hAnsi="Marianne-Regular" w:cs="Marianne-Regular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B20785"/>
    <w:multiLevelType w:val="hybridMultilevel"/>
    <w:tmpl w:val="E6584FF2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37126438"/>
    <w:multiLevelType w:val="hybridMultilevel"/>
    <w:tmpl w:val="45BA6C36"/>
    <w:lvl w:ilvl="0" w:tplc="040C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61344"/>
    <w:multiLevelType w:val="hybridMultilevel"/>
    <w:tmpl w:val="A2367916"/>
    <w:lvl w:ilvl="0" w:tplc="CF3A8E5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3764321C"/>
    <w:multiLevelType w:val="hybridMultilevel"/>
    <w:tmpl w:val="730E626E"/>
    <w:lvl w:ilvl="0" w:tplc="F7284F3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624B73"/>
    <w:multiLevelType w:val="hybridMultilevel"/>
    <w:tmpl w:val="E01E78D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F0FA7"/>
    <w:multiLevelType w:val="hybridMultilevel"/>
    <w:tmpl w:val="5D7275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957C5C"/>
    <w:multiLevelType w:val="hybridMultilevel"/>
    <w:tmpl w:val="BF104092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 w15:restartNumberingAfterBreak="0">
    <w:nsid w:val="4F3F56C6"/>
    <w:multiLevelType w:val="hybridMultilevel"/>
    <w:tmpl w:val="75604D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97F9A"/>
    <w:multiLevelType w:val="hybridMultilevel"/>
    <w:tmpl w:val="6D62D740"/>
    <w:lvl w:ilvl="0" w:tplc="75781328">
      <w:start w:val="1"/>
      <w:numFmt w:val="decimal"/>
      <w:pStyle w:val="Titre1"/>
      <w:lvlText w:val="%1-"/>
      <w:lvlJc w:val="left"/>
      <w:pPr>
        <w:ind w:left="19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640" w:hanging="360"/>
      </w:pPr>
    </w:lvl>
    <w:lvl w:ilvl="2" w:tplc="040C001B" w:tentative="1">
      <w:start w:val="1"/>
      <w:numFmt w:val="lowerRoman"/>
      <w:lvlText w:val="%3."/>
      <w:lvlJc w:val="right"/>
      <w:pPr>
        <w:ind w:left="3360" w:hanging="180"/>
      </w:pPr>
    </w:lvl>
    <w:lvl w:ilvl="3" w:tplc="040C000F" w:tentative="1">
      <w:start w:val="1"/>
      <w:numFmt w:val="decimal"/>
      <w:lvlText w:val="%4."/>
      <w:lvlJc w:val="left"/>
      <w:pPr>
        <w:ind w:left="4080" w:hanging="360"/>
      </w:pPr>
    </w:lvl>
    <w:lvl w:ilvl="4" w:tplc="040C0019" w:tentative="1">
      <w:start w:val="1"/>
      <w:numFmt w:val="lowerLetter"/>
      <w:lvlText w:val="%5."/>
      <w:lvlJc w:val="left"/>
      <w:pPr>
        <w:ind w:left="4800" w:hanging="360"/>
      </w:pPr>
    </w:lvl>
    <w:lvl w:ilvl="5" w:tplc="040C001B" w:tentative="1">
      <w:start w:val="1"/>
      <w:numFmt w:val="lowerRoman"/>
      <w:lvlText w:val="%6."/>
      <w:lvlJc w:val="right"/>
      <w:pPr>
        <w:ind w:left="5520" w:hanging="180"/>
      </w:pPr>
    </w:lvl>
    <w:lvl w:ilvl="6" w:tplc="040C000F" w:tentative="1">
      <w:start w:val="1"/>
      <w:numFmt w:val="decimal"/>
      <w:lvlText w:val="%7."/>
      <w:lvlJc w:val="left"/>
      <w:pPr>
        <w:ind w:left="6240" w:hanging="360"/>
      </w:pPr>
    </w:lvl>
    <w:lvl w:ilvl="7" w:tplc="040C0019" w:tentative="1">
      <w:start w:val="1"/>
      <w:numFmt w:val="lowerLetter"/>
      <w:lvlText w:val="%8."/>
      <w:lvlJc w:val="left"/>
      <w:pPr>
        <w:ind w:left="6960" w:hanging="360"/>
      </w:pPr>
    </w:lvl>
    <w:lvl w:ilvl="8" w:tplc="040C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3" w15:restartNumberingAfterBreak="0">
    <w:nsid w:val="515F5DE2"/>
    <w:multiLevelType w:val="multilevel"/>
    <w:tmpl w:val="7BB2F9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</w:rPr>
    </w:lvl>
  </w:abstractNum>
  <w:abstractNum w:abstractNumId="24" w15:restartNumberingAfterBreak="0">
    <w:nsid w:val="52D20479"/>
    <w:multiLevelType w:val="hybridMultilevel"/>
    <w:tmpl w:val="86B0A32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1C36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ED1AA4"/>
    <w:multiLevelType w:val="hybridMultilevel"/>
    <w:tmpl w:val="1444F78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91C366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284F3C">
      <w:start w:val="1"/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4B3038"/>
    <w:multiLevelType w:val="singleLevel"/>
    <w:tmpl w:val="25C68BA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27" w15:restartNumberingAfterBreak="0">
    <w:nsid w:val="58283393"/>
    <w:multiLevelType w:val="hybridMultilevel"/>
    <w:tmpl w:val="9E967A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D35449"/>
    <w:multiLevelType w:val="hybridMultilevel"/>
    <w:tmpl w:val="7E18D6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13580B"/>
    <w:multiLevelType w:val="singleLevel"/>
    <w:tmpl w:val="75DE4AC4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30" w15:restartNumberingAfterBreak="0">
    <w:nsid w:val="70954498"/>
    <w:multiLevelType w:val="hybridMultilevel"/>
    <w:tmpl w:val="A03EE7C0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1" w15:restartNumberingAfterBreak="0">
    <w:nsid w:val="7E8624E0"/>
    <w:multiLevelType w:val="multilevel"/>
    <w:tmpl w:val="9EB06E5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2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6"/>
  </w:num>
  <w:num w:numId="8">
    <w:abstractNumId w:val="29"/>
  </w:num>
  <w:num w:numId="9">
    <w:abstractNumId w:val="10"/>
  </w:num>
  <w:num w:numId="10">
    <w:abstractNumId w:val="1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11">
    <w:abstractNumId w:val="11"/>
  </w:num>
  <w:num w:numId="12">
    <w:abstractNumId w:val="25"/>
  </w:num>
  <w:num w:numId="13">
    <w:abstractNumId w:val="24"/>
  </w:num>
  <w:num w:numId="14">
    <w:abstractNumId w:val="18"/>
  </w:num>
  <w:num w:numId="15">
    <w:abstractNumId w:val="2"/>
  </w:num>
  <w:num w:numId="16">
    <w:abstractNumId w:val="6"/>
  </w:num>
  <w:num w:numId="17">
    <w:abstractNumId w:val="14"/>
  </w:num>
  <w:num w:numId="18">
    <w:abstractNumId w:val="23"/>
  </w:num>
  <w:num w:numId="19">
    <w:abstractNumId w:val="21"/>
  </w:num>
  <w:num w:numId="20">
    <w:abstractNumId w:val="16"/>
  </w:num>
  <w:num w:numId="21">
    <w:abstractNumId w:val="7"/>
  </w:num>
  <w:num w:numId="22">
    <w:abstractNumId w:val="4"/>
  </w:num>
  <w:num w:numId="23">
    <w:abstractNumId w:val="3"/>
  </w:num>
  <w:num w:numId="24">
    <w:abstractNumId w:val="15"/>
  </w:num>
  <w:num w:numId="25">
    <w:abstractNumId w:val="17"/>
  </w:num>
  <w:num w:numId="26">
    <w:abstractNumId w:val="8"/>
  </w:num>
  <w:num w:numId="27">
    <w:abstractNumId w:val="31"/>
  </w:num>
  <w:num w:numId="28">
    <w:abstractNumId w:val="22"/>
  </w:num>
  <w:num w:numId="29">
    <w:abstractNumId w:val="9"/>
  </w:num>
  <w:num w:numId="30">
    <w:abstractNumId w:val="19"/>
  </w:num>
  <w:num w:numId="31">
    <w:abstractNumId w:val="5"/>
  </w:num>
  <w:num w:numId="32">
    <w:abstractNumId w:val="27"/>
  </w:num>
  <w:num w:numId="33">
    <w:abstractNumId w:val="28"/>
  </w:num>
  <w:num w:numId="34">
    <w:abstractNumId w:val="20"/>
  </w:num>
  <w:num w:numId="35">
    <w:abstractNumId w:val="30"/>
  </w:num>
  <w:num w:numId="36">
    <w:abstractNumId w:val="12"/>
  </w:num>
  <w:num w:numId="37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fa986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579"/>
    <w:rsid w:val="000064AF"/>
    <w:rsid w:val="000126D1"/>
    <w:rsid w:val="00012914"/>
    <w:rsid w:val="00014DD4"/>
    <w:rsid w:val="0002333E"/>
    <w:rsid w:val="00032A82"/>
    <w:rsid w:val="00033763"/>
    <w:rsid w:val="00036154"/>
    <w:rsid w:val="000403FC"/>
    <w:rsid w:val="00045E2B"/>
    <w:rsid w:val="00046D62"/>
    <w:rsid w:val="0005014B"/>
    <w:rsid w:val="00055E64"/>
    <w:rsid w:val="000605CA"/>
    <w:rsid w:val="00065C1E"/>
    <w:rsid w:val="00071FF3"/>
    <w:rsid w:val="00072B73"/>
    <w:rsid w:val="00073E24"/>
    <w:rsid w:val="00077A1E"/>
    <w:rsid w:val="000812EF"/>
    <w:rsid w:val="00083587"/>
    <w:rsid w:val="00092F8C"/>
    <w:rsid w:val="000A03E7"/>
    <w:rsid w:val="000A4C1E"/>
    <w:rsid w:val="000A6864"/>
    <w:rsid w:val="000B6F4E"/>
    <w:rsid w:val="000C1D67"/>
    <w:rsid w:val="000C4709"/>
    <w:rsid w:val="000C5917"/>
    <w:rsid w:val="000C74EC"/>
    <w:rsid w:val="000C7D5E"/>
    <w:rsid w:val="000D51C3"/>
    <w:rsid w:val="000D7F80"/>
    <w:rsid w:val="000E0CBA"/>
    <w:rsid w:val="000E1AD3"/>
    <w:rsid w:val="000E2442"/>
    <w:rsid w:val="000F16DE"/>
    <w:rsid w:val="000F1FBC"/>
    <w:rsid w:val="000F2A8E"/>
    <w:rsid w:val="000F322B"/>
    <w:rsid w:val="000F368A"/>
    <w:rsid w:val="000F6644"/>
    <w:rsid w:val="000F7120"/>
    <w:rsid w:val="001006FE"/>
    <w:rsid w:val="00101E98"/>
    <w:rsid w:val="00103BDA"/>
    <w:rsid w:val="001053EB"/>
    <w:rsid w:val="0011211C"/>
    <w:rsid w:val="00113579"/>
    <w:rsid w:val="00115496"/>
    <w:rsid w:val="00123B62"/>
    <w:rsid w:val="001260FA"/>
    <w:rsid w:val="001412B9"/>
    <w:rsid w:val="00147A62"/>
    <w:rsid w:val="00151020"/>
    <w:rsid w:val="001548F0"/>
    <w:rsid w:val="001621BD"/>
    <w:rsid w:val="001621EF"/>
    <w:rsid w:val="001625F8"/>
    <w:rsid w:val="00163B0B"/>
    <w:rsid w:val="00166CBF"/>
    <w:rsid w:val="0016707A"/>
    <w:rsid w:val="00172BE6"/>
    <w:rsid w:val="0017301B"/>
    <w:rsid w:val="00180185"/>
    <w:rsid w:val="001825F6"/>
    <w:rsid w:val="001910A7"/>
    <w:rsid w:val="00191632"/>
    <w:rsid w:val="001956C9"/>
    <w:rsid w:val="001A0E6E"/>
    <w:rsid w:val="001A367E"/>
    <w:rsid w:val="001A45B9"/>
    <w:rsid w:val="001B099E"/>
    <w:rsid w:val="001B311A"/>
    <w:rsid w:val="001B588C"/>
    <w:rsid w:val="001B7451"/>
    <w:rsid w:val="001C322E"/>
    <w:rsid w:val="001C558C"/>
    <w:rsid w:val="001C5CCB"/>
    <w:rsid w:val="001D20F5"/>
    <w:rsid w:val="001D3936"/>
    <w:rsid w:val="001D5501"/>
    <w:rsid w:val="001E1074"/>
    <w:rsid w:val="001E1E88"/>
    <w:rsid w:val="001E522B"/>
    <w:rsid w:val="001E61DB"/>
    <w:rsid w:val="001E633D"/>
    <w:rsid w:val="001E6BDB"/>
    <w:rsid w:val="001F763B"/>
    <w:rsid w:val="0020143C"/>
    <w:rsid w:val="0020248B"/>
    <w:rsid w:val="00202D9B"/>
    <w:rsid w:val="00206DFC"/>
    <w:rsid w:val="00207978"/>
    <w:rsid w:val="00211446"/>
    <w:rsid w:val="0021239D"/>
    <w:rsid w:val="0021452B"/>
    <w:rsid w:val="002224A1"/>
    <w:rsid w:val="00222E45"/>
    <w:rsid w:val="00224B3E"/>
    <w:rsid w:val="00230BE2"/>
    <w:rsid w:val="00232260"/>
    <w:rsid w:val="00232290"/>
    <w:rsid w:val="00237240"/>
    <w:rsid w:val="0024041B"/>
    <w:rsid w:val="002419F2"/>
    <w:rsid w:val="00247136"/>
    <w:rsid w:val="00247DD3"/>
    <w:rsid w:val="0025118B"/>
    <w:rsid w:val="002512ED"/>
    <w:rsid w:val="00251EFC"/>
    <w:rsid w:val="0026409A"/>
    <w:rsid w:val="0026517D"/>
    <w:rsid w:val="002748BB"/>
    <w:rsid w:val="00274AA9"/>
    <w:rsid w:val="00276E6B"/>
    <w:rsid w:val="00280494"/>
    <w:rsid w:val="00280C40"/>
    <w:rsid w:val="00281B20"/>
    <w:rsid w:val="00283580"/>
    <w:rsid w:val="0028594E"/>
    <w:rsid w:val="00285FEC"/>
    <w:rsid w:val="0029070E"/>
    <w:rsid w:val="002A0809"/>
    <w:rsid w:val="002A31F1"/>
    <w:rsid w:val="002B19AA"/>
    <w:rsid w:val="002B3A56"/>
    <w:rsid w:val="002C0725"/>
    <w:rsid w:val="002C167B"/>
    <w:rsid w:val="002C1A4A"/>
    <w:rsid w:val="002C41DB"/>
    <w:rsid w:val="002C50B9"/>
    <w:rsid w:val="002C5B11"/>
    <w:rsid w:val="002D2285"/>
    <w:rsid w:val="002D3BB0"/>
    <w:rsid w:val="002D4838"/>
    <w:rsid w:val="002E2912"/>
    <w:rsid w:val="002E2B8D"/>
    <w:rsid w:val="002E3C68"/>
    <w:rsid w:val="002E56F5"/>
    <w:rsid w:val="002F79C1"/>
    <w:rsid w:val="00300C45"/>
    <w:rsid w:val="003137DC"/>
    <w:rsid w:val="003139DF"/>
    <w:rsid w:val="00314672"/>
    <w:rsid w:val="00314B29"/>
    <w:rsid w:val="00327314"/>
    <w:rsid w:val="00330CC7"/>
    <w:rsid w:val="0033510D"/>
    <w:rsid w:val="003504AD"/>
    <w:rsid w:val="0035570A"/>
    <w:rsid w:val="00361FE9"/>
    <w:rsid w:val="003675A2"/>
    <w:rsid w:val="003744B6"/>
    <w:rsid w:val="00375FD5"/>
    <w:rsid w:val="003805F1"/>
    <w:rsid w:val="00385B09"/>
    <w:rsid w:val="00396E92"/>
    <w:rsid w:val="003A0CED"/>
    <w:rsid w:val="003A6317"/>
    <w:rsid w:val="003A64E2"/>
    <w:rsid w:val="003B2EEF"/>
    <w:rsid w:val="003B41A0"/>
    <w:rsid w:val="003C0A24"/>
    <w:rsid w:val="003C10F8"/>
    <w:rsid w:val="003C14DF"/>
    <w:rsid w:val="003C28BF"/>
    <w:rsid w:val="003C40F3"/>
    <w:rsid w:val="003D2EF6"/>
    <w:rsid w:val="003D32BD"/>
    <w:rsid w:val="003D6649"/>
    <w:rsid w:val="003D7CF4"/>
    <w:rsid w:val="003E7807"/>
    <w:rsid w:val="003F22F1"/>
    <w:rsid w:val="003F2400"/>
    <w:rsid w:val="003F32ED"/>
    <w:rsid w:val="00412410"/>
    <w:rsid w:val="00412DC4"/>
    <w:rsid w:val="004131F3"/>
    <w:rsid w:val="0041617B"/>
    <w:rsid w:val="00417A18"/>
    <w:rsid w:val="0042626F"/>
    <w:rsid w:val="00426695"/>
    <w:rsid w:val="00430B96"/>
    <w:rsid w:val="00431FBD"/>
    <w:rsid w:val="00447C74"/>
    <w:rsid w:val="00450AC1"/>
    <w:rsid w:val="00452023"/>
    <w:rsid w:val="00455A45"/>
    <w:rsid w:val="00456741"/>
    <w:rsid w:val="00464EA7"/>
    <w:rsid w:val="0046696A"/>
    <w:rsid w:val="00472724"/>
    <w:rsid w:val="00474231"/>
    <w:rsid w:val="0047457E"/>
    <w:rsid w:val="004747E2"/>
    <w:rsid w:val="00481178"/>
    <w:rsid w:val="004818D6"/>
    <w:rsid w:val="004840C4"/>
    <w:rsid w:val="00493A84"/>
    <w:rsid w:val="00496786"/>
    <w:rsid w:val="00497422"/>
    <w:rsid w:val="004A1331"/>
    <w:rsid w:val="004A29C9"/>
    <w:rsid w:val="004A66CA"/>
    <w:rsid w:val="004B0B8D"/>
    <w:rsid w:val="004B1281"/>
    <w:rsid w:val="004B3CD4"/>
    <w:rsid w:val="004C0EE3"/>
    <w:rsid w:val="004C18D7"/>
    <w:rsid w:val="004D04AB"/>
    <w:rsid w:val="004D0EA3"/>
    <w:rsid w:val="004D6B0F"/>
    <w:rsid w:val="004E0338"/>
    <w:rsid w:val="004E0343"/>
    <w:rsid w:val="004E0D74"/>
    <w:rsid w:val="004E17C7"/>
    <w:rsid w:val="004E1DDC"/>
    <w:rsid w:val="004E2249"/>
    <w:rsid w:val="004E3D7C"/>
    <w:rsid w:val="004E66C8"/>
    <w:rsid w:val="004F4B74"/>
    <w:rsid w:val="004F4EE0"/>
    <w:rsid w:val="004F5BDC"/>
    <w:rsid w:val="004F5DEB"/>
    <w:rsid w:val="00500CC1"/>
    <w:rsid w:val="00505368"/>
    <w:rsid w:val="005072FD"/>
    <w:rsid w:val="00515611"/>
    <w:rsid w:val="005170DE"/>
    <w:rsid w:val="00527395"/>
    <w:rsid w:val="0053304F"/>
    <w:rsid w:val="00536AD1"/>
    <w:rsid w:val="00544425"/>
    <w:rsid w:val="0054617C"/>
    <w:rsid w:val="005514F9"/>
    <w:rsid w:val="005526D4"/>
    <w:rsid w:val="0055287C"/>
    <w:rsid w:val="005600F2"/>
    <w:rsid w:val="00562555"/>
    <w:rsid w:val="00565821"/>
    <w:rsid w:val="00565CA9"/>
    <w:rsid w:val="00571376"/>
    <w:rsid w:val="00573E1F"/>
    <w:rsid w:val="005768EA"/>
    <w:rsid w:val="00576DA9"/>
    <w:rsid w:val="00581FA6"/>
    <w:rsid w:val="00582347"/>
    <w:rsid w:val="00582DE1"/>
    <w:rsid w:val="005847EB"/>
    <w:rsid w:val="005871D1"/>
    <w:rsid w:val="00594957"/>
    <w:rsid w:val="005A7079"/>
    <w:rsid w:val="005A7252"/>
    <w:rsid w:val="005B0187"/>
    <w:rsid w:val="005B5D17"/>
    <w:rsid w:val="005C0593"/>
    <w:rsid w:val="005C24D5"/>
    <w:rsid w:val="005C3A52"/>
    <w:rsid w:val="005C5D7F"/>
    <w:rsid w:val="005C7032"/>
    <w:rsid w:val="005C78DF"/>
    <w:rsid w:val="005E4A44"/>
    <w:rsid w:val="005E4AB5"/>
    <w:rsid w:val="005E587F"/>
    <w:rsid w:val="005F0445"/>
    <w:rsid w:val="005F4FAE"/>
    <w:rsid w:val="005F7180"/>
    <w:rsid w:val="0061276A"/>
    <w:rsid w:val="00613EAB"/>
    <w:rsid w:val="0061747A"/>
    <w:rsid w:val="00622226"/>
    <w:rsid w:val="00624901"/>
    <w:rsid w:val="00624FE4"/>
    <w:rsid w:val="006253AE"/>
    <w:rsid w:val="00627476"/>
    <w:rsid w:val="00630410"/>
    <w:rsid w:val="00631EE6"/>
    <w:rsid w:val="006323FB"/>
    <w:rsid w:val="0063696F"/>
    <w:rsid w:val="00636BC1"/>
    <w:rsid w:val="00646C09"/>
    <w:rsid w:val="00653739"/>
    <w:rsid w:val="0065610E"/>
    <w:rsid w:val="006600B2"/>
    <w:rsid w:val="00661A8D"/>
    <w:rsid w:val="00663A5F"/>
    <w:rsid w:val="0066503E"/>
    <w:rsid w:val="0066603C"/>
    <w:rsid w:val="00666692"/>
    <w:rsid w:val="00671B04"/>
    <w:rsid w:val="00684BA7"/>
    <w:rsid w:val="00686DBD"/>
    <w:rsid w:val="00690403"/>
    <w:rsid w:val="00692F35"/>
    <w:rsid w:val="00694402"/>
    <w:rsid w:val="0069506D"/>
    <w:rsid w:val="00695607"/>
    <w:rsid w:val="006965F0"/>
    <w:rsid w:val="006A6A65"/>
    <w:rsid w:val="006A7C15"/>
    <w:rsid w:val="006B094D"/>
    <w:rsid w:val="006B1032"/>
    <w:rsid w:val="006B1908"/>
    <w:rsid w:val="006B1BFA"/>
    <w:rsid w:val="006B72B2"/>
    <w:rsid w:val="006C03D4"/>
    <w:rsid w:val="006C0B05"/>
    <w:rsid w:val="006C2623"/>
    <w:rsid w:val="006C3271"/>
    <w:rsid w:val="006C53C8"/>
    <w:rsid w:val="006C5966"/>
    <w:rsid w:val="006C5A56"/>
    <w:rsid w:val="006D03CF"/>
    <w:rsid w:val="006D4877"/>
    <w:rsid w:val="006D5561"/>
    <w:rsid w:val="006D5D8F"/>
    <w:rsid w:val="006D660E"/>
    <w:rsid w:val="006F1D70"/>
    <w:rsid w:val="006F21EC"/>
    <w:rsid w:val="00702627"/>
    <w:rsid w:val="007138B0"/>
    <w:rsid w:val="007204AF"/>
    <w:rsid w:val="00721363"/>
    <w:rsid w:val="00721E26"/>
    <w:rsid w:val="007242FE"/>
    <w:rsid w:val="0072471C"/>
    <w:rsid w:val="00724B67"/>
    <w:rsid w:val="00727701"/>
    <w:rsid w:val="00727A25"/>
    <w:rsid w:val="007320AA"/>
    <w:rsid w:val="007329B8"/>
    <w:rsid w:val="00735F3A"/>
    <w:rsid w:val="007400B1"/>
    <w:rsid w:val="00740A48"/>
    <w:rsid w:val="007412CD"/>
    <w:rsid w:val="00743486"/>
    <w:rsid w:val="007434D4"/>
    <w:rsid w:val="007437C8"/>
    <w:rsid w:val="00746B97"/>
    <w:rsid w:val="00752F38"/>
    <w:rsid w:val="007616C5"/>
    <w:rsid w:val="0076586E"/>
    <w:rsid w:val="007672AC"/>
    <w:rsid w:val="00767B7B"/>
    <w:rsid w:val="0077202A"/>
    <w:rsid w:val="00775082"/>
    <w:rsid w:val="00775637"/>
    <w:rsid w:val="00786CDC"/>
    <w:rsid w:val="00787B9D"/>
    <w:rsid w:val="00793071"/>
    <w:rsid w:val="00793912"/>
    <w:rsid w:val="00794A24"/>
    <w:rsid w:val="007A1322"/>
    <w:rsid w:val="007A4D95"/>
    <w:rsid w:val="007A5B5D"/>
    <w:rsid w:val="007A5BCC"/>
    <w:rsid w:val="007B029B"/>
    <w:rsid w:val="007B5569"/>
    <w:rsid w:val="007B5C43"/>
    <w:rsid w:val="007B703F"/>
    <w:rsid w:val="007C4848"/>
    <w:rsid w:val="007D23DC"/>
    <w:rsid w:val="007D254D"/>
    <w:rsid w:val="007D2BF6"/>
    <w:rsid w:val="007D4507"/>
    <w:rsid w:val="007D6BB3"/>
    <w:rsid w:val="007E0A71"/>
    <w:rsid w:val="007E3563"/>
    <w:rsid w:val="007E6326"/>
    <w:rsid w:val="007F1FE3"/>
    <w:rsid w:val="007F312E"/>
    <w:rsid w:val="007F6ED6"/>
    <w:rsid w:val="00800B54"/>
    <w:rsid w:val="008050BB"/>
    <w:rsid w:val="0081281D"/>
    <w:rsid w:val="00817D5E"/>
    <w:rsid w:val="00821AF7"/>
    <w:rsid w:val="00823C91"/>
    <w:rsid w:val="00824945"/>
    <w:rsid w:val="008249FF"/>
    <w:rsid w:val="0082532E"/>
    <w:rsid w:val="00827C1F"/>
    <w:rsid w:val="00831618"/>
    <w:rsid w:val="00831CDB"/>
    <w:rsid w:val="00833A5C"/>
    <w:rsid w:val="00836983"/>
    <w:rsid w:val="008432C5"/>
    <w:rsid w:val="0084352C"/>
    <w:rsid w:val="00851FFB"/>
    <w:rsid w:val="00852225"/>
    <w:rsid w:val="00853C3B"/>
    <w:rsid w:val="0085582C"/>
    <w:rsid w:val="00863201"/>
    <w:rsid w:val="0086409A"/>
    <w:rsid w:val="008669AE"/>
    <w:rsid w:val="00874552"/>
    <w:rsid w:val="008841E7"/>
    <w:rsid w:val="00886914"/>
    <w:rsid w:val="00890811"/>
    <w:rsid w:val="00891973"/>
    <w:rsid w:val="0089285A"/>
    <w:rsid w:val="00893565"/>
    <w:rsid w:val="0089715F"/>
    <w:rsid w:val="008A2607"/>
    <w:rsid w:val="008A2FDC"/>
    <w:rsid w:val="008A7B02"/>
    <w:rsid w:val="008B4852"/>
    <w:rsid w:val="008C1E43"/>
    <w:rsid w:val="008C3528"/>
    <w:rsid w:val="008C588E"/>
    <w:rsid w:val="008D0B60"/>
    <w:rsid w:val="008D2B74"/>
    <w:rsid w:val="008D571A"/>
    <w:rsid w:val="008D74C5"/>
    <w:rsid w:val="008D7826"/>
    <w:rsid w:val="008E7658"/>
    <w:rsid w:val="008E7815"/>
    <w:rsid w:val="008E7C76"/>
    <w:rsid w:val="008F078E"/>
    <w:rsid w:val="008F1626"/>
    <w:rsid w:val="008F20A2"/>
    <w:rsid w:val="008F5085"/>
    <w:rsid w:val="008F702C"/>
    <w:rsid w:val="008F73C7"/>
    <w:rsid w:val="008F77EF"/>
    <w:rsid w:val="00900425"/>
    <w:rsid w:val="00901393"/>
    <w:rsid w:val="0090430F"/>
    <w:rsid w:val="00904911"/>
    <w:rsid w:val="00907E2E"/>
    <w:rsid w:val="009156DF"/>
    <w:rsid w:val="00916448"/>
    <w:rsid w:val="009179D8"/>
    <w:rsid w:val="00921950"/>
    <w:rsid w:val="00925FA6"/>
    <w:rsid w:val="00926DBA"/>
    <w:rsid w:val="0092772D"/>
    <w:rsid w:val="00933848"/>
    <w:rsid w:val="00935397"/>
    <w:rsid w:val="00935841"/>
    <w:rsid w:val="00937D14"/>
    <w:rsid w:val="009419F4"/>
    <w:rsid w:val="00941BC5"/>
    <w:rsid w:val="00944FA8"/>
    <w:rsid w:val="009458DF"/>
    <w:rsid w:val="00945A89"/>
    <w:rsid w:val="0094617E"/>
    <w:rsid w:val="00947990"/>
    <w:rsid w:val="009507C3"/>
    <w:rsid w:val="00950801"/>
    <w:rsid w:val="0095212F"/>
    <w:rsid w:val="009545B6"/>
    <w:rsid w:val="009566CB"/>
    <w:rsid w:val="00960B85"/>
    <w:rsid w:val="0096352A"/>
    <w:rsid w:val="00965347"/>
    <w:rsid w:val="0096686C"/>
    <w:rsid w:val="00970C1F"/>
    <w:rsid w:val="00970F29"/>
    <w:rsid w:val="00971166"/>
    <w:rsid w:val="009723B8"/>
    <w:rsid w:val="00972B64"/>
    <w:rsid w:val="00973193"/>
    <w:rsid w:val="00975BAD"/>
    <w:rsid w:val="0098075F"/>
    <w:rsid w:val="00982FE9"/>
    <w:rsid w:val="00983D4B"/>
    <w:rsid w:val="0098433A"/>
    <w:rsid w:val="00985186"/>
    <w:rsid w:val="009901C6"/>
    <w:rsid w:val="00990EFE"/>
    <w:rsid w:val="00992662"/>
    <w:rsid w:val="00994E4F"/>
    <w:rsid w:val="00997A22"/>
    <w:rsid w:val="009A16BF"/>
    <w:rsid w:val="009A46BE"/>
    <w:rsid w:val="009A4A8A"/>
    <w:rsid w:val="009B0C33"/>
    <w:rsid w:val="009B3397"/>
    <w:rsid w:val="009C13E0"/>
    <w:rsid w:val="009C5CBA"/>
    <w:rsid w:val="009C6564"/>
    <w:rsid w:val="009C7F73"/>
    <w:rsid w:val="009D409E"/>
    <w:rsid w:val="009D6AB4"/>
    <w:rsid w:val="009E6A7F"/>
    <w:rsid w:val="009F464C"/>
    <w:rsid w:val="009F7E98"/>
    <w:rsid w:val="00A01D73"/>
    <w:rsid w:val="00A03373"/>
    <w:rsid w:val="00A059DB"/>
    <w:rsid w:val="00A10CF1"/>
    <w:rsid w:val="00A13266"/>
    <w:rsid w:val="00A177BD"/>
    <w:rsid w:val="00A301D0"/>
    <w:rsid w:val="00A30609"/>
    <w:rsid w:val="00A3365C"/>
    <w:rsid w:val="00A366E0"/>
    <w:rsid w:val="00A36CF7"/>
    <w:rsid w:val="00A4013D"/>
    <w:rsid w:val="00A43245"/>
    <w:rsid w:val="00A47816"/>
    <w:rsid w:val="00A52F16"/>
    <w:rsid w:val="00A55278"/>
    <w:rsid w:val="00A57110"/>
    <w:rsid w:val="00A57257"/>
    <w:rsid w:val="00A625E7"/>
    <w:rsid w:val="00A6510C"/>
    <w:rsid w:val="00A70379"/>
    <w:rsid w:val="00A725AC"/>
    <w:rsid w:val="00A72D1C"/>
    <w:rsid w:val="00A7491A"/>
    <w:rsid w:val="00A76F30"/>
    <w:rsid w:val="00A77E3A"/>
    <w:rsid w:val="00A9543A"/>
    <w:rsid w:val="00A97B2A"/>
    <w:rsid w:val="00AB4195"/>
    <w:rsid w:val="00AB5BA7"/>
    <w:rsid w:val="00AB72C6"/>
    <w:rsid w:val="00AC0780"/>
    <w:rsid w:val="00AC4EC0"/>
    <w:rsid w:val="00AD0FD0"/>
    <w:rsid w:val="00AD65B1"/>
    <w:rsid w:val="00AD72CD"/>
    <w:rsid w:val="00AE1BAB"/>
    <w:rsid w:val="00AE4B42"/>
    <w:rsid w:val="00AE6EC0"/>
    <w:rsid w:val="00AF4FF7"/>
    <w:rsid w:val="00B051E2"/>
    <w:rsid w:val="00B10C31"/>
    <w:rsid w:val="00B14990"/>
    <w:rsid w:val="00B23D20"/>
    <w:rsid w:val="00B24F56"/>
    <w:rsid w:val="00B304F9"/>
    <w:rsid w:val="00B31EB7"/>
    <w:rsid w:val="00B33EAE"/>
    <w:rsid w:val="00B52178"/>
    <w:rsid w:val="00B53C19"/>
    <w:rsid w:val="00B56264"/>
    <w:rsid w:val="00B615E0"/>
    <w:rsid w:val="00B62745"/>
    <w:rsid w:val="00B803F4"/>
    <w:rsid w:val="00B80459"/>
    <w:rsid w:val="00B82DAD"/>
    <w:rsid w:val="00B84288"/>
    <w:rsid w:val="00B849D0"/>
    <w:rsid w:val="00B96071"/>
    <w:rsid w:val="00BA1ADD"/>
    <w:rsid w:val="00BA2A72"/>
    <w:rsid w:val="00BA33FD"/>
    <w:rsid w:val="00BA3ACC"/>
    <w:rsid w:val="00BA6FEF"/>
    <w:rsid w:val="00BB20A6"/>
    <w:rsid w:val="00BC3C6B"/>
    <w:rsid w:val="00BC695D"/>
    <w:rsid w:val="00BD0571"/>
    <w:rsid w:val="00BD39BF"/>
    <w:rsid w:val="00BD6B02"/>
    <w:rsid w:val="00BE0DDB"/>
    <w:rsid w:val="00BE2F3F"/>
    <w:rsid w:val="00BE6C5B"/>
    <w:rsid w:val="00BE76B5"/>
    <w:rsid w:val="00BF638C"/>
    <w:rsid w:val="00BF680C"/>
    <w:rsid w:val="00C04714"/>
    <w:rsid w:val="00C04811"/>
    <w:rsid w:val="00C05813"/>
    <w:rsid w:val="00C06930"/>
    <w:rsid w:val="00C07F95"/>
    <w:rsid w:val="00C10636"/>
    <w:rsid w:val="00C13FBB"/>
    <w:rsid w:val="00C14304"/>
    <w:rsid w:val="00C261F9"/>
    <w:rsid w:val="00C45FCF"/>
    <w:rsid w:val="00C52433"/>
    <w:rsid w:val="00C5369C"/>
    <w:rsid w:val="00C53D41"/>
    <w:rsid w:val="00C55551"/>
    <w:rsid w:val="00C57D25"/>
    <w:rsid w:val="00C608CC"/>
    <w:rsid w:val="00C62EFA"/>
    <w:rsid w:val="00C64736"/>
    <w:rsid w:val="00C64C5B"/>
    <w:rsid w:val="00C657B7"/>
    <w:rsid w:val="00C66FF3"/>
    <w:rsid w:val="00C73C3C"/>
    <w:rsid w:val="00C763EA"/>
    <w:rsid w:val="00C82FF6"/>
    <w:rsid w:val="00C846ED"/>
    <w:rsid w:val="00C871B2"/>
    <w:rsid w:val="00C91331"/>
    <w:rsid w:val="00C91A02"/>
    <w:rsid w:val="00C92D33"/>
    <w:rsid w:val="00C9637C"/>
    <w:rsid w:val="00CA35F5"/>
    <w:rsid w:val="00CA4588"/>
    <w:rsid w:val="00CA49D2"/>
    <w:rsid w:val="00CB2203"/>
    <w:rsid w:val="00CB5A86"/>
    <w:rsid w:val="00CC04E8"/>
    <w:rsid w:val="00CC1A64"/>
    <w:rsid w:val="00CC2FE5"/>
    <w:rsid w:val="00CC3497"/>
    <w:rsid w:val="00CC5549"/>
    <w:rsid w:val="00CC5E0C"/>
    <w:rsid w:val="00CD2CF0"/>
    <w:rsid w:val="00CD4881"/>
    <w:rsid w:val="00CD6E1C"/>
    <w:rsid w:val="00CD7D05"/>
    <w:rsid w:val="00CD7DC0"/>
    <w:rsid w:val="00CE1B2C"/>
    <w:rsid w:val="00CE44E3"/>
    <w:rsid w:val="00CE5A4A"/>
    <w:rsid w:val="00CF7B99"/>
    <w:rsid w:val="00D00859"/>
    <w:rsid w:val="00D01CAB"/>
    <w:rsid w:val="00D04984"/>
    <w:rsid w:val="00D16FF8"/>
    <w:rsid w:val="00D17D99"/>
    <w:rsid w:val="00D22753"/>
    <w:rsid w:val="00D25156"/>
    <w:rsid w:val="00D271C4"/>
    <w:rsid w:val="00D27517"/>
    <w:rsid w:val="00D27E19"/>
    <w:rsid w:val="00D33AA6"/>
    <w:rsid w:val="00D35EF1"/>
    <w:rsid w:val="00D43CB0"/>
    <w:rsid w:val="00D457FB"/>
    <w:rsid w:val="00D52155"/>
    <w:rsid w:val="00D55D32"/>
    <w:rsid w:val="00D568DF"/>
    <w:rsid w:val="00D63783"/>
    <w:rsid w:val="00D76AD1"/>
    <w:rsid w:val="00D81762"/>
    <w:rsid w:val="00D84AF2"/>
    <w:rsid w:val="00D85DBA"/>
    <w:rsid w:val="00D923FF"/>
    <w:rsid w:val="00D9392E"/>
    <w:rsid w:val="00D97E98"/>
    <w:rsid w:val="00DA23FD"/>
    <w:rsid w:val="00DA2B23"/>
    <w:rsid w:val="00DB22D1"/>
    <w:rsid w:val="00DB621F"/>
    <w:rsid w:val="00DC18CE"/>
    <w:rsid w:val="00DC191F"/>
    <w:rsid w:val="00DC2AE7"/>
    <w:rsid w:val="00DC5F2B"/>
    <w:rsid w:val="00DD4BA8"/>
    <w:rsid w:val="00DD6BFA"/>
    <w:rsid w:val="00DD76C9"/>
    <w:rsid w:val="00DE41CB"/>
    <w:rsid w:val="00DE515C"/>
    <w:rsid w:val="00DF2D93"/>
    <w:rsid w:val="00DF3031"/>
    <w:rsid w:val="00DF416F"/>
    <w:rsid w:val="00DF4F04"/>
    <w:rsid w:val="00E00BD1"/>
    <w:rsid w:val="00E038B6"/>
    <w:rsid w:val="00E0549C"/>
    <w:rsid w:val="00E07F4C"/>
    <w:rsid w:val="00E12C57"/>
    <w:rsid w:val="00E14D6E"/>
    <w:rsid w:val="00E225DC"/>
    <w:rsid w:val="00E25266"/>
    <w:rsid w:val="00E25419"/>
    <w:rsid w:val="00E30D33"/>
    <w:rsid w:val="00E312A1"/>
    <w:rsid w:val="00E31FCE"/>
    <w:rsid w:val="00E3399C"/>
    <w:rsid w:val="00E4197E"/>
    <w:rsid w:val="00E41C69"/>
    <w:rsid w:val="00E52BC2"/>
    <w:rsid w:val="00E6303D"/>
    <w:rsid w:val="00E640B3"/>
    <w:rsid w:val="00E655C8"/>
    <w:rsid w:val="00E70F7E"/>
    <w:rsid w:val="00E71CF6"/>
    <w:rsid w:val="00E7469D"/>
    <w:rsid w:val="00E775D5"/>
    <w:rsid w:val="00E8417C"/>
    <w:rsid w:val="00E847F8"/>
    <w:rsid w:val="00E84B2E"/>
    <w:rsid w:val="00E90A2C"/>
    <w:rsid w:val="00E90E10"/>
    <w:rsid w:val="00E91910"/>
    <w:rsid w:val="00E96789"/>
    <w:rsid w:val="00E96969"/>
    <w:rsid w:val="00E96D64"/>
    <w:rsid w:val="00EA07A8"/>
    <w:rsid w:val="00EA0AD4"/>
    <w:rsid w:val="00EA458B"/>
    <w:rsid w:val="00EB1C9C"/>
    <w:rsid w:val="00EB37C0"/>
    <w:rsid w:val="00EB5534"/>
    <w:rsid w:val="00EB7674"/>
    <w:rsid w:val="00EC6EAB"/>
    <w:rsid w:val="00ED03CD"/>
    <w:rsid w:val="00ED3A86"/>
    <w:rsid w:val="00ED4343"/>
    <w:rsid w:val="00ED439D"/>
    <w:rsid w:val="00EF2EE1"/>
    <w:rsid w:val="00EF4045"/>
    <w:rsid w:val="00EF7B33"/>
    <w:rsid w:val="00F00111"/>
    <w:rsid w:val="00F0342A"/>
    <w:rsid w:val="00F166DE"/>
    <w:rsid w:val="00F16EF0"/>
    <w:rsid w:val="00F179A8"/>
    <w:rsid w:val="00F2658B"/>
    <w:rsid w:val="00F3340F"/>
    <w:rsid w:val="00F349D0"/>
    <w:rsid w:val="00F41CE5"/>
    <w:rsid w:val="00F4230D"/>
    <w:rsid w:val="00F44F51"/>
    <w:rsid w:val="00F50461"/>
    <w:rsid w:val="00F50D09"/>
    <w:rsid w:val="00F617E1"/>
    <w:rsid w:val="00F627B9"/>
    <w:rsid w:val="00F653A8"/>
    <w:rsid w:val="00F7337D"/>
    <w:rsid w:val="00F75ABC"/>
    <w:rsid w:val="00F81098"/>
    <w:rsid w:val="00F8164E"/>
    <w:rsid w:val="00F82C7E"/>
    <w:rsid w:val="00F832A5"/>
    <w:rsid w:val="00F8524C"/>
    <w:rsid w:val="00F864FD"/>
    <w:rsid w:val="00F93568"/>
    <w:rsid w:val="00F959DA"/>
    <w:rsid w:val="00F95FDB"/>
    <w:rsid w:val="00FB7D74"/>
    <w:rsid w:val="00FC1251"/>
    <w:rsid w:val="00FC128C"/>
    <w:rsid w:val="00FC2362"/>
    <w:rsid w:val="00FC3013"/>
    <w:rsid w:val="00FC60F5"/>
    <w:rsid w:val="00FC62B1"/>
    <w:rsid w:val="00FD58A6"/>
    <w:rsid w:val="00FD7F22"/>
    <w:rsid w:val="00FE1A10"/>
    <w:rsid w:val="00FE4B40"/>
    <w:rsid w:val="00FE7AB2"/>
    <w:rsid w:val="00FF0074"/>
    <w:rsid w:val="00FF0680"/>
    <w:rsid w:val="00FF330B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a986c"/>
    </o:shapedefaults>
    <o:shapelayout v:ext="edit">
      <o:idmap v:ext="edit" data="1"/>
    </o:shapelayout>
  </w:shapeDefaults>
  <w:decimalSymbol w:val=","/>
  <w:listSeparator w:val=";"/>
  <w14:docId w14:val="1FB7FD5C"/>
  <w15:chartTrackingRefBased/>
  <w15:docId w15:val="{9AA5BB8F-F110-4A61-BFD5-96553D2DB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7E98"/>
    <w:pPr>
      <w:jc w:val="both"/>
    </w:pPr>
    <w:rPr>
      <w:sz w:val="22"/>
      <w:szCs w:val="22"/>
    </w:rPr>
  </w:style>
  <w:style w:type="paragraph" w:styleId="Titre1">
    <w:name w:val="heading 1"/>
    <w:basedOn w:val="Normal"/>
    <w:next w:val="NormalmodlesDRG"/>
    <w:link w:val="Titre1Car"/>
    <w:autoRedefine/>
    <w:qFormat/>
    <w:rsid w:val="00C261F9"/>
    <w:pPr>
      <w:numPr>
        <w:numId w:val="28"/>
      </w:numPr>
      <w:jc w:val="center"/>
      <w:outlineLvl w:val="0"/>
    </w:pPr>
    <w:rPr>
      <w:rFonts w:ascii="Arial" w:hAnsi="Arial" w:cs="Arial"/>
      <w:b/>
      <w:caps/>
      <w:kern w:val="28"/>
      <w:sz w:val="24"/>
      <w:u w:val="single"/>
    </w:rPr>
  </w:style>
  <w:style w:type="paragraph" w:styleId="Titre2">
    <w:name w:val="heading 2"/>
    <w:basedOn w:val="Normal"/>
    <w:next w:val="NormalmodlesDRG"/>
    <w:link w:val="Titre2Car"/>
    <w:autoRedefine/>
    <w:qFormat/>
    <w:rsid w:val="00505368"/>
    <w:pPr>
      <w:ind w:left="-142"/>
      <w:outlineLvl w:val="1"/>
    </w:pPr>
    <w:rPr>
      <w:rFonts w:ascii="Arial" w:hAnsi="Arial" w:cs="Arial"/>
      <w:b/>
      <w:b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/>
      <w:outlineLvl w:val="2"/>
    </w:pPr>
  </w:style>
  <w:style w:type="paragraph" w:styleId="Titre4">
    <w:name w:val="heading 4"/>
    <w:basedOn w:val="Titre3"/>
    <w:qFormat/>
    <w:pPr>
      <w:numPr>
        <w:ilvl w:val="3"/>
        <w:numId w:val="1"/>
      </w:numPr>
      <w:outlineLvl w:val="3"/>
    </w:pPr>
    <w:rPr>
      <w:b/>
      <w:i/>
      <w:caps/>
    </w:rPr>
  </w:style>
  <w:style w:type="paragraph" w:styleId="Titre5">
    <w:name w:val="heading 5"/>
    <w:aliases w:val="inutilisé"/>
    <w:basedOn w:val="Titre4"/>
    <w:next w:val="Normal"/>
    <w:qFormat/>
    <w:pPr>
      <w:numPr>
        <w:ilvl w:val="4"/>
        <w:numId w:val="2"/>
      </w:numPr>
      <w:spacing w:before="0"/>
      <w:outlineLvl w:val="4"/>
    </w:pPr>
    <w:rPr>
      <w:i w:val="0"/>
    </w:rPr>
  </w:style>
  <w:style w:type="paragraph" w:styleId="Titre6">
    <w:name w:val="heading 6"/>
    <w:aliases w:val="inutilisé2"/>
    <w:basedOn w:val="Titre5"/>
    <w:next w:val="Normal"/>
    <w:qFormat/>
    <w:pPr>
      <w:numPr>
        <w:ilvl w:val="5"/>
        <w:numId w:val="3"/>
      </w:numPr>
      <w:outlineLvl w:val="5"/>
    </w:pPr>
  </w:style>
  <w:style w:type="paragraph" w:styleId="Titre7">
    <w:name w:val="heading 7"/>
    <w:aliases w:val="inutilisé3"/>
    <w:basedOn w:val="Titre6"/>
    <w:next w:val="Normal"/>
    <w:qFormat/>
    <w:pPr>
      <w:numPr>
        <w:ilvl w:val="6"/>
        <w:numId w:val="4"/>
      </w:numPr>
      <w:spacing w:before="240"/>
      <w:outlineLvl w:val="6"/>
    </w:pPr>
    <w:rPr>
      <w:rFonts w:ascii="Arial" w:hAnsi="Arial"/>
      <w:sz w:val="20"/>
    </w:rPr>
  </w:style>
  <w:style w:type="paragraph" w:styleId="Titre8">
    <w:name w:val="heading 8"/>
    <w:aliases w:val="inutilisé4"/>
    <w:basedOn w:val="Normal"/>
    <w:next w:val="Normal"/>
    <w:qFormat/>
    <w:pPr>
      <w:numPr>
        <w:ilvl w:val="7"/>
        <w:numId w:val="5"/>
      </w:numPr>
      <w:spacing w:before="24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inutilisé5"/>
    <w:basedOn w:val="Normal"/>
    <w:next w:val="Normal"/>
    <w:qFormat/>
    <w:pPr>
      <w:numPr>
        <w:ilvl w:val="8"/>
        <w:numId w:val="6"/>
      </w:numPr>
      <w:spacing w:before="24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o">
    <w:name w:val="tablo"/>
    <w:basedOn w:val="Normal"/>
    <w:pPr>
      <w:jc w:val="left"/>
    </w:pPr>
    <w:rPr>
      <w:sz w:val="20"/>
    </w:rPr>
  </w:style>
  <w:style w:type="paragraph" w:customStyle="1" w:styleId="attasignatu">
    <w:name w:val="atta_signatu"/>
    <w:basedOn w:val="Normal"/>
    <w:pPr>
      <w:keepLines/>
      <w:ind w:left="1701"/>
      <w:jc w:val="center"/>
    </w:pPr>
    <w:rPr>
      <w:sz w:val="18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caps/>
    </w:rPr>
  </w:style>
  <w:style w:type="paragraph" w:styleId="En-tte">
    <w:name w:val="header"/>
    <w:basedOn w:val="Normal"/>
    <w:pPr>
      <w:jc w:val="right"/>
    </w:pPr>
    <w:rPr>
      <w:sz w:val="18"/>
    </w:rPr>
  </w:style>
  <w:style w:type="paragraph" w:styleId="Liste">
    <w:name w:val="List"/>
    <w:basedOn w:val="Normal"/>
  </w:style>
  <w:style w:type="paragraph" w:customStyle="1" w:styleId="cach">
    <w:name w:val="caché"/>
    <w:basedOn w:val="Normal"/>
    <w:pPr>
      <w:keepNext/>
      <w:tabs>
        <w:tab w:val="left" w:pos="1135"/>
        <w:tab w:val="left" w:pos="6804"/>
        <w:tab w:val="left" w:pos="9639"/>
      </w:tabs>
    </w:pPr>
    <w:rPr>
      <w:i/>
      <w:snapToGrid w:val="0"/>
      <w:vanish/>
      <w:color w:val="0000FF"/>
    </w:rPr>
  </w:style>
  <w:style w:type="paragraph" w:customStyle="1" w:styleId="Page">
    <w:name w:val="Page"/>
    <w:basedOn w:val="Normal"/>
    <w:pPr>
      <w:jc w:val="right"/>
    </w:pPr>
    <w:rPr>
      <w:sz w:val="16"/>
    </w:rPr>
  </w:style>
  <w:style w:type="paragraph" w:styleId="Pieddepage">
    <w:name w:val="footer"/>
    <w:basedOn w:val="Normal"/>
    <w:pPr>
      <w:jc w:val="right"/>
    </w:pPr>
    <w:rPr>
      <w:sz w:val="12"/>
    </w:rPr>
  </w:style>
  <w:style w:type="paragraph" w:customStyle="1" w:styleId="Suscription">
    <w:name w:val="Suscription"/>
    <w:basedOn w:val="Normal"/>
    <w:pPr>
      <w:jc w:val="left"/>
    </w:pPr>
  </w:style>
  <w:style w:type="paragraph" w:styleId="Titre">
    <w:name w:val="Title"/>
    <w:basedOn w:val="Normal"/>
    <w:qFormat/>
    <w:pPr>
      <w:spacing w:before="240" w:after="240"/>
      <w:jc w:val="center"/>
      <w:outlineLvl w:val="0"/>
    </w:pPr>
    <w:rPr>
      <w:rFonts w:ascii="Times New Roman Gras" w:hAnsi="Times New Roman Gras"/>
      <w:b/>
      <w:kern w:val="28"/>
      <w:sz w:val="36"/>
    </w:rPr>
  </w:style>
  <w:style w:type="paragraph" w:styleId="Notedebasdepage">
    <w:name w:val="footnote text"/>
    <w:basedOn w:val="Normal"/>
    <w:semiHidden/>
    <w:rPr>
      <w:sz w:val="18"/>
    </w:rPr>
  </w:style>
  <w:style w:type="paragraph" w:styleId="Notedefin">
    <w:name w:val="endnote text"/>
    <w:basedOn w:val="Normal"/>
    <w:semiHidden/>
    <w:pPr>
      <w:jc w:val="left"/>
    </w:pPr>
    <w:rPr>
      <w:sz w:val="16"/>
    </w:rPr>
  </w:style>
  <w:style w:type="paragraph" w:customStyle="1" w:styleId="Copie">
    <w:name w:val="Copie"/>
    <w:basedOn w:val="Normal"/>
    <w:pPr>
      <w:suppressAutoHyphens/>
      <w:ind w:left="57"/>
      <w:jc w:val="left"/>
    </w:pPr>
    <w:rPr>
      <w:sz w:val="18"/>
    </w:rPr>
  </w:style>
  <w:style w:type="paragraph" w:customStyle="1" w:styleId="Destinataire">
    <w:name w:val="Destinataire"/>
    <w:basedOn w:val="Normal"/>
    <w:pPr>
      <w:suppressAutoHyphens/>
      <w:spacing w:before="120"/>
      <w:ind w:left="57"/>
    </w:pPr>
    <w:rPr>
      <w:sz w:val="18"/>
    </w:rPr>
  </w:style>
  <w:style w:type="paragraph" w:customStyle="1" w:styleId="Emetteur">
    <w:name w:val="Emetteur"/>
    <w:basedOn w:val="Normal"/>
    <w:autoRedefine/>
    <w:pPr>
      <w:suppressAutoHyphens/>
      <w:spacing w:after="240"/>
      <w:ind w:left="142"/>
      <w:jc w:val="left"/>
    </w:pPr>
    <w:rPr>
      <w:noProof/>
      <w:sz w:val="16"/>
    </w:rPr>
  </w:style>
  <w:style w:type="paragraph" w:styleId="Sous-titre">
    <w:name w:val="Subtitle"/>
    <w:basedOn w:val="Normal"/>
    <w:qFormat/>
    <w:pPr>
      <w:jc w:val="center"/>
      <w:outlineLvl w:val="1"/>
    </w:pPr>
    <w:rPr>
      <w:rFonts w:ascii="Arial" w:hAnsi="Arial"/>
      <w:sz w:val="24"/>
    </w:r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caps/>
    </w:rPr>
  </w:style>
  <w:style w:type="paragraph" w:styleId="Corpsdetexte">
    <w:name w:val="Body Text"/>
    <w:basedOn w:val="Normal"/>
    <w:pPr>
      <w:spacing w:after="120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</w:rPr>
  </w:style>
  <w:style w:type="paragraph" w:styleId="Liste2">
    <w:name w:val="List 2"/>
    <w:basedOn w:val="Normal"/>
    <w:pPr>
      <w:keepNext/>
      <w:ind w:left="568" w:hanging="284"/>
    </w:pPr>
  </w:style>
  <w:style w:type="paragraph" w:styleId="Liste3">
    <w:name w:val="List 3"/>
    <w:basedOn w:val="Normal"/>
    <w:pPr>
      <w:ind w:left="851" w:hanging="284"/>
    </w:pPr>
  </w:style>
  <w:style w:type="paragraph" w:styleId="Listenumros">
    <w:name w:val="List Number"/>
    <w:basedOn w:val="Normal"/>
    <w:pPr>
      <w:numPr>
        <w:numId w:val="7"/>
      </w:numPr>
      <w:spacing w:after="120"/>
    </w:pPr>
  </w:style>
  <w:style w:type="paragraph" w:styleId="Listenumros2">
    <w:name w:val="List Number 2"/>
    <w:basedOn w:val="Normal"/>
    <w:pPr>
      <w:numPr>
        <w:numId w:val="8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9"/>
      </w:numPr>
      <w:tabs>
        <w:tab w:val="clear" w:pos="360"/>
      </w:tabs>
      <w:spacing w:after="120"/>
      <w:ind w:left="357" w:hanging="357"/>
    </w:pPr>
  </w:style>
  <w:style w:type="paragraph" w:styleId="Listepuces">
    <w:name w:val="List Bullet"/>
    <w:basedOn w:val="Normal"/>
    <w:autoRedefine/>
    <w:pPr>
      <w:numPr>
        <w:numId w:val="10"/>
      </w:numPr>
      <w:ind w:left="284" w:hanging="284"/>
    </w:pPr>
  </w:style>
  <w:style w:type="paragraph" w:styleId="Listepuces2">
    <w:name w:val="List Bullet 2"/>
    <w:basedOn w:val="Normal"/>
    <w:autoRedefine/>
    <w:pPr>
      <w:ind w:left="851" w:hanging="284"/>
    </w:pPr>
  </w:style>
  <w:style w:type="paragraph" w:styleId="Listepuces3">
    <w:name w:val="List Bullet 3"/>
    <w:basedOn w:val="Normal"/>
    <w:autoRedefine/>
    <w:pPr>
      <w:ind w:left="1134" w:hanging="284"/>
    </w:pPr>
  </w:style>
  <w:style w:type="paragraph" w:styleId="Listecontinue">
    <w:name w:val="List Continue"/>
    <w:basedOn w:val="Normal"/>
    <w:pPr>
      <w:keepLines/>
      <w:ind w:left="284"/>
    </w:pPr>
  </w:style>
  <w:style w:type="paragraph" w:styleId="Listecontinue2">
    <w:name w:val="List Continue 2"/>
    <w:basedOn w:val="Normal"/>
    <w:pPr>
      <w:keepLines/>
      <w:ind w:left="851"/>
    </w:pPr>
  </w:style>
  <w:style w:type="paragraph" w:styleId="Listecontinue3">
    <w:name w:val="List Continue 3"/>
    <w:basedOn w:val="Normal"/>
    <w:pPr>
      <w:keepLines/>
      <w:ind w:left="1701" w:hanging="1701"/>
    </w:pPr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M1">
    <w:name w:val="toc 1"/>
    <w:basedOn w:val="Normal"/>
    <w:next w:val="Normal"/>
    <w:autoRedefine/>
    <w:semiHidden/>
    <w:pPr>
      <w:tabs>
        <w:tab w:val="right" w:pos="8732"/>
      </w:tabs>
      <w:spacing w:before="60"/>
      <w:ind w:left="284" w:right="397" w:hanging="284"/>
      <w:jc w:val="left"/>
    </w:pPr>
    <w:rPr>
      <w:b/>
      <w:sz w:val="20"/>
    </w:rPr>
  </w:style>
  <w:style w:type="paragraph" w:styleId="TM2">
    <w:name w:val="toc 2"/>
    <w:basedOn w:val="Normal"/>
    <w:next w:val="Normal"/>
    <w:autoRedefine/>
    <w:semiHidden/>
    <w:pPr>
      <w:tabs>
        <w:tab w:val="right" w:pos="8732"/>
      </w:tabs>
      <w:spacing w:before="80" w:after="40"/>
      <w:ind w:left="709" w:hanging="471"/>
      <w:jc w:val="left"/>
    </w:pPr>
    <w:rPr>
      <w:sz w:val="20"/>
    </w:rPr>
  </w:style>
  <w:style w:type="paragraph" w:styleId="TM3">
    <w:name w:val="toc 3"/>
    <w:basedOn w:val="Normal"/>
    <w:next w:val="Normal"/>
    <w:autoRedefine/>
    <w:semiHidden/>
    <w:pPr>
      <w:tabs>
        <w:tab w:val="right" w:pos="8732"/>
      </w:tabs>
      <w:ind w:left="709" w:hanging="227"/>
      <w:jc w:val="left"/>
    </w:pPr>
    <w:rPr>
      <w:sz w:val="20"/>
    </w:rPr>
  </w:style>
  <w:style w:type="paragraph" w:styleId="TM4">
    <w:name w:val="toc 4"/>
    <w:basedOn w:val="Normal"/>
    <w:next w:val="Normal"/>
    <w:autoRedefine/>
    <w:semiHidden/>
    <w:pPr>
      <w:tabs>
        <w:tab w:val="right" w:pos="8732"/>
      </w:tabs>
      <w:ind w:left="993" w:hanging="273"/>
      <w:jc w:val="left"/>
    </w:pPr>
    <w:rPr>
      <w:sz w:val="20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2">
    <w:name w:val="Body Text 2"/>
    <w:basedOn w:val="Normal"/>
    <w:pPr>
      <w:jc w:val="left"/>
    </w:pPr>
    <w:rPr>
      <w:rFonts w:ascii="Arial" w:hAnsi="Arial" w:cs="Arial"/>
      <w:sz w:val="16"/>
    </w:rPr>
  </w:style>
  <w:style w:type="paragraph" w:styleId="Retraitcorpsdetexte">
    <w:name w:val="Body Text Indent"/>
    <w:basedOn w:val="Normal"/>
    <w:pPr>
      <w:ind w:left="2694"/>
    </w:pPr>
    <w:rPr>
      <w:bCs/>
      <w:sz w:val="24"/>
      <w:szCs w:val="26"/>
    </w:rPr>
  </w:style>
  <w:style w:type="paragraph" w:customStyle="1" w:styleId="Sign">
    <w:name w:val="Signé"/>
    <w:basedOn w:val="Normal"/>
    <w:pPr>
      <w:ind w:left="4678"/>
      <w:jc w:val="center"/>
    </w:pPr>
    <w:rPr>
      <w:bCs/>
      <w:sz w:val="24"/>
    </w:rPr>
  </w:style>
  <w:style w:type="paragraph" w:customStyle="1" w:styleId="1-Sous-titre">
    <w:name w:val="1 - Sous-titre"/>
    <w:basedOn w:val="Normal"/>
    <w:pPr>
      <w:numPr>
        <w:ilvl w:val="2"/>
        <w:numId w:val="11"/>
      </w:numPr>
    </w:pPr>
  </w:style>
  <w:style w:type="paragraph" w:customStyle="1" w:styleId="NormalmodlesDRG">
    <w:name w:val="Normal modèles DRG"/>
    <w:basedOn w:val="Retraitcorpsdetexte"/>
    <w:pPr>
      <w:ind w:left="0"/>
    </w:pPr>
  </w:style>
  <w:style w:type="character" w:styleId="Lienhypertexte">
    <w:name w:val="Hyperlink"/>
    <w:rPr>
      <w:color w:val="0000FF"/>
      <w:u w:val="single"/>
    </w:rPr>
  </w:style>
  <w:style w:type="paragraph" w:customStyle="1" w:styleId="Rfrences">
    <w:name w:val="Références"/>
    <w:basedOn w:val="Normal"/>
    <w:pPr>
      <w:tabs>
        <w:tab w:val="right" w:pos="1758"/>
      </w:tabs>
      <w:ind w:left="1916" w:hanging="1916"/>
    </w:pPr>
    <w:rPr>
      <w:sz w:val="24"/>
    </w:rPr>
  </w:style>
  <w:style w:type="paragraph" w:customStyle="1" w:styleId="Organisme">
    <w:name w:val="Organisme"/>
    <w:basedOn w:val="Normal"/>
    <w:pPr>
      <w:jc w:val="left"/>
    </w:pPr>
    <w:rPr>
      <w:rFonts w:ascii="Arial" w:hAnsi="Arial" w:cs="Arial"/>
      <w:sz w:val="16"/>
    </w:rPr>
  </w:style>
  <w:style w:type="paragraph" w:customStyle="1" w:styleId="p13">
    <w:name w:val="p13"/>
    <w:basedOn w:val="Normal"/>
    <w:pPr>
      <w:widowControl w:val="0"/>
      <w:tabs>
        <w:tab w:val="left" w:pos="204"/>
      </w:tabs>
      <w:autoSpaceDE w:val="0"/>
      <w:autoSpaceDN w:val="0"/>
      <w:adjustRightInd w:val="0"/>
      <w:jc w:val="left"/>
    </w:pPr>
    <w:rPr>
      <w:sz w:val="24"/>
      <w:szCs w:val="24"/>
      <w:lang w:val="en-US"/>
    </w:rPr>
  </w:style>
  <w:style w:type="paragraph" w:customStyle="1" w:styleId="p14">
    <w:name w:val="p14"/>
    <w:basedOn w:val="Normal"/>
    <w:pPr>
      <w:widowControl w:val="0"/>
      <w:tabs>
        <w:tab w:val="left" w:pos="861"/>
      </w:tabs>
      <w:autoSpaceDE w:val="0"/>
      <w:autoSpaceDN w:val="0"/>
      <w:adjustRightInd w:val="0"/>
      <w:ind w:left="579"/>
      <w:jc w:val="left"/>
    </w:pPr>
    <w:rPr>
      <w:sz w:val="24"/>
      <w:szCs w:val="24"/>
      <w:lang w:val="en-US"/>
    </w:rPr>
  </w:style>
  <w:style w:type="paragraph" w:styleId="Retraitcorpsdetexte2">
    <w:name w:val="Body Text Indent 2"/>
    <w:basedOn w:val="Normal"/>
    <w:pPr>
      <w:ind w:left="540"/>
    </w:pPr>
  </w:style>
  <w:style w:type="paragraph" w:styleId="Retraitcorpsdetexte3">
    <w:name w:val="Body Text Indent 3"/>
    <w:basedOn w:val="Normal"/>
    <w:pPr>
      <w:ind w:left="540"/>
    </w:pPr>
    <w:rPr>
      <w:b/>
      <w:bCs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Grilledutableau">
    <w:name w:val="Table Grid"/>
    <w:basedOn w:val="TableauNormal"/>
    <w:rsid w:val="00232290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rsid w:val="00505368"/>
    <w:rPr>
      <w:rFonts w:ascii="Arial" w:hAnsi="Arial" w:cs="Arial"/>
      <w:b/>
      <w:bCs/>
      <w:sz w:val="24"/>
      <w:szCs w:val="24"/>
      <w:u w:val="single"/>
    </w:rPr>
  </w:style>
  <w:style w:type="character" w:customStyle="1" w:styleId="Titre1Car">
    <w:name w:val="Titre 1 Car"/>
    <w:link w:val="Titre1"/>
    <w:rsid w:val="00C261F9"/>
    <w:rPr>
      <w:rFonts w:ascii="Arial" w:hAnsi="Arial" w:cs="Arial"/>
      <w:b/>
      <w:caps/>
      <w:kern w:val="28"/>
      <w:sz w:val="24"/>
      <w:szCs w:val="22"/>
      <w:u w:val="single"/>
    </w:rPr>
  </w:style>
  <w:style w:type="paragraph" w:customStyle="1" w:styleId="paragraphe1">
    <w:name w:val="paragraphe1"/>
    <w:basedOn w:val="Normal"/>
    <w:rsid w:val="00FB7D74"/>
    <w:pPr>
      <w:snapToGrid w:val="0"/>
    </w:pPr>
    <w:rPr>
      <w:sz w:val="20"/>
      <w:szCs w:val="20"/>
    </w:rPr>
  </w:style>
  <w:style w:type="paragraph" w:customStyle="1" w:styleId="1numro">
    <w:name w:val="1numéro"/>
    <w:basedOn w:val="Normal"/>
    <w:next w:val="paragraphe1"/>
    <w:rsid w:val="00FB7D74"/>
    <w:pPr>
      <w:spacing w:after="120"/>
      <w:jc w:val="left"/>
    </w:pPr>
    <w:rPr>
      <w:b/>
      <w:snapToGrid w:val="0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640B3"/>
    <w:pPr>
      <w:spacing w:after="200" w:line="276" w:lineRule="auto"/>
      <w:ind w:left="708"/>
      <w:jc w:val="lef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7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.cochinard\Documents\Christine\ESID-SAI\VIPEROPS\Consultations\DAF_2023_001821_CCAEM\PHASE%20CANDIDATURES\01-ELABORATION%20AAPC\Documents%20pr&#233;paratoires\Nouveau%20dossier\DAF_2023_001821_Annexe%206_ATTESTATION%20DE%20NON%20DIFFUSIO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87C2B-A199-4014-82CB-35BA54EE0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CC4796-CE0F-4591-AFFD-CBC1BC6042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2DD9CA-28E1-482D-B618-AA202AE60FC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C0A439-52A3-4FF8-9676-20792BDD1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DAF_2023_001821_Annexe 6_ATTESTATION DE NON DIFFUSION.dotx</Template>
  <TotalTime>1</TotalTime>
  <Pages>1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Remplace le transmis</vt:lpstr>
    </vt:vector>
  </TitlesOfParts>
  <Company>DTM.MED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Remplace le transmis</dc:title>
  <dc:subject/>
  <dc:creator>COCHINARD Christine SA CL EXCEPTI DEF</dc:creator>
  <cp:keywords/>
  <cp:lastModifiedBy>COCHINARD Christine SA CL EXCEPTI DEF</cp:lastModifiedBy>
  <cp:revision>1</cp:revision>
  <cp:lastPrinted>2018-07-12T10:03:00Z</cp:lastPrinted>
  <dcterms:created xsi:type="dcterms:W3CDTF">2023-11-14T13:08:00Z</dcterms:created>
  <dcterms:modified xsi:type="dcterms:W3CDTF">2023-11-14T13:09:00Z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