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4EF7A44F"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 xml:space="preserve">Lot n°1 : </w:t>
      </w:r>
      <w:r w:rsidR="00752D4A">
        <w:rPr>
          <w:rFonts w:asciiTheme="minorHAnsi" w:hAnsiTheme="minorHAnsi" w:cs="Arial"/>
          <w:b/>
          <w:sz w:val="28"/>
          <w:szCs w:val="28"/>
        </w:rPr>
        <w:t>Port de la Baule – Le Pouliguen et de Piriac-sur-Mer</w:t>
      </w:r>
    </w:p>
    <w:p w14:paraId="4CAABFF5" w14:textId="77777777" w:rsidR="00F9405D" w:rsidRDefault="00F9405D" w:rsidP="00F9405D">
      <w:pPr>
        <w:jc w:val="center"/>
        <w:rPr>
          <w:rFonts w:asciiTheme="minorHAnsi" w:hAnsiTheme="minorHAnsi" w:cs="Arial"/>
          <w:b/>
          <w:bCs/>
          <w:sz w:val="20"/>
          <w:szCs w:val="20"/>
        </w:rPr>
      </w:pPr>
      <w:r>
        <w:rPr>
          <w:rFonts w:asciiTheme="minorHAnsi" w:hAnsiTheme="minorHAnsi" w:cs="Arial"/>
          <w:b/>
          <w:bCs/>
          <w:sz w:val="20"/>
          <w:szCs w:val="20"/>
        </w:rPr>
        <w:t>SAS Loire Atlantique Nautisme</w:t>
      </w:r>
    </w:p>
    <w:p w14:paraId="4D92F9FD" w14:textId="77777777" w:rsidR="00F9405D" w:rsidRDefault="00F9405D" w:rsidP="00F9405D">
      <w:pPr>
        <w:jc w:val="center"/>
        <w:rPr>
          <w:rFonts w:asciiTheme="minorHAnsi" w:hAnsiTheme="minorHAnsi" w:cs="Arial"/>
          <w:b/>
          <w:bCs/>
          <w:sz w:val="20"/>
          <w:szCs w:val="20"/>
        </w:rPr>
      </w:pPr>
      <w:r>
        <w:rPr>
          <w:rFonts w:asciiTheme="minorHAnsi" w:hAnsiTheme="minorHAnsi" w:cs="Arial"/>
          <w:b/>
          <w:bCs/>
          <w:sz w:val="20"/>
          <w:szCs w:val="20"/>
        </w:rPr>
        <w:t>16 Quai Ernest Renaud, BP 90517, 44105 Nantes CEDEX 4</w:t>
      </w:r>
    </w:p>
    <w:p w14:paraId="1A8D438B" w14:textId="77777777" w:rsidR="00F9405D" w:rsidRDefault="00F9405D" w:rsidP="00F9405D">
      <w:pPr>
        <w:jc w:val="center"/>
        <w:rPr>
          <w:rFonts w:asciiTheme="minorHAnsi" w:hAnsiTheme="minorHAnsi" w:cs="Arial"/>
          <w:b/>
          <w:bCs/>
          <w:sz w:val="20"/>
          <w:szCs w:val="20"/>
        </w:rPr>
      </w:pPr>
      <w:r>
        <w:rPr>
          <w:rFonts w:asciiTheme="minorHAnsi" w:hAnsiTheme="minorHAnsi" w:cs="Arial"/>
          <w:b/>
          <w:bCs/>
          <w:sz w:val="20"/>
          <w:szCs w:val="20"/>
        </w:rPr>
        <w:t>Siret : 808 417 075 00013</w:t>
      </w:r>
    </w:p>
    <w:p w14:paraId="43C19076" w14:textId="77777777" w:rsidR="007A2B2E" w:rsidRPr="00B265CC" w:rsidRDefault="007A2B2E"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43C19079" w14:textId="65836027" w:rsidR="007A2B2E" w:rsidRPr="00B265CC" w:rsidRDefault="005A1417"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Pr>
          <w:rFonts w:asciiTheme="minorHAnsi" w:hAnsiTheme="minorHAnsi" w:cs="Arial"/>
          <w:b/>
          <w:sz w:val="28"/>
          <w:szCs w:val="28"/>
        </w:rPr>
        <w:t xml:space="preserve">Remise aux normes des aires de carénage des ports de plaisance </w:t>
      </w:r>
      <w:r w:rsidR="007A2B2E"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43C1907C" w14:textId="77777777" w:rsidR="007A2B2E" w:rsidRPr="00B265CC" w:rsidRDefault="007A2B2E" w:rsidP="007A2B2E">
      <w:pPr>
        <w:ind w:left="142"/>
        <w:jc w:val="center"/>
        <w:rPr>
          <w:rFonts w:asciiTheme="minorHAnsi" w:hAnsiTheme="minorHAnsi" w:cs="Arial"/>
        </w:rPr>
      </w:pPr>
      <w:r w:rsidRPr="00B265CC">
        <w:rPr>
          <w:rFonts w:asciiTheme="minorHAnsi" w:hAnsiTheme="minorHAnsi" w:cs="Arial"/>
        </w:rPr>
        <w:t>- - -</w:t>
      </w:r>
    </w:p>
    <w:p w14:paraId="43C1907D" w14:textId="77777777" w:rsidR="007A2B2E" w:rsidRPr="00B265CC" w:rsidRDefault="007A2B2E" w:rsidP="007A2B2E">
      <w:pPr>
        <w:ind w:left="142"/>
        <w:jc w:val="center"/>
        <w:rPr>
          <w:rFonts w:asciiTheme="minorHAnsi" w:hAnsiTheme="minorHAnsi" w:cs="Arial"/>
        </w:rPr>
      </w:pPr>
    </w:p>
    <w:p w14:paraId="784D1CB3" w14:textId="77777777" w:rsidR="00B265CC" w:rsidRPr="00B265CC" w:rsidRDefault="00B265CC" w:rsidP="005A1417">
      <w:pPr>
        <w:rPr>
          <w:rFonts w:asciiTheme="minorHAnsi" w:eastAsia="Arial Unicode MS" w:hAnsiTheme="minorHAnsi" w:cs="Arial"/>
          <w:b/>
          <w:bCs/>
          <w:color w:val="FF0000"/>
        </w:rPr>
      </w:pPr>
    </w:p>
    <w:p w14:paraId="5B798289" w14:textId="64C070CA"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5A1417">
        <w:rPr>
          <w:rFonts w:asciiTheme="minorHAnsi" w:eastAsia="Arial Unicode MS" w:hAnsiTheme="minorHAnsi" w:cs="Arial"/>
          <w:b/>
          <w:bCs/>
          <w:color w:val="FF0000"/>
        </w:rPr>
        <w:t xml:space="preserve"> 2023 RTPN 4051</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r w:rsidRPr="00B265CC">
        <w:rPr>
          <w:rFonts w:asciiTheme="minorHAnsi" w:eastAsia="Arial Unicode MS" w:hAnsiTheme="minorHAnsi" w:cs="Arial"/>
          <w:b/>
          <w:bCs/>
          <w:i/>
          <w:color w:val="FF0000"/>
        </w:rPr>
        <w:t>selon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7E36CC1"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89" w14:textId="030C85A4" w:rsidR="00235E22" w:rsidRPr="00B265CC" w:rsidRDefault="00235E22" w:rsidP="000B3B76">
      <w:pPr>
        <w:pStyle w:val="Pucesous-titregras"/>
        <w:numPr>
          <w:ilvl w:val="0"/>
          <w:numId w:val="3"/>
        </w:numPr>
        <w:ind w:left="851" w:hanging="284"/>
        <w:rPr>
          <w:rFonts w:asciiTheme="minorHAnsi" w:hAnsiTheme="minorHAnsi"/>
          <w:color w:val="FF0000"/>
        </w:rPr>
      </w:pPr>
      <w:r w:rsidRPr="00B265CC">
        <w:rPr>
          <w:rFonts w:asciiTheme="minorHAnsi" w:hAnsiTheme="minorHAnsi"/>
        </w:rPr>
        <w:t xml:space="preserve">Pour la </w:t>
      </w:r>
      <w:r w:rsidR="001B5DAC">
        <w:rPr>
          <w:rFonts w:asciiTheme="minorHAnsi" w:hAnsiTheme="minorHAnsi"/>
        </w:rPr>
        <w:t>SAS Loire Atlantique Nautisme</w:t>
      </w:r>
      <w:r w:rsidRPr="00B265CC">
        <w:rPr>
          <w:rFonts w:asciiTheme="minorHAnsi" w:hAnsiTheme="minorHAnsi"/>
        </w:rPr>
        <w:t> :</w:t>
      </w:r>
    </w:p>
    <w:p w14:paraId="43C1908A" w14:textId="77777777" w:rsidR="00235E22" w:rsidRPr="00B265CC" w:rsidRDefault="00235E22" w:rsidP="00235E22">
      <w:pPr>
        <w:pStyle w:val="Retraitcorpsdetexte"/>
        <w:ind w:left="567" w:right="289"/>
        <w:rPr>
          <w:rFonts w:asciiTheme="minorHAnsi" w:hAnsiTheme="minorHAnsi" w:cs="Arial"/>
          <w:b/>
          <w:sz w:val="22"/>
          <w:szCs w:val="22"/>
        </w:rPr>
      </w:pPr>
    </w:p>
    <w:p w14:paraId="43C1908B" w14:textId="6CCF9BEB" w:rsidR="00235E22" w:rsidRPr="001B5DAC" w:rsidRDefault="00235E22" w:rsidP="00E04F7D">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Représentant de la</w:t>
      </w:r>
      <w:r w:rsidR="001B5DAC">
        <w:rPr>
          <w:rFonts w:asciiTheme="minorHAnsi" w:hAnsiTheme="minorHAnsi" w:cs="Arial"/>
          <w:sz w:val="22"/>
          <w:szCs w:val="22"/>
        </w:rPr>
        <w:t xml:space="preserve"> </w:t>
      </w:r>
      <w:r w:rsidR="001B5DAC" w:rsidRPr="001B5DAC">
        <w:rPr>
          <w:rFonts w:asciiTheme="minorHAnsi" w:hAnsiTheme="minorHAnsi" w:cs="Arial"/>
          <w:b/>
          <w:bCs/>
          <w:sz w:val="22"/>
          <w:szCs w:val="22"/>
        </w:rPr>
        <w:t>SAS Loire Atlantique Nautisme</w:t>
      </w:r>
    </w:p>
    <w:p w14:paraId="7949F149" w14:textId="345A19B6" w:rsidR="009B194A" w:rsidRPr="00B265CC" w:rsidRDefault="009B194A" w:rsidP="00E04F7D">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 xml:space="preserve">N° SIRET : </w:t>
      </w:r>
      <w:r w:rsidR="001958B2">
        <w:rPr>
          <w:rFonts w:asciiTheme="minorHAnsi" w:hAnsiTheme="minorHAnsi" w:cs="Arial"/>
          <w:sz w:val="22"/>
          <w:szCs w:val="22"/>
        </w:rPr>
        <w:t>808 417 075 00013</w:t>
      </w:r>
    </w:p>
    <w:p w14:paraId="43C1908C" w14:textId="5C104D3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sidR="00BB2F4E">
        <w:rPr>
          <w:rFonts w:asciiTheme="minorHAnsi" w:hAnsiTheme="minorHAnsi" w:cs="Arial"/>
          <w:b/>
          <w:bCs/>
          <w:color w:val="0000FF"/>
          <w:sz w:val="22"/>
          <w:szCs w:val="22"/>
        </w:rPr>
        <w:t>la SAS Loire Atlantique Nautisme</w:t>
      </w:r>
    </w:p>
    <w:p w14:paraId="43C1908E"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8F"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43C19092" w14:textId="00CAA418" w:rsidR="00235E22" w:rsidRDefault="00BB2F4E"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79139246" w14:textId="77777777" w:rsidR="00BB2F4E" w:rsidRPr="00B265CC" w:rsidRDefault="00BB2F4E" w:rsidP="00235E22">
      <w:pPr>
        <w:pStyle w:val="Retraitcorpsdetexte"/>
        <w:ind w:left="567" w:right="289"/>
        <w:rPr>
          <w:rFonts w:asciiTheme="minorHAnsi" w:hAnsiTheme="minorHAnsi" w:cs="Arial"/>
          <w:b/>
          <w:color w:val="0000FF"/>
          <w:sz w:val="22"/>
          <w:szCs w:val="22"/>
        </w:rPr>
      </w:pPr>
    </w:p>
    <w:p w14:paraId="43C19093"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43C19096" w14:textId="4E0F97AA" w:rsidR="00235E22" w:rsidRDefault="00BB2F4E"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062BFBBA" w14:textId="77777777" w:rsidR="00BB2F4E" w:rsidRPr="00B265CC" w:rsidRDefault="00BB2F4E" w:rsidP="00235E22">
      <w:pPr>
        <w:pStyle w:val="Retraitcorpsdetexte"/>
        <w:ind w:left="567" w:right="289"/>
        <w:rPr>
          <w:rFonts w:asciiTheme="minorHAnsi" w:hAnsiTheme="minorHAnsi" w:cs="Arial"/>
          <w:b/>
          <w:color w:val="0000FF"/>
          <w:sz w:val="22"/>
          <w:szCs w:val="22"/>
        </w:rPr>
      </w:pPr>
    </w:p>
    <w:p w14:paraId="43C19097"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43C19099" w14:textId="6AE6BBEA" w:rsidR="00235E22" w:rsidRPr="00B265CC" w:rsidRDefault="00BB2F4E" w:rsidP="00BB2F4E">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Monsieur le Président de </w:t>
      </w:r>
      <w:r>
        <w:rPr>
          <w:rFonts w:asciiTheme="minorHAnsi" w:hAnsiTheme="minorHAnsi" w:cs="Arial"/>
          <w:b/>
          <w:bCs/>
          <w:color w:val="0000FF"/>
          <w:sz w:val="22"/>
          <w:szCs w:val="22"/>
        </w:rPr>
        <w:t>la SAS Loire Atlantique Nautisme</w:t>
      </w:r>
    </w:p>
    <w:p w14:paraId="43C190D5" w14:textId="6064BC93" w:rsidR="005A1417" w:rsidRDefault="005A1417" w:rsidP="005A1417">
      <w:pPr>
        <w:pStyle w:val="Retraitcorpsdetexte"/>
        <w:ind w:left="567" w:right="289"/>
        <w:rPr>
          <w:rFonts w:asciiTheme="minorHAnsi" w:hAnsiTheme="minorHAnsi" w:cs="Arial"/>
          <w:b/>
          <w:sz w:val="22"/>
        </w:rPr>
      </w:pPr>
    </w:p>
    <w:p w14:paraId="0E9496DA" w14:textId="77777777" w:rsidR="005A1417" w:rsidRDefault="005A1417">
      <w:pPr>
        <w:rPr>
          <w:rFonts w:asciiTheme="minorHAnsi" w:eastAsia="Times New Roman" w:hAnsiTheme="minorHAnsi" w:cs="Arial"/>
          <w:b/>
          <w:szCs w:val="20"/>
          <w:lang w:eastAsia="fr-FR"/>
        </w:rPr>
      </w:pPr>
      <w:r>
        <w:rPr>
          <w:rFonts w:asciiTheme="minorHAnsi" w:hAnsiTheme="minorHAnsi" w:cs="Arial"/>
          <w:b/>
        </w:rPr>
        <w:br w:type="page"/>
      </w:r>
    </w:p>
    <w:p w14:paraId="6D5D424E" w14:textId="77777777" w:rsidR="007A2B2E" w:rsidRPr="00B265CC" w:rsidRDefault="007A2B2E" w:rsidP="005A1417">
      <w:pPr>
        <w:pStyle w:val="Retraitcorpsdetexte"/>
        <w:ind w:left="567" w:right="289"/>
        <w:rPr>
          <w:rFonts w:asciiTheme="minorHAnsi" w:hAnsiTheme="minorHAnsi" w:cs="Arial"/>
          <w:b/>
          <w:bCs/>
          <w:color w:val="0000FF"/>
        </w:rPr>
      </w:pPr>
    </w:p>
    <w:p w14:paraId="43C190D6"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73808"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2E6D2D"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C16F9"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E1F814"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117ED"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35749"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1C2E99CA"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8434B4" w:rsidRPr="008434B4">
        <w:rPr>
          <w:rFonts w:asciiTheme="minorHAnsi" w:eastAsia="Arial Unicode MS" w:hAnsiTheme="minorHAnsi" w:cs="Arial"/>
          <w:b/>
          <w:bCs/>
          <w:color w:val="FF0000"/>
          <w:sz w:val="22"/>
          <w:szCs w:val="24"/>
        </w:rPr>
        <w:t>2023 RTPN 4051</w:t>
      </w:r>
      <w:r w:rsidR="00730DF7" w:rsidRPr="008434B4">
        <w:rPr>
          <w:rFonts w:asciiTheme="minorHAnsi" w:hAnsiTheme="minorHAnsi" w:cs="Arial"/>
          <w:bCs/>
          <w:sz w:val="28"/>
          <w:szCs w:val="28"/>
        </w:rPr>
        <w:t xml:space="preserve"> </w:t>
      </w:r>
      <w:r w:rsidR="00730DF7" w:rsidRPr="00B265CC">
        <w:rPr>
          <w:rFonts w:asciiTheme="minorHAnsi" w:hAnsiTheme="minorHAnsi" w:cs="Arial"/>
          <w:bCs/>
          <w:sz w:val="22"/>
          <w:szCs w:val="22"/>
        </w:rPr>
        <w:t>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77777777"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B265CC" w:rsidRDefault="00235E22" w:rsidP="00235E22">
      <w:pPr>
        <w:ind w:right="289"/>
        <w:rPr>
          <w:rFonts w:asciiTheme="minorHAnsi" w:hAnsiTheme="minorHAnsi" w:cs="Arial"/>
        </w:rPr>
      </w:pPr>
    </w:p>
    <w:p w14:paraId="43C19229" w14:textId="77777777" w:rsidR="00235E22" w:rsidRPr="00E41721" w:rsidRDefault="00235E22" w:rsidP="00235E22">
      <w:pPr>
        <w:ind w:right="289"/>
        <w:rPr>
          <w:rFonts w:asciiTheme="minorHAnsi" w:hAnsiTheme="minorHAnsi" w:cs="Arial"/>
          <w:bCs/>
          <w:color w:val="000000" w:themeColor="text1"/>
        </w:rPr>
      </w:pPr>
    </w:p>
    <w:p w14:paraId="1B2FD6FB" w14:textId="77777777" w:rsidR="00982F2C" w:rsidRPr="00E41721" w:rsidRDefault="00982F2C" w:rsidP="00982F2C">
      <w:pPr>
        <w:tabs>
          <w:tab w:val="right" w:leader="dot" w:pos="9639"/>
        </w:tabs>
        <w:ind w:left="567" w:right="289"/>
        <w:jc w:val="both"/>
        <w:rPr>
          <w:rFonts w:asciiTheme="minorHAnsi" w:hAnsiTheme="minorHAnsi" w:cs="Arial"/>
          <w:bCs/>
          <w:color w:val="000000" w:themeColor="text1"/>
        </w:rPr>
      </w:pPr>
      <w:r w:rsidRPr="00E41721">
        <w:rPr>
          <w:rFonts w:asciiTheme="minorHAnsi" w:hAnsiTheme="minorHAnsi" w:cs="Arial"/>
          <w:bCs/>
          <w:color w:val="000000" w:themeColor="text1"/>
        </w:rPr>
        <w:t>Après avoir pris connaissance des pièces constitutives du marché ou de l’accord-cadre suivantes,</w:t>
      </w:r>
    </w:p>
    <w:p w14:paraId="1D9A14BA" w14:textId="77777777" w:rsidR="00E41721" w:rsidRPr="00E41721" w:rsidRDefault="00E41721" w:rsidP="00982F2C">
      <w:pPr>
        <w:tabs>
          <w:tab w:val="right" w:leader="dot" w:pos="9639"/>
        </w:tabs>
        <w:ind w:left="567" w:right="289"/>
        <w:jc w:val="both"/>
        <w:rPr>
          <w:rFonts w:asciiTheme="minorHAnsi" w:hAnsiTheme="minorHAnsi" w:cs="Arial"/>
          <w:bCs/>
          <w:color w:val="000000" w:themeColor="text1"/>
        </w:rPr>
      </w:pPr>
    </w:p>
    <w:p w14:paraId="6D949F68" w14:textId="3835D121" w:rsidR="00E41721" w:rsidRPr="00E41721" w:rsidRDefault="00E41721" w:rsidP="00982F2C">
      <w:pPr>
        <w:tabs>
          <w:tab w:val="right" w:leader="dot" w:pos="9639"/>
        </w:tabs>
        <w:ind w:left="567" w:right="289"/>
        <w:jc w:val="both"/>
        <w:rPr>
          <w:rFonts w:asciiTheme="minorHAnsi" w:eastAsia="Arial Unicode MS" w:hAnsiTheme="minorHAnsi" w:cs="Arial"/>
          <w:bCs/>
          <w:color w:val="000000" w:themeColor="text1"/>
        </w:rPr>
      </w:pPr>
      <w:r w:rsidRPr="00E41721">
        <w:rPr>
          <w:rFonts w:asciiTheme="minorHAnsi" w:hAnsiTheme="minorHAnsi" w:cs="Arial"/>
          <w:bCs/>
          <w:color w:val="000000" w:themeColor="text1"/>
        </w:rPr>
        <w:t>CCAP n°</w:t>
      </w:r>
      <w:r w:rsidRPr="00E41721">
        <w:rPr>
          <w:rFonts w:asciiTheme="minorHAnsi" w:eastAsia="Arial Unicode MS" w:hAnsiTheme="minorHAnsi" w:cs="Arial"/>
          <w:bCs/>
          <w:color w:val="000000" w:themeColor="text1"/>
        </w:rPr>
        <w:t xml:space="preserve">2023 RTPN 4051, commun à tous les lots </w:t>
      </w:r>
    </w:p>
    <w:p w14:paraId="6230C4BA" w14:textId="54956820" w:rsidR="00E41721" w:rsidRPr="00E41721" w:rsidRDefault="00E41721" w:rsidP="00982F2C">
      <w:pPr>
        <w:tabs>
          <w:tab w:val="right" w:leader="dot" w:pos="9639"/>
        </w:tabs>
        <w:ind w:left="567" w:right="289"/>
        <w:jc w:val="both"/>
        <w:rPr>
          <w:rFonts w:asciiTheme="minorHAnsi" w:hAnsiTheme="minorHAnsi" w:cs="Arial"/>
          <w:bCs/>
          <w:color w:val="000000" w:themeColor="text1"/>
        </w:rPr>
      </w:pPr>
      <w:r w:rsidRPr="00E41721">
        <w:rPr>
          <w:rFonts w:asciiTheme="minorHAnsi" w:hAnsiTheme="minorHAnsi" w:cs="Arial"/>
          <w:bCs/>
          <w:color w:val="000000" w:themeColor="text1"/>
        </w:rPr>
        <w:t xml:space="preserve">CCAG Travaux du 30 mars 2021 </w:t>
      </w:r>
    </w:p>
    <w:p w14:paraId="5F6CA80F" w14:textId="77777777" w:rsidR="00E41721" w:rsidRPr="00E41721" w:rsidRDefault="00E41721" w:rsidP="00982F2C">
      <w:pPr>
        <w:tabs>
          <w:tab w:val="right" w:leader="dot" w:pos="9639"/>
        </w:tabs>
        <w:ind w:left="567" w:right="289"/>
        <w:jc w:val="both"/>
        <w:rPr>
          <w:rFonts w:asciiTheme="minorHAnsi" w:eastAsia="Arial Unicode MS" w:hAnsiTheme="minorHAnsi" w:cs="Arial"/>
          <w:bCs/>
          <w:color w:val="000000" w:themeColor="text1"/>
        </w:rPr>
      </w:pPr>
      <w:r w:rsidRPr="00E41721">
        <w:rPr>
          <w:rFonts w:asciiTheme="minorHAnsi" w:hAnsiTheme="minorHAnsi" w:cs="Arial"/>
          <w:bCs/>
          <w:color w:val="000000" w:themeColor="text1"/>
        </w:rPr>
        <w:t>CCTP n°</w:t>
      </w:r>
      <w:r w:rsidRPr="00E41721">
        <w:rPr>
          <w:rFonts w:asciiTheme="minorHAnsi" w:eastAsia="Arial Unicode MS" w:hAnsiTheme="minorHAnsi" w:cs="Arial"/>
          <w:bCs/>
          <w:color w:val="000000" w:themeColor="text1"/>
        </w:rPr>
        <w:t xml:space="preserve">2023 RTPN 4051, commun à tous les lots </w:t>
      </w:r>
    </w:p>
    <w:p w14:paraId="5CE2EDFF" w14:textId="06C3FA96" w:rsidR="00E41721" w:rsidRPr="00E41721" w:rsidRDefault="00E41721" w:rsidP="00982F2C">
      <w:pPr>
        <w:tabs>
          <w:tab w:val="right" w:leader="dot" w:pos="9639"/>
        </w:tabs>
        <w:ind w:left="567" w:right="289"/>
        <w:jc w:val="both"/>
        <w:rPr>
          <w:rFonts w:asciiTheme="minorHAnsi" w:hAnsiTheme="minorHAnsi" w:cs="Arial"/>
          <w:bCs/>
          <w:color w:val="000000" w:themeColor="text1"/>
        </w:rPr>
      </w:pPr>
      <w:r w:rsidRPr="00E41721">
        <w:rPr>
          <w:rFonts w:asciiTheme="minorHAnsi" w:hAnsiTheme="minorHAnsi" w:cs="Arial"/>
          <w:bCs/>
          <w:color w:val="000000" w:themeColor="text1"/>
        </w:rPr>
        <w:t>DPGF n°</w:t>
      </w:r>
      <w:r w:rsidRPr="00E41721">
        <w:rPr>
          <w:rFonts w:asciiTheme="minorHAnsi" w:eastAsia="Arial Unicode MS" w:hAnsiTheme="minorHAnsi" w:cs="Arial"/>
          <w:bCs/>
          <w:color w:val="000000" w:themeColor="text1"/>
        </w:rPr>
        <w:t>2023 RTPN 4051, lot 1</w:t>
      </w:r>
      <w:r w:rsidRPr="00E41721">
        <w:rPr>
          <w:rFonts w:asciiTheme="minorHAnsi" w:hAnsiTheme="minorHAnsi" w:cs="Arial"/>
          <w:bCs/>
          <w:color w:val="000000" w:themeColor="text1"/>
        </w:rPr>
        <w:t xml:space="preserve"> </w:t>
      </w:r>
    </w:p>
    <w:p w14:paraId="19EEE474" w14:textId="77777777" w:rsidR="00982F2C" w:rsidRPr="00E41721"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41721" w:rsidRDefault="00982F2C" w:rsidP="00982F2C">
      <w:pPr>
        <w:tabs>
          <w:tab w:val="right" w:leader="dot" w:pos="9639"/>
        </w:tabs>
        <w:ind w:left="567" w:right="289"/>
        <w:jc w:val="both"/>
        <w:rPr>
          <w:rFonts w:asciiTheme="minorHAnsi" w:hAnsiTheme="minorHAnsi" w:cs="Arial"/>
          <w:bCs/>
          <w:color w:val="000000" w:themeColor="text1"/>
        </w:rPr>
      </w:pPr>
      <w:r w:rsidRPr="00E41721">
        <w:rPr>
          <w:rFonts w:asciiTheme="minorHAnsi" w:hAnsiTheme="minorHAnsi" w:cs="Arial"/>
          <w:bCs/>
          <w:color w:val="000000" w:themeColor="text1"/>
        </w:rPr>
        <w:t>et conformément à leurs clauses,</w:t>
      </w:r>
    </w:p>
    <w:p w14:paraId="475C52CC" w14:textId="77777777" w:rsidR="00982F2C" w:rsidRPr="00E41721" w:rsidRDefault="00982F2C" w:rsidP="00982F2C">
      <w:pPr>
        <w:tabs>
          <w:tab w:val="right" w:leader="dot" w:pos="9639"/>
        </w:tabs>
        <w:ind w:left="567" w:right="289"/>
        <w:jc w:val="both"/>
        <w:rPr>
          <w:rFonts w:asciiTheme="minorHAnsi" w:hAnsiTheme="minorHAnsi" w:cs="Arial"/>
          <w:bCs/>
          <w:color w:val="000000" w:themeColor="text1"/>
        </w:rPr>
      </w:pPr>
    </w:p>
    <w:p w14:paraId="43C1922D" w14:textId="5289E24F" w:rsidR="00235E22" w:rsidRPr="00E41721" w:rsidRDefault="00982F2C" w:rsidP="00982F2C">
      <w:pPr>
        <w:tabs>
          <w:tab w:val="right" w:leader="dot" w:pos="9639"/>
        </w:tabs>
        <w:ind w:left="567" w:right="289"/>
        <w:jc w:val="both"/>
        <w:rPr>
          <w:rFonts w:asciiTheme="minorHAnsi" w:hAnsiTheme="minorHAnsi" w:cs="Arial"/>
          <w:bCs/>
          <w:color w:val="000000" w:themeColor="text1"/>
        </w:rPr>
      </w:pPr>
      <w:r w:rsidRPr="00E41721">
        <w:rPr>
          <w:rFonts w:asciiTheme="minorHAnsi" w:hAnsiTheme="minorHAnsi" w:cs="Arial"/>
          <w:bCs/>
          <w:color w:val="000000" w:themeColor="text1"/>
        </w:rPr>
        <w:t xml:space="preserve">M'ENGAGE, sans réserve, conformément aux conditions, clauses et prescriptions imposées par le présent marché N° </w:t>
      </w:r>
      <w:r w:rsidR="00E41721" w:rsidRPr="00E41721">
        <w:rPr>
          <w:rFonts w:asciiTheme="minorHAnsi" w:eastAsia="Arial Unicode MS" w:hAnsiTheme="minorHAnsi" w:cs="Arial"/>
          <w:bCs/>
          <w:color w:val="000000" w:themeColor="text1"/>
        </w:rPr>
        <w:t>2023 RTPN 4051</w:t>
      </w:r>
      <w:r w:rsidRPr="00E41721">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50"/>
        <w:gridCol w:w="5710"/>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0EC77AC8" w:rsidR="005A6C77" w:rsidRPr="00B265CC" w:rsidRDefault="00EF5A26"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Port de la Baule – Le Pouligue</w:t>
            </w:r>
            <w:r w:rsidR="00CF5085">
              <w:rPr>
                <w:rFonts w:asciiTheme="minorHAnsi" w:hAnsiTheme="minorHAnsi" w:cs="Lucida Sans Unicode"/>
                <w:b/>
                <w:sz w:val="24"/>
              </w:rPr>
              <w:t>n</w:t>
            </w:r>
          </w:p>
          <w:p w14:paraId="43C19234" w14:textId="0CA4D8BC"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 xml:space="preserve">Montant </w:t>
            </w:r>
            <w:r w:rsidR="005A74DD">
              <w:rPr>
                <w:rFonts w:asciiTheme="minorHAnsi" w:hAnsiTheme="minorHAnsi" w:cs="Lucida Sans Unicode"/>
                <w:b/>
                <w:sz w:val="24"/>
              </w:rPr>
              <w:t>forfaitaire</w:t>
            </w:r>
            <w:r w:rsidRPr="00B265CC">
              <w:rPr>
                <w:rFonts w:asciiTheme="minorHAnsi" w:hAnsiTheme="minorHAnsi" w:cs="Lucida Sans Unicode"/>
                <w:b/>
                <w:sz w:val="24"/>
              </w:rPr>
              <w:t xml:space="preserve"> 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tbl>
      <w:tblPr>
        <w:tblStyle w:val="Grilledutableau"/>
        <w:tblW w:w="0" w:type="auto"/>
        <w:tblLook w:val="04A0" w:firstRow="1" w:lastRow="0" w:firstColumn="1" w:lastColumn="0" w:noHBand="0" w:noVBand="1"/>
      </w:tblPr>
      <w:tblGrid>
        <w:gridCol w:w="3347"/>
        <w:gridCol w:w="5713"/>
      </w:tblGrid>
      <w:tr w:rsidR="005A6C77" w:rsidRPr="00B265CC" w14:paraId="43C19247"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44" w14:textId="77777777" w:rsidR="005A6C77" w:rsidRPr="00B265CC" w:rsidRDefault="005A6C77" w:rsidP="00B265CC">
            <w:pPr>
              <w:tabs>
                <w:tab w:val="left" w:pos="1200"/>
              </w:tabs>
              <w:spacing w:line="240" w:lineRule="exact"/>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45" w14:textId="15D41F72" w:rsidR="005A6C77" w:rsidRPr="00B265CC" w:rsidRDefault="00CF5085" w:rsidP="00B265CC">
            <w:pPr>
              <w:tabs>
                <w:tab w:val="left" w:pos="1200"/>
              </w:tabs>
              <w:spacing w:line="240" w:lineRule="exact"/>
              <w:jc w:val="center"/>
              <w:rPr>
                <w:rFonts w:asciiTheme="minorHAnsi" w:hAnsiTheme="minorHAnsi" w:cs="Lucida Sans Unicode"/>
                <w:b/>
                <w:sz w:val="24"/>
              </w:rPr>
            </w:pPr>
            <w:r>
              <w:rPr>
                <w:rFonts w:asciiTheme="minorHAnsi" w:hAnsiTheme="minorHAnsi" w:cs="Lucida Sans Unicode"/>
                <w:b/>
                <w:sz w:val="24"/>
              </w:rPr>
              <w:t>Port de Piriac</w:t>
            </w:r>
          </w:p>
          <w:p w14:paraId="43C19246" w14:textId="3C3C9510" w:rsidR="005A6C77" w:rsidRPr="00B265CC" w:rsidRDefault="005A6C77" w:rsidP="00B265CC">
            <w:pPr>
              <w:tabs>
                <w:tab w:val="left" w:pos="1200"/>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5A74DD">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4A"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48" w14:textId="77777777" w:rsidR="005A6C77" w:rsidRPr="00B265CC" w:rsidRDefault="005A6C77" w:rsidP="00B265C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49" w14:textId="77777777" w:rsidR="005A6C77" w:rsidRPr="00B265CC" w:rsidRDefault="005A6C77" w:rsidP="00B265CC">
            <w:pPr>
              <w:tabs>
                <w:tab w:val="left" w:pos="1200"/>
              </w:tabs>
              <w:spacing w:line="240" w:lineRule="exact"/>
              <w:jc w:val="both"/>
              <w:rPr>
                <w:rFonts w:asciiTheme="minorHAnsi" w:hAnsiTheme="minorHAnsi" w:cs="Lucida Sans Unicode"/>
                <w:sz w:val="24"/>
              </w:rPr>
            </w:pPr>
          </w:p>
        </w:tc>
      </w:tr>
      <w:tr w:rsidR="005A6C77" w:rsidRPr="00B265CC" w14:paraId="43C1924D"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4B" w14:textId="2ACDD934" w:rsidR="005A6C77" w:rsidRPr="00B265CC" w:rsidRDefault="00293BF0" w:rsidP="00B265C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43C1924C" w14:textId="77777777" w:rsidR="005A6C77" w:rsidRPr="00B265CC" w:rsidRDefault="005A6C77" w:rsidP="00B265CC">
            <w:pPr>
              <w:tabs>
                <w:tab w:val="left" w:pos="1200"/>
              </w:tabs>
              <w:spacing w:line="240" w:lineRule="exact"/>
              <w:jc w:val="both"/>
              <w:rPr>
                <w:rFonts w:asciiTheme="minorHAnsi" w:hAnsiTheme="minorHAnsi" w:cs="Lucida Sans Unicode"/>
                <w:sz w:val="24"/>
              </w:rPr>
            </w:pPr>
          </w:p>
        </w:tc>
      </w:tr>
      <w:tr w:rsidR="005A6C77" w:rsidRPr="00B265CC" w14:paraId="43C19250"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4E" w14:textId="77777777" w:rsidR="005A6C77" w:rsidRPr="00B265CC" w:rsidRDefault="005A6C77" w:rsidP="00B265C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4F" w14:textId="77777777" w:rsidR="005A6C77" w:rsidRPr="00B265CC" w:rsidRDefault="005A6C77" w:rsidP="00B265CC">
            <w:pPr>
              <w:tabs>
                <w:tab w:val="left" w:pos="1200"/>
              </w:tabs>
              <w:spacing w:line="240" w:lineRule="exact"/>
              <w:jc w:val="both"/>
              <w:rPr>
                <w:rFonts w:asciiTheme="minorHAnsi" w:hAnsiTheme="minorHAnsi" w:cs="Lucida Sans Unicode"/>
                <w:sz w:val="24"/>
              </w:rPr>
            </w:pPr>
          </w:p>
        </w:tc>
      </w:tr>
      <w:tr w:rsidR="005A6C77" w:rsidRPr="00B265CC" w14:paraId="43C19253"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51" w14:textId="77777777" w:rsidR="005A6C77" w:rsidRPr="00B265CC" w:rsidRDefault="005A6C77" w:rsidP="00B265C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52" w14:textId="77777777" w:rsidR="005A6C77" w:rsidRPr="00B265CC" w:rsidRDefault="005A6C77" w:rsidP="00B265CC">
            <w:pPr>
              <w:tabs>
                <w:tab w:val="left" w:pos="1200"/>
              </w:tabs>
              <w:spacing w:line="240" w:lineRule="exact"/>
              <w:jc w:val="both"/>
              <w:rPr>
                <w:rFonts w:asciiTheme="minorHAnsi" w:hAnsiTheme="minorHAnsi" w:cs="Lucida Sans Unicode"/>
                <w:sz w:val="24"/>
              </w:rPr>
            </w:pPr>
          </w:p>
        </w:tc>
      </w:tr>
    </w:tbl>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tbl>
      <w:tblPr>
        <w:tblStyle w:val="Grilledutableau"/>
        <w:tblW w:w="0" w:type="auto"/>
        <w:tblLook w:val="04A0" w:firstRow="1" w:lastRow="0" w:firstColumn="1" w:lastColumn="0" w:noHBand="0" w:noVBand="1"/>
      </w:tblPr>
      <w:tblGrid>
        <w:gridCol w:w="3325"/>
        <w:gridCol w:w="5735"/>
      </w:tblGrid>
      <w:tr w:rsidR="00E714B1" w:rsidRPr="00B265CC" w14:paraId="6BD64BC5" w14:textId="77777777" w:rsidTr="0013698C">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31DDC41E" w14:textId="77777777" w:rsidR="00E714B1" w:rsidRPr="00B265CC" w:rsidRDefault="00E714B1" w:rsidP="0013698C">
            <w:pPr>
              <w:tabs>
                <w:tab w:val="left" w:pos="1200"/>
              </w:tabs>
              <w:spacing w:line="240" w:lineRule="exact"/>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23B993EF" w14:textId="11B7E3E1" w:rsidR="00E714B1" w:rsidRPr="00B265CC" w:rsidRDefault="00E714B1" w:rsidP="0013698C">
            <w:pPr>
              <w:tabs>
                <w:tab w:val="left" w:pos="1200"/>
              </w:tabs>
              <w:spacing w:line="240" w:lineRule="exact"/>
              <w:jc w:val="center"/>
              <w:rPr>
                <w:rFonts w:asciiTheme="minorHAnsi" w:hAnsiTheme="minorHAnsi" w:cs="Lucida Sans Unicode"/>
                <w:b/>
                <w:sz w:val="24"/>
              </w:rPr>
            </w:pPr>
            <w:r>
              <w:rPr>
                <w:rFonts w:asciiTheme="minorHAnsi" w:hAnsiTheme="minorHAnsi" w:cs="Lucida Sans Unicode"/>
                <w:b/>
                <w:sz w:val="24"/>
              </w:rPr>
              <w:t>PSE 1 MAINTENANCE EXPLOITATION LA BAULLE</w:t>
            </w:r>
          </w:p>
          <w:p w14:paraId="216CF3EB" w14:textId="77777777" w:rsidR="00E714B1" w:rsidRPr="00B265CC" w:rsidRDefault="00E714B1" w:rsidP="0013698C">
            <w:pPr>
              <w:tabs>
                <w:tab w:val="left" w:pos="1200"/>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E714B1" w:rsidRPr="00B265CC" w14:paraId="7F4D22FE" w14:textId="77777777" w:rsidTr="0013698C">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1725B6C3" w14:textId="77777777" w:rsidR="00E714B1" w:rsidRPr="00B265CC" w:rsidRDefault="00E714B1" w:rsidP="0013698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1CE1036D" w14:textId="77777777" w:rsidR="00E714B1" w:rsidRPr="00B265CC" w:rsidRDefault="00E714B1" w:rsidP="0013698C">
            <w:pPr>
              <w:tabs>
                <w:tab w:val="left" w:pos="1200"/>
              </w:tabs>
              <w:spacing w:line="240" w:lineRule="exact"/>
              <w:jc w:val="both"/>
              <w:rPr>
                <w:rFonts w:asciiTheme="minorHAnsi" w:hAnsiTheme="minorHAnsi" w:cs="Lucida Sans Unicode"/>
                <w:sz w:val="24"/>
              </w:rPr>
            </w:pPr>
          </w:p>
        </w:tc>
      </w:tr>
      <w:tr w:rsidR="00E714B1" w:rsidRPr="00B265CC" w14:paraId="6809CBBF" w14:textId="77777777" w:rsidTr="0013698C">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D446588" w14:textId="77777777" w:rsidR="00E714B1" w:rsidRPr="00B265CC" w:rsidRDefault="00E714B1" w:rsidP="0013698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53F7E49A" w14:textId="77777777" w:rsidR="00E714B1" w:rsidRPr="00B265CC" w:rsidRDefault="00E714B1" w:rsidP="0013698C">
            <w:pPr>
              <w:tabs>
                <w:tab w:val="left" w:pos="1200"/>
              </w:tabs>
              <w:spacing w:line="240" w:lineRule="exact"/>
              <w:jc w:val="both"/>
              <w:rPr>
                <w:rFonts w:asciiTheme="minorHAnsi" w:hAnsiTheme="minorHAnsi" w:cs="Lucida Sans Unicode"/>
                <w:sz w:val="24"/>
              </w:rPr>
            </w:pPr>
          </w:p>
        </w:tc>
      </w:tr>
      <w:tr w:rsidR="00E714B1" w:rsidRPr="00B265CC" w14:paraId="5913B77E" w14:textId="77777777" w:rsidTr="0013698C">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5ADA5C7D" w14:textId="77777777" w:rsidR="00E714B1" w:rsidRPr="00B265CC" w:rsidRDefault="00E714B1" w:rsidP="0013698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061B1C27" w14:textId="77777777" w:rsidR="00E714B1" w:rsidRPr="00B265CC" w:rsidRDefault="00E714B1" w:rsidP="0013698C">
            <w:pPr>
              <w:tabs>
                <w:tab w:val="left" w:pos="1200"/>
              </w:tabs>
              <w:spacing w:line="240" w:lineRule="exact"/>
              <w:jc w:val="both"/>
              <w:rPr>
                <w:rFonts w:asciiTheme="minorHAnsi" w:hAnsiTheme="minorHAnsi" w:cs="Lucida Sans Unicode"/>
                <w:sz w:val="24"/>
              </w:rPr>
            </w:pPr>
          </w:p>
        </w:tc>
      </w:tr>
      <w:tr w:rsidR="00E714B1" w:rsidRPr="00B265CC" w14:paraId="0D6F196C" w14:textId="77777777" w:rsidTr="0013698C">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647346DF" w14:textId="77777777" w:rsidR="00E714B1" w:rsidRPr="00B265CC" w:rsidRDefault="00E714B1" w:rsidP="0013698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3572BAA5" w14:textId="77777777" w:rsidR="00E714B1" w:rsidRPr="00B265CC" w:rsidRDefault="00E714B1" w:rsidP="0013698C">
            <w:pPr>
              <w:tabs>
                <w:tab w:val="left" w:pos="1200"/>
              </w:tabs>
              <w:spacing w:line="240" w:lineRule="exact"/>
              <w:jc w:val="both"/>
              <w:rPr>
                <w:rFonts w:asciiTheme="minorHAnsi" w:hAnsiTheme="minorHAnsi" w:cs="Lucida Sans Unicode"/>
                <w:sz w:val="24"/>
              </w:rPr>
            </w:pPr>
          </w:p>
        </w:tc>
      </w:tr>
    </w:tbl>
    <w:p w14:paraId="43C19255" w14:textId="56EEC2EC" w:rsidR="005A6C77" w:rsidRPr="00E714B1" w:rsidRDefault="005A6C77" w:rsidP="00E714B1">
      <w:pPr>
        <w:tabs>
          <w:tab w:val="right" w:leader="dot" w:pos="9639"/>
        </w:tabs>
        <w:ind w:right="289"/>
        <w:jc w:val="both"/>
        <w:rPr>
          <w:rFonts w:asciiTheme="minorHAnsi" w:hAnsiTheme="minorHAnsi" w:cs="Lucida Sans Unicode"/>
          <w:b/>
          <w:bCs/>
          <w:sz w:val="20"/>
        </w:rPr>
      </w:pPr>
    </w:p>
    <w:tbl>
      <w:tblPr>
        <w:tblStyle w:val="Grilledutableau"/>
        <w:tblW w:w="0" w:type="auto"/>
        <w:tblLook w:val="04A0" w:firstRow="1" w:lastRow="0" w:firstColumn="1" w:lastColumn="0" w:noHBand="0" w:noVBand="1"/>
      </w:tblPr>
      <w:tblGrid>
        <w:gridCol w:w="3325"/>
        <w:gridCol w:w="5735"/>
      </w:tblGrid>
      <w:tr w:rsidR="00E714B1" w:rsidRPr="00B265CC" w14:paraId="7682685C" w14:textId="77777777" w:rsidTr="0013698C">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5892636E" w14:textId="77777777" w:rsidR="00E714B1" w:rsidRPr="00B265CC" w:rsidRDefault="00E714B1" w:rsidP="0013698C">
            <w:pPr>
              <w:tabs>
                <w:tab w:val="left" w:pos="1200"/>
              </w:tabs>
              <w:spacing w:line="240" w:lineRule="exact"/>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02FD4BC1" w14:textId="37D176BB" w:rsidR="00E714B1" w:rsidRPr="00B265CC" w:rsidRDefault="00E714B1" w:rsidP="0013698C">
            <w:pPr>
              <w:tabs>
                <w:tab w:val="left" w:pos="1200"/>
              </w:tabs>
              <w:spacing w:line="240" w:lineRule="exact"/>
              <w:jc w:val="center"/>
              <w:rPr>
                <w:rFonts w:asciiTheme="minorHAnsi" w:hAnsiTheme="minorHAnsi" w:cs="Lucida Sans Unicode"/>
                <w:b/>
                <w:sz w:val="24"/>
              </w:rPr>
            </w:pPr>
            <w:r>
              <w:rPr>
                <w:rFonts w:asciiTheme="minorHAnsi" w:hAnsiTheme="minorHAnsi" w:cs="Lucida Sans Unicode"/>
                <w:b/>
                <w:sz w:val="24"/>
              </w:rPr>
              <w:t>PSE 1 MAINTENANCE EXPLOITATION PIRIAC</w:t>
            </w:r>
          </w:p>
          <w:p w14:paraId="4A4FE7F4" w14:textId="77777777" w:rsidR="00E714B1" w:rsidRPr="00B265CC" w:rsidRDefault="00E714B1" w:rsidP="0013698C">
            <w:pPr>
              <w:tabs>
                <w:tab w:val="left" w:pos="1200"/>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E714B1" w:rsidRPr="00B265CC" w14:paraId="2F74CE68" w14:textId="77777777" w:rsidTr="0013698C">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03EA97C6" w14:textId="77777777" w:rsidR="00E714B1" w:rsidRPr="00B265CC" w:rsidRDefault="00E714B1" w:rsidP="0013698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59CD2E44" w14:textId="77777777" w:rsidR="00E714B1" w:rsidRPr="00B265CC" w:rsidRDefault="00E714B1" w:rsidP="0013698C">
            <w:pPr>
              <w:tabs>
                <w:tab w:val="left" w:pos="1200"/>
              </w:tabs>
              <w:spacing w:line="240" w:lineRule="exact"/>
              <w:jc w:val="both"/>
              <w:rPr>
                <w:rFonts w:asciiTheme="minorHAnsi" w:hAnsiTheme="minorHAnsi" w:cs="Lucida Sans Unicode"/>
                <w:sz w:val="24"/>
              </w:rPr>
            </w:pPr>
          </w:p>
        </w:tc>
      </w:tr>
      <w:tr w:rsidR="00E714B1" w:rsidRPr="00B265CC" w14:paraId="12988BD4" w14:textId="77777777" w:rsidTr="0013698C">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2F1F2E3E" w14:textId="77777777" w:rsidR="00E714B1" w:rsidRPr="00B265CC" w:rsidRDefault="00E714B1" w:rsidP="0013698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TVA (20 %)</w:t>
            </w:r>
          </w:p>
        </w:tc>
        <w:tc>
          <w:tcPr>
            <w:tcW w:w="6416" w:type="dxa"/>
            <w:tcBorders>
              <w:top w:val="single" w:sz="4" w:space="0" w:color="auto"/>
              <w:left w:val="single" w:sz="4" w:space="0" w:color="auto"/>
              <w:bottom w:val="single" w:sz="4" w:space="0" w:color="auto"/>
              <w:right w:val="single" w:sz="4" w:space="0" w:color="auto"/>
            </w:tcBorders>
          </w:tcPr>
          <w:p w14:paraId="5A3DDEC8" w14:textId="77777777" w:rsidR="00E714B1" w:rsidRPr="00B265CC" w:rsidRDefault="00E714B1" w:rsidP="0013698C">
            <w:pPr>
              <w:tabs>
                <w:tab w:val="left" w:pos="1200"/>
              </w:tabs>
              <w:spacing w:line="240" w:lineRule="exact"/>
              <w:jc w:val="both"/>
              <w:rPr>
                <w:rFonts w:asciiTheme="minorHAnsi" w:hAnsiTheme="minorHAnsi" w:cs="Lucida Sans Unicode"/>
                <w:sz w:val="24"/>
              </w:rPr>
            </w:pPr>
          </w:p>
        </w:tc>
      </w:tr>
      <w:tr w:rsidR="00E714B1" w:rsidRPr="00B265CC" w14:paraId="68E0A265" w14:textId="77777777" w:rsidTr="0013698C">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01391072" w14:textId="77777777" w:rsidR="00E714B1" w:rsidRPr="00B265CC" w:rsidRDefault="00E714B1" w:rsidP="0013698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0538A362" w14:textId="77777777" w:rsidR="00E714B1" w:rsidRPr="00B265CC" w:rsidRDefault="00E714B1" w:rsidP="0013698C">
            <w:pPr>
              <w:tabs>
                <w:tab w:val="left" w:pos="1200"/>
              </w:tabs>
              <w:spacing w:line="240" w:lineRule="exact"/>
              <w:jc w:val="both"/>
              <w:rPr>
                <w:rFonts w:asciiTheme="minorHAnsi" w:hAnsiTheme="minorHAnsi" w:cs="Lucida Sans Unicode"/>
                <w:sz w:val="24"/>
              </w:rPr>
            </w:pPr>
          </w:p>
        </w:tc>
      </w:tr>
      <w:tr w:rsidR="00E714B1" w:rsidRPr="00B265CC" w14:paraId="4FD7A20E" w14:textId="77777777" w:rsidTr="0013698C">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0CC2E015" w14:textId="77777777" w:rsidR="00E714B1" w:rsidRPr="00B265CC" w:rsidRDefault="00E714B1" w:rsidP="0013698C">
            <w:pPr>
              <w:tabs>
                <w:tab w:val="left" w:pos="1200"/>
              </w:tabs>
              <w:spacing w:line="240" w:lineRule="exact"/>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2B1B429F" w14:textId="77777777" w:rsidR="00E714B1" w:rsidRPr="00B265CC" w:rsidRDefault="00E714B1" w:rsidP="0013698C">
            <w:pPr>
              <w:tabs>
                <w:tab w:val="left" w:pos="1200"/>
              </w:tabs>
              <w:spacing w:line="240" w:lineRule="exact"/>
              <w:jc w:val="both"/>
              <w:rPr>
                <w:rFonts w:asciiTheme="minorHAnsi" w:hAnsiTheme="minorHAnsi" w:cs="Lucida Sans Unicode"/>
                <w:sz w:val="24"/>
              </w:rPr>
            </w:pPr>
          </w:p>
        </w:tc>
      </w:tr>
    </w:tbl>
    <w:p w14:paraId="43C19266" w14:textId="17DB7133"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lastRenderedPageBreak/>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0" w14:textId="77777777" w:rsidR="00235E22" w:rsidRPr="00B265CC" w:rsidRDefault="00235E22" w:rsidP="0085223B">
      <w:pPr>
        <w:tabs>
          <w:tab w:val="left" w:pos="1200"/>
        </w:tabs>
        <w:spacing w:line="240" w:lineRule="exact"/>
        <w:ind w:right="289"/>
        <w:jc w:val="both"/>
        <w:rPr>
          <w:rFonts w:asciiTheme="minorHAnsi" w:hAnsiTheme="minorHAnsi" w:cs="Arial"/>
        </w:rPr>
      </w:pPr>
    </w:p>
    <w:p w14:paraId="43C19311" w14:textId="24341D6D"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85223B">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50A12DE8"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85223B">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081A6228"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85223B">
        <w:rPr>
          <w:rFonts w:asciiTheme="minorHAnsi" w:hAnsiTheme="minorHAnsi" w:cs="Arial"/>
        </w:rPr>
        <w:t>la SAS LAN</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6BD97A77" w:rsidR="00235E22" w:rsidRPr="00B265CC" w:rsidRDefault="00536C10" w:rsidP="00570324">
      <w:pPr>
        <w:pStyle w:val="Titre1"/>
        <w:rPr>
          <w:rFonts w:asciiTheme="minorHAnsi" w:hAnsiTheme="minorHAnsi"/>
        </w:rPr>
      </w:pPr>
      <w:r>
        <w:rPr>
          <w:rFonts w:asciiTheme="minorHAnsi" w:hAnsiTheme="minorHAnsi"/>
        </w:rPr>
        <w:t xml:space="preserve">ARTICLE </w:t>
      </w:r>
      <w:r w:rsidR="0085223B">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2EB1BAAB" w:rsidR="00235E22" w:rsidRPr="00B265CC" w:rsidRDefault="0085223B" w:rsidP="00570324">
      <w:pPr>
        <w:tabs>
          <w:tab w:val="left" w:pos="1701"/>
        </w:tabs>
        <w:ind w:right="289"/>
        <w:jc w:val="both"/>
        <w:rPr>
          <w:rFonts w:asciiTheme="minorHAnsi" w:hAnsiTheme="minorHAnsi" w:cs="Arial"/>
          <w:b/>
        </w:rPr>
      </w:pPr>
      <w:r>
        <w:rPr>
          <w:rFonts w:asciiTheme="minorHAnsi" w:hAnsiTheme="minorHAnsi" w:cs="Arial"/>
          <w:b/>
        </w:rPr>
        <w:t>La SAS LAN</w:t>
      </w:r>
      <w:r w:rsidR="00235E22" w:rsidRPr="00B265CC">
        <w:rPr>
          <w:rFonts w:asciiTheme="minorHAnsi" w:hAnsiTheme="minorHAnsi" w:cs="Arial"/>
          <w:b/>
        </w:rPr>
        <w:t xml:space="preserve"> </w:t>
      </w:r>
      <w:r w:rsidR="00F9405D">
        <w:rPr>
          <w:rFonts w:asciiTheme="minorHAnsi" w:hAnsiTheme="minorHAnsi" w:cs="Arial"/>
          <w:b/>
        </w:rPr>
        <w:t>se libère</w:t>
      </w:r>
      <w:r w:rsidR="00235E22" w:rsidRPr="00B265CC">
        <w:rPr>
          <w:rFonts w:asciiTheme="minorHAnsi" w:hAnsiTheme="minorHAnsi" w:cs="Arial"/>
          <w:b/>
        </w:rPr>
        <w:t xml:space="preserve">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0" w14:textId="77777777" w:rsidR="009B6303" w:rsidRPr="00B265CC" w:rsidRDefault="009B6303" w:rsidP="00570324">
      <w:pPr>
        <w:spacing w:after="240" w:line="240" w:lineRule="exact"/>
        <w:ind w:right="289"/>
        <w:jc w:val="both"/>
        <w:rPr>
          <w:rFonts w:asciiTheme="minorHAnsi" w:hAnsiTheme="minorHAnsi" w:cs="Arial"/>
          <w:b/>
        </w:rPr>
      </w:pP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lastRenderedPageBreak/>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C3499E6"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85223B">
        <w:rPr>
          <w:rFonts w:asciiTheme="minorHAnsi" w:hAnsiTheme="minorHAnsi"/>
        </w:rPr>
        <w:t>7</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F9405D">
        <w:rPr>
          <w:rFonts w:asciiTheme="minorHAnsi" w:hAnsiTheme="minorHAnsi" w:cs="Arial"/>
        </w:rPr>
      </w:r>
      <w:r w:rsidR="00F9405D">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F9405D">
        <w:rPr>
          <w:rFonts w:asciiTheme="minorHAnsi" w:hAnsiTheme="minorHAnsi" w:cs="Arial"/>
        </w:rPr>
      </w:r>
      <w:r w:rsidR="00F9405D">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F9405D">
        <w:rPr>
          <w:rFonts w:asciiTheme="minorHAnsi" w:hAnsiTheme="minorHAnsi" w:cs="Arial"/>
        </w:rPr>
      </w:r>
      <w:r w:rsidR="00F9405D">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F9405D">
        <w:rPr>
          <w:rFonts w:asciiTheme="minorHAnsi" w:hAnsiTheme="minorHAnsi" w:cs="Arial"/>
        </w:rPr>
      </w:r>
      <w:r w:rsidR="00F9405D">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0403D0D8" w:rsidR="008E55CF" w:rsidRPr="00E63CBB" w:rsidRDefault="00407411" w:rsidP="005A6C77">
      <w:pPr>
        <w:tabs>
          <w:tab w:val="left" w:pos="3686"/>
          <w:tab w:val="center" w:pos="4536"/>
        </w:tabs>
        <w:ind w:left="567" w:right="844"/>
        <w:jc w:val="center"/>
        <w:rPr>
          <w:rFonts w:asciiTheme="minorHAnsi" w:hAnsiTheme="minorHAnsi" w:cs="Arial"/>
          <w:b/>
          <w:bCs/>
          <w:iCs/>
        </w:rPr>
      </w:pPr>
      <w:r w:rsidRPr="00E63CBB">
        <w:rPr>
          <w:rFonts w:asciiTheme="minorHAnsi" w:hAnsiTheme="minorHAnsi" w:cs="Arial"/>
          <w:b/>
          <w:bCs/>
          <w:iCs/>
        </w:rPr>
        <w:t>Emmanuel JAHAN</w:t>
      </w:r>
    </w:p>
    <w:p w14:paraId="43C1934D" w14:textId="33EBA6A4" w:rsidR="005A6C77" w:rsidRPr="00B265CC" w:rsidRDefault="00407411" w:rsidP="00407411">
      <w:pPr>
        <w:tabs>
          <w:tab w:val="left" w:pos="3686"/>
          <w:tab w:val="center" w:pos="4536"/>
        </w:tabs>
        <w:ind w:left="567" w:right="844"/>
        <w:jc w:val="center"/>
        <w:rPr>
          <w:rFonts w:asciiTheme="minorHAnsi" w:hAnsiTheme="minorHAnsi" w:cs="Arial"/>
          <w:bCs/>
          <w:iCs/>
        </w:rPr>
      </w:pPr>
      <w:r w:rsidRPr="00E63CBB">
        <w:rPr>
          <w:rFonts w:asciiTheme="minorHAnsi" w:hAnsiTheme="minorHAnsi" w:cs="Arial"/>
          <w:bCs/>
          <w:iCs/>
        </w:rPr>
        <w:t>Directeur Général de la SAS Loire Atlantique NAUTISME</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altName w:val="Arial"/>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BD2302"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305591B1" w:rsidR="00FF4FBB" w:rsidRDefault="007C2F75">
    <w:pPr>
      <w:pStyle w:val="En-tte"/>
    </w:pPr>
    <w:r>
      <w:rPr>
        <w:noProof/>
      </w:rPr>
      <w:drawing>
        <wp:anchor distT="0" distB="0" distL="114300" distR="114300" simplePos="0" relativeHeight="251658240" behindDoc="1" locked="0" layoutInCell="1" allowOverlap="1" wp14:anchorId="5DC31262" wp14:editId="7FE475CB">
          <wp:simplePos x="0" y="0"/>
          <wp:positionH relativeFrom="column">
            <wp:posOffset>-666750</wp:posOffset>
          </wp:positionH>
          <wp:positionV relativeFrom="paragraph">
            <wp:posOffset>-353060</wp:posOffset>
          </wp:positionV>
          <wp:extent cx="1276350" cy="1276350"/>
          <wp:effectExtent l="0" t="0" r="0" b="0"/>
          <wp:wrapTight wrapText="bothSides">
            <wp:wrapPolygon edited="0">
              <wp:start x="2257" y="0"/>
              <wp:lineTo x="0" y="1612"/>
              <wp:lineTo x="0" y="19021"/>
              <wp:lineTo x="1290" y="20633"/>
              <wp:lineTo x="2257" y="21278"/>
              <wp:lineTo x="19021" y="21278"/>
              <wp:lineTo x="19988" y="20633"/>
              <wp:lineTo x="21278" y="19021"/>
              <wp:lineTo x="21278" y="1612"/>
              <wp:lineTo x="19021" y="0"/>
              <wp:lineTo x="2257" y="0"/>
            </wp:wrapPolygon>
          </wp:wrapTight>
          <wp:docPr id="3" name="Image 3" descr="Loire-Atlantique Nautisme – Applications sur Google 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ire-Atlantique Nautisme – Applications sur Google Pla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003C9CBC">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3386FE"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8D51B"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4"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1809277649">
    <w:abstractNumId w:val="4"/>
  </w:num>
  <w:num w:numId="2" w16cid:durableId="1443844757">
    <w:abstractNumId w:val="11"/>
  </w:num>
  <w:num w:numId="3" w16cid:durableId="1010135730">
    <w:abstractNumId w:val="16"/>
  </w:num>
  <w:num w:numId="4" w16cid:durableId="484400971">
    <w:abstractNumId w:val="7"/>
  </w:num>
  <w:num w:numId="5" w16cid:durableId="917523450">
    <w:abstractNumId w:val="8"/>
  </w:num>
  <w:num w:numId="6" w16cid:durableId="1993682109">
    <w:abstractNumId w:val="3"/>
  </w:num>
  <w:num w:numId="7" w16cid:durableId="1069842169">
    <w:abstractNumId w:val="0"/>
  </w:num>
  <w:num w:numId="8" w16cid:durableId="839546228">
    <w:abstractNumId w:val="14"/>
  </w:num>
  <w:num w:numId="9" w16cid:durableId="1523088775">
    <w:abstractNumId w:val="5"/>
  </w:num>
  <w:num w:numId="10" w16cid:durableId="1094323252">
    <w:abstractNumId w:val="9"/>
  </w:num>
  <w:num w:numId="11" w16cid:durableId="1793864073">
    <w:abstractNumId w:val="12"/>
  </w:num>
  <w:num w:numId="12" w16cid:durableId="1156065824">
    <w:abstractNumId w:val="10"/>
  </w:num>
  <w:num w:numId="13" w16cid:durableId="1386831040">
    <w:abstractNumId w:val="6"/>
  </w:num>
  <w:num w:numId="14" w16cid:durableId="1349530103">
    <w:abstractNumId w:val="15"/>
  </w:num>
  <w:num w:numId="15" w16cid:durableId="434593379">
    <w:abstractNumId w:val="13"/>
  </w:num>
  <w:num w:numId="16" w16cid:durableId="224682968">
    <w:abstractNumId w:val="1"/>
  </w:num>
  <w:num w:numId="17" w16cid:durableId="182840063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5465"/>
    <w:rsid w:val="0006198C"/>
    <w:rsid w:val="00066C54"/>
    <w:rsid w:val="00073FDE"/>
    <w:rsid w:val="00096BEB"/>
    <w:rsid w:val="000B3B76"/>
    <w:rsid w:val="000C6631"/>
    <w:rsid w:val="001266E0"/>
    <w:rsid w:val="00131284"/>
    <w:rsid w:val="001317DD"/>
    <w:rsid w:val="0014118C"/>
    <w:rsid w:val="001958B2"/>
    <w:rsid w:val="001A2F36"/>
    <w:rsid w:val="001B28F9"/>
    <w:rsid w:val="001B5DAC"/>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2188"/>
    <w:rsid w:val="002B59E7"/>
    <w:rsid w:val="00301DBA"/>
    <w:rsid w:val="003263CF"/>
    <w:rsid w:val="003347EF"/>
    <w:rsid w:val="003460BE"/>
    <w:rsid w:val="00371754"/>
    <w:rsid w:val="00375C70"/>
    <w:rsid w:val="003851A4"/>
    <w:rsid w:val="003C2C48"/>
    <w:rsid w:val="003C7009"/>
    <w:rsid w:val="00407411"/>
    <w:rsid w:val="00425874"/>
    <w:rsid w:val="004303C7"/>
    <w:rsid w:val="004341E3"/>
    <w:rsid w:val="00434309"/>
    <w:rsid w:val="00443F3B"/>
    <w:rsid w:val="0045478B"/>
    <w:rsid w:val="00475045"/>
    <w:rsid w:val="0049244F"/>
    <w:rsid w:val="004C05F4"/>
    <w:rsid w:val="004E2702"/>
    <w:rsid w:val="00503041"/>
    <w:rsid w:val="00522AB7"/>
    <w:rsid w:val="00536C10"/>
    <w:rsid w:val="0054503E"/>
    <w:rsid w:val="005564E6"/>
    <w:rsid w:val="005631B7"/>
    <w:rsid w:val="0056749B"/>
    <w:rsid w:val="00570324"/>
    <w:rsid w:val="00592BAD"/>
    <w:rsid w:val="00594FCD"/>
    <w:rsid w:val="005A1417"/>
    <w:rsid w:val="005A6C77"/>
    <w:rsid w:val="005A74DD"/>
    <w:rsid w:val="005D348E"/>
    <w:rsid w:val="005D387F"/>
    <w:rsid w:val="005E30F2"/>
    <w:rsid w:val="00601D61"/>
    <w:rsid w:val="00621670"/>
    <w:rsid w:val="00683941"/>
    <w:rsid w:val="006F7FD2"/>
    <w:rsid w:val="00730DF7"/>
    <w:rsid w:val="00752D4A"/>
    <w:rsid w:val="00752F11"/>
    <w:rsid w:val="007651FE"/>
    <w:rsid w:val="00777DA8"/>
    <w:rsid w:val="007A2B2E"/>
    <w:rsid w:val="007A34BF"/>
    <w:rsid w:val="007B01FB"/>
    <w:rsid w:val="007B3694"/>
    <w:rsid w:val="007C2F75"/>
    <w:rsid w:val="007F7A90"/>
    <w:rsid w:val="00814900"/>
    <w:rsid w:val="00826F56"/>
    <w:rsid w:val="008434B4"/>
    <w:rsid w:val="0085223B"/>
    <w:rsid w:val="00856A31"/>
    <w:rsid w:val="008A6C5D"/>
    <w:rsid w:val="008B2956"/>
    <w:rsid w:val="008E5190"/>
    <w:rsid w:val="008E55CF"/>
    <w:rsid w:val="008F6C42"/>
    <w:rsid w:val="00903B0A"/>
    <w:rsid w:val="00917023"/>
    <w:rsid w:val="00921FE8"/>
    <w:rsid w:val="00961680"/>
    <w:rsid w:val="00961E26"/>
    <w:rsid w:val="009718A2"/>
    <w:rsid w:val="00982F2C"/>
    <w:rsid w:val="009B08C9"/>
    <w:rsid w:val="009B194A"/>
    <w:rsid w:val="009B3D5D"/>
    <w:rsid w:val="009B6303"/>
    <w:rsid w:val="009E5427"/>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7253D"/>
    <w:rsid w:val="00B81B8A"/>
    <w:rsid w:val="00BA5405"/>
    <w:rsid w:val="00BB2F4E"/>
    <w:rsid w:val="00BB71ED"/>
    <w:rsid w:val="00C342BE"/>
    <w:rsid w:val="00C3701C"/>
    <w:rsid w:val="00C4127C"/>
    <w:rsid w:val="00C5606C"/>
    <w:rsid w:val="00C82CC6"/>
    <w:rsid w:val="00C82E18"/>
    <w:rsid w:val="00CB24FB"/>
    <w:rsid w:val="00CC2E22"/>
    <w:rsid w:val="00CC5482"/>
    <w:rsid w:val="00CD2165"/>
    <w:rsid w:val="00CF5085"/>
    <w:rsid w:val="00D37D90"/>
    <w:rsid w:val="00D56E82"/>
    <w:rsid w:val="00D60062"/>
    <w:rsid w:val="00D72502"/>
    <w:rsid w:val="00D92053"/>
    <w:rsid w:val="00DA2C08"/>
    <w:rsid w:val="00DE69EF"/>
    <w:rsid w:val="00E04F7D"/>
    <w:rsid w:val="00E10998"/>
    <w:rsid w:val="00E12F0D"/>
    <w:rsid w:val="00E17BF7"/>
    <w:rsid w:val="00E31ABE"/>
    <w:rsid w:val="00E41721"/>
    <w:rsid w:val="00E5794B"/>
    <w:rsid w:val="00E63CBB"/>
    <w:rsid w:val="00E714B1"/>
    <w:rsid w:val="00EA463F"/>
    <w:rsid w:val="00EA4C36"/>
    <w:rsid w:val="00EB79E4"/>
    <w:rsid w:val="00EC7907"/>
    <w:rsid w:val="00ED293C"/>
    <w:rsid w:val="00ED4A4D"/>
    <w:rsid w:val="00EE0D1C"/>
    <w:rsid w:val="00EF2C2F"/>
    <w:rsid w:val="00EF5A26"/>
    <w:rsid w:val="00F33CE0"/>
    <w:rsid w:val="00F5201A"/>
    <w:rsid w:val="00F601A8"/>
    <w:rsid w:val="00F70A3B"/>
    <w:rsid w:val="00F73B2B"/>
    <w:rsid w:val="00F77FC7"/>
    <w:rsid w:val="00F9405D"/>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1032418507">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https://ccipdll.sharepoint.com/sites/CCI44-DIP/Achats/_layouts/15/wrkstat.aspx?List=c397f12b-0e49-407c-ac66-8ce7992bc47e&amp;WorkflowInstanceName=ef77c723-55c8-445f-b205-7a315c07a9b7</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2.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3.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23</TotalTime>
  <Pages>16</Pages>
  <Words>1811</Words>
  <Characters>9965</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11753</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21</cp:revision>
  <cp:lastPrinted>2012-07-16T15:18:00Z</cp:lastPrinted>
  <dcterms:created xsi:type="dcterms:W3CDTF">2021-12-13T09:22:00Z</dcterms:created>
  <dcterms:modified xsi:type="dcterms:W3CDTF">2023-06-19T16:10:00Z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